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5A33E" w14:textId="77777777" w:rsidR="00CE5770" w:rsidRDefault="00CE5770" w:rsidP="00CE5770">
      <w:pPr>
        <w:pStyle w:val="MDPI21heading1"/>
      </w:pPr>
      <w:r w:rsidRPr="00F41396">
        <w:t>Supplementary table</w:t>
      </w:r>
    </w:p>
    <w:p w14:paraId="477E8F2A" w14:textId="77777777" w:rsidR="00CE5770" w:rsidRPr="00AA091A" w:rsidRDefault="00CE5770" w:rsidP="00CE5770">
      <w:pPr>
        <w:pStyle w:val="MDPI41tablecaption"/>
      </w:pPr>
      <w:bookmarkStart w:id="0" w:name="_Toc120787417"/>
      <w:bookmarkStart w:id="1" w:name="_Hlk126868075"/>
      <w:r w:rsidRPr="00AA091A">
        <w:t>Locomotion scoring strategy used to measure lameness in dairy goats</w:t>
      </w:r>
      <w:r>
        <w:t xml:space="preserve"> (a</w:t>
      </w:r>
      <w:r w:rsidRPr="00AA091A">
        <w:t>dapted from Deeming et al. 2018).</w:t>
      </w:r>
      <w:bookmarkEnd w:id="0"/>
    </w:p>
    <w:tbl>
      <w:tblPr>
        <w:tblStyle w:val="Style1"/>
        <w:tblW w:w="14587" w:type="dxa"/>
        <w:tblInd w:w="-567" w:type="dxa"/>
        <w:tblLook w:val="04A0" w:firstRow="1" w:lastRow="0" w:firstColumn="1" w:lastColumn="0" w:noHBand="0" w:noVBand="1"/>
      </w:tblPr>
      <w:tblGrid>
        <w:gridCol w:w="1500"/>
        <w:gridCol w:w="1761"/>
        <w:gridCol w:w="1559"/>
        <w:gridCol w:w="1275"/>
        <w:gridCol w:w="4847"/>
        <w:gridCol w:w="3645"/>
      </w:tblGrid>
      <w:tr w:rsidR="00CE5770" w:rsidRPr="000264C9" w14:paraId="54C4ABE4" w14:textId="77777777" w:rsidTr="000264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5"/>
        </w:trPr>
        <w:tc>
          <w:tcPr>
            <w:tcW w:w="1500" w:type="dxa"/>
            <w:noWrap/>
            <w:hideMark/>
          </w:tcPr>
          <w:bookmarkEnd w:id="1"/>
          <w:p w14:paraId="5D4714CC" w14:textId="77777777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  <w:r w:rsidRPr="000264C9">
              <w:rPr>
                <w:sz w:val="20"/>
                <w:szCs w:val="20"/>
              </w:rPr>
              <w:t>Severity score</w:t>
            </w:r>
          </w:p>
        </w:tc>
        <w:tc>
          <w:tcPr>
            <w:tcW w:w="1761" w:type="dxa"/>
            <w:noWrap/>
            <w:hideMark/>
          </w:tcPr>
          <w:p w14:paraId="0AF5CE73" w14:textId="77777777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  <w:r w:rsidRPr="000264C9">
              <w:rPr>
                <w:sz w:val="20"/>
                <w:szCs w:val="20"/>
              </w:rPr>
              <w:t xml:space="preserve">Label </w:t>
            </w:r>
          </w:p>
        </w:tc>
        <w:tc>
          <w:tcPr>
            <w:tcW w:w="1559" w:type="dxa"/>
          </w:tcPr>
          <w:p w14:paraId="12FDBA51" w14:textId="77777777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  <w:r w:rsidRPr="000264C9">
              <w:rPr>
                <w:sz w:val="20"/>
                <w:szCs w:val="20"/>
              </w:rPr>
              <w:t>Clinically lame</w:t>
            </w:r>
          </w:p>
        </w:tc>
        <w:tc>
          <w:tcPr>
            <w:tcW w:w="1275" w:type="dxa"/>
          </w:tcPr>
          <w:p w14:paraId="2AE1732B" w14:textId="77777777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  <w:r w:rsidRPr="000264C9">
              <w:rPr>
                <w:sz w:val="20"/>
                <w:szCs w:val="20"/>
              </w:rPr>
              <w:t>Limping</w:t>
            </w:r>
          </w:p>
        </w:tc>
        <w:tc>
          <w:tcPr>
            <w:tcW w:w="4847" w:type="dxa"/>
            <w:noWrap/>
            <w:hideMark/>
          </w:tcPr>
          <w:p w14:paraId="260C05E0" w14:textId="77777777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  <w:r w:rsidRPr="000264C9">
              <w:rPr>
                <w:sz w:val="20"/>
                <w:szCs w:val="20"/>
              </w:rPr>
              <w:t xml:space="preserve">Gait description </w:t>
            </w:r>
          </w:p>
        </w:tc>
        <w:tc>
          <w:tcPr>
            <w:tcW w:w="3645" w:type="dxa"/>
          </w:tcPr>
          <w:p w14:paraId="364A2044" w14:textId="77777777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  <w:r w:rsidRPr="000264C9">
              <w:rPr>
                <w:sz w:val="20"/>
                <w:szCs w:val="20"/>
              </w:rPr>
              <w:t>Modifications</w:t>
            </w:r>
          </w:p>
        </w:tc>
      </w:tr>
      <w:tr w:rsidR="00CE5770" w:rsidRPr="000264C9" w14:paraId="3C93A251" w14:textId="77777777" w:rsidTr="000264C9">
        <w:trPr>
          <w:trHeight w:val="378"/>
        </w:trPr>
        <w:tc>
          <w:tcPr>
            <w:tcW w:w="1500" w:type="dxa"/>
            <w:noWrap/>
            <w:hideMark/>
          </w:tcPr>
          <w:p w14:paraId="180325D8" w14:textId="77777777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  <w:r w:rsidRPr="000264C9">
              <w:rPr>
                <w:sz w:val="20"/>
                <w:szCs w:val="20"/>
              </w:rPr>
              <w:t>0</w:t>
            </w:r>
          </w:p>
        </w:tc>
        <w:tc>
          <w:tcPr>
            <w:tcW w:w="1761" w:type="dxa"/>
            <w:noWrap/>
            <w:hideMark/>
          </w:tcPr>
          <w:p w14:paraId="4BCF850B" w14:textId="77777777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  <w:r w:rsidRPr="000264C9">
              <w:rPr>
                <w:sz w:val="20"/>
                <w:szCs w:val="20"/>
              </w:rPr>
              <w:t>Normal/not lame</w:t>
            </w:r>
          </w:p>
        </w:tc>
        <w:tc>
          <w:tcPr>
            <w:tcW w:w="1559" w:type="dxa"/>
          </w:tcPr>
          <w:p w14:paraId="732FCBF6" w14:textId="77777777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  <w:r w:rsidRPr="000264C9">
              <w:rPr>
                <w:sz w:val="20"/>
                <w:szCs w:val="20"/>
              </w:rPr>
              <w:t>No</w:t>
            </w:r>
          </w:p>
        </w:tc>
        <w:tc>
          <w:tcPr>
            <w:tcW w:w="1275" w:type="dxa"/>
          </w:tcPr>
          <w:p w14:paraId="0BB09BD3" w14:textId="77777777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  <w:r w:rsidRPr="000264C9">
              <w:rPr>
                <w:sz w:val="20"/>
                <w:szCs w:val="20"/>
              </w:rPr>
              <w:t>No</w:t>
            </w:r>
          </w:p>
        </w:tc>
        <w:tc>
          <w:tcPr>
            <w:tcW w:w="4847" w:type="dxa"/>
            <w:noWrap/>
            <w:hideMark/>
          </w:tcPr>
          <w:p w14:paraId="1156A015" w14:textId="77777777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  <w:r w:rsidRPr="000264C9">
              <w:rPr>
                <w:sz w:val="20"/>
                <w:szCs w:val="20"/>
              </w:rPr>
              <w:t>Moving forward with even strides where hooves track up. Weight-bearing and no apparent head nodding.</w:t>
            </w:r>
          </w:p>
        </w:tc>
        <w:tc>
          <w:tcPr>
            <w:tcW w:w="3645" w:type="dxa"/>
          </w:tcPr>
          <w:p w14:paraId="43480279" w14:textId="77777777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</w:p>
        </w:tc>
      </w:tr>
      <w:tr w:rsidR="00CE5770" w:rsidRPr="000264C9" w14:paraId="2B82D507" w14:textId="77777777" w:rsidTr="000264C9">
        <w:trPr>
          <w:trHeight w:val="378"/>
        </w:trPr>
        <w:tc>
          <w:tcPr>
            <w:tcW w:w="1500" w:type="dxa"/>
            <w:noWrap/>
            <w:hideMark/>
          </w:tcPr>
          <w:p w14:paraId="06C6C669" w14:textId="77777777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  <w:r w:rsidRPr="000264C9">
              <w:rPr>
                <w:sz w:val="20"/>
                <w:szCs w:val="20"/>
              </w:rPr>
              <w:t>1</w:t>
            </w:r>
          </w:p>
        </w:tc>
        <w:tc>
          <w:tcPr>
            <w:tcW w:w="1761" w:type="dxa"/>
            <w:noWrap/>
            <w:hideMark/>
          </w:tcPr>
          <w:p w14:paraId="12B65A7A" w14:textId="77777777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  <w:r w:rsidRPr="000264C9">
              <w:rPr>
                <w:sz w:val="20"/>
                <w:szCs w:val="20"/>
              </w:rPr>
              <w:t>Uneven gait</w:t>
            </w:r>
          </w:p>
        </w:tc>
        <w:tc>
          <w:tcPr>
            <w:tcW w:w="1559" w:type="dxa"/>
          </w:tcPr>
          <w:p w14:paraId="78B9B3DD" w14:textId="77777777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  <w:r w:rsidRPr="000264C9">
              <w:rPr>
                <w:sz w:val="20"/>
                <w:szCs w:val="20"/>
              </w:rPr>
              <w:t>No</w:t>
            </w:r>
          </w:p>
        </w:tc>
        <w:tc>
          <w:tcPr>
            <w:tcW w:w="1275" w:type="dxa"/>
          </w:tcPr>
          <w:p w14:paraId="0736124F" w14:textId="77777777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  <w:r w:rsidRPr="000264C9">
              <w:rPr>
                <w:sz w:val="20"/>
                <w:szCs w:val="20"/>
              </w:rPr>
              <w:t>Uneven</w:t>
            </w:r>
          </w:p>
        </w:tc>
        <w:tc>
          <w:tcPr>
            <w:tcW w:w="4847" w:type="dxa"/>
            <w:noWrap/>
            <w:hideMark/>
          </w:tcPr>
          <w:p w14:paraId="40691F44" w14:textId="77777777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  <w:r w:rsidRPr="000264C9">
              <w:rPr>
                <w:sz w:val="20"/>
                <w:szCs w:val="20"/>
              </w:rPr>
              <w:t>Moving forward with shorter strides where hooves do not track up. Weight-bearing, and having an absent head nodding, however, have joints that may show stiffness.</w:t>
            </w:r>
          </w:p>
        </w:tc>
        <w:tc>
          <w:tcPr>
            <w:tcW w:w="3645" w:type="dxa"/>
          </w:tcPr>
          <w:p w14:paraId="1BE140E2" w14:textId="77777777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</w:p>
        </w:tc>
      </w:tr>
      <w:tr w:rsidR="00CE5770" w:rsidRPr="000264C9" w14:paraId="45291D02" w14:textId="77777777" w:rsidTr="000264C9">
        <w:trPr>
          <w:trHeight w:val="378"/>
        </w:trPr>
        <w:tc>
          <w:tcPr>
            <w:tcW w:w="1500" w:type="dxa"/>
            <w:noWrap/>
            <w:hideMark/>
          </w:tcPr>
          <w:p w14:paraId="5533267D" w14:textId="77777777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  <w:r w:rsidRPr="000264C9">
              <w:rPr>
                <w:sz w:val="20"/>
                <w:szCs w:val="20"/>
              </w:rPr>
              <w:t>2</w:t>
            </w:r>
          </w:p>
        </w:tc>
        <w:tc>
          <w:tcPr>
            <w:tcW w:w="1761" w:type="dxa"/>
            <w:noWrap/>
            <w:hideMark/>
          </w:tcPr>
          <w:p w14:paraId="2658650D" w14:textId="77777777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  <w:r w:rsidRPr="000264C9">
              <w:rPr>
                <w:sz w:val="20"/>
                <w:szCs w:val="20"/>
              </w:rPr>
              <w:t>Mildly lame</w:t>
            </w:r>
          </w:p>
        </w:tc>
        <w:tc>
          <w:tcPr>
            <w:tcW w:w="1559" w:type="dxa"/>
          </w:tcPr>
          <w:p w14:paraId="28295CD2" w14:textId="77777777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  <w:r w:rsidRPr="000264C9">
              <w:rPr>
                <w:sz w:val="20"/>
                <w:szCs w:val="20"/>
              </w:rPr>
              <w:t>No</w:t>
            </w:r>
          </w:p>
        </w:tc>
        <w:tc>
          <w:tcPr>
            <w:tcW w:w="1275" w:type="dxa"/>
          </w:tcPr>
          <w:p w14:paraId="55DAA780" w14:textId="77777777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  <w:r w:rsidRPr="000264C9">
              <w:rPr>
                <w:sz w:val="20"/>
                <w:szCs w:val="20"/>
              </w:rPr>
              <w:t>Yes</w:t>
            </w:r>
          </w:p>
        </w:tc>
        <w:tc>
          <w:tcPr>
            <w:tcW w:w="4847" w:type="dxa"/>
            <w:noWrap/>
            <w:hideMark/>
          </w:tcPr>
          <w:p w14:paraId="4058B0B8" w14:textId="7F616389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  <w:r w:rsidRPr="000264C9">
              <w:rPr>
                <w:sz w:val="20"/>
                <w:szCs w:val="20"/>
              </w:rPr>
              <w:t>Moving forward with shorter strides where hooves do not track up. One or more legs/feet may be affected. Weight-bearing, and having an absent head nodding</w:t>
            </w:r>
            <w:r w:rsidR="000264C9">
              <w:rPr>
                <w:sz w:val="20"/>
                <w:szCs w:val="20"/>
              </w:rPr>
              <w:t>,</w:t>
            </w:r>
            <w:r w:rsidRPr="000264C9">
              <w:rPr>
                <w:sz w:val="20"/>
                <w:szCs w:val="20"/>
              </w:rPr>
              <w:t xml:space="preserve"> however</w:t>
            </w:r>
            <w:r w:rsidR="000264C9">
              <w:rPr>
                <w:sz w:val="20"/>
                <w:szCs w:val="20"/>
              </w:rPr>
              <w:t>,</w:t>
            </w:r>
            <w:r w:rsidRPr="000264C9">
              <w:rPr>
                <w:sz w:val="20"/>
                <w:szCs w:val="20"/>
              </w:rPr>
              <w:t xml:space="preserve"> may show a mild limp.</w:t>
            </w:r>
          </w:p>
        </w:tc>
        <w:tc>
          <w:tcPr>
            <w:tcW w:w="3645" w:type="dxa"/>
          </w:tcPr>
          <w:p w14:paraId="258046CE" w14:textId="77777777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</w:p>
        </w:tc>
      </w:tr>
      <w:tr w:rsidR="00CE5770" w:rsidRPr="000264C9" w14:paraId="71D99984" w14:textId="77777777" w:rsidTr="000264C9">
        <w:trPr>
          <w:trHeight w:val="378"/>
        </w:trPr>
        <w:tc>
          <w:tcPr>
            <w:tcW w:w="1500" w:type="dxa"/>
            <w:noWrap/>
            <w:hideMark/>
          </w:tcPr>
          <w:p w14:paraId="554ABD34" w14:textId="77777777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  <w:r w:rsidRPr="000264C9">
              <w:rPr>
                <w:sz w:val="20"/>
                <w:szCs w:val="20"/>
              </w:rPr>
              <w:t>3</w:t>
            </w:r>
          </w:p>
        </w:tc>
        <w:tc>
          <w:tcPr>
            <w:tcW w:w="1761" w:type="dxa"/>
            <w:noWrap/>
            <w:hideMark/>
          </w:tcPr>
          <w:p w14:paraId="2F4947D0" w14:textId="77777777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  <w:r w:rsidRPr="000264C9">
              <w:rPr>
                <w:sz w:val="20"/>
                <w:szCs w:val="20"/>
              </w:rPr>
              <w:t>Moderately lame</w:t>
            </w:r>
          </w:p>
        </w:tc>
        <w:tc>
          <w:tcPr>
            <w:tcW w:w="1559" w:type="dxa"/>
          </w:tcPr>
          <w:p w14:paraId="2954BAD3" w14:textId="77777777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  <w:r w:rsidRPr="000264C9">
              <w:rPr>
                <w:sz w:val="20"/>
                <w:szCs w:val="20"/>
              </w:rPr>
              <w:t>Yes</w:t>
            </w:r>
          </w:p>
        </w:tc>
        <w:tc>
          <w:tcPr>
            <w:tcW w:w="1275" w:type="dxa"/>
          </w:tcPr>
          <w:p w14:paraId="328FF656" w14:textId="77777777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  <w:r w:rsidRPr="000264C9">
              <w:rPr>
                <w:sz w:val="20"/>
                <w:szCs w:val="20"/>
              </w:rPr>
              <w:t>Yes</w:t>
            </w:r>
          </w:p>
        </w:tc>
        <w:tc>
          <w:tcPr>
            <w:tcW w:w="4847" w:type="dxa"/>
            <w:noWrap/>
            <w:hideMark/>
          </w:tcPr>
          <w:p w14:paraId="57EA183C" w14:textId="77777777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  <w:r w:rsidRPr="000264C9">
              <w:rPr>
                <w:sz w:val="20"/>
                <w:szCs w:val="20"/>
              </w:rPr>
              <w:t xml:space="preserve">Reluctant to move forward and may display a moderate limp. One or more legs could be affected and may display some goose-stepping. </w:t>
            </w:r>
          </w:p>
        </w:tc>
        <w:tc>
          <w:tcPr>
            <w:tcW w:w="3645" w:type="dxa"/>
          </w:tcPr>
          <w:p w14:paraId="4AB08B37" w14:textId="77777777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</w:p>
        </w:tc>
      </w:tr>
      <w:tr w:rsidR="00CE5770" w:rsidRPr="000264C9" w14:paraId="1F8C3FF6" w14:textId="77777777" w:rsidTr="000264C9">
        <w:trPr>
          <w:trHeight w:val="378"/>
        </w:trPr>
        <w:tc>
          <w:tcPr>
            <w:tcW w:w="1500" w:type="dxa"/>
            <w:noWrap/>
            <w:hideMark/>
          </w:tcPr>
          <w:p w14:paraId="43E3434E" w14:textId="77777777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  <w:r w:rsidRPr="000264C9">
              <w:rPr>
                <w:sz w:val="20"/>
                <w:szCs w:val="20"/>
              </w:rPr>
              <w:t>4</w:t>
            </w:r>
          </w:p>
        </w:tc>
        <w:tc>
          <w:tcPr>
            <w:tcW w:w="1761" w:type="dxa"/>
            <w:noWrap/>
            <w:hideMark/>
          </w:tcPr>
          <w:p w14:paraId="0099E5F9" w14:textId="77777777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  <w:r w:rsidRPr="000264C9">
              <w:rPr>
                <w:sz w:val="20"/>
                <w:szCs w:val="20"/>
              </w:rPr>
              <w:t>Severely lame</w:t>
            </w:r>
          </w:p>
        </w:tc>
        <w:tc>
          <w:tcPr>
            <w:tcW w:w="1559" w:type="dxa"/>
          </w:tcPr>
          <w:p w14:paraId="2B1844BF" w14:textId="77777777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  <w:r w:rsidRPr="000264C9">
              <w:rPr>
                <w:sz w:val="20"/>
                <w:szCs w:val="20"/>
              </w:rPr>
              <w:t>Yes</w:t>
            </w:r>
          </w:p>
        </w:tc>
        <w:tc>
          <w:tcPr>
            <w:tcW w:w="1275" w:type="dxa"/>
          </w:tcPr>
          <w:p w14:paraId="5D120B35" w14:textId="77777777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  <w:r w:rsidRPr="000264C9">
              <w:rPr>
                <w:sz w:val="20"/>
                <w:szCs w:val="20"/>
              </w:rPr>
              <w:t>Yes</w:t>
            </w:r>
          </w:p>
        </w:tc>
        <w:tc>
          <w:tcPr>
            <w:tcW w:w="4847" w:type="dxa"/>
            <w:noWrap/>
            <w:hideMark/>
          </w:tcPr>
          <w:p w14:paraId="1844E1F6" w14:textId="77777777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  <w:r w:rsidRPr="000264C9">
              <w:rPr>
                <w:sz w:val="20"/>
                <w:szCs w:val="20"/>
              </w:rPr>
              <w:t>Walking on the knees. Refusal to bear any weight on one foot. Severe limping or extreme goose-stepping.</w:t>
            </w:r>
          </w:p>
        </w:tc>
        <w:tc>
          <w:tcPr>
            <w:tcW w:w="3645" w:type="dxa"/>
          </w:tcPr>
          <w:p w14:paraId="259D532A" w14:textId="489E1622" w:rsidR="00CE5770" w:rsidRPr="000264C9" w:rsidRDefault="00CE5770" w:rsidP="000264C9">
            <w:pPr>
              <w:pStyle w:val="MDPI42tablebody"/>
              <w:rPr>
                <w:sz w:val="20"/>
                <w:szCs w:val="20"/>
              </w:rPr>
            </w:pPr>
            <w:r w:rsidRPr="000264C9">
              <w:rPr>
                <w:sz w:val="20"/>
                <w:szCs w:val="20"/>
              </w:rPr>
              <w:t>If there is no limp</w:t>
            </w:r>
            <w:r w:rsidR="000264C9">
              <w:rPr>
                <w:sz w:val="20"/>
                <w:szCs w:val="20"/>
              </w:rPr>
              <w:t>, however,</w:t>
            </w:r>
            <w:r w:rsidRPr="000264C9">
              <w:rPr>
                <w:sz w:val="20"/>
                <w:szCs w:val="20"/>
              </w:rPr>
              <w:t xml:space="preserve"> they are walking forward and weight-bearing reluctantly. Multiple feet </w:t>
            </w:r>
            <w:r w:rsidR="000264C9">
              <w:rPr>
                <w:sz w:val="20"/>
                <w:szCs w:val="20"/>
              </w:rPr>
              <w:t xml:space="preserve">are </w:t>
            </w:r>
            <w:r w:rsidRPr="000264C9">
              <w:rPr>
                <w:sz w:val="20"/>
                <w:szCs w:val="20"/>
              </w:rPr>
              <w:t>involved.</w:t>
            </w:r>
          </w:p>
        </w:tc>
      </w:tr>
    </w:tbl>
    <w:p w14:paraId="4288D81E" w14:textId="3AE44DDA" w:rsidR="00DF3207" w:rsidRPr="00A13335" w:rsidRDefault="00DF3207" w:rsidP="00CE5770">
      <w:pPr>
        <w:pStyle w:val="MDPI71References"/>
        <w:numPr>
          <w:ilvl w:val="0"/>
          <w:numId w:val="0"/>
        </w:numPr>
        <w:ind w:left="425"/>
      </w:pPr>
    </w:p>
    <w:sectPr w:rsidR="00DF3207" w:rsidRPr="00A13335" w:rsidSect="00CE5770">
      <w:headerReference w:type="even" r:id="rId8"/>
      <w:headerReference w:type="default" r:id="rId9"/>
      <w:headerReference w:type="first" r:id="rId10"/>
      <w:footerReference w:type="first" r:id="rId11"/>
      <w:pgSz w:w="16838" w:h="11906" w:orient="landscape" w:code="9"/>
      <w:pgMar w:top="720" w:right="1417" w:bottom="720" w:left="1077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E45F9" w14:textId="77777777" w:rsidR="00380400" w:rsidRDefault="00380400">
      <w:pPr>
        <w:spacing w:line="240" w:lineRule="auto"/>
      </w:pPr>
      <w:r>
        <w:separator/>
      </w:r>
    </w:p>
  </w:endnote>
  <w:endnote w:type="continuationSeparator" w:id="0">
    <w:p w14:paraId="5816C987" w14:textId="77777777" w:rsidR="00380400" w:rsidRDefault="00380400">
      <w:pPr>
        <w:spacing w:line="240" w:lineRule="auto"/>
      </w:pPr>
      <w:r>
        <w:continuationSeparator/>
      </w:r>
    </w:p>
  </w:endnote>
  <w:endnote w:type="continuationNotice" w:id="1">
    <w:p w14:paraId="520C496E" w14:textId="77777777" w:rsidR="00380400" w:rsidRDefault="0038040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280D" w14:textId="77777777" w:rsidR="00474BBB" w:rsidRDefault="00474BBB" w:rsidP="0000273F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</w:rPr>
    </w:pPr>
  </w:p>
  <w:p w14:paraId="73EF741B" w14:textId="77777777" w:rsidR="00A10BF0" w:rsidRPr="008B308E" w:rsidRDefault="00A10BF0" w:rsidP="00313025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r>
      <w:rPr>
        <w:i/>
      </w:rPr>
      <w:t>Animals</w:t>
    </w:r>
    <w:r>
      <w:t xml:space="preserve"> </w:t>
    </w:r>
    <w:r w:rsidR="0051330D">
      <w:rPr>
        <w:b/>
      </w:rPr>
      <w:t>2022</w:t>
    </w:r>
    <w:r w:rsidR="008D4759" w:rsidRPr="008D4759">
      <w:t>,</w:t>
    </w:r>
    <w:r w:rsidR="0051330D">
      <w:rPr>
        <w:i/>
      </w:rPr>
      <w:t xml:space="preserve"> 12</w:t>
    </w:r>
    <w:r w:rsidR="008D4759" w:rsidRPr="008D4759">
      <w:t xml:space="preserve">, </w:t>
    </w:r>
    <w:r w:rsidR="0047132B">
      <w:t>x</w:t>
    </w:r>
    <w:r w:rsidR="00474BBB">
      <w:t>. https://doi.org/10.3390/xxxxx</w:t>
    </w:r>
    <w:r w:rsidR="00313025" w:rsidRPr="008B308E">
      <w:rPr>
        <w:lang w:val="fr-CH"/>
      </w:rPr>
      <w:tab/>
    </w:r>
    <w:r w:rsidRPr="008B308E">
      <w:rPr>
        <w:lang w:val="fr-CH"/>
      </w:rPr>
      <w:t>www.mdpi.com/journal/</w:t>
    </w:r>
    <w:r w:rsidRPr="006D3519">
      <w:t>animals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87D63" w14:textId="77777777" w:rsidR="00380400" w:rsidRDefault="00380400">
      <w:pPr>
        <w:spacing w:line="240" w:lineRule="auto"/>
      </w:pPr>
      <w:r>
        <w:separator/>
      </w:r>
    </w:p>
  </w:footnote>
  <w:footnote w:type="continuationSeparator" w:id="0">
    <w:p w14:paraId="2C934F91" w14:textId="77777777" w:rsidR="00380400" w:rsidRDefault="00380400">
      <w:pPr>
        <w:spacing w:line="240" w:lineRule="auto"/>
      </w:pPr>
      <w:r>
        <w:continuationSeparator/>
      </w:r>
    </w:p>
  </w:footnote>
  <w:footnote w:type="continuationNotice" w:id="1">
    <w:p w14:paraId="475D0A63" w14:textId="77777777" w:rsidR="00380400" w:rsidRDefault="0038040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D9042" w14:textId="77777777" w:rsidR="00A10BF0" w:rsidRDefault="00A10BF0" w:rsidP="00A10BF0">
    <w:pPr>
      <w:pStyle w:val="Header"/>
      <w:pBdr>
        <w:bottom w:val="none" w:sz="0" w:space="0" w:color="auto"/>
      </w:pBdr>
    </w:pPr>
  </w:p>
  <w:p w14:paraId="12EC8A5B" w14:textId="77777777" w:rsidR="0017751C" w:rsidRDefault="0017751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DDB74" w14:textId="77777777" w:rsidR="00474BBB" w:rsidRDefault="00A10BF0" w:rsidP="00313025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Animals </w:t>
    </w:r>
    <w:r w:rsidR="0051330D">
      <w:rPr>
        <w:b/>
        <w:sz w:val="16"/>
      </w:rPr>
      <w:t>2022</w:t>
    </w:r>
    <w:r w:rsidR="008D4759" w:rsidRPr="008D4759">
      <w:rPr>
        <w:sz w:val="16"/>
      </w:rPr>
      <w:t>,</w:t>
    </w:r>
    <w:r w:rsidR="0051330D">
      <w:rPr>
        <w:i/>
        <w:sz w:val="16"/>
      </w:rPr>
      <w:t xml:space="preserve"> 12</w:t>
    </w:r>
    <w:r w:rsidR="0047132B">
      <w:rPr>
        <w:sz w:val="16"/>
      </w:rPr>
      <w:t>, x FOR PEER REVIEW</w:t>
    </w:r>
    <w:r w:rsidR="00313025">
      <w:rPr>
        <w:sz w:val="16"/>
      </w:rPr>
      <w:tab/>
    </w:r>
    <w:r w:rsidR="0047132B">
      <w:rPr>
        <w:sz w:val="16"/>
      </w:rPr>
      <w:fldChar w:fldCharType="begin"/>
    </w:r>
    <w:r w:rsidR="0047132B">
      <w:rPr>
        <w:sz w:val="16"/>
      </w:rPr>
      <w:instrText xml:space="preserve"> PAGE   \* MERGEFORMAT </w:instrText>
    </w:r>
    <w:r w:rsidR="0047132B">
      <w:rPr>
        <w:sz w:val="16"/>
      </w:rPr>
      <w:fldChar w:fldCharType="separate"/>
    </w:r>
    <w:r w:rsidR="00DC7740">
      <w:rPr>
        <w:sz w:val="16"/>
      </w:rPr>
      <w:t>5</w:t>
    </w:r>
    <w:r w:rsidR="0047132B">
      <w:rPr>
        <w:sz w:val="16"/>
      </w:rPr>
      <w:fldChar w:fldCharType="end"/>
    </w:r>
    <w:r w:rsidR="0047132B">
      <w:rPr>
        <w:sz w:val="16"/>
      </w:rPr>
      <w:t xml:space="preserve"> of </w:t>
    </w:r>
    <w:r w:rsidR="0047132B">
      <w:rPr>
        <w:sz w:val="16"/>
      </w:rPr>
      <w:fldChar w:fldCharType="begin"/>
    </w:r>
    <w:r w:rsidR="0047132B">
      <w:rPr>
        <w:sz w:val="16"/>
      </w:rPr>
      <w:instrText xml:space="preserve"> NUMPAGES   \* MERGEFORMAT </w:instrText>
    </w:r>
    <w:r w:rsidR="0047132B">
      <w:rPr>
        <w:sz w:val="16"/>
      </w:rPr>
      <w:fldChar w:fldCharType="separate"/>
    </w:r>
    <w:r w:rsidR="00DC7740">
      <w:rPr>
        <w:sz w:val="16"/>
      </w:rPr>
      <w:t>5</w:t>
    </w:r>
    <w:r w:rsidR="0047132B">
      <w:rPr>
        <w:sz w:val="16"/>
      </w:rPr>
      <w:fldChar w:fldCharType="end"/>
    </w:r>
  </w:p>
  <w:p w14:paraId="6728AC1B" w14:textId="77777777" w:rsidR="00A10BF0" w:rsidRPr="00FA19F5" w:rsidRDefault="00A10BF0" w:rsidP="0000273F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  <w:p w14:paraId="28887DF2" w14:textId="77777777" w:rsidR="0017751C" w:rsidRDefault="0017751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474BBB" w:rsidRPr="00313025" w14:paraId="00368600" w14:textId="77777777" w:rsidTr="00510859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51A9CFFE" w14:textId="77777777" w:rsidR="00474BBB" w:rsidRPr="009F687E" w:rsidRDefault="00A6270D" w:rsidP="00313025">
          <w:pPr>
            <w:pStyle w:val="Header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9F687E">
            <w:rPr>
              <w:rFonts w:eastAsia="DengXian"/>
              <w:b/>
              <w:bCs/>
              <w:i/>
              <w:noProof/>
            </w:rPr>
            <w:drawing>
              <wp:inline distT="0" distB="0" distL="0" distR="0" wp14:anchorId="731D27A5" wp14:editId="4086E080">
                <wp:extent cx="1628140" cy="429260"/>
                <wp:effectExtent l="0" t="0" r="0" b="0"/>
                <wp:docPr id="28" name="Picture 3" descr="C:\Users\home\Desktop\logos\animals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ome\Desktop\logos\animals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140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7A9D36F6" w14:textId="77777777" w:rsidR="00474BBB" w:rsidRPr="009F687E" w:rsidRDefault="00474BBB" w:rsidP="00313025">
          <w:pPr>
            <w:pStyle w:val="Header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7C526696" w14:textId="77777777" w:rsidR="00474BBB" w:rsidRPr="009F687E" w:rsidRDefault="00510859" w:rsidP="00510859">
          <w:pPr>
            <w:pStyle w:val="Header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  <w:noProof/>
            </w:rPr>
            <w:drawing>
              <wp:inline distT="0" distB="0" distL="0" distR="0" wp14:anchorId="115F5636" wp14:editId="117B0294">
                <wp:extent cx="540000" cy="360000"/>
                <wp:effectExtent l="0" t="0" r="0" b="2540"/>
                <wp:docPr id="29" name="Picture 2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6BF6B11" w14:textId="77777777" w:rsidR="00A10BF0" w:rsidRPr="00474BBB" w:rsidRDefault="00A10BF0" w:rsidP="0000273F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468F5"/>
    <w:multiLevelType w:val="hybridMultilevel"/>
    <w:tmpl w:val="B6D20C58"/>
    <w:lvl w:ilvl="0" w:tplc="9540277A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C6F5D"/>
    <w:multiLevelType w:val="hybridMultilevel"/>
    <w:tmpl w:val="A2702754"/>
    <w:lvl w:ilvl="0" w:tplc="5F62AF96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2" w15:restartNumberingAfterBreak="0">
    <w:nsid w:val="20B278C7"/>
    <w:multiLevelType w:val="hybridMultilevel"/>
    <w:tmpl w:val="8222B58E"/>
    <w:lvl w:ilvl="0" w:tplc="0A3A933A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4A21A94"/>
    <w:multiLevelType w:val="hybridMultilevel"/>
    <w:tmpl w:val="97BCA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A245F"/>
    <w:multiLevelType w:val="hybridMultilevel"/>
    <w:tmpl w:val="1C3A3F0C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F0D2060"/>
    <w:multiLevelType w:val="hybridMultilevel"/>
    <w:tmpl w:val="CA18A7B6"/>
    <w:lvl w:ilvl="0" w:tplc="3F8C35A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1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6097520">
    <w:abstractNumId w:val="5"/>
  </w:num>
  <w:num w:numId="2" w16cid:durableId="1919366532">
    <w:abstractNumId w:val="7"/>
  </w:num>
  <w:num w:numId="3" w16cid:durableId="118232839">
    <w:abstractNumId w:val="4"/>
  </w:num>
  <w:num w:numId="4" w16cid:durableId="1644508622">
    <w:abstractNumId w:val="3"/>
  </w:num>
  <w:num w:numId="5" w16cid:durableId="2039306091">
    <w:abstractNumId w:val="6"/>
  </w:num>
  <w:num w:numId="6" w16cid:durableId="1873684790">
    <w:abstractNumId w:val="10"/>
  </w:num>
  <w:num w:numId="7" w16cid:durableId="594439135">
    <w:abstractNumId w:val="1"/>
  </w:num>
  <w:num w:numId="8" w16cid:durableId="1204950201">
    <w:abstractNumId w:val="10"/>
  </w:num>
  <w:num w:numId="9" w16cid:durableId="1587155873">
    <w:abstractNumId w:val="1"/>
  </w:num>
  <w:num w:numId="10" w16cid:durableId="1436512412">
    <w:abstractNumId w:val="10"/>
  </w:num>
  <w:num w:numId="11" w16cid:durableId="810052750">
    <w:abstractNumId w:val="1"/>
  </w:num>
  <w:num w:numId="12" w16cid:durableId="12437582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54798109">
    <w:abstractNumId w:val="11"/>
  </w:num>
  <w:num w:numId="14" w16cid:durableId="1227258238">
    <w:abstractNumId w:val="10"/>
  </w:num>
  <w:num w:numId="15" w16cid:durableId="1244102345">
    <w:abstractNumId w:val="1"/>
  </w:num>
  <w:num w:numId="16" w16cid:durableId="1236554543">
    <w:abstractNumId w:val="0"/>
  </w:num>
  <w:num w:numId="17" w16cid:durableId="494885702">
    <w:abstractNumId w:val="9"/>
  </w:num>
  <w:num w:numId="18" w16cid:durableId="1206873129">
    <w:abstractNumId w:val="0"/>
  </w:num>
  <w:num w:numId="19" w16cid:durableId="127164078">
    <w:abstractNumId w:val="10"/>
  </w:num>
  <w:num w:numId="20" w16cid:durableId="1521048606">
    <w:abstractNumId w:val="1"/>
  </w:num>
  <w:num w:numId="21" w16cid:durableId="1731926905">
    <w:abstractNumId w:val="0"/>
  </w:num>
  <w:num w:numId="22" w16cid:durableId="827287856">
    <w:abstractNumId w:val="2"/>
  </w:num>
  <w:num w:numId="23" w16cid:durableId="7022932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Q3NjAwNTc0MTA2tjBV0lEKTi0uzszPAykwrQUAJuE22y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Palatino Linotype&lt;/FontName&gt;&lt;FontSize&gt;9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2rrxawscf0fd2ervf05wxzsep5ftt9a22rr&quot;&gt;PhD thesis-Lameness -copy&lt;record-ids&gt;&lt;item&gt;1106&lt;/item&gt;&lt;/record-ids&gt;&lt;/item&gt;&lt;/Libraries&gt;"/>
  </w:docVars>
  <w:rsids>
    <w:rsidRoot w:val="003C0510"/>
    <w:rsid w:val="0000273F"/>
    <w:rsid w:val="000047F6"/>
    <w:rsid w:val="00004E35"/>
    <w:rsid w:val="0001378E"/>
    <w:rsid w:val="00015736"/>
    <w:rsid w:val="00023A74"/>
    <w:rsid w:val="00023BD4"/>
    <w:rsid w:val="000264C9"/>
    <w:rsid w:val="00031CB1"/>
    <w:rsid w:val="000335F8"/>
    <w:rsid w:val="00035404"/>
    <w:rsid w:val="0003603F"/>
    <w:rsid w:val="00036A2F"/>
    <w:rsid w:val="000377AF"/>
    <w:rsid w:val="00040818"/>
    <w:rsid w:val="00042188"/>
    <w:rsid w:val="00044296"/>
    <w:rsid w:val="00052190"/>
    <w:rsid w:val="00052638"/>
    <w:rsid w:val="00055D4E"/>
    <w:rsid w:val="0005674F"/>
    <w:rsid w:val="00062BCE"/>
    <w:rsid w:val="00064C32"/>
    <w:rsid w:val="00065C2F"/>
    <w:rsid w:val="00065C81"/>
    <w:rsid w:val="0007385E"/>
    <w:rsid w:val="000745B3"/>
    <w:rsid w:val="0008687A"/>
    <w:rsid w:val="00086E1E"/>
    <w:rsid w:val="00091134"/>
    <w:rsid w:val="00093538"/>
    <w:rsid w:val="000A0F3B"/>
    <w:rsid w:val="000A63DD"/>
    <w:rsid w:val="000B571A"/>
    <w:rsid w:val="000B6B7B"/>
    <w:rsid w:val="000C0EC1"/>
    <w:rsid w:val="000D035F"/>
    <w:rsid w:val="000D52D7"/>
    <w:rsid w:val="000D5C07"/>
    <w:rsid w:val="000D761F"/>
    <w:rsid w:val="000E095D"/>
    <w:rsid w:val="000E4FAC"/>
    <w:rsid w:val="000E524D"/>
    <w:rsid w:val="000E58BB"/>
    <w:rsid w:val="000E7756"/>
    <w:rsid w:val="000F2CCB"/>
    <w:rsid w:val="000F5B55"/>
    <w:rsid w:val="000F65F0"/>
    <w:rsid w:val="00101399"/>
    <w:rsid w:val="00105F8D"/>
    <w:rsid w:val="001148B6"/>
    <w:rsid w:val="001149C4"/>
    <w:rsid w:val="00116A52"/>
    <w:rsid w:val="00121277"/>
    <w:rsid w:val="00131944"/>
    <w:rsid w:val="00135DEB"/>
    <w:rsid w:val="00137723"/>
    <w:rsid w:val="001577D3"/>
    <w:rsid w:val="00157C2C"/>
    <w:rsid w:val="0016195A"/>
    <w:rsid w:val="00161DAA"/>
    <w:rsid w:val="00170A7E"/>
    <w:rsid w:val="00174585"/>
    <w:rsid w:val="00177516"/>
    <w:rsid w:val="0017751C"/>
    <w:rsid w:val="00186858"/>
    <w:rsid w:val="00196C80"/>
    <w:rsid w:val="001A09C8"/>
    <w:rsid w:val="001A4B4C"/>
    <w:rsid w:val="001B27CF"/>
    <w:rsid w:val="001B35C7"/>
    <w:rsid w:val="001C6B9C"/>
    <w:rsid w:val="001D12CE"/>
    <w:rsid w:val="001D50F3"/>
    <w:rsid w:val="001E0D28"/>
    <w:rsid w:val="001E2AEB"/>
    <w:rsid w:val="001E3903"/>
    <w:rsid w:val="001E6013"/>
    <w:rsid w:val="001E67F4"/>
    <w:rsid w:val="001E7ECB"/>
    <w:rsid w:val="001F6532"/>
    <w:rsid w:val="00203146"/>
    <w:rsid w:val="00203AF0"/>
    <w:rsid w:val="00212924"/>
    <w:rsid w:val="00224ADC"/>
    <w:rsid w:val="002370EE"/>
    <w:rsid w:val="00241277"/>
    <w:rsid w:val="00243021"/>
    <w:rsid w:val="00246AE8"/>
    <w:rsid w:val="00262281"/>
    <w:rsid w:val="0026378C"/>
    <w:rsid w:val="00267A9B"/>
    <w:rsid w:val="00271268"/>
    <w:rsid w:val="002722BC"/>
    <w:rsid w:val="002756B6"/>
    <w:rsid w:val="00285431"/>
    <w:rsid w:val="002934A4"/>
    <w:rsid w:val="002A0511"/>
    <w:rsid w:val="002A1973"/>
    <w:rsid w:val="002A4FDD"/>
    <w:rsid w:val="002A533A"/>
    <w:rsid w:val="002A64D3"/>
    <w:rsid w:val="002C0C44"/>
    <w:rsid w:val="002C1DA1"/>
    <w:rsid w:val="002C5469"/>
    <w:rsid w:val="002C57A6"/>
    <w:rsid w:val="002C7F33"/>
    <w:rsid w:val="002D3BD3"/>
    <w:rsid w:val="002D72E6"/>
    <w:rsid w:val="002E2932"/>
    <w:rsid w:val="002F46F8"/>
    <w:rsid w:val="002F5F85"/>
    <w:rsid w:val="002F7CB0"/>
    <w:rsid w:val="003117A6"/>
    <w:rsid w:val="00313025"/>
    <w:rsid w:val="003152A8"/>
    <w:rsid w:val="0032135F"/>
    <w:rsid w:val="0032392F"/>
    <w:rsid w:val="0032554A"/>
    <w:rsid w:val="00326141"/>
    <w:rsid w:val="00333612"/>
    <w:rsid w:val="0033455E"/>
    <w:rsid w:val="0033467E"/>
    <w:rsid w:val="00336D21"/>
    <w:rsid w:val="003378A5"/>
    <w:rsid w:val="00351CFB"/>
    <w:rsid w:val="0035782F"/>
    <w:rsid w:val="0036319F"/>
    <w:rsid w:val="00364AA9"/>
    <w:rsid w:val="00380400"/>
    <w:rsid w:val="00380988"/>
    <w:rsid w:val="00390F7E"/>
    <w:rsid w:val="00392BFF"/>
    <w:rsid w:val="00392DF1"/>
    <w:rsid w:val="0039792D"/>
    <w:rsid w:val="003A16F4"/>
    <w:rsid w:val="003A3608"/>
    <w:rsid w:val="003A4318"/>
    <w:rsid w:val="003B1C74"/>
    <w:rsid w:val="003B637D"/>
    <w:rsid w:val="003B7EE5"/>
    <w:rsid w:val="003C0510"/>
    <w:rsid w:val="003C4747"/>
    <w:rsid w:val="003C48C0"/>
    <w:rsid w:val="003C511C"/>
    <w:rsid w:val="003D15FD"/>
    <w:rsid w:val="003D267B"/>
    <w:rsid w:val="003D600C"/>
    <w:rsid w:val="003E1A5A"/>
    <w:rsid w:val="003E46DF"/>
    <w:rsid w:val="003E6D39"/>
    <w:rsid w:val="003F4B25"/>
    <w:rsid w:val="003F72CF"/>
    <w:rsid w:val="003F7395"/>
    <w:rsid w:val="00401D30"/>
    <w:rsid w:val="00413713"/>
    <w:rsid w:val="00413BDC"/>
    <w:rsid w:val="0042145B"/>
    <w:rsid w:val="00424B82"/>
    <w:rsid w:val="004256E5"/>
    <w:rsid w:val="00434698"/>
    <w:rsid w:val="00435252"/>
    <w:rsid w:val="00435359"/>
    <w:rsid w:val="00451187"/>
    <w:rsid w:val="00451ED7"/>
    <w:rsid w:val="00453C50"/>
    <w:rsid w:val="00457BBC"/>
    <w:rsid w:val="00466697"/>
    <w:rsid w:val="0047132B"/>
    <w:rsid w:val="0047241D"/>
    <w:rsid w:val="00472C35"/>
    <w:rsid w:val="00474BBB"/>
    <w:rsid w:val="00476DBA"/>
    <w:rsid w:val="00486C88"/>
    <w:rsid w:val="00494E37"/>
    <w:rsid w:val="00496979"/>
    <w:rsid w:val="004973A5"/>
    <w:rsid w:val="004A28CA"/>
    <w:rsid w:val="004A59BC"/>
    <w:rsid w:val="004B06FF"/>
    <w:rsid w:val="004C0827"/>
    <w:rsid w:val="004C5579"/>
    <w:rsid w:val="004C5682"/>
    <w:rsid w:val="004C66CD"/>
    <w:rsid w:val="004D3D3E"/>
    <w:rsid w:val="004E357F"/>
    <w:rsid w:val="004E3A62"/>
    <w:rsid w:val="004E49E9"/>
    <w:rsid w:val="004E5595"/>
    <w:rsid w:val="004F6690"/>
    <w:rsid w:val="00502A18"/>
    <w:rsid w:val="00503162"/>
    <w:rsid w:val="005079EE"/>
    <w:rsid w:val="00510859"/>
    <w:rsid w:val="005119BD"/>
    <w:rsid w:val="00512532"/>
    <w:rsid w:val="0051330D"/>
    <w:rsid w:val="00513951"/>
    <w:rsid w:val="00515729"/>
    <w:rsid w:val="00516A8B"/>
    <w:rsid w:val="00516AED"/>
    <w:rsid w:val="00517511"/>
    <w:rsid w:val="00521045"/>
    <w:rsid w:val="00521100"/>
    <w:rsid w:val="00524C34"/>
    <w:rsid w:val="00525F88"/>
    <w:rsid w:val="005418E8"/>
    <w:rsid w:val="00542D45"/>
    <w:rsid w:val="00544941"/>
    <w:rsid w:val="00544D31"/>
    <w:rsid w:val="00556BB0"/>
    <w:rsid w:val="00564330"/>
    <w:rsid w:val="00565AEF"/>
    <w:rsid w:val="00572FBF"/>
    <w:rsid w:val="005833A1"/>
    <w:rsid w:val="00594DC6"/>
    <w:rsid w:val="005A1FEE"/>
    <w:rsid w:val="005B3260"/>
    <w:rsid w:val="005B4D6D"/>
    <w:rsid w:val="005B6946"/>
    <w:rsid w:val="005D0338"/>
    <w:rsid w:val="005E0472"/>
    <w:rsid w:val="005E1992"/>
    <w:rsid w:val="005F0191"/>
    <w:rsid w:val="005F341A"/>
    <w:rsid w:val="00601326"/>
    <w:rsid w:val="00603FAF"/>
    <w:rsid w:val="0061246A"/>
    <w:rsid w:val="00612783"/>
    <w:rsid w:val="00620191"/>
    <w:rsid w:val="00620A4E"/>
    <w:rsid w:val="00620C3D"/>
    <w:rsid w:val="00622A02"/>
    <w:rsid w:val="0062421B"/>
    <w:rsid w:val="00627C23"/>
    <w:rsid w:val="00640B28"/>
    <w:rsid w:val="006435EA"/>
    <w:rsid w:val="006451E4"/>
    <w:rsid w:val="00645518"/>
    <w:rsid w:val="006456C5"/>
    <w:rsid w:val="00650BC9"/>
    <w:rsid w:val="00656BB9"/>
    <w:rsid w:val="00663235"/>
    <w:rsid w:val="0066628E"/>
    <w:rsid w:val="006701F4"/>
    <w:rsid w:val="00671937"/>
    <w:rsid w:val="00682448"/>
    <w:rsid w:val="0068476D"/>
    <w:rsid w:val="00690510"/>
    <w:rsid w:val="00691655"/>
    <w:rsid w:val="00692393"/>
    <w:rsid w:val="00692F1F"/>
    <w:rsid w:val="006A1923"/>
    <w:rsid w:val="006A20B3"/>
    <w:rsid w:val="006A39AC"/>
    <w:rsid w:val="006A5B46"/>
    <w:rsid w:val="006B00C9"/>
    <w:rsid w:val="006B1036"/>
    <w:rsid w:val="006B16E9"/>
    <w:rsid w:val="006B1E9F"/>
    <w:rsid w:val="006B360D"/>
    <w:rsid w:val="006B4382"/>
    <w:rsid w:val="006B4995"/>
    <w:rsid w:val="006B5F41"/>
    <w:rsid w:val="006B75B9"/>
    <w:rsid w:val="006C25FF"/>
    <w:rsid w:val="006D0FE4"/>
    <w:rsid w:val="006D6816"/>
    <w:rsid w:val="006D7F0B"/>
    <w:rsid w:val="006E5515"/>
    <w:rsid w:val="006E74EE"/>
    <w:rsid w:val="006F6D68"/>
    <w:rsid w:val="00700661"/>
    <w:rsid w:val="00702803"/>
    <w:rsid w:val="00704F6D"/>
    <w:rsid w:val="0071212C"/>
    <w:rsid w:val="00730B78"/>
    <w:rsid w:val="00732F1F"/>
    <w:rsid w:val="007358C2"/>
    <w:rsid w:val="00735CDA"/>
    <w:rsid w:val="00773465"/>
    <w:rsid w:val="00775C36"/>
    <w:rsid w:val="00785931"/>
    <w:rsid w:val="0078616E"/>
    <w:rsid w:val="00795C38"/>
    <w:rsid w:val="007A4795"/>
    <w:rsid w:val="007B14DC"/>
    <w:rsid w:val="007B1656"/>
    <w:rsid w:val="007B7BB1"/>
    <w:rsid w:val="007C2AD3"/>
    <w:rsid w:val="007D06A2"/>
    <w:rsid w:val="007D373E"/>
    <w:rsid w:val="007D6413"/>
    <w:rsid w:val="007E1525"/>
    <w:rsid w:val="007E30D1"/>
    <w:rsid w:val="007E3AA7"/>
    <w:rsid w:val="007E6697"/>
    <w:rsid w:val="007F0242"/>
    <w:rsid w:val="007F2D18"/>
    <w:rsid w:val="007F3F44"/>
    <w:rsid w:val="007F47E0"/>
    <w:rsid w:val="007F5016"/>
    <w:rsid w:val="007F78A4"/>
    <w:rsid w:val="00804D77"/>
    <w:rsid w:val="008146B7"/>
    <w:rsid w:val="00820D6E"/>
    <w:rsid w:val="00825E17"/>
    <w:rsid w:val="00833AC5"/>
    <w:rsid w:val="00837C8E"/>
    <w:rsid w:val="00844D71"/>
    <w:rsid w:val="00846673"/>
    <w:rsid w:val="00847126"/>
    <w:rsid w:val="0085249B"/>
    <w:rsid w:val="008548D2"/>
    <w:rsid w:val="008559AF"/>
    <w:rsid w:val="008624C2"/>
    <w:rsid w:val="008671AC"/>
    <w:rsid w:val="00873A00"/>
    <w:rsid w:val="00891E99"/>
    <w:rsid w:val="008928EA"/>
    <w:rsid w:val="00897EB1"/>
    <w:rsid w:val="008A1C61"/>
    <w:rsid w:val="008A59A2"/>
    <w:rsid w:val="008B5B1E"/>
    <w:rsid w:val="008C1C8D"/>
    <w:rsid w:val="008C1D63"/>
    <w:rsid w:val="008C68AC"/>
    <w:rsid w:val="008D375B"/>
    <w:rsid w:val="008D3CC4"/>
    <w:rsid w:val="008D4759"/>
    <w:rsid w:val="008E40BE"/>
    <w:rsid w:val="008E5278"/>
    <w:rsid w:val="008E6908"/>
    <w:rsid w:val="008F51AA"/>
    <w:rsid w:val="0090667A"/>
    <w:rsid w:val="0090684B"/>
    <w:rsid w:val="00912950"/>
    <w:rsid w:val="0091486D"/>
    <w:rsid w:val="00914EC7"/>
    <w:rsid w:val="00917277"/>
    <w:rsid w:val="009217D9"/>
    <w:rsid w:val="00922524"/>
    <w:rsid w:val="00922AC4"/>
    <w:rsid w:val="00926F87"/>
    <w:rsid w:val="00935229"/>
    <w:rsid w:val="00935E74"/>
    <w:rsid w:val="009439F8"/>
    <w:rsid w:val="00946196"/>
    <w:rsid w:val="00950093"/>
    <w:rsid w:val="00962C9F"/>
    <w:rsid w:val="00963DE0"/>
    <w:rsid w:val="009657FC"/>
    <w:rsid w:val="00966FA4"/>
    <w:rsid w:val="0097122E"/>
    <w:rsid w:val="0097159B"/>
    <w:rsid w:val="0097465F"/>
    <w:rsid w:val="009910FE"/>
    <w:rsid w:val="00991144"/>
    <w:rsid w:val="00996705"/>
    <w:rsid w:val="00996953"/>
    <w:rsid w:val="009A022C"/>
    <w:rsid w:val="009A17CB"/>
    <w:rsid w:val="009B2EFB"/>
    <w:rsid w:val="009B623E"/>
    <w:rsid w:val="009D2AAC"/>
    <w:rsid w:val="009E0803"/>
    <w:rsid w:val="009E0B08"/>
    <w:rsid w:val="009E1C78"/>
    <w:rsid w:val="009E2C8B"/>
    <w:rsid w:val="009E6C72"/>
    <w:rsid w:val="009F0AB9"/>
    <w:rsid w:val="009F3D22"/>
    <w:rsid w:val="009F687E"/>
    <w:rsid w:val="009F70E6"/>
    <w:rsid w:val="00A006A7"/>
    <w:rsid w:val="00A00C79"/>
    <w:rsid w:val="00A03837"/>
    <w:rsid w:val="00A10BF0"/>
    <w:rsid w:val="00A13335"/>
    <w:rsid w:val="00A17CCC"/>
    <w:rsid w:val="00A218D9"/>
    <w:rsid w:val="00A30EE5"/>
    <w:rsid w:val="00A31E0C"/>
    <w:rsid w:val="00A35AD4"/>
    <w:rsid w:val="00A408DD"/>
    <w:rsid w:val="00A40A2E"/>
    <w:rsid w:val="00A454B0"/>
    <w:rsid w:val="00A514BE"/>
    <w:rsid w:val="00A52C58"/>
    <w:rsid w:val="00A6258E"/>
    <w:rsid w:val="00A6270D"/>
    <w:rsid w:val="00A62C9D"/>
    <w:rsid w:val="00A6319C"/>
    <w:rsid w:val="00A65E65"/>
    <w:rsid w:val="00A677CE"/>
    <w:rsid w:val="00A70494"/>
    <w:rsid w:val="00A759FE"/>
    <w:rsid w:val="00A92DC1"/>
    <w:rsid w:val="00AA2C69"/>
    <w:rsid w:val="00AA6034"/>
    <w:rsid w:val="00AA6B58"/>
    <w:rsid w:val="00AB15C2"/>
    <w:rsid w:val="00AC6D5B"/>
    <w:rsid w:val="00AE11CB"/>
    <w:rsid w:val="00AE3F19"/>
    <w:rsid w:val="00AF1E37"/>
    <w:rsid w:val="00AF21E2"/>
    <w:rsid w:val="00AF3BED"/>
    <w:rsid w:val="00AF500B"/>
    <w:rsid w:val="00AF5362"/>
    <w:rsid w:val="00AF6CBF"/>
    <w:rsid w:val="00B33EC2"/>
    <w:rsid w:val="00B42532"/>
    <w:rsid w:val="00B44793"/>
    <w:rsid w:val="00B47050"/>
    <w:rsid w:val="00B51872"/>
    <w:rsid w:val="00B56087"/>
    <w:rsid w:val="00B5701F"/>
    <w:rsid w:val="00B60894"/>
    <w:rsid w:val="00B60980"/>
    <w:rsid w:val="00B60B0F"/>
    <w:rsid w:val="00B65282"/>
    <w:rsid w:val="00B83160"/>
    <w:rsid w:val="00B861B4"/>
    <w:rsid w:val="00B868D1"/>
    <w:rsid w:val="00B9502E"/>
    <w:rsid w:val="00BA1032"/>
    <w:rsid w:val="00BA37A3"/>
    <w:rsid w:val="00BC1C06"/>
    <w:rsid w:val="00BC2293"/>
    <w:rsid w:val="00BC687B"/>
    <w:rsid w:val="00BD2EDC"/>
    <w:rsid w:val="00BE24FC"/>
    <w:rsid w:val="00BF0D54"/>
    <w:rsid w:val="00BF5140"/>
    <w:rsid w:val="00C02EB8"/>
    <w:rsid w:val="00C116FD"/>
    <w:rsid w:val="00C12CD2"/>
    <w:rsid w:val="00C25435"/>
    <w:rsid w:val="00C5095A"/>
    <w:rsid w:val="00C5217D"/>
    <w:rsid w:val="00C5255C"/>
    <w:rsid w:val="00C55E2A"/>
    <w:rsid w:val="00C62ED0"/>
    <w:rsid w:val="00C768A0"/>
    <w:rsid w:val="00C77A2C"/>
    <w:rsid w:val="00C8109F"/>
    <w:rsid w:val="00C8282C"/>
    <w:rsid w:val="00C82DE9"/>
    <w:rsid w:val="00C877D1"/>
    <w:rsid w:val="00C903CE"/>
    <w:rsid w:val="00CA5FAE"/>
    <w:rsid w:val="00CA6FFE"/>
    <w:rsid w:val="00CA735C"/>
    <w:rsid w:val="00CC16CA"/>
    <w:rsid w:val="00CC1BFE"/>
    <w:rsid w:val="00CC692F"/>
    <w:rsid w:val="00CD07BD"/>
    <w:rsid w:val="00CD77CF"/>
    <w:rsid w:val="00CE5770"/>
    <w:rsid w:val="00CF26C9"/>
    <w:rsid w:val="00CF6B0C"/>
    <w:rsid w:val="00D058F8"/>
    <w:rsid w:val="00D20C10"/>
    <w:rsid w:val="00D21FB9"/>
    <w:rsid w:val="00D340CD"/>
    <w:rsid w:val="00D3540D"/>
    <w:rsid w:val="00D4154C"/>
    <w:rsid w:val="00D42227"/>
    <w:rsid w:val="00D432C6"/>
    <w:rsid w:val="00D47F13"/>
    <w:rsid w:val="00D516E5"/>
    <w:rsid w:val="00D52EC0"/>
    <w:rsid w:val="00D569D9"/>
    <w:rsid w:val="00D67C29"/>
    <w:rsid w:val="00D729BB"/>
    <w:rsid w:val="00D8283B"/>
    <w:rsid w:val="00D84353"/>
    <w:rsid w:val="00D85A80"/>
    <w:rsid w:val="00D94AE7"/>
    <w:rsid w:val="00DA2E28"/>
    <w:rsid w:val="00DA5953"/>
    <w:rsid w:val="00DB01AD"/>
    <w:rsid w:val="00DB6E58"/>
    <w:rsid w:val="00DC3A51"/>
    <w:rsid w:val="00DC7740"/>
    <w:rsid w:val="00DD0741"/>
    <w:rsid w:val="00DE27C7"/>
    <w:rsid w:val="00DE2F0B"/>
    <w:rsid w:val="00DE318C"/>
    <w:rsid w:val="00DE60ED"/>
    <w:rsid w:val="00DF1546"/>
    <w:rsid w:val="00DF3207"/>
    <w:rsid w:val="00DF7A3F"/>
    <w:rsid w:val="00E005EA"/>
    <w:rsid w:val="00E0226D"/>
    <w:rsid w:val="00E026A9"/>
    <w:rsid w:val="00E037CB"/>
    <w:rsid w:val="00E04830"/>
    <w:rsid w:val="00E1017E"/>
    <w:rsid w:val="00E1129A"/>
    <w:rsid w:val="00E15355"/>
    <w:rsid w:val="00E206EC"/>
    <w:rsid w:val="00E21B48"/>
    <w:rsid w:val="00E23F74"/>
    <w:rsid w:val="00E27931"/>
    <w:rsid w:val="00E372D0"/>
    <w:rsid w:val="00E431B5"/>
    <w:rsid w:val="00E4392F"/>
    <w:rsid w:val="00E534AA"/>
    <w:rsid w:val="00E5362F"/>
    <w:rsid w:val="00E54314"/>
    <w:rsid w:val="00E60F6A"/>
    <w:rsid w:val="00E63CBD"/>
    <w:rsid w:val="00E7494D"/>
    <w:rsid w:val="00E823C1"/>
    <w:rsid w:val="00E86E41"/>
    <w:rsid w:val="00E92783"/>
    <w:rsid w:val="00EA0624"/>
    <w:rsid w:val="00EA0796"/>
    <w:rsid w:val="00EA56B2"/>
    <w:rsid w:val="00EB622D"/>
    <w:rsid w:val="00EC151F"/>
    <w:rsid w:val="00EC472B"/>
    <w:rsid w:val="00ED08CC"/>
    <w:rsid w:val="00ED1D25"/>
    <w:rsid w:val="00ED5A8F"/>
    <w:rsid w:val="00ED5C06"/>
    <w:rsid w:val="00EE1D11"/>
    <w:rsid w:val="00EF73D8"/>
    <w:rsid w:val="00F01440"/>
    <w:rsid w:val="00F0326D"/>
    <w:rsid w:val="00F048D7"/>
    <w:rsid w:val="00F1064B"/>
    <w:rsid w:val="00F11475"/>
    <w:rsid w:val="00F13C82"/>
    <w:rsid w:val="00F13D09"/>
    <w:rsid w:val="00F24E50"/>
    <w:rsid w:val="00F27FB5"/>
    <w:rsid w:val="00F36017"/>
    <w:rsid w:val="00F37577"/>
    <w:rsid w:val="00F427B8"/>
    <w:rsid w:val="00F70808"/>
    <w:rsid w:val="00F76D15"/>
    <w:rsid w:val="00F83CAF"/>
    <w:rsid w:val="00F847AD"/>
    <w:rsid w:val="00FA10E0"/>
    <w:rsid w:val="00FA754D"/>
    <w:rsid w:val="00FB4885"/>
    <w:rsid w:val="00FB5034"/>
    <w:rsid w:val="00FB5BEA"/>
    <w:rsid w:val="00FB79E6"/>
    <w:rsid w:val="00FC1650"/>
    <w:rsid w:val="00FD545F"/>
    <w:rsid w:val="00FD5D29"/>
    <w:rsid w:val="00FE2650"/>
    <w:rsid w:val="00FE4A70"/>
    <w:rsid w:val="00FE6257"/>
    <w:rsid w:val="00FF30E2"/>
    <w:rsid w:val="00FF4DCD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C1F6C3B"/>
  <w15:chartTrackingRefBased/>
  <w15:docId w15:val="{E9BFC1A8-DA13-4AE7-87D3-752D7C7F8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0338"/>
    <w:pPr>
      <w:spacing w:line="260" w:lineRule="atLeast"/>
      <w:jc w:val="both"/>
    </w:pPr>
    <w:rPr>
      <w:rFonts w:ascii="Palatino Linotype" w:hAnsi="Palatino Linotype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5D0338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5D0338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5D0338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5D0338"/>
    <w:pPr>
      <w:adjustRightInd w:val="0"/>
      <w:snapToGrid w:val="0"/>
      <w:spacing w:line="240" w:lineRule="atLeast"/>
      <w:ind w:right="113"/>
      <w:jc w:val="left"/>
    </w:pPr>
    <w:rPr>
      <w:rFonts w:eastAsia="Times New Roman"/>
      <w:sz w:val="14"/>
      <w:lang w:eastAsia="de-DE" w:bidi="en-US"/>
    </w:rPr>
  </w:style>
  <w:style w:type="paragraph" w:customStyle="1" w:styleId="MDPI16affiliation">
    <w:name w:val="MDPI_1.6_affiliation"/>
    <w:qFormat/>
    <w:rsid w:val="005D0338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5D0338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5D0338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5D0338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E92783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5D0338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D03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5D0338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5D0338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5D0338"/>
    <w:pPr>
      <w:ind w:firstLine="0"/>
    </w:pPr>
  </w:style>
  <w:style w:type="paragraph" w:customStyle="1" w:styleId="MDPI31text">
    <w:name w:val="MDPI_3.1_text"/>
    <w:link w:val="MDPI31textChar"/>
    <w:qFormat/>
    <w:rsid w:val="00A408DD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5D0338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5D0338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5D0338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5D0338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510859"/>
    <w:pPr>
      <w:numPr>
        <w:numId w:val="21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510859"/>
    <w:pPr>
      <w:numPr>
        <w:numId w:val="2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5D0338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5D0338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5D0338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FA754D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5D0338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5D0338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5D0338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5D0338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5D0338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firstpage">
    <w:name w:val="MDPI_footer_firstpage"/>
    <w:qFormat/>
    <w:rsid w:val="005D0338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23heading3">
    <w:name w:val="MDPI_2.3_heading3"/>
    <w:qFormat/>
    <w:rsid w:val="005D0338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5D0338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5D0338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F13D09"/>
    <w:pPr>
      <w:numPr>
        <w:numId w:val="2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character" w:styleId="Strong">
    <w:name w:val="Strong"/>
    <w:uiPriority w:val="22"/>
    <w:qFormat/>
    <w:rsid w:val="00E92783"/>
    <w:rPr>
      <w:b/>
      <w:bCs/>
    </w:rPr>
  </w:style>
  <w:style w:type="paragraph" w:styleId="BalloonText">
    <w:name w:val="Balloon Text"/>
    <w:basedOn w:val="Normal"/>
    <w:link w:val="BalloonTextChar"/>
    <w:uiPriority w:val="99"/>
    <w:rsid w:val="005D0338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5D0338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8C1C8D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5D0338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5D033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F01440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rsid w:val="005D0338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5D0338"/>
    <w:rPr>
      <w:rFonts w:ascii="Palatino Linotype" w:hAnsi="Palatino Linotype"/>
      <w:noProof/>
      <w:color w:val="000000"/>
      <w:szCs w:val="18"/>
    </w:rPr>
  </w:style>
  <w:style w:type="table" w:styleId="PlainTable4">
    <w:name w:val="Plain Table 4"/>
    <w:basedOn w:val="TableNormal"/>
    <w:uiPriority w:val="44"/>
    <w:rsid w:val="008D475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5D0338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5D0338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5D0338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eastAsia="en-US" w:bidi="en-US"/>
    </w:rPr>
  </w:style>
  <w:style w:type="paragraph" w:customStyle="1" w:styleId="MDPI15academiceditor">
    <w:name w:val="MDPI_1.5_academic_editor"/>
    <w:qFormat/>
    <w:rsid w:val="0051330D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5D0338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5D0338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5D0338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5D0338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5D0338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5D0338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5D0338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5D0338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5D0338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5D0338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5D0338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5D0338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5D0338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5D0338"/>
  </w:style>
  <w:style w:type="paragraph" w:styleId="Bibliography">
    <w:name w:val="Bibliography"/>
    <w:basedOn w:val="Normal"/>
    <w:next w:val="Normal"/>
    <w:uiPriority w:val="37"/>
    <w:semiHidden/>
    <w:unhideWhenUsed/>
    <w:rsid w:val="005D0338"/>
  </w:style>
  <w:style w:type="paragraph" w:styleId="BodyText">
    <w:name w:val="Body Text"/>
    <w:link w:val="BodyTextChar"/>
    <w:rsid w:val="005D0338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5D0338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5D0338"/>
    <w:rPr>
      <w:sz w:val="21"/>
      <w:szCs w:val="21"/>
    </w:rPr>
  </w:style>
  <w:style w:type="paragraph" w:styleId="CommentText">
    <w:name w:val="annotation text"/>
    <w:basedOn w:val="Normal"/>
    <w:link w:val="CommentTextChar"/>
    <w:rsid w:val="005D0338"/>
  </w:style>
  <w:style w:type="character" w:customStyle="1" w:styleId="CommentTextChar">
    <w:name w:val="Comment Text Char"/>
    <w:link w:val="CommentText"/>
    <w:rsid w:val="005D0338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5D0338"/>
    <w:rPr>
      <w:b/>
      <w:bCs/>
    </w:rPr>
  </w:style>
  <w:style w:type="character" w:customStyle="1" w:styleId="CommentSubjectChar">
    <w:name w:val="Comment Subject Char"/>
    <w:link w:val="CommentSubject"/>
    <w:rsid w:val="005D0338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5D0338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5D0338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5D0338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5D0338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5D0338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5D0338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5D0338"/>
    <w:rPr>
      <w:szCs w:val="24"/>
    </w:rPr>
  </w:style>
  <w:style w:type="paragraph" w:customStyle="1" w:styleId="MsoFootnoteText0">
    <w:name w:val="MsoFootnoteText"/>
    <w:basedOn w:val="NormalWeb"/>
    <w:qFormat/>
    <w:rsid w:val="005D0338"/>
    <w:rPr>
      <w:rFonts w:ascii="Times New Roman" w:hAnsi="Times New Roman"/>
    </w:rPr>
  </w:style>
  <w:style w:type="character" w:styleId="PageNumber">
    <w:name w:val="page number"/>
    <w:rsid w:val="005D0338"/>
  </w:style>
  <w:style w:type="character" w:styleId="PlaceholderText">
    <w:name w:val="Placeholder Text"/>
    <w:uiPriority w:val="99"/>
    <w:semiHidden/>
    <w:rsid w:val="005D0338"/>
    <w:rPr>
      <w:color w:val="808080"/>
    </w:rPr>
  </w:style>
  <w:style w:type="paragraph" w:customStyle="1" w:styleId="MDPI71FootNotes">
    <w:name w:val="MDPI_7.1_FootNotes"/>
    <w:qFormat/>
    <w:rsid w:val="006B00C9"/>
    <w:pPr>
      <w:numPr>
        <w:numId w:val="20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  <w:style w:type="table" w:customStyle="1" w:styleId="Style1">
    <w:name w:val="Style1"/>
    <w:basedOn w:val="TableNormal"/>
    <w:uiPriority w:val="99"/>
    <w:rsid w:val="00966FA4"/>
    <w:rPr>
      <w:rFonts w:asciiTheme="minorHAnsi" w:eastAsiaTheme="minorHAnsi" w:hAnsiTheme="minorHAnsi" w:cstheme="minorBidi"/>
      <w:sz w:val="24"/>
      <w:szCs w:val="22"/>
      <w:lang w:val="en-NZ" w:eastAsia="en-US"/>
    </w:rPr>
    <w:tblPr>
      <w:tblBorders>
        <w:bottom w:val="single" w:sz="4" w:space="0" w:color="auto"/>
      </w:tblBorders>
    </w:tblPr>
    <w:tblStylePr w:type="fir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AF21E2"/>
    <w:pPr>
      <w:jc w:val="center"/>
    </w:pPr>
    <w:rPr>
      <w:noProof/>
      <w:sz w:val="18"/>
    </w:rPr>
  </w:style>
  <w:style w:type="character" w:customStyle="1" w:styleId="MDPI31textChar">
    <w:name w:val="MDPI_3.1_text Char"/>
    <w:basedOn w:val="DefaultParagraphFont"/>
    <w:link w:val="MDPI31text"/>
    <w:rsid w:val="00AF21E2"/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character" w:customStyle="1" w:styleId="EndNoteBibliographyTitleChar">
    <w:name w:val="EndNote Bibliography Title Char"/>
    <w:basedOn w:val="MDPI31textChar"/>
    <w:link w:val="EndNoteBibliographyTitle"/>
    <w:rsid w:val="00AF21E2"/>
    <w:rPr>
      <w:rFonts w:ascii="Palatino Linotype" w:eastAsia="Times New Roman" w:hAnsi="Palatino Linotype"/>
      <w:noProof/>
      <w:snapToGrid/>
      <w:color w:val="000000"/>
      <w:sz w:val="18"/>
      <w:szCs w:val="22"/>
      <w:lang w:eastAsia="de-DE" w:bidi="en-US"/>
    </w:rPr>
  </w:style>
  <w:style w:type="paragraph" w:customStyle="1" w:styleId="EndNoteBibliography">
    <w:name w:val="EndNote Bibliography"/>
    <w:basedOn w:val="Normal"/>
    <w:link w:val="EndNoteBibliographyChar"/>
    <w:rsid w:val="00AF21E2"/>
    <w:pPr>
      <w:spacing w:line="240" w:lineRule="atLeast"/>
    </w:pPr>
    <w:rPr>
      <w:noProof/>
      <w:sz w:val="18"/>
    </w:rPr>
  </w:style>
  <w:style w:type="character" w:customStyle="1" w:styleId="EndNoteBibliographyChar">
    <w:name w:val="EndNote Bibliography Char"/>
    <w:basedOn w:val="MDPI31textChar"/>
    <w:link w:val="EndNoteBibliography"/>
    <w:rsid w:val="00AF21E2"/>
    <w:rPr>
      <w:rFonts w:ascii="Palatino Linotype" w:eastAsia="Times New Roman" w:hAnsi="Palatino Linotype"/>
      <w:noProof/>
      <w:snapToGrid/>
      <w:color w:val="000000"/>
      <w:sz w:val="18"/>
      <w:szCs w:val="22"/>
      <w:lang w:eastAsia="de-DE" w:bidi="en-US"/>
    </w:rPr>
  </w:style>
  <w:style w:type="paragraph" w:styleId="Revision">
    <w:name w:val="Revision"/>
    <w:hidden/>
    <w:uiPriority w:val="99"/>
    <w:semiHidden/>
    <w:rsid w:val="008A59A2"/>
    <w:rPr>
      <w:rFonts w:ascii="Palatino Linotype" w:hAnsi="Palatino Linotype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tasha\Downloads\animal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8ABD70F-D64E-4A77-A12A-7B81602EE62B}">
  <we:reference id="wa104381909" version="3.3.0.0" store="en-US" storeType="OMEX"/>
  <we:alternateReferences>
    <we:reference id="wa104381909" version="3.3.0.0" store="WA104381909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0802C-B42F-4F8C-9409-96583815C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animals-template</Template>
  <TotalTime>3</TotalTime>
  <Pages>1</Pages>
  <Words>209</Words>
  <Characters>925</Characters>
  <Application>Microsoft Office Word</Application>
  <DocSecurity>0</DocSecurity>
  <Lines>15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Natasha</dc:creator>
  <cp:keywords/>
  <dc:description/>
  <cp:lastModifiedBy>Natasha Jaques</cp:lastModifiedBy>
  <cp:revision>3</cp:revision>
  <dcterms:created xsi:type="dcterms:W3CDTF">2023-02-09T07:39:00Z</dcterms:created>
  <dcterms:modified xsi:type="dcterms:W3CDTF">2023-02-09T07:58:00Z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e121d7fd-545f-4367-ba45-09a5d69962f0</vt:lpwstr>
  </property>
  <property fmtid="{D5CDD505-2E9C-101B-9397-08002B2CF9AE}" pid="3" name="MSIP_Label_bd9e4d68-54d0-40a5-8c9a-85a36c87352c_Enabled">
    <vt:lpwstr>true</vt:lpwstr>
  </property>
  <property fmtid="{D5CDD505-2E9C-101B-9397-08002B2CF9AE}" pid="4" name="MSIP_Label_bd9e4d68-54d0-40a5-8c9a-85a36c87352c_SetDate">
    <vt:lpwstr>2022-11-06T01:07:51Z</vt:lpwstr>
  </property>
  <property fmtid="{D5CDD505-2E9C-101B-9397-08002B2CF9AE}" pid="5" name="MSIP_Label_bd9e4d68-54d0-40a5-8c9a-85a36c87352c_Method">
    <vt:lpwstr>Standard</vt:lpwstr>
  </property>
  <property fmtid="{D5CDD505-2E9C-101B-9397-08002B2CF9AE}" pid="6" name="MSIP_Label_bd9e4d68-54d0-40a5-8c9a-85a36c87352c_Name">
    <vt:lpwstr>Unclassified</vt:lpwstr>
  </property>
  <property fmtid="{D5CDD505-2E9C-101B-9397-08002B2CF9AE}" pid="7" name="MSIP_Label_bd9e4d68-54d0-40a5-8c9a-85a36c87352c_SiteId">
    <vt:lpwstr>388728e1-bbd0-4378-98dc-f8682e644300</vt:lpwstr>
  </property>
  <property fmtid="{D5CDD505-2E9C-101B-9397-08002B2CF9AE}" pid="8" name="MSIP_Label_bd9e4d68-54d0-40a5-8c9a-85a36c87352c_ActionId">
    <vt:lpwstr>f86004de-a20f-4b3c-8198-c1d67dcca087</vt:lpwstr>
  </property>
  <property fmtid="{D5CDD505-2E9C-101B-9397-08002B2CF9AE}" pid="9" name="MSIP_Label_bd9e4d68-54d0-40a5-8c9a-85a36c87352c_ContentBits">
    <vt:lpwstr>0</vt:lpwstr>
  </property>
</Properties>
</file>