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7E76E" w14:textId="0F2CAC83" w:rsidR="00797A92" w:rsidRDefault="00D52E54" w:rsidP="00D52E54">
      <w:pPr>
        <w:pStyle w:val="MDPI22heading2"/>
        <w:spacing w:before="240"/>
        <w:ind w:left="0"/>
        <w:rPr>
          <w:noProof w:val="0"/>
        </w:rPr>
      </w:pPr>
      <w:r>
        <w:rPr>
          <w:noProof w:val="0"/>
        </w:rPr>
        <w:t>Supplementary Figures</w:t>
      </w:r>
    </w:p>
    <w:p w14:paraId="3FE2E718" w14:textId="77777777" w:rsidR="00D52E54" w:rsidRPr="00E75611" w:rsidRDefault="00D52E54" w:rsidP="00D52E54">
      <w:pPr>
        <w:pStyle w:val="MDPI22heading2"/>
        <w:spacing w:before="240"/>
        <w:ind w:left="0"/>
        <w:rPr>
          <w:noProof w:val="0"/>
        </w:rPr>
      </w:pPr>
    </w:p>
    <w:p w14:paraId="4FB219EC" w14:textId="5B95F5A1" w:rsidR="00797A92" w:rsidRPr="00B720CD" w:rsidRDefault="00B720CD" w:rsidP="00D52E54">
      <w:pPr>
        <w:pStyle w:val="MDPI52figure"/>
        <w:jc w:val="left"/>
        <w:rPr>
          <w:b/>
        </w:rPr>
      </w:pPr>
      <w:r>
        <w:rPr>
          <w:b/>
          <w:noProof/>
          <w:snapToGrid/>
        </w:rPr>
        <w:drawing>
          <wp:inline distT="0" distB="0" distL="0" distR="0" wp14:anchorId="22FD04FF" wp14:editId="4588D0E0">
            <wp:extent cx="6645910" cy="7209790"/>
            <wp:effectExtent l="0" t="0" r="0" b="381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20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CE79F" w14:textId="77777777" w:rsidR="00D52E54" w:rsidRDefault="00D52E54" w:rsidP="00D52E54">
      <w:pPr>
        <w:pStyle w:val="MDPI51figurecaption"/>
        <w:ind w:left="0"/>
        <w:rPr>
          <w:b/>
        </w:rPr>
      </w:pPr>
    </w:p>
    <w:p w14:paraId="7E99502B" w14:textId="5FD54AD0" w:rsidR="00797A92" w:rsidRDefault="00797A92" w:rsidP="00D52E54">
      <w:pPr>
        <w:pStyle w:val="MDPI51figurecaption"/>
        <w:ind w:left="0"/>
      </w:pPr>
      <w:r w:rsidRPr="00FA04F1">
        <w:rPr>
          <w:b/>
        </w:rPr>
        <w:t xml:space="preserve">Figure </w:t>
      </w:r>
      <w:r w:rsidR="00D52E54">
        <w:rPr>
          <w:b/>
        </w:rPr>
        <w:t>S</w:t>
      </w:r>
      <w:r w:rsidRPr="00FA04F1">
        <w:rPr>
          <w:b/>
        </w:rPr>
        <w:t xml:space="preserve">1. </w:t>
      </w:r>
      <w:r w:rsidR="00D52E54">
        <w:t>Machine Learning Curve for each best models using Grid search method; Random Forest, AdaBoost and Gradient Boosting Machine</w:t>
      </w:r>
      <w:r w:rsidR="00B720CD">
        <w:t xml:space="preserve">. </w:t>
      </w:r>
      <w:r w:rsidR="00F04F2E">
        <w:t>A r</w:t>
      </w:r>
      <w:r w:rsidR="00B720CD">
        <w:t>ed dot indicates the combinations of hyperparameter</w:t>
      </w:r>
      <w:r w:rsidR="00F04F2E">
        <w:t>s</w:t>
      </w:r>
      <w:r w:rsidR="00B720CD">
        <w:t xml:space="preserve"> that result in the best performance of each model.</w:t>
      </w:r>
    </w:p>
    <w:p w14:paraId="71D74DCD" w14:textId="7E798AD6" w:rsidR="00D52E54" w:rsidRDefault="00D52E54" w:rsidP="00D52E54">
      <w:pPr>
        <w:pStyle w:val="MDPI52figure"/>
        <w:jc w:val="left"/>
        <w:rPr>
          <w:b/>
        </w:rPr>
      </w:pPr>
    </w:p>
    <w:p w14:paraId="7C5BF3F0" w14:textId="27A3047E" w:rsidR="00D52E54" w:rsidRDefault="00D52E54" w:rsidP="00D52E54">
      <w:pPr>
        <w:pStyle w:val="MDPI51figurecaption"/>
        <w:ind w:left="0"/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3F027F9" wp14:editId="16EE8C14">
            <wp:extent cx="3753497" cy="3600000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그림 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497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0B724" w14:textId="20D97A02" w:rsidR="00D52E54" w:rsidRDefault="00D52E54" w:rsidP="00D52E54">
      <w:pPr>
        <w:pStyle w:val="MDPI51figurecaption"/>
        <w:ind w:left="0"/>
      </w:pPr>
      <w:r w:rsidRPr="00FA04F1">
        <w:rPr>
          <w:b/>
        </w:rPr>
        <w:t xml:space="preserve">Figure </w:t>
      </w:r>
      <w:r>
        <w:rPr>
          <w:b/>
        </w:rPr>
        <w:t>S2</w:t>
      </w:r>
      <w:r w:rsidRPr="00FA04F1">
        <w:rPr>
          <w:b/>
        </w:rPr>
        <w:t xml:space="preserve">. </w:t>
      </w:r>
      <w:r>
        <w:t xml:space="preserve">ROC (Receiver Operating Characteristic) Curve for three different best models (Random Forest, AdaBoost and Gradient Boosting Machine) based on 10 selected Checkup features. </w:t>
      </w:r>
    </w:p>
    <w:p w14:paraId="522A6BFA" w14:textId="1DCB52A1" w:rsidR="00D52E54" w:rsidRDefault="00D52E54" w:rsidP="00D52E54">
      <w:pPr>
        <w:pStyle w:val="MDPI51figurecaption"/>
        <w:ind w:left="0"/>
        <w:jc w:val="center"/>
      </w:pPr>
      <w:r>
        <w:rPr>
          <w:noProof/>
        </w:rPr>
        <w:drawing>
          <wp:inline distT="0" distB="0" distL="0" distR="0" wp14:anchorId="7042F379" wp14:editId="7D0F8CF7">
            <wp:extent cx="3753497" cy="3600000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497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7AF5E" w14:textId="2C738B9A" w:rsidR="00D52E54" w:rsidRDefault="00D52E54" w:rsidP="00D52E54">
      <w:pPr>
        <w:pStyle w:val="MDPI51figurecaption"/>
        <w:ind w:left="0"/>
      </w:pPr>
      <w:r w:rsidRPr="00FA04F1">
        <w:rPr>
          <w:b/>
        </w:rPr>
        <w:t xml:space="preserve">Figure </w:t>
      </w:r>
      <w:r>
        <w:rPr>
          <w:b/>
        </w:rPr>
        <w:t>S3</w:t>
      </w:r>
      <w:r w:rsidRPr="00FA04F1">
        <w:rPr>
          <w:b/>
        </w:rPr>
        <w:t xml:space="preserve">. </w:t>
      </w:r>
      <w:r>
        <w:t xml:space="preserve">ROC (Receiver Operating Characteristic) Curve for three different best models (Random Forest, AdaBoost and Gradient Boosting Machine) based on 10 selected Survey features. </w:t>
      </w:r>
    </w:p>
    <w:p w14:paraId="1C2DB1BF" w14:textId="48F1F103" w:rsidR="00D52E54" w:rsidRDefault="00B720CD" w:rsidP="00D52E54">
      <w:pPr>
        <w:pStyle w:val="MDPI51figurecaption"/>
        <w:ind w:left="0"/>
      </w:pPr>
      <w:r>
        <w:rPr>
          <w:noProof/>
        </w:rPr>
        <w:lastRenderedPageBreak/>
        <w:drawing>
          <wp:inline distT="0" distB="0" distL="0" distR="0" wp14:anchorId="04B7EBFE" wp14:editId="52A3E415">
            <wp:extent cx="6644197" cy="82224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197" cy="82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C0F04" w14:textId="792FC8D3" w:rsidR="002F683B" w:rsidRPr="00B720CD" w:rsidRDefault="00D52E54" w:rsidP="00B720CD">
      <w:pPr>
        <w:pStyle w:val="MDPI51figurecaption"/>
        <w:ind w:left="0"/>
      </w:pPr>
      <w:r w:rsidRPr="00FA04F1">
        <w:rPr>
          <w:b/>
        </w:rPr>
        <w:t xml:space="preserve">Figure </w:t>
      </w:r>
      <w:r>
        <w:rPr>
          <w:b/>
        </w:rPr>
        <w:t>S4</w:t>
      </w:r>
      <w:r w:rsidRPr="00FA04F1">
        <w:rPr>
          <w:b/>
        </w:rPr>
        <w:t xml:space="preserve">. </w:t>
      </w:r>
      <w:r>
        <w:t>Feature importance bar graph for 20 features measured by three different ensemble machine learning models (Random Forest, AdaBoost and Gradient Boosting Machine).</w:t>
      </w:r>
    </w:p>
    <w:sectPr w:rsidR="002F683B" w:rsidRPr="00B720CD" w:rsidSect="00284F33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085B" w14:textId="77777777" w:rsidR="0087703E" w:rsidRDefault="0087703E">
      <w:pPr>
        <w:spacing w:line="240" w:lineRule="auto"/>
      </w:pPr>
      <w:r>
        <w:separator/>
      </w:r>
    </w:p>
  </w:endnote>
  <w:endnote w:type="continuationSeparator" w:id="0">
    <w:p w14:paraId="6EA6B21B" w14:textId="77777777" w:rsidR="0087703E" w:rsidRDefault="00877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6884" w14:textId="77777777" w:rsidR="00E26BA8" w:rsidRPr="00E945DF" w:rsidRDefault="00E26BA8" w:rsidP="00E26BA8">
    <w:pPr>
      <w:pStyle w:val="a4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98FF" w14:textId="184149A0" w:rsidR="00E26BA8" w:rsidRPr="00372FCD" w:rsidRDefault="00E26BA8" w:rsidP="00FD1E1D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D8DF5" w14:textId="77777777" w:rsidR="0087703E" w:rsidRDefault="0087703E">
      <w:pPr>
        <w:spacing w:line="240" w:lineRule="auto"/>
      </w:pPr>
      <w:r>
        <w:separator/>
      </w:r>
    </w:p>
  </w:footnote>
  <w:footnote w:type="continuationSeparator" w:id="0">
    <w:p w14:paraId="332BF7FD" w14:textId="77777777" w:rsidR="0087703E" w:rsidRDefault="008770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A966F" w14:textId="77777777" w:rsidR="00E26BA8" w:rsidRDefault="00E26BA8" w:rsidP="00E26BA8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9379" w14:textId="77777777" w:rsidR="00E26BA8" w:rsidRPr="00235A17" w:rsidRDefault="00E26BA8" w:rsidP="00F61FFA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2B86" w14:textId="3E87F3E9" w:rsidR="00E26BA8" w:rsidRPr="00EA1824" w:rsidRDefault="00E26BA8" w:rsidP="00FB1F08">
    <w:pPr>
      <w:pBdr>
        <w:bottom w:val="single" w:sz="4" w:space="1" w:color="000000"/>
      </w:pBdr>
      <w:tabs>
        <w:tab w:val="left" w:pos="9031"/>
      </w:tabs>
      <w:adjustRightInd w:val="0"/>
      <w:snapToGrid w:val="0"/>
      <w:spacing w:line="100" w:lineRule="exact"/>
      <w:jc w:val="left"/>
      <w:rPr>
        <w:rFonts w:hint="eastAsia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CAB06C20"/>
    <w:lvl w:ilvl="0" w:tplc="7B366D9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2A0F98"/>
    <w:multiLevelType w:val="hybridMultilevel"/>
    <w:tmpl w:val="2C482F88"/>
    <w:lvl w:ilvl="0" w:tplc="5C76802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8190550"/>
    <w:multiLevelType w:val="hybridMultilevel"/>
    <w:tmpl w:val="1688E22A"/>
    <w:lvl w:ilvl="0" w:tplc="99585A0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0" w15:restartNumberingAfterBreak="0">
    <w:nsid w:val="683C20E2"/>
    <w:multiLevelType w:val="hybridMultilevel"/>
    <w:tmpl w:val="12DE3A34"/>
    <w:lvl w:ilvl="0" w:tplc="9B0CB03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98952">
    <w:abstractNumId w:val="3"/>
  </w:num>
  <w:num w:numId="2" w16cid:durableId="1303584009">
    <w:abstractNumId w:val="5"/>
  </w:num>
  <w:num w:numId="3" w16cid:durableId="2025355913">
    <w:abstractNumId w:val="2"/>
  </w:num>
  <w:num w:numId="4" w16cid:durableId="1242956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8715624">
    <w:abstractNumId w:val="4"/>
  </w:num>
  <w:num w:numId="6" w16cid:durableId="1485970608">
    <w:abstractNumId w:val="8"/>
  </w:num>
  <w:num w:numId="7" w16cid:durableId="1559126880">
    <w:abstractNumId w:val="1"/>
  </w:num>
  <w:num w:numId="8" w16cid:durableId="1035423365">
    <w:abstractNumId w:val="8"/>
  </w:num>
  <w:num w:numId="9" w16cid:durableId="1823889195">
    <w:abstractNumId w:val="1"/>
  </w:num>
  <w:num w:numId="10" w16cid:durableId="474564496">
    <w:abstractNumId w:val="8"/>
  </w:num>
  <w:num w:numId="11" w16cid:durableId="236599778">
    <w:abstractNumId w:val="1"/>
  </w:num>
  <w:num w:numId="12" w16cid:durableId="1536650822">
    <w:abstractNumId w:val="11"/>
  </w:num>
  <w:num w:numId="13" w16cid:durableId="1743796841">
    <w:abstractNumId w:val="8"/>
  </w:num>
  <w:num w:numId="14" w16cid:durableId="938148014">
    <w:abstractNumId w:val="1"/>
  </w:num>
  <w:num w:numId="15" w16cid:durableId="1663390460">
    <w:abstractNumId w:val="0"/>
  </w:num>
  <w:num w:numId="16" w16cid:durableId="79986152">
    <w:abstractNumId w:val="7"/>
  </w:num>
  <w:num w:numId="17" w16cid:durableId="780951065">
    <w:abstractNumId w:val="0"/>
  </w:num>
  <w:num w:numId="18" w16cid:durableId="1462266369">
    <w:abstractNumId w:val="8"/>
  </w:num>
  <w:num w:numId="19" w16cid:durableId="482699815">
    <w:abstractNumId w:val="1"/>
  </w:num>
  <w:num w:numId="20" w16cid:durableId="1865485288">
    <w:abstractNumId w:val="0"/>
  </w:num>
  <w:num w:numId="21" w16cid:durableId="1615356892">
    <w:abstractNumId w:val="6"/>
  </w:num>
  <w:num w:numId="22" w16cid:durableId="423384243">
    <w:abstractNumId w:val="9"/>
  </w:num>
  <w:num w:numId="23" w16cid:durableId="9062592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BFF"/>
    <w:rsid w:val="00021EDA"/>
    <w:rsid w:val="00030B16"/>
    <w:rsid w:val="00032BAE"/>
    <w:rsid w:val="0004132E"/>
    <w:rsid w:val="00045432"/>
    <w:rsid w:val="00084BFD"/>
    <w:rsid w:val="00086CD1"/>
    <w:rsid w:val="000A170D"/>
    <w:rsid w:val="000A41A2"/>
    <w:rsid w:val="000C49EA"/>
    <w:rsid w:val="000D16B6"/>
    <w:rsid w:val="000D56EE"/>
    <w:rsid w:val="00114874"/>
    <w:rsid w:val="00132048"/>
    <w:rsid w:val="001641A5"/>
    <w:rsid w:val="00171D0C"/>
    <w:rsid w:val="00180BF4"/>
    <w:rsid w:val="001825A3"/>
    <w:rsid w:val="001E2AEB"/>
    <w:rsid w:val="00205DD7"/>
    <w:rsid w:val="00221372"/>
    <w:rsid w:val="002319D8"/>
    <w:rsid w:val="00233B36"/>
    <w:rsid w:val="00242B2B"/>
    <w:rsid w:val="00245F32"/>
    <w:rsid w:val="00276346"/>
    <w:rsid w:val="00284F33"/>
    <w:rsid w:val="00292104"/>
    <w:rsid w:val="002A04FC"/>
    <w:rsid w:val="002F683B"/>
    <w:rsid w:val="003002C2"/>
    <w:rsid w:val="00323AEF"/>
    <w:rsid w:val="00326141"/>
    <w:rsid w:val="0033642B"/>
    <w:rsid w:val="00344DF1"/>
    <w:rsid w:val="0036584E"/>
    <w:rsid w:val="00375C2F"/>
    <w:rsid w:val="00377F51"/>
    <w:rsid w:val="003A0844"/>
    <w:rsid w:val="003A6265"/>
    <w:rsid w:val="003B1D56"/>
    <w:rsid w:val="003C3BD5"/>
    <w:rsid w:val="003D2219"/>
    <w:rsid w:val="00401D30"/>
    <w:rsid w:val="004044C2"/>
    <w:rsid w:val="004121A5"/>
    <w:rsid w:val="00421ED3"/>
    <w:rsid w:val="00430030"/>
    <w:rsid w:val="004759EE"/>
    <w:rsid w:val="004A2EE9"/>
    <w:rsid w:val="004C3DC8"/>
    <w:rsid w:val="004F37CA"/>
    <w:rsid w:val="004F4C16"/>
    <w:rsid w:val="00521290"/>
    <w:rsid w:val="0053259C"/>
    <w:rsid w:val="00557828"/>
    <w:rsid w:val="005625E8"/>
    <w:rsid w:val="00565920"/>
    <w:rsid w:val="00566A94"/>
    <w:rsid w:val="0057727A"/>
    <w:rsid w:val="005B7279"/>
    <w:rsid w:val="006300BE"/>
    <w:rsid w:val="00655524"/>
    <w:rsid w:val="00661F4D"/>
    <w:rsid w:val="00662FD2"/>
    <w:rsid w:val="00665E14"/>
    <w:rsid w:val="00666939"/>
    <w:rsid w:val="00692393"/>
    <w:rsid w:val="006E2392"/>
    <w:rsid w:val="00704284"/>
    <w:rsid w:val="00732E7D"/>
    <w:rsid w:val="0075653F"/>
    <w:rsid w:val="0076191F"/>
    <w:rsid w:val="00774391"/>
    <w:rsid w:val="00792938"/>
    <w:rsid w:val="00797A92"/>
    <w:rsid w:val="007B2DB8"/>
    <w:rsid w:val="007D0EC6"/>
    <w:rsid w:val="007D541F"/>
    <w:rsid w:val="007E6FEB"/>
    <w:rsid w:val="00807017"/>
    <w:rsid w:val="00822D37"/>
    <w:rsid w:val="0082595D"/>
    <w:rsid w:val="00825D51"/>
    <w:rsid w:val="008324A6"/>
    <w:rsid w:val="008517D6"/>
    <w:rsid w:val="00873EDA"/>
    <w:rsid w:val="0087703E"/>
    <w:rsid w:val="008A2DEB"/>
    <w:rsid w:val="008A3923"/>
    <w:rsid w:val="008A47FA"/>
    <w:rsid w:val="008D4BCC"/>
    <w:rsid w:val="008E7563"/>
    <w:rsid w:val="008E7760"/>
    <w:rsid w:val="009044CC"/>
    <w:rsid w:val="00944E6D"/>
    <w:rsid w:val="00947B9B"/>
    <w:rsid w:val="00975E78"/>
    <w:rsid w:val="00986752"/>
    <w:rsid w:val="00997A4F"/>
    <w:rsid w:val="009B19EE"/>
    <w:rsid w:val="009E05C3"/>
    <w:rsid w:val="009E6154"/>
    <w:rsid w:val="009F70E6"/>
    <w:rsid w:val="00A328BB"/>
    <w:rsid w:val="00A463F8"/>
    <w:rsid w:val="00A47E69"/>
    <w:rsid w:val="00A73F0A"/>
    <w:rsid w:val="00A82616"/>
    <w:rsid w:val="00A8616B"/>
    <w:rsid w:val="00A95CA3"/>
    <w:rsid w:val="00B41F33"/>
    <w:rsid w:val="00B450C3"/>
    <w:rsid w:val="00B720CD"/>
    <w:rsid w:val="00B72234"/>
    <w:rsid w:val="00B76AE9"/>
    <w:rsid w:val="00B808F3"/>
    <w:rsid w:val="00B97897"/>
    <w:rsid w:val="00BB3873"/>
    <w:rsid w:val="00BD0834"/>
    <w:rsid w:val="00BD4A11"/>
    <w:rsid w:val="00BE7FDF"/>
    <w:rsid w:val="00BF0CF6"/>
    <w:rsid w:val="00BF1863"/>
    <w:rsid w:val="00BF5145"/>
    <w:rsid w:val="00C03A43"/>
    <w:rsid w:val="00C10F6C"/>
    <w:rsid w:val="00C32EA2"/>
    <w:rsid w:val="00C33D80"/>
    <w:rsid w:val="00C466FC"/>
    <w:rsid w:val="00C47096"/>
    <w:rsid w:val="00C61C08"/>
    <w:rsid w:val="00CA1E07"/>
    <w:rsid w:val="00CB06A8"/>
    <w:rsid w:val="00CC515E"/>
    <w:rsid w:val="00CD0A68"/>
    <w:rsid w:val="00CF475D"/>
    <w:rsid w:val="00D42F6F"/>
    <w:rsid w:val="00D43500"/>
    <w:rsid w:val="00D4400C"/>
    <w:rsid w:val="00D467F5"/>
    <w:rsid w:val="00D52E54"/>
    <w:rsid w:val="00D60BD5"/>
    <w:rsid w:val="00D71C7A"/>
    <w:rsid w:val="00D74EC1"/>
    <w:rsid w:val="00DE38CB"/>
    <w:rsid w:val="00E01939"/>
    <w:rsid w:val="00E0462B"/>
    <w:rsid w:val="00E10575"/>
    <w:rsid w:val="00E12007"/>
    <w:rsid w:val="00E26BA8"/>
    <w:rsid w:val="00E3467A"/>
    <w:rsid w:val="00E4540F"/>
    <w:rsid w:val="00E7040D"/>
    <w:rsid w:val="00E96477"/>
    <w:rsid w:val="00EA1824"/>
    <w:rsid w:val="00F011AA"/>
    <w:rsid w:val="00F04F2E"/>
    <w:rsid w:val="00F363F7"/>
    <w:rsid w:val="00F61FFA"/>
    <w:rsid w:val="00F72EF9"/>
    <w:rsid w:val="00F8565B"/>
    <w:rsid w:val="00F942E6"/>
    <w:rsid w:val="00FB1F08"/>
    <w:rsid w:val="00FC75B8"/>
    <w:rsid w:val="00FC7A2B"/>
    <w:rsid w:val="00FD1E1D"/>
    <w:rsid w:val="00FD6BFF"/>
    <w:rsid w:val="00FD72FE"/>
    <w:rsid w:val="00FE24FF"/>
    <w:rsid w:val="00FF0CC1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2BEB6"/>
  <w15:chartTrackingRefBased/>
  <w15:docId w15:val="{91B867D1-375A-A44A-BB43-AC86C4D9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A92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11articletype">
    <w:name w:val="MDPI_1.1_article_type"/>
    <w:next w:val="a"/>
    <w:qFormat/>
    <w:rsid w:val="00797A9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a"/>
    <w:qFormat/>
    <w:rsid w:val="00797A9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rsid w:val="00797A9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797A92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797A9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797A9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rsid w:val="00797A9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797A9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a1"/>
    <w:uiPriority w:val="99"/>
    <w:rsid w:val="00CF475D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59"/>
    <w:rsid w:val="00797A9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rsid w:val="00797A9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Char">
    <w:name w:val="바닥글 Char"/>
    <w:link w:val="a4"/>
    <w:uiPriority w:val="99"/>
    <w:rsid w:val="00797A92"/>
    <w:rPr>
      <w:rFonts w:ascii="Palatino Linotype" w:hAnsi="Palatino Linotype"/>
      <w:noProof/>
      <w:color w:val="000000"/>
      <w:szCs w:val="18"/>
    </w:rPr>
  </w:style>
  <w:style w:type="paragraph" w:styleId="a5">
    <w:name w:val="header"/>
    <w:basedOn w:val="a"/>
    <w:link w:val="Char0"/>
    <w:uiPriority w:val="99"/>
    <w:rsid w:val="00797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Char0">
    <w:name w:val="머리글 Char"/>
    <w:link w:val="a5"/>
    <w:uiPriority w:val="99"/>
    <w:rsid w:val="00797A9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797A9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97A92"/>
    <w:pPr>
      <w:ind w:firstLine="0"/>
    </w:pPr>
  </w:style>
  <w:style w:type="paragraph" w:customStyle="1" w:styleId="MDPI31text">
    <w:name w:val="MDPI_3.1_text"/>
    <w:qFormat/>
    <w:rsid w:val="0077439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797A9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797A9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797A9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33642B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33642B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797A9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797A9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797A9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233B3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797A9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97A9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797A9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797A9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797A9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797A9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4F37CA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a6">
    <w:name w:val="Balloon Text"/>
    <w:basedOn w:val="a"/>
    <w:link w:val="Char1"/>
    <w:uiPriority w:val="99"/>
    <w:rsid w:val="00797A92"/>
    <w:rPr>
      <w:rFonts w:cs="Tahoma"/>
      <w:szCs w:val="18"/>
    </w:rPr>
  </w:style>
  <w:style w:type="character" w:customStyle="1" w:styleId="Char1">
    <w:name w:val="풍선 도움말 텍스트 Char"/>
    <w:link w:val="a6"/>
    <w:uiPriority w:val="99"/>
    <w:rsid w:val="00797A92"/>
    <w:rPr>
      <w:rFonts w:ascii="Palatino Linotype" w:hAnsi="Palatino Linotype" w:cs="Tahoma"/>
      <w:noProof/>
      <w:color w:val="000000"/>
      <w:szCs w:val="18"/>
    </w:rPr>
  </w:style>
  <w:style w:type="character" w:styleId="a7">
    <w:name w:val="line number"/>
    <w:uiPriority w:val="99"/>
    <w:rsid w:val="00284F3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a1"/>
    <w:uiPriority w:val="99"/>
    <w:rsid w:val="00797A9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a8">
    <w:name w:val="Hyperlink"/>
    <w:uiPriority w:val="99"/>
    <w:rsid w:val="00797A92"/>
    <w:rPr>
      <w:color w:val="0000FF"/>
      <w:u w:val="single"/>
    </w:rPr>
  </w:style>
  <w:style w:type="character" w:styleId="a9">
    <w:name w:val="Unresolved Mention"/>
    <w:uiPriority w:val="99"/>
    <w:semiHidden/>
    <w:unhideWhenUsed/>
    <w:rsid w:val="009E05C3"/>
    <w:rPr>
      <w:color w:val="605E5C"/>
      <w:shd w:val="clear" w:color="auto" w:fill="E1DFDD"/>
    </w:rPr>
  </w:style>
  <w:style w:type="table" w:styleId="4">
    <w:name w:val="Plain Table 4"/>
    <w:basedOn w:val="a1"/>
    <w:uiPriority w:val="44"/>
    <w:rsid w:val="0076191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797A9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797A9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797A9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797A9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797A9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797A9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2F683B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797A9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97A9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97A9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797A9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797A9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797A9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797A9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797A9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797A9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797A9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797A9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rsid w:val="00797A9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797A9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797A9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797A92"/>
  </w:style>
  <w:style w:type="paragraph" w:styleId="aa">
    <w:name w:val="Bibliography"/>
    <w:basedOn w:val="a"/>
    <w:next w:val="a"/>
    <w:uiPriority w:val="37"/>
    <w:semiHidden/>
    <w:unhideWhenUsed/>
    <w:rsid w:val="00797A92"/>
  </w:style>
  <w:style w:type="paragraph" w:styleId="ab">
    <w:name w:val="Body Text"/>
    <w:link w:val="Char2"/>
    <w:rsid w:val="00797A9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Char2">
    <w:name w:val="본문 Char"/>
    <w:link w:val="ab"/>
    <w:rsid w:val="00797A92"/>
    <w:rPr>
      <w:rFonts w:ascii="Palatino Linotype" w:hAnsi="Palatino Linotype"/>
      <w:color w:val="000000"/>
      <w:sz w:val="24"/>
      <w:lang w:eastAsia="de-DE"/>
    </w:rPr>
  </w:style>
  <w:style w:type="character" w:styleId="ac">
    <w:name w:val="annotation reference"/>
    <w:rsid w:val="00797A92"/>
    <w:rPr>
      <w:sz w:val="21"/>
      <w:szCs w:val="21"/>
    </w:rPr>
  </w:style>
  <w:style w:type="paragraph" w:styleId="ad">
    <w:name w:val="annotation text"/>
    <w:basedOn w:val="a"/>
    <w:link w:val="Char3"/>
    <w:rsid w:val="00797A92"/>
  </w:style>
  <w:style w:type="character" w:customStyle="1" w:styleId="Char3">
    <w:name w:val="메모 텍스트 Char"/>
    <w:link w:val="ad"/>
    <w:rsid w:val="00797A92"/>
    <w:rPr>
      <w:rFonts w:ascii="Palatino Linotype" w:hAnsi="Palatino Linotype"/>
      <w:noProof/>
      <w:color w:val="000000"/>
    </w:rPr>
  </w:style>
  <w:style w:type="paragraph" w:styleId="ae">
    <w:name w:val="annotation subject"/>
    <w:basedOn w:val="ad"/>
    <w:next w:val="ad"/>
    <w:link w:val="Char4"/>
    <w:rsid w:val="00797A92"/>
    <w:rPr>
      <w:b/>
      <w:bCs/>
    </w:rPr>
  </w:style>
  <w:style w:type="character" w:customStyle="1" w:styleId="Char4">
    <w:name w:val="메모 주제 Char"/>
    <w:link w:val="ae"/>
    <w:rsid w:val="00797A92"/>
    <w:rPr>
      <w:rFonts w:ascii="Palatino Linotype" w:hAnsi="Palatino Linotype"/>
      <w:b/>
      <w:bCs/>
      <w:noProof/>
      <w:color w:val="000000"/>
    </w:rPr>
  </w:style>
  <w:style w:type="character" w:styleId="af">
    <w:name w:val="endnote reference"/>
    <w:rsid w:val="00797A92"/>
    <w:rPr>
      <w:vertAlign w:val="superscript"/>
    </w:rPr>
  </w:style>
  <w:style w:type="paragraph" w:styleId="af0">
    <w:name w:val="endnote text"/>
    <w:basedOn w:val="a"/>
    <w:link w:val="Char5"/>
    <w:semiHidden/>
    <w:unhideWhenUsed/>
    <w:rsid w:val="00797A92"/>
    <w:pPr>
      <w:spacing w:line="240" w:lineRule="auto"/>
    </w:pPr>
  </w:style>
  <w:style w:type="character" w:customStyle="1" w:styleId="Char5">
    <w:name w:val="미주 텍스트 Char"/>
    <w:link w:val="af0"/>
    <w:semiHidden/>
    <w:rsid w:val="00797A92"/>
    <w:rPr>
      <w:rFonts w:ascii="Palatino Linotype" w:hAnsi="Palatino Linotype"/>
      <w:noProof/>
      <w:color w:val="000000"/>
    </w:rPr>
  </w:style>
  <w:style w:type="character" w:styleId="af1">
    <w:name w:val="FollowedHyperlink"/>
    <w:rsid w:val="00797A92"/>
    <w:rPr>
      <w:color w:val="954F72"/>
      <w:u w:val="single"/>
    </w:rPr>
  </w:style>
  <w:style w:type="paragraph" w:styleId="af2">
    <w:name w:val="footnote text"/>
    <w:basedOn w:val="a"/>
    <w:link w:val="Char6"/>
    <w:semiHidden/>
    <w:unhideWhenUsed/>
    <w:rsid w:val="00797A92"/>
    <w:pPr>
      <w:spacing w:line="240" w:lineRule="auto"/>
    </w:pPr>
  </w:style>
  <w:style w:type="character" w:customStyle="1" w:styleId="Char6">
    <w:name w:val="각주 텍스트 Char"/>
    <w:link w:val="af2"/>
    <w:semiHidden/>
    <w:rsid w:val="00797A92"/>
    <w:rPr>
      <w:rFonts w:ascii="Palatino Linotype" w:hAnsi="Palatino Linotype"/>
      <w:noProof/>
      <w:color w:val="000000"/>
    </w:rPr>
  </w:style>
  <w:style w:type="paragraph" w:styleId="af3">
    <w:name w:val="Normal (Web)"/>
    <w:basedOn w:val="a"/>
    <w:uiPriority w:val="99"/>
    <w:rsid w:val="00797A92"/>
    <w:rPr>
      <w:szCs w:val="24"/>
    </w:rPr>
  </w:style>
  <w:style w:type="paragraph" w:customStyle="1" w:styleId="MsoFootnoteText0">
    <w:name w:val="MsoFootnoteText"/>
    <w:basedOn w:val="af3"/>
    <w:qFormat/>
    <w:rsid w:val="00797A92"/>
    <w:rPr>
      <w:rFonts w:ascii="Times New Roman" w:hAnsi="Times New Roman"/>
    </w:rPr>
  </w:style>
  <w:style w:type="character" w:styleId="af4">
    <w:name w:val="page number"/>
    <w:rsid w:val="00797A92"/>
  </w:style>
  <w:style w:type="character" w:styleId="af5">
    <w:name w:val="Placeholder Text"/>
    <w:uiPriority w:val="99"/>
    <w:semiHidden/>
    <w:rsid w:val="00797A92"/>
    <w:rPr>
      <w:color w:val="808080"/>
    </w:rPr>
  </w:style>
  <w:style w:type="paragraph" w:customStyle="1" w:styleId="MDPI71FootNotes">
    <w:name w:val="MDPI_7.1_FootNotes"/>
    <w:qFormat/>
    <w:rsid w:val="00655524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oungihnkwon/Downloads/healthcare-template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healthcare-template (2).dot</Template>
  <TotalTime>13</TotalTime>
  <Pages>3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Kwon Youngihn</dc:creator>
  <cp:keywords/>
  <dc:description/>
  <cp:lastModifiedBy>이 채민</cp:lastModifiedBy>
  <cp:revision>4</cp:revision>
  <dcterms:created xsi:type="dcterms:W3CDTF">2022-05-03T04:50:00Z</dcterms:created>
  <dcterms:modified xsi:type="dcterms:W3CDTF">2022-05-12T00:51:00Z</dcterms:modified>
</cp:coreProperties>
</file>