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918" w:rsidRDefault="00F84918"/>
    <w:p w:rsidR="00F84918" w:rsidRDefault="00F84918" w:rsidP="00F84918">
      <w:pPr>
        <w:pStyle w:val="Kopfzeile"/>
        <w:rPr>
          <w:sz w:val="2"/>
          <w:szCs w:val="2"/>
        </w:rPr>
      </w:pPr>
    </w:p>
    <w:p w:rsidR="006B6DB1" w:rsidRDefault="006B6DB1" w:rsidP="00B02484"/>
    <w:tbl>
      <w:tblPr>
        <w:tblW w:w="5000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0"/>
        <w:gridCol w:w="1126"/>
        <w:gridCol w:w="577"/>
        <w:gridCol w:w="560"/>
        <w:gridCol w:w="462"/>
        <w:gridCol w:w="402"/>
        <w:gridCol w:w="376"/>
        <w:gridCol w:w="390"/>
        <w:gridCol w:w="390"/>
        <w:gridCol w:w="390"/>
        <w:gridCol w:w="746"/>
        <w:gridCol w:w="1406"/>
        <w:gridCol w:w="1860"/>
        <w:gridCol w:w="2663"/>
      </w:tblGrid>
      <w:tr w:rsidR="000E12AA" w:rsidRPr="003D3102" w:rsidTr="004C32BA">
        <w:trPr>
          <w:cantSplit/>
          <w:tblHeader/>
        </w:trPr>
        <w:tc>
          <w:tcPr>
            <w:tcW w:w="1045" w:type="pct"/>
            <w:tcBorders>
              <w:top w:val="single" w:sz="1" w:space="0" w:color="000000"/>
              <w:lef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Besprechung/ Thema</w:t>
            </w:r>
          </w:p>
        </w:tc>
        <w:tc>
          <w:tcPr>
            <w:tcW w:w="392" w:type="pct"/>
            <w:tcBorders>
              <w:top w:val="single" w:sz="1" w:space="0" w:color="000000"/>
              <w:lef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Leitung</w:t>
            </w:r>
          </w:p>
        </w:tc>
        <w:tc>
          <w:tcPr>
            <w:tcW w:w="557" w:type="pct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wie oft</w:t>
            </w:r>
          </w:p>
        </w:tc>
        <w:tc>
          <w:tcPr>
            <w:tcW w:w="140" w:type="pct"/>
            <w:tcBorders>
              <w:top w:val="single" w:sz="1" w:space="0" w:color="000000"/>
              <w:lef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Mo</w:t>
            </w:r>
          </w:p>
        </w:tc>
        <w:tc>
          <w:tcPr>
            <w:tcW w:w="131" w:type="pct"/>
            <w:tcBorders>
              <w:top w:val="single" w:sz="1" w:space="0" w:color="000000"/>
              <w:lef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Di</w:t>
            </w: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Mi</w:t>
            </w: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Do</w:t>
            </w: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Fr</w:t>
            </w:r>
          </w:p>
        </w:tc>
        <w:tc>
          <w:tcPr>
            <w:tcW w:w="260" w:type="pct"/>
            <w:tcBorders>
              <w:top w:val="single" w:sz="1" w:space="0" w:color="000000"/>
              <w:lef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Beginn</w:t>
            </w:r>
          </w:p>
        </w:tc>
        <w:tc>
          <w:tcPr>
            <w:tcW w:w="490" w:type="pct"/>
            <w:tcBorders>
              <w:top w:val="single" w:sz="1" w:space="0" w:color="000000"/>
              <w:lef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Ort</w:t>
            </w:r>
          </w:p>
        </w:tc>
        <w:tc>
          <w:tcPr>
            <w:tcW w:w="648" w:type="pct"/>
            <w:tcBorders>
              <w:top w:val="single" w:sz="1" w:space="0" w:color="000000"/>
              <w:lef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Dokumentation</w:t>
            </w:r>
          </w:p>
        </w:tc>
        <w:tc>
          <w:tcPr>
            <w:tcW w:w="928" w:type="pc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Teilnehmer</w:t>
            </w:r>
          </w:p>
        </w:tc>
      </w:tr>
      <w:tr w:rsidR="000E12AA" w:rsidRPr="003D3102" w:rsidTr="004C32BA">
        <w:trPr>
          <w:cantSplit/>
          <w:tblHeader/>
        </w:trPr>
        <w:tc>
          <w:tcPr>
            <w:tcW w:w="104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9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tgl.</w:t>
            </w:r>
          </w:p>
        </w:tc>
        <w:tc>
          <w:tcPr>
            <w:tcW w:w="1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wö.</w:t>
            </w:r>
          </w:p>
        </w:tc>
        <w:tc>
          <w:tcPr>
            <w:tcW w:w="16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  <w:r w:rsidRPr="004C32BA">
              <w:rPr>
                <w:rFonts w:asciiTheme="minorHAnsi" w:hAnsiTheme="minorHAnsi"/>
                <w:b/>
                <w:sz w:val="24"/>
                <w:szCs w:val="24"/>
                <w:lang w:eastAsia="ar-SA"/>
              </w:rPr>
              <w:t>mtl.</w:t>
            </w:r>
          </w:p>
        </w:tc>
        <w:tc>
          <w:tcPr>
            <w:tcW w:w="14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1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4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28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DC4CD"/>
          </w:tcPr>
          <w:p w:rsidR="006B6DB1" w:rsidRPr="004C32BA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sz w:val="24"/>
                <w:szCs w:val="24"/>
                <w:lang w:eastAsia="ar-SA"/>
              </w:rPr>
            </w:pPr>
          </w:p>
        </w:tc>
      </w:tr>
      <w:tr w:rsidR="006B6DB1" w:rsidRPr="003D3102" w:rsidTr="000E12AA">
        <w:trPr>
          <w:cantSplit/>
        </w:trPr>
        <w:tc>
          <w:tcPr>
            <w:tcW w:w="10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6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</w:tr>
      <w:tr w:rsidR="006B6DB1" w:rsidRPr="003D3102" w:rsidTr="000E12AA">
        <w:trPr>
          <w:cantSplit/>
        </w:trPr>
        <w:tc>
          <w:tcPr>
            <w:tcW w:w="10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6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</w:tr>
      <w:tr w:rsidR="006B6DB1" w:rsidRPr="003D3102" w:rsidTr="000E12AA">
        <w:trPr>
          <w:cantSplit/>
        </w:trPr>
        <w:tc>
          <w:tcPr>
            <w:tcW w:w="10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6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</w:tr>
      <w:tr w:rsidR="006B6DB1" w:rsidRPr="003D3102" w:rsidTr="000E12AA">
        <w:trPr>
          <w:cantSplit/>
        </w:trPr>
        <w:tc>
          <w:tcPr>
            <w:tcW w:w="1045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2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1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5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1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0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1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60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48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28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</w:tr>
      <w:tr w:rsidR="006B6DB1" w:rsidRPr="003D3102" w:rsidTr="000E12AA">
        <w:trPr>
          <w:cantSplit/>
        </w:trPr>
        <w:tc>
          <w:tcPr>
            <w:tcW w:w="10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6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</w:tr>
      <w:tr w:rsidR="006B6DB1" w:rsidRPr="003D3102" w:rsidTr="000E12AA">
        <w:trPr>
          <w:cantSplit/>
        </w:trPr>
        <w:tc>
          <w:tcPr>
            <w:tcW w:w="10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6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</w:tr>
      <w:tr w:rsidR="006B6DB1" w:rsidRPr="003D3102" w:rsidTr="000E12AA">
        <w:trPr>
          <w:cantSplit/>
        </w:trPr>
        <w:tc>
          <w:tcPr>
            <w:tcW w:w="10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6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</w:tr>
      <w:tr w:rsidR="006B6DB1" w:rsidRPr="003D3102" w:rsidTr="000E12AA">
        <w:trPr>
          <w:cantSplit/>
        </w:trPr>
        <w:tc>
          <w:tcPr>
            <w:tcW w:w="10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6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9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6DB1" w:rsidRPr="003D3102" w:rsidRDefault="006B6DB1" w:rsidP="006B6DB1">
            <w:pPr>
              <w:keepNext/>
              <w:snapToGrid w:val="0"/>
              <w:spacing w:before="60"/>
              <w:rPr>
                <w:rFonts w:asciiTheme="minorHAnsi" w:hAnsiTheme="minorHAnsi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6B6DB1" w:rsidRDefault="006B6DB1" w:rsidP="00B02484">
      <w:bookmarkStart w:id="0" w:name="_GoBack"/>
      <w:bookmarkEnd w:id="0"/>
    </w:p>
    <w:p w:rsidR="003D3102" w:rsidRDefault="003D3102" w:rsidP="00B02484"/>
    <w:p w:rsidR="003D3102" w:rsidRDefault="003D3102" w:rsidP="00B02484"/>
    <w:p w:rsidR="004C32BA" w:rsidRDefault="004C32BA" w:rsidP="00B02484"/>
    <w:p w:rsidR="004C32BA" w:rsidRDefault="004C32BA" w:rsidP="00B02484"/>
    <w:p w:rsidR="006B6DB1" w:rsidRDefault="006B6DB1" w:rsidP="00B02484"/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6"/>
        <w:gridCol w:w="5282"/>
        <w:gridCol w:w="6780"/>
      </w:tblGrid>
      <w:tr w:rsidR="006B6DB1" w:rsidRPr="004C32BA" w:rsidTr="00CF55DB">
        <w:trPr>
          <w:jc w:val="center"/>
        </w:trPr>
        <w:tc>
          <w:tcPr>
            <w:tcW w:w="8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DB1" w:rsidRPr="004C32BA" w:rsidRDefault="006B6DB1" w:rsidP="00CD0657">
            <w:pPr>
              <w:pStyle w:val="TableContents"/>
              <w:rPr>
                <w:rFonts w:asciiTheme="minorHAnsi" w:hAnsiTheme="minorHAnsi"/>
              </w:rPr>
            </w:pPr>
            <w:r w:rsidRPr="004C32BA">
              <w:rPr>
                <w:rFonts w:asciiTheme="minorHAnsi" w:hAnsiTheme="minorHAnsi"/>
              </w:rPr>
              <w:t>Erstellt:</w:t>
            </w:r>
          </w:p>
        </w:tc>
        <w:tc>
          <w:tcPr>
            <w:tcW w:w="18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DB1" w:rsidRPr="00CF55DB" w:rsidRDefault="00CF55DB" w:rsidP="00CF55DB">
            <w:pPr>
              <w:rPr>
                <w:rStyle w:val="Hervorhebung"/>
                <w:rFonts w:asciiTheme="minorHAnsi" w:hAnsiTheme="minorHAnsi"/>
                <w:i w:val="0"/>
                <w:sz w:val="24"/>
                <w:szCs w:val="24"/>
              </w:rPr>
            </w:pPr>
            <w:r w:rsidRPr="00CF55DB">
              <w:rPr>
                <w:rStyle w:val="Hervorhebung"/>
                <w:rFonts w:asciiTheme="minorHAnsi" w:hAnsiTheme="minorHAnsi"/>
                <w:i w:val="0"/>
                <w:sz w:val="24"/>
                <w:szCs w:val="24"/>
              </w:rPr>
              <w:t>Name Ersteller</w:t>
            </w:r>
          </w:p>
        </w:tc>
        <w:tc>
          <w:tcPr>
            <w:tcW w:w="23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DB1" w:rsidRPr="004C32BA" w:rsidRDefault="006B6DB1" w:rsidP="00CD0657">
            <w:pPr>
              <w:pStyle w:val="TableContents"/>
              <w:rPr>
                <w:rFonts w:asciiTheme="minorHAnsi" w:hAnsiTheme="minorHAnsi"/>
              </w:rPr>
            </w:pPr>
            <w:r w:rsidRPr="004C32BA">
              <w:rPr>
                <w:rFonts w:asciiTheme="minorHAnsi" w:hAnsiTheme="minorHAnsi"/>
              </w:rPr>
              <w:t>Datum und Unterschrift:</w:t>
            </w:r>
          </w:p>
        </w:tc>
      </w:tr>
      <w:tr w:rsidR="006B6DB1" w:rsidRPr="004C32BA" w:rsidTr="006B6DB1">
        <w:trPr>
          <w:jc w:val="center"/>
        </w:trPr>
        <w:tc>
          <w:tcPr>
            <w:tcW w:w="81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DB1" w:rsidRPr="004C32BA" w:rsidRDefault="006B6DB1" w:rsidP="00CD0657">
            <w:pPr>
              <w:pStyle w:val="TableContents"/>
              <w:rPr>
                <w:rFonts w:asciiTheme="minorHAnsi" w:hAnsiTheme="minorHAnsi"/>
              </w:rPr>
            </w:pPr>
            <w:r w:rsidRPr="004C32BA">
              <w:rPr>
                <w:rFonts w:asciiTheme="minorHAnsi" w:hAnsiTheme="minorHAnsi"/>
              </w:rPr>
              <w:t>Geprüft:</w:t>
            </w:r>
          </w:p>
        </w:tc>
        <w:tc>
          <w:tcPr>
            <w:tcW w:w="183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DB1" w:rsidRPr="00CF55DB" w:rsidRDefault="006B6DB1" w:rsidP="00CF55DB">
            <w:pPr>
              <w:rPr>
                <w:rStyle w:val="Hervorhebung"/>
                <w:rFonts w:asciiTheme="minorHAnsi" w:hAnsiTheme="minorHAnsi"/>
                <w:i w:val="0"/>
                <w:sz w:val="24"/>
                <w:szCs w:val="24"/>
              </w:rPr>
            </w:pPr>
            <w:r w:rsidRPr="00CF55DB">
              <w:rPr>
                <w:rStyle w:val="Hervorhebung"/>
                <w:rFonts w:asciiTheme="minorHAnsi" w:hAnsiTheme="minorHAnsi"/>
                <w:i w:val="0"/>
                <w:sz w:val="24"/>
                <w:szCs w:val="24"/>
              </w:rPr>
              <w:t>Name der prüfenden Person</w:t>
            </w:r>
          </w:p>
        </w:tc>
        <w:tc>
          <w:tcPr>
            <w:tcW w:w="235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DB1" w:rsidRPr="004C32BA" w:rsidRDefault="006B6DB1" w:rsidP="00CD0657">
            <w:pPr>
              <w:pStyle w:val="TableContents"/>
              <w:rPr>
                <w:rFonts w:asciiTheme="minorHAnsi" w:hAnsiTheme="minorHAnsi"/>
              </w:rPr>
            </w:pPr>
            <w:r w:rsidRPr="004C32BA">
              <w:rPr>
                <w:rFonts w:asciiTheme="minorHAnsi" w:hAnsiTheme="minorHAnsi"/>
              </w:rPr>
              <w:t>Datum und Unterschrift:</w:t>
            </w:r>
          </w:p>
        </w:tc>
      </w:tr>
      <w:tr w:rsidR="006B6DB1" w:rsidRPr="004C32BA" w:rsidTr="006B6DB1">
        <w:trPr>
          <w:jc w:val="center"/>
        </w:trPr>
        <w:tc>
          <w:tcPr>
            <w:tcW w:w="811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DB1" w:rsidRPr="004C32BA" w:rsidRDefault="006B6DB1" w:rsidP="00CD0657">
            <w:pPr>
              <w:pStyle w:val="TableContents"/>
              <w:rPr>
                <w:rFonts w:asciiTheme="minorHAnsi" w:hAnsiTheme="minorHAnsi"/>
              </w:rPr>
            </w:pPr>
            <w:r w:rsidRPr="004C32BA">
              <w:rPr>
                <w:rFonts w:asciiTheme="minorHAnsi" w:hAnsiTheme="minorHAnsi"/>
              </w:rPr>
              <w:t>Freigegeben:</w:t>
            </w:r>
          </w:p>
        </w:tc>
        <w:tc>
          <w:tcPr>
            <w:tcW w:w="1834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DB1" w:rsidRPr="00CF55DB" w:rsidRDefault="006B6DB1" w:rsidP="00CF55DB">
            <w:pPr>
              <w:rPr>
                <w:rStyle w:val="Hervorhebung"/>
                <w:rFonts w:asciiTheme="minorHAnsi" w:hAnsiTheme="minorHAnsi"/>
                <w:i w:val="0"/>
                <w:sz w:val="24"/>
                <w:szCs w:val="24"/>
              </w:rPr>
            </w:pPr>
            <w:r w:rsidRPr="00CF55DB">
              <w:rPr>
                <w:rStyle w:val="Hervorhebung"/>
                <w:rFonts w:asciiTheme="minorHAnsi" w:hAnsiTheme="minorHAnsi"/>
                <w:i w:val="0"/>
                <w:sz w:val="24"/>
                <w:szCs w:val="24"/>
              </w:rPr>
              <w:t>Name der freigebenden Person</w:t>
            </w:r>
          </w:p>
        </w:tc>
        <w:tc>
          <w:tcPr>
            <w:tcW w:w="235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DB1" w:rsidRPr="004C32BA" w:rsidRDefault="006B6DB1" w:rsidP="00CD0657">
            <w:pPr>
              <w:pStyle w:val="TableContents"/>
              <w:rPr>
                <w:rFonts w:asciiTheme="minorHAnsi" w:hAnsiTheme="minorHAnsi"/>
              </w:rPr>
            </w:pPr>
            <w:r w:rsidRPr="004C32BA">
              <w:rPr>
                <w:rFonts w:asciiTheme="minorHAnsi" w:hAnsiTheme="minorHAnsi"/>
              </w:rPr>
              <w:t>Datum und Unterschrift:</w:t>
            </w:r>
          </w:p>
        </w:tc>
      </w:tr>
    </w:tbl>
    <w:p w:rsidR="006B6DB1" w:rsidRDefault="006B6DB1" w:rsidP="00B02484"/>
    <w:sectPr w:rsidR="006B6DB1">
      <w:headerReference w:type="default" r:id="rId7"/>
      <w:footerReference w:type="default" r:id="rId8"/>
      <w:pgSz w:w="16840" w:h="11907" w:orient="landscape" w:code="9"/>
      <w:pgMar w:top="1418" w:right="113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F81" w:rsidRDefault="00BD4F81">
      <w:r>
        <w:separator/>
      </w:r>
    </w:p>
  </w:endnote>
  <w:endnote w:type="continuationSeparator" w:id="0">
    <w:p w:rsidR="00BD4F81" w:rsidRDefault="00BD4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167"/>
      <w:gridCol w:w="6519"/>
      <w:gridCol w:w="3712"/>
    </w:tblGrid>
    <w:tr w:rsidR="00F84918" w:rsidRPr="00F50180" w:rsidTr="00AD5191">
      <w:tc>
        <w:tcPr>
          <w:tcW w:w="1447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F84918" w:rsidRPr="00F50180" w:rsidRDefault="00F84918" w:rsidP="00530807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F50180">
            <w:rPr>
              <w:rFonts w:asciiTheme="minorHAnsi" w:hAnsiTheme="minorHAnsi" w:cs="Arial"/>
              <w:color w:val="808080"/>
              <w:sz w:val="24"/>
              <w:szCs w:val="24"/>
            </w:rPr>
            <w:t>R</w:t>
          </w:r>
          <w:r w:rsidR="00AD5191">
            <w:rPr>
              <w:rFonts w:asciiTheme="minorHAnsi" w:hAnsiTheme="minorHAnsi" w:cs="Arial"/>
              <w:color w:val="808080"/>
              <w:sz w:val="24"/>
              <w:szCs w:val="24"/>
            </w:rPr>
            <w:t>evision:</w:t>
          </w:r>
        </w:p>
      </w:tc>
      <w:tc>
        <w:tcPr>
          <w:tcW w:w="2264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F84918" w:rsidRPr="00F50180" w:rsidRDefault="00F50180" w:rsidP="00530807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AD5191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06.2d_GBN_FB_Besprechungsmatrix.docx</w: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1289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F84918" w:rsidRPr="00F50180" w:rsidRDefault="00F84918" w:rsidP="00530807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F50180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:rsidR="00D332C3" w:rsidRPr="00117DC4" w:rsidRDefault="00D332C3" w:rsidP="00D332C3">
    <w:pPr>
      <w:rPr>
        <w:sz w:val="4"/>
        <w:szCs w:val="17"/>
      </w:rPr>
    </w:pPr>
  </w:p>
  <w:p w:rsidR="00FA04E7" w:rsidRPr="006807FD" w:rsidRDefault="006807FD" w:rsidP="006807FD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F81" w:rsidRDefault="00BD4F81">
      <w:r>
        <w:separator/>
      </w:r>
    </w:p>
  </w:footnote>
  <w:footnote w:type="continuationSeparator" w:id="0">
    <w:p w:rsidR="00BD4F81" w:rsidRDefault="00BD4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102" w:rsidRDefault="00F23389">
    <w:pPr>
      <w:pStyle w:val="Kopfzeile"/>
      <w:rPr>
        <w:sz w:val="2"/>
        <w:szCs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7206615</wp:posOffset>
          </wp:positionH>
          <wp:positionV relativeFrom="paragraph">
            <wp:posOffset>-411480</wp:posOffset>
          </wp:positionV>
          <wp:extent cx="2046605" cy="921385"/>
          <wp:effectExtent l="0" t="0" r="0" b="0"/>
          <wp:wrapNone/>
          <wp:docPr id="1" name="Bild 1" descr="S:\C05\SPT\GBN\GBN_German Biobank Node\GBN CorporateDesign\GBN Logo\00_Logo GBN\Logo GBN\Logo GBN\Schrift schwarz\RGB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05\SPT\GBN\GBN_German Biobank Node\GBN CorporateDesign\GBN Logo\00_Logo GBN\Logo GBN\Logo GBN\Schrift schwarz\RGB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6605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p w:rsidR="00FA04E7" w:rsidRDefault="00FA04E7">
    <w:pPr>
      <w:pStyle w:val="Kopfzeile"/>
      <w:rPr>
        <w:sz w:val="2"/>
        <w:szCs w:val="2"/>
      </w:rPr>
    </w:pPr>
  </w:p>
  <w:p w:rsidR="003D3102" w:rsidRDefault="003D3102">
    <w:pPr>
      <w:pStyle w:val="Kopfzeile"/>
      <w:rPr>
        <w:sz w:val="2"/>
        <w:szCs w:val="2"/>
      </w:rPr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798"/>
      <w:gridCol w:w="4800"/>
      <w:gridCol w:w="4800"/>
    </w:tblGrid>
    <w:tr w:rsidR="003D3102" w:rsidRPr="003D3102" w:rsidTr="009D4EBF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D3102" w:rsidRPr="003D3102" w:rsidRDefault="003D3102" w:rsidP="009D4EBF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3D310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Name der </w:t>
          </w:r>
          <w:proofErr w:type="spellStart"/>
          <w:r w:rsidRPr="003D310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3D3102" w:rsidRPr="003D3102" w:rsidRDefault="003D3102" w:rsidP="009D4EBF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  <w:szCs w:val="28"/>
            </w:rPr>
          </w:pPr>
          <w:r w:rsidRPr="003D3102">
            <w:rPr>
              <w:rFonts w:ascii="Calibri" w:hAnsi="Calibri" w:cs="Arial"/>
              <w:b/>
              <w:bCs/>
              <w:iCs/>
              <w:color w:val="FFFFFF"/>
              <w:sz w:val="28"/>
              <w:szCs w:val="28"/>
            </w:rPr>
            <w:t>Besprechungsmatrix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3D3102" w:rsidRPr="003D3102" w:rsidRDefault="003D3102" w:rsidP="009D4EBF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3D310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3D310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  <w:r w:rsidRPr="003D310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 XXX</w:t>
          </w:r>
        </w:p>
      </w:tc>
    </w:tr>
    <w:tr w:rsidR="003D3102" w:rsidRPr="003D3102" w:rsidTr="003D3102">
      <w:trPr>
        <w:trHeight w:val="902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3D3102" w:rsidRPr="003D3102" w:rsidRDefault="003D3102" w:rsidP="004668AD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3D310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E</w:t>
          </w:r>
          <w:r w:rsidR="004668AD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vtl.</w:t>
          </w:r>
          <w:r w:rsidRPr="003D310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3D3102" w:rsidRPr="003D3102" w:rsidRDefault="003D3102" w:rsidP="009D4EBF">
          <w:pPr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3D3102" w:rsidRPr="003D3102" w:rsidRDefault="003D3102" w:rsidP="009D4EBF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3D310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Formblatt</w:t>
          </w:r>
        </w:p>
      </w:tc>
    </w:tr>
  </w:tbl>
  <w:p w:rsidR="003D3102" w:rsidRDefault="003D3102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74C21"/>
    <w:multiLevelType w:val="hybridMultilevel"/>
    <w:tmpl w:val="911E9900"/>
    <w:lvl w:ilvl="0" w:tplc="0407000F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025C9E"/>
    <w:multiLevelType w:val="hybridMultilevel"/>
    <w:tmpl w:val="A2F2CE9A"/>
    <w:lvl w:ilvl="0" w:tplc="0407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C301AEB"/>
    <w:multiLevelType w:val="hybridMultilevel"/>
    <w:tmpl w:val="D12066B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A15BF4"/>
    <w:multiLevelType w:val="singleLevel"/>
    <w:tmpl w:val="DB1EA9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626349D6"/>
    <w:multiLevelType w:val="hybridMultilevel"/>
    <w:tmpl w:val="2678276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1E3"/>
    <w:rsid w:val="00004376"/>
    <w:rsid w:val="00086631"/>
    <w:rsid w:val="000A35FB"/>
    <w:rsid w:val="000E12AA"/>
    <w:rsid w:val="000F5777"/>
    <w:rsid w:val="00133108"/>
    <w:rsid w:val="00175E5B"/>
    <w:rsid w:val="00176183"/>
    <w:rsid w:val="00181913"/>
    <w:rsid w:val="001916CA"/>
    <w:rsid w:val="001D7A01"/>
    <w:rsid w:val="001F6B69"/>
    <w:rsid w:val="00210830"/>
    <w:rsid w:val="0021614F"/>
    <w:rsid w:val="00237E1C"/>
    <w:rsid w:val="00287691"/>
    <w:rsid w:val="00297935"/>
    <w:rsid w:val="002F1E2F"/>
    <w:rsid w:val="0037107E"/>
    <w:rsid w:val="00391055"/>
    <w:rsid w:val="0039258B"/>
    <w:rsid w:val="003D3102"/>
    <w:rsid w:val="003E0560"/>
    <w:rsid w:val="004553C7"/>
    <w:rsid w:val="004668AD"/>
    <w:rsid w:val="00482742"/>
    <w:rsid w:val="004C32BA"/>
    <w:rsid w:val="004D66A4"/>
    <w:rsid w:val="004F7C9A"/>
    <w:rsid w:val="00530807"/>
    <w:rsid w:val="00577268"/>
    <w:rsid w:val="005E6F3E"/>
    <w:rsid w:val="006807FD"/>
    <w:rsid w:val="006B6DB1"/>
    <w:rsid w:val="007831B9"/>
    <w:rsid w:val="007A0FB5"/>
    <w:rsid w:val="007E6A1C"/>
    <w:rsid w:val="00814449"/>
    <w:rsid w:val="008248AF"/>
    <w:rsid w:val="00891C35"/>
    <w:rsid w:val="00942BE1"/>
    <w:rsid w:val="0096495F"/>
    <w:rsid w:val="00983F73"/>
    <w:rsid w:val="009A06FE"/>
    <w:rsid w:val="00A07216"/>
    <w:rsid w:val="00A228EB"/>
    <w:rsid w:val="00A34910"/>
    <w:rsid w:val="00A61336"/>
    <w:rsid w:val="00A721E7"/>
    <w:rsid w:val="00AA2A86"/>
    <w:rsid w:val="00AD3C53"/>
    <w:rsid w:val="00AD5191"/>
    <w:rsid w:val="00B02484"/>
    <w:rsid w:val="00B25FA1"/>
    <w:rsid w:val="00B41620"/>
    <w:rsid w:val="00BD2D92"/>
    <w:rsid w:val="00BD4F81"/>
    <w:rsid w:val="00BE5B4D"/>
    <w:rsid w:val="00CA3A14"/>
    <w:rsid w:val="00CD0657"/>
    <w:rsid w:val="00CF55DB"/>
    <w:rsid w:val="00D21BA8"/>
    <w:rsid w:val="00D332C3"/>
    <w:rsid w:val="00D50234"/>
    <w:rsid w:val="00D81DDA"/>
    <w:rsid w:val="00D8641D"/>
    <w:rsid w:val="00E361E3"/>
    <w:rsid w:val="00EA3442"/>
    <w:rsid w:val="00EC0C85"/>
    <w:rsid w:val="00F041BF"/>
    <w:rsid w:val="00F05655"/>
    <w:rsid w:val="00F23389"/>
    <w:rsid w:val="00F37881"/>
    <w:rsid w:val="00F41397"/>
    <w:rsid w:val="00F50180"/>
    <w:rsid w:val="00F61CEF"/>
    <w:rsid w:val="00F84918"/>
    <w:rsid w:val="00F95D0B"/>
    <w:rsid w:val="00FA04E7"/>
    <w:rsid w:val="00FC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D9DB48"/>
  <w15:docId w15:val="{E09E9B6F-446F-443D-ACE1-F6D24BF64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0A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F84918"/>
    <w:pPr>
      <w:widowControl w:val="0"/>
      <w:suppressLineNumbers/>
      <w:suppressAutoHyphens/>
      <w:autoSpaceDN w:val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styleId="Hervorhebung">
    <w:name w:val="Emphasis"/>
    <w:qFormat/>
    <w:rsid w:val="00F84918"/>
    <w:rPr>
      <w:i/>
      <w:iCs/>
    </w:rPr>
  </w:style>
  <w:style w:type="character" w:customStyle="1" w:styleId="KopfzeileZchn">
    <w:name w:val="Kopfzeile Zchn"/>
    <w:link w:val="Kopfzeile"/>
    <w:rsid w:val="00F84918"/>
    <w:rPr>
      <w:rFonts w:ascii="Arial" w:hAnsi="Arial"/>
      <w:sz w:val="22"/>
    </w:rPr>
  </w:style>
  <w:style w:type="paragraph" w:customStyle="1" w:styleId="QEP-FuzeileUV">
    <w:name w:val="QEP-Fußzeile UV"/>
    <w:basedOn w:val="Standard"/>
    <w:rsid w:val="00F84918"/>
    <w:pPr>
      <w:widowControl w:val="0"/>
      <w:tabs>
        <w:tab w:val="center" w:pos="4536"/>
        <w:tab w:val="right" w:pos="9072"/>
      </w:tabs>
      <w:suppressAutoHyphens/>
      <w:autoSpaceDN w:val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Administrator\Anwendungsdaten\Microsoft\Vorlagen\Muster%20QAn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BE5EEDF63BF4DB7CB12D784C78988" ma:contentTypeVersion="32" ma:contentTypeDescription="Ein neues Dokument erstellen." ma:contentTypeScope="" ma:versionID="ee66a1e081bc21e74148c6cc1880548b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aae8a149bad28127c2d6804d5c5c2e6b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2227A118-9DB4-4E8A-B075-57CA02D0743B}"/>
</file>

<file path=customXml/itemProps2.xml><?xml version="1.0" encoding="utf-8"?>
<ds:datastoreItem xmlns:ds="http://schemas.openxmlformats.org/officeDocument/2006/customXml" ds:itemID="{9A1F7E2F-6FB1-44D4-A6E9-492B96B84A58}"/>
</file>

<file path=customXml/itemProps3.xml><?xml version="1.0" encoding="utf-8"?>
<ds:datastoreItem xmlns:ds="http://schemas.openxmlformats.org/officeDocument/2006/customXml" ds:itemID="{249D1E8F-71AB-4087-9335-D3AAE24FDECF}"/>
</file>

<file path=docProps/app.xml><?xml version="1.0" encoding="utf-8"?>
<Properties xmlns="http://schemas.openxmlformats.org/officeDocument/2006/extended-properties" xmlns:vt="http://schemas.openxmlformats.org/officeDocument/2006/docPropsVTypes">
  <Template>Muster QAnlage.dot</Template>
  <TotalTime>0</TotalTime>
  <Pages>1</Pages>
  <Words>57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Lfd</vt:lpstr>
    </vt:vector>
  </TitlesOfParts>
  <Company>Ingenieurbüro Künzel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Lfd</dc:title>
  <dc:creator>Berger, Jennifer</dc:creator>
  <cp:lastModifiedBy>Hartfeldt, Christiane</cp:lastModifiedBy>
  <cp:revision>8</cp:revision>
  <cp:lastPrinted>2016-02-03T12:55:00Z</cp:lastPrinted>
  <dcterms:created xsi:type="dcterms:W3CDTF">2017-04-27T10:05:00Z</dcterms:created>
  <dcterms:modified xsi:type="dcterms:W3CDTF">2018-10-16T07:21:00Z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