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18" w:rsidRDefault="00F84918"/>
    <w:p w:rsidR="00F84918" w:rsidRDefault="00F84918" w:rsidP="00F84918">
      <w:pPr>
        <w:pStyle w:val="Kopfzeile"/>
        <w:rPr>
          <w:sz w:val="2"/>
          <w:szCs w:val="2"/>
        </w:rPr>
      </w:pPr>
    </w:p>
    <w:p w:rsidR="006B6DB1" w:rsidRDefault="006B6DB1" w:rsidP="00B02484"/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0"/>
        <w:gridCol w:w="1126"/>
        <w:gridCol w:w="577"/>
        <w:gridCol w:w="560"/>
        <w:gridCol w:w="462"/>
        <w:gridCol w:w="402"/>
        <w:gridCol w:w="376"/>
        <w:gridCol w:w="390"/>
        <w:gridCol w:w="390"/>
        <w:gridCol w:w="390"/>
        <w:gridCol w:w="746"/>
        <w:gridCol w:w="1406"/>
        <w:gridCol w:w="1860"/>
        <w:gridCol w:w="2663"/>
      </w:tblGrid>
      <w:tr w:rsidR="000E12AA" w:rsidRPr="003D3102" w:rsidTr="004C32BA">
        <w:trPr>
          <w:cantSplit/>
          <w:tblHeader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Besprechung/ Thema</w:t>
            </w: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Leitung</w:t>
            </w:r>
          </w:p>
        </w:tc>
        <w:tc>
          <w:tcPr>
            <w:tcW w:w="557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wie oft</w:t>
            </w: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Mo</w:t>
            </w: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Di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Mi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Do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Fr</w:t>
            </w: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Beginn</w:t>
            </w: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Ort</w:t>
            </w: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Dokumentation</w:t>
            </w: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Teilnehmer</w:t>
            </w:r>
          </w:p>
        </w:tc>
      </w:tr>
      <w:tr w:rsidR="000E12AA" w:rsidRPr="003D3102" w:rsidTr="004C32BA">
        <w:trPr>
          <w:cantSplit/>
          <w:tblHeader/>
        </w:trPr>
        <w:tc>
          <w:tcPr>
            <w:tcW w:w="104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tgl.</w:t>
            </w: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wö.</w:t>
            </w: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mtl.</w:t>
            </w:r>
          </w:p>
        </w:tc>
        <w:tc>
          <w:tcPr>
            <w:tcW w:w="1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6B6DB1" w:rsidRDefault="006B6DB1" w:rsidP="00B02484">
      <w:bookmarkStart w:id="0" w:name="_GoBack"/>
      <w:bookmarkEnd w:id="0"/>
    </w:p>
    <w:p w:rsidR="003D3102" w:rsidRDefault="003D3102" w:rsidP="00B02484"/>
    <w:p w:rsidR="003D3102" w:rsidRDefault="003D3102" w:rsidP="00B02484"/>
    <w:p w:rsidR="004C32BA" w:rsidRDefault="004C32BA" w:rsidP="00B02484"/>
    <w:p w:rsidR="004C32BA" w:rsidRDefault="004C32BA" w:rsidP="00B02484"/>
    <w:p w:rsidR="006B6DB1" w:rsidRDefault="006B6DB1" w:rsidP="00B02484"/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6"/>
        <w:gridCol w:w="5282"/>
        <w:gridCol w:w="6780"/>
      </w:tblGrid>
      <w:tr w:rsidR="006B6DB1" w:rsidRPr="004C32BA" w:rsidTr="00CF55DB">
        <w:trPr>
          <w:jc w:val="center"/>
        </w:trPr>
        <w:tc>
          <w:tcPr>
            <w:tcW w:w="8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CF55DB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Ersteller</w:t>
            </w:r>
          </w:p>
        </w:tc>
        <w:tc>
          <w:tcPr>
            <w:tcW w:w="23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  <w:tr w:rsidR="006B6DB1" w:rsidRPr="004C32BA" w:rsidTr="006B6DB1">
        <w:trPr>
          <w:jc w:val="center"/>
        </w:trPr>
        <w:tc>
          <w:tcPr>
            <w:tcW w:w="81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6B6DB1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der prüfenden Person</w:t>
            </w:r>
          </w:p>
        </w:tc>
        <w:tc>
          <w:tcPr>
            <w:tcW w:w="235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  <w:tr w:rsidR="006B6DB1" w:rsidRPr="004C32BA" w:rsidTr="006B6DB1">
        <w:trPr>
          <w:jc w:val="center"/>
        </w:trPr>
        <w:tc>
          <w:tcPr>
            <w:tcW w:w="81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6B6DB1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der freigebenden Person</w:t>
            </w:r>
          </w:p>
        </w:tc>
        <w:tc>
          <w:tcPr>
            <w:tcW w:w="235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</w:tbl>
    <w:p w:rsidR="006B6DB1" w:rsidRDefault="006B6DB1" w:rsidP="00B02484"/>
    <w:sectPr w:rsidR="006B6DB1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81" w:rsidRDefault="00BD4F81">
      <w:r>
        <w:separator/>
      </w:r>
    </w:p>
  </w:endnote>
  <w:endnote w:type="continuationSeparator" w:id="0">
    <w:p w:rsidR="00BD4F81" w:rsidRDefault="00BD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167"/>
      <w:gridCol w:w="6519"/>
      <w:gridCol w:w="3712"/>
    </w:tblGrid>
    <w:tr w:rsidR="00F84918" w:rsidRPr="00F50180" w:rsidTr="00AD5191">
      <w:tc>
        <w:tcPr>
          <w:tcW w:w="144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F50180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AD5191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264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50180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AD5191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06.2d_GBN_FB_Besprechungsmatrix.docx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289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84918" w:rsidP="00530807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F50180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D332C3" w:rsidRPr="00117DC4" w:rsidRDefault="00D332C3" w:rsidP="00D332C3">
    <w:pPr>
      <w:rPr>
        <w:sz w:val="4"/>
        <w:szCs w:val="17"/>
      </w:rPr>
    </w:pPr>
  </w:p>
  <w:p w:rsidR="00FA04E7" w:rsidRPr="006807FD" w:rsidRDefault="006807FD" w:rsidP="006807FD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81" w:rsidRDefault="00BD4F81">
      <w:r>
        <w:separator/>
      </w:r>
    </w:p>
  </w:footnote>
  <w:footnote w:type="continuationSeparator" w:id="0">
    <w:p w:rsidR="00BD4F81" w:rsidRDefault="00BD4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102" w:rsidRDefault="00F23389">
    <w:pPr>
      <w:pStyle w:val="Kopfzeil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7206615</wp:posOffset>
          </wp:positionH>
          <wp:positionV relativeFrom="paragraph">
            <wp:posOffset>-411480</wp:posOffset>
          </wp:positionV>
          <wp:extent cx="2046605" cy="921385"/>
          <wp:effectExtent l="0" t="0" r="0" b="0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FA04E7" w:rsidRDefault="00FA04E7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3D3102" w:rsidRPr="003D3102" w:rsidTr="009D4EBF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9D4EBF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3D3102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Besprechungsmatrix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D3102" w:rsidRPr="003D3102" w:rsidTr="003D3102">
      <w:trPr>
        <w:trHeight w:val="902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4668AD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</w:t>
          </w:r>
          <w:r w:rsidR="004668AD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vtl.</w:t>
          </w: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9D4EBF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D3102" w:rsidRDefault="003D3102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74C21"/>
    <w:multiLevelType w:val="hybridMultilevel"/>
    <w:tmpl w:val="911E9900"/>
    <w:lvl w:ilvl="0" w:tplc="0407000F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25C9E"/>
    <w:multiLevelType w:val="hybridMultilevel"/>
    <w:tmpl w:val="A2F2CE9A"/>
    <w:lvl w:ilvl="0" w:tplc="0407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C301AEB"/>
    <w:multiLevelType w:val="hybridMultilevel"/>
    <w:tmpl w:val="D12066B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26349D6"/>
    <w:multiLevelType w:val="hybridMultilevel"/>
    <w:tmpl w:val="267827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86631"/>
    <w:rsid w:val="000A35FB"/>
    <w:rsid w:val="000E12AA"/>
    <w:rsid w:val="000F5777"/>
    <w:rsid w:val="00133108"/>
    <w:rsid w:val="00175E5B"/>
    <w:rsid w:val="00176183"/>
    <w:rsid w:val="00181913"/>
    <w:rsid w:val="001916CA"/>
    <w:rsid w:val="001D7A01"/>
    <w:rsid w:val="001F6B69"/>
    <w:rsid w:val="00210830"/>
    <w:rsid w:val="0021614F"/>
    <w:rsid w:val="00237E1C"/>
    <w:rsid w:val="00287691"/>
    <w:rsid w:val="00297935"/>
    <w:rsid w:val="002F1E2F"/>
    <w:rsid w:val="0037107E"/>
    <w:rsid w:val="00391055"/>
    <w:rsid w:val="0039258B"/>
    <w:rsid w:val="003D3102"/>
    <w:rsid w:val="003E0560"/>
    <w:rsid w:val="004553C7"/>
    <w:rsid w:val="004668AD"/>
    <w:rsid w:val="00482742"/>
    <w:rsid w:val="004C32BA"/>
    <w:rsid w:val="004D66A4"/>
    <w:rsid w:val="004F7C9A"/>
    <w:rsid w:val="00530807"/>
    <w:rsid w:val="00577268"/>
    <w:rsid w:val="005E6F3E"/>
    <w:rsid w:val="006807FD"/>
    <w:rsid w:val="006B6DB1"/>
    <w:rsid w:val="007831B9"/>
    <w:rsid w:val="007A0FB5"/>
    <w:rsid w:val="007E6A1C"/>
    <w:rsid w:val="00814449"/>
    <w:rsid w:val="008248AF"/>
    <w:rsid w:val="00891C35"/>
    <w:rsid w:val="00942BE1"/>
    <w:rsid w:val="0096495F"/>
    <w:rsid w:val="00983F73"/>
    <w:rsid w:val="009A06FE"/>
    <w:rsid w:val="00A07216"/>
    <w:rsid w:val="00A228EB"/>
    <w:rsid w:val="00A34910"/>
    <w:rsid w:val="00A61336"/>
    <w:rsid w:val="00A721E7"/>
    <w:rsid w:val="00AA2A86"/>
    <w:rsid w:val="00AD3C53"/>
    <w:rsid w:val="00AD5191"/>
    <w:rsid w:val="00B02484"/>
    <w:rsid w:val="00B25FA1"/>
    <w:rsid w:val="00B41620"/>
    <w:rsid w:val="00BD2D92"/>
    <w:rsid w:val="00BD4F81"/>
    <w:rsid w:val="00BE5B4D"/>
    <w:rsid w:val="00CA3A14"/>
    <w:rsid w:val="00CD0657"/>
    <w:rsid w:val="00CF55DB"/>
    <w:rsid w:val="00D21BA8"/>
    <w:rsid w:val="00D332C3"/>
    <w:rsid w:val="00D50234"/>
    <w:rsid w:val="00D81DDA"/>
    <w:rsid w:val="00D8641D"/>
    <w:rsid w:val="00E361E3"/>
    <w:rsid w:val="00EA3442"/>
    <w:rsid w:val="00EC0C85"/>
    <w:rsid w:val="00F041BF"/>
    <w:rsid w:val="00F05655"/>
    <w:rsid w:val="00F23389"/>
    <w:rsid w:val="00F37881"/>
    <w:rsid w:val="00F41397"/>
    <w:rsid w:val="00F50180"/>
    <w:rsid w:val="00F61CEF"/>
    <w:rsid w:val="00F84918"/>
    <w:rsid w:val="00F95D0B"/>
    <w:rsid w:val="00FA04E7"/>
    <w:rsid w:val="00F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D9DB48"/>
  <w15:docId w15:val="{E09E9B6F-446F-443D-ACE1-F6D24BF6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customStyle="1" w:styleId="KopfzeileZchn">
    <w:name w:val="Kopfzeile Zchn"/>
    <w:link w:val="Kopfzeile"/>
    <w:rsid w:val="00F84918"/>
    <w:rPr>
      <w:rFonts w:ascii="Arial" w:hAnsi="Arial"/>
      <w:sz w:val="22"/>
    </w:rPr>
  </w:style>
  <w:style w:type="paragraph" w:customStyle="1" w:styleId="QEP-FuzeileUV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 QAnlage.dot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Ingenieurbüro Künzel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creator>Berger, Jennifer</dc:creator>
  <cp:lastModifiedBy>Hartfeldt, Christiane</cp:lastModifiedBy>
  <cp:revision>8</cp:revision>
  <cp:lastPrinted>2016-02-03T12:55:00Z</cp:lastPrinted>
  <dcterms:created xsi:type="dcterms:W3CDTF">2017-04-27T10:05:00Z</dcterms:created>
  <dcterms:modified xsi:type="dcterms:W3CDTF">2018-10-16T07:21:00Z</dcterms:modified>
</cp:coreProperties>
</file>