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A61" w:rsidRDefault="008C4A61" w:rsidP="008C4A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C4A61" w:rsidRPr="002E2C0F" w:rsidRDefault="008C4A61" w:rsidP="008C4A61">
      <w:pPr>
        <w:spacing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E2C0F">
        <w:rPr>
          <w:rFonts w:ascii="Times New Roman" w:hAnsi="Times New Roman" w:cs="Times New Roman"/>
          <w:b/>
          <w:sz w:val="24"/>
          <w:szCs w:val="24"/>
          <w:lang w:val="en-GB"/>
        </w:rPr>
        <w:t>Table 1: Resident, care and relative characteristics included as independent variables.</w:t>
      </w:r>
    </w:p>
    <w:tbl>
      <w:tblPr>
        <w:tblStyle w:val="Tabelraster"/>
        <w:tblW w:w="10314" w:type="dxa"/>
        <w:tblInd w:w="0" w:type="dxa"/>
        <w:tblLook w:val="04A0" w:firstRow="1" w:lastRow="0" w:firstColumn="1" w:lastColumn="0" w:noHBand="0" w:noVBand="1"/>
      </w:tblPr>
      <w:tblGrid>
        <w:gridCol w:w="3070"/>
        <w:gridCol w:w="7244"/>
      </w:tblGrid>
      <w:tr w:rsidR="008C4A61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  <w:rPr>
                <w:b/>
              </w:rPr>
            </w:pPr>
            <w:r w:rsidRPr="00843F46">
              <w:rPr>
                <w:b/>
              </w:rPr>
              <w:t>Variable</w:t>
            </w:r>
          </w:p>
        </w:tc>
        <w:tc>
          <w:tcPr>
            <w:tcW w:w="7244" w:type="dxa"/>
          </w:tcPr>
          <w:p w:rsidR="008C4A61" w:rsidRPr="00843F46" w:rsidRDefault="008C4A61" w:rsidP="00741D49">
            <w:pPr>
              <w:spacing w:line="480" w:lineRule="auto"/>
              <w:rPr>
                <w:b/>
              </w:rPr>
            </w:pPr>
            <w:r>
              <w:rPr>
                <w:b/>
              </w:rPr>
              <w:t>Reference/Justification</w:t>
            </w:r>
          </w:p>
        </w:tc>
      </w:tr>
      <w:tr w:rsidR="008C4A61" w:rsidRPr="00843F46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843F46">
              <w:t xml:space="preserve">Family Perception of Physician-Family Communication </w:t>
            </w:r>
            <w:r>
              <w:t xml:space="preserve">(FPPFC) </w:t>
            </w:r>
            <w:r w:rsidRPr="00843F46">
              <w:t>scale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 xml:space="preserve">Quality of the relationship with healthcare providers plays a role for family caregivers in making end-of-life care decisions </w:t>
            </w:r>
            <w:r>
              <w:fldChar w:fldCharType="begin"/>
            </w:r>
            <w:r>
              <w:instrText xml:space="preserve"> ADDIN EN.CITE &lt;EndNote&gt;&lt;Cite&gt;&lt;Author&gt;Caron&lt;/Author&gt;&lt;Year&gt;2005&lt;/Year&gt;&lt;RecNum&gt;340&lt;/RecNum&gt;&lt;DisplayText&gt;[36]&lt;/DisplayText&gt;&lt;record&gt;&lt;rec-number&gt;340&lt;/rec-number&gt;&lt;foreign-keys&gt;&lt;key app="EN" db-id="2v2ptpxa9f5zsaex9sp5drpyfa55250r0p5v" timestamp="1531479453"&gt;340&lt;/key&gt;&lt;/foreign-keys&gt;&lt;ref-type name="Journal Article"&gt;17&lt;/ref-type&gt;&lt;contributors&gt;&lt;authors&gt;&lt;author&gt;Caron, Chantal D.&lt;/author&gt;&lt;author&gt;Griffith, Jennifer&lt;/author&gt;&lt;author&gt;Arcand, Marcel&lt;/author&gt;&lt;/authors&gt;&lt;/contributors&gt;&lt;titles&gt;&lt;title&gt;Decision Making at the End of Life in Dementia: How Family Caregivers Perceive Their Interactions With Health Care Providers in Long-Term-Care Settings&lt;/title&gt;&lt;secondary-title&gt;Journal of Applied Gerontology&lt;/secondary-title&gt;&lt;/titles&gt;&lt;periodical&gt;&lt;full-title&gt;Journal of Applied Gerontology&lt;/full-title&gt;&lt;/periodical&gt;&lt;pages&gt;231-247&lt;/pages&gt;&lt;volume&gt;24&lt;/volume&gt;&lt;number&gt;3&lt;/number&gt;&lt;keywords&gt;&lt;keyword&gt;dementia,palliative care,family caregivers,decision making&lt;/keyword&gt;&lt;/keywords&gt;&lt;dates&gt;&lt;year&gt;2005&lt;/year&gt;&lt;/dates&gt;&lt;urls&gt;&lt;related-urls&gt;&lt;url&gt;http://journals.sagepub.com/doi/abs/10.1177/0733464805275766&lt;/url&gt;&lt;/related-urls&gt;&lt;/urls&gt;&lt;electronic-resource-num&gt;10.1177/0733464805275766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[36]</w:t>
            </w:r>
            <w:r>
              <w:fldChar w:fldCharType="end"/>
            </w:r>
            <w:r>
              <w:t xml:space="preserve">. 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Pr="00843F46" w:rsidRDefault="008C4A61" w:rsidP="00741D49">
            <w:pPr>
              <w:spacing w:line="480" w:lineRule="auto"/>
            </w:pPr>
            <w:r>
              <w:t xml:space="preserve">To make a decisions in the patient’s best interest, surrogate decision makers often gather information from the clinicians </w:t>
            </w:r>
            <w:r>
              <w:fldChar w:fldCharType="begin">
                <w:fldData xml:space="preserve">PEVuZE5vdGU+PENpdGU+PEF1dGhvcj5Gcml0c2NoPC9BdXRob3I+PFllYXI+MjAxMzwvWWVhcj48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PEVuZE5vdGU+PENpdGU+PEF1dGhvcj5Gcml0c2NoPC9BdXRob3I+PFllYXI+MjAxMzwvWWVhcj48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[7]</w:t>
            </w:r>
            <w:r>
              <w:fldChar w:fldCharType="end"/>
            </w:r>
            <w:r>
              <w:t>.</w:t>
            </w:r>
          </w:p>
        </w:tc>
      </w:tr>
      <w:tr w:rsidR="008C4A61" w:rsidRPr="00843F46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>
              <w:t>Resident’s health in last week of life</w:t>
            </w:r>
            <w:r>
              <w:br/>
              <w:t>Resident’s comfort during last week of life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 xml:space="preserve">The relative’s quality of life plays a role when family caregivers make treatment decisions </w:t>
            </w:r>
            <w:r>
              <w:fldChar w:fldCharType="begin">
                <w:fldData xml:space="preserve">PEVuZE5vdGU+PENpdGU+PEF1dGhvcj5DYXJvbjwvQXV0aG9yPjxZZWFyPjIwMDU8L1llYXI+PFJl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PEVuZE5vdGU+PENpdGU+PEF1dGhvcj5DYXJvbjwvQXV0aG9yPjxZZWFyPjIwMDU8L1llYXI+PFJl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[1, 32]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Default="008C4A61" w:rsidP="00741D49">
            <w:pPr>
              <w:spacing w:line="480" w:lineRule="auto"/>
            </w:pPr>
            <w:r>
              <w:t xml:space="preserve">Lack of alignment in treatment goals between physician and family often occurred when patients had unstable/declining functional or cognitive health </w:t>
            </w:r>
            <w:r>
              <w:fldChar w:fldCharType="begin">
                <w:fldData xml:space="preserve">PEVuZE5vdGU+PENpdGU+PEF1dGhvcj5LdWx1c2tpPC9BdXRob3I+PFllYXI+MjAxMzwvWWVhcj48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PEVuZE5vdGU+PENpdGU+PEF1dGhvcj5LdWx1c2tpPC9BdXRob3I+PFllYXI+MjAxMzwvWWVhcj48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[16]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Pr="00843F46" w:rsidRDefault="008C4A61" w:rsidP="00741D49">
            <w:pPr>
              <w:spacing w:line="480" w:lineRule="auto"/>
            </w:pPr>
            <w:r>
              <w:t xml:space="preserve">Surrogate decision makers view the patients’ best interest in terms of their quality of life </w:t>
            </w:r>
            <w:r>
              <w:fldChar w:fldCharType="begin">
                <w:fldData xml:space="preserve">PEVuZE5vdGU+PENpdGU+PEF1dGhvcj5Gcml0c2NoPC9BdXRob3I+PFllYXI+MjAxMzwvWWVhcj48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PEVuZE5vdGU+PENpdGU+PEF1dGhvcj5Gcml0c2NoPC9BdXRob3I+PFllYXI+MjAxMzwvWWVhcj48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[7]</w:t>
            </w:r>
            <w:r>
              <w:fldChar w:fldCharType="end"/>
            </w:r>
            <w:r>
              <w:t>.</w:t>
            </w:r>
          </w:p>
        </w:tc>
      </w:tr>
      <w:tr w:rsidR="008C4A61" w:rsidRPr="00843F46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>
              <w:t>Relation to the resident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 xml:space="preserve">Nursing home physicians are more likely to involve close family members in decision making </w:t>
            </w:r>
            <w:r>
              <w:fldChar w:fldCharType="begin"/>
            </w:r>
            <w:r>
              <w:instrText xml:space="preserve"> ADDIN EN.CITE &lt;EndNote&gt;&lt;Cite&gt;&lt;Author&gt;Pasman&lt;/Author&gt;&lt;Year&gt;2004&lt;/Year&gt;&lt;RecNum&gt;226&lt;/RecNum&gt;&lt;DisplayText&gt;[1]&lt;/DisplayText&gt;&lt;record&gt;&lt;rec-number&gt;226&lt;/rec-number&gt;&lt;foreign-keys&gt;&lt;key app="EN" db-id="2v2ptpxa9f5zsaex9sp5drpyfa55250r0p5v" timestamp="1500976029"&gt;226&lt;/key&gt;&lt;/foreign-keys&gt;&lt;ref-type name="Journal Article"&gt;17&lt;/ref-type&gt;&lt;contributors&gt;&lt;authors&gt;&lt;author&gt;Pasman, H. Roeline W.&lt;/author&gt;&lt;author&gt;The, B. Anne Mei&lt;/author&gt;&lt;author&gt;Onwuteaka-Philipsen, Bregje D.&lt;/author&gt;&lt;author&gt;Ribbe, Miel W.&lt;/author&gt;&lt;author&gt;van der Wal, Gerrit&lt;/author&gt;&lt;/authors&gt;&lt;/contributors&gt;&lt;titles&gt;&lt;title&gt;Participants in the decision making on artificial nutrition and hydration to demented nursing home patients: A qualitative study&lt;/title&gt;&lt;secondary-title&gt;Journal of Aging Studies&lt;/secondary-title&gt;&lt;/titles&gt;&lt;periodical&gt;&lt;full-title&gt;Journal of Aging Studies&lt;/full-title&gt;&lt;/periodical&gt;&lt;pages&gt;321-335&lt;/pages&gt;&lt;volume&gt;18&lt;/volume&gt;&lt;number&gt;3&lt;/number&gt;&lt;keywords&gt;&lt;keyword&gt;End-of-life care&lt;/keyword&gt;&lt;keyword&gt;Nursing home medicine&lt;/keyword&gt;&lt;keyword&gt;Surrogate decision making&lt;/keyword&gt;&lt;keyword&gt;Incompetent patients&lt;/keyword&gt;&lt;keyword&gt;Qualitative research&lt;/keyword&gt;&lt;/keywords&gt;&lt;dates&gt;&lt;year&gt;2004&lt;/year&gt;&lt;pub-dates&gt;&lt;date&gt;2004/08/01/&lt;/date&gt;&lt;/pub-dates&gt;&lt;/dates&gt;&lt;isbn&gt;0890-4065&lt;/isbn&gt;&lt;urls&gt;&lt;related-urls&gt;&lt;url&gt;http://www.sciencedirect.com/science/article/pii/S0890406504000246&lt;/url&gt;&lt;/related-urls&gt;&lt;/urls&gt;&lt;electronic-resource-num&gt;http://dx.doi.org/10.1016/j.jaging.2004.03.003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[1]</w:t>
            </w:r>
            <w:r>
              <w:fldChar w:fldCharType="end"/>
            </w:r>
            <w:r>
              <w:t>.</w:t>
            </w:r>
          </w:p>
          <w:p w:rsidR="008C4A61" w:rsidRPr="00843F46" w:rsidRDefault="008C4A61" w:rsidP="00741D49">
            <w:pPr>
              <w:spacing w:line="480" w:lineRule="auto"/>
            </w:pPr>
            <w:r>
              <w:br/>
              <w:t xml:space="preserve">Staff and families are less likely to have similar perspectives on patient’s symptom burden when relatives are spouses or other relatives, compared with children </w:t>
            </w:r>
            <w:r>
              <w:fldChar w:fldCharType="begin"/>
            </w:r>
            <w:r>
              <w:instrText xml:space="preserve"> ADDIN EN.CITE &lt;EndNote&gt;&lt;Cite&gt;&lt;Author&gt;Rich&lt;/Author&gt;&lt;Year&gt;2010&lt;/Year&gt;&lt;RecNum&gt;86&lt;/RecNum&gt;&lt;DisplayText&gt;[13]&lt;/DisplayText&gt;&lt;record&gt;&lt;rec-number&gt;86&lt;/rec-number&gt;&lt;foreign-keys&gt;&lt;key app="EN" db-id="2v2ptpxa9f5zsaex9sp5drpyfa55250r0p5v" timestamp="1500279573"&gt;86&lt;/key&gt;&lt;/foreign-keys&gt;&lt;ref-type name="Journal Article"&gt;17&lt;/ref-type&gt;&lt;contributors&gt;&lt;authors&gt;&lt;author&gt;Rich, S. E.&lt;/author&gt;&lt;author&gt;Williams, C. S.&lt;/author&gt;&lt;author&gt;Zimmerman, S.&lt;/author&gt;&lt;/authors&gt;&lt;/contributors&gt;&lt;auth-address&gt;Department of Epidemiology and Preventive Medicine, University of Maryland School of Medicine, 660 West Redwood Street, Suite 200, Baltimore, MD 21201, USA. srich@epi.umaryland.edu&lt;/auth-address&gt;&lt;titles&gt;&lt;title&gt;Concordance of family and staff member reports about end of life in assisted living and nursing homes&lt;/title&gt;&lt;secondary-title&gt;Gerontologist&lt;/secondary-title&gt;&lt;/titles&gt;&lt;periodical&gt;&lt;full-title&gt;Gerontologist&lt;/full-title&gt;&lt;/periodical&gt;&lt;pages&gt;112-20&lt;/pages&gt;&lt;volume&gt;50&lt;/volume&gt;&lt;number&gt;1&lt;/number&gt;&lt;edition&gt;2009/06/25&lt;/edition&gt;&lt;keywords&gt;&lt;keyword&gt;Aged, 80 and over&lt;/keyword&gt;&lt;keyword&gt;Attitude of Health Personnel&lt;/keyword&gt;&lt;keyword&gt;Caregivers/ psychology&lt;/keyword&gt;&lt;keyword&gt;Cross-Sectional Studies&lt;/keyword&gt;&lt;keyword&gt;Family/ psychology&lt;/keyword&gt;&lt;keyword&gt;Female&lt;/keyword&gt;&lt;keyword&gt;Humans&lt;/keyword&gt;&lt;keyword&gt;Long-Term Care/ standards&lt;/keyword&gt;&lt;keyword&gt;Male&lt;/keyword&gt;&lt;keyword&gt;Nursing Homes/ standards&lt;/keyword&gt;&lt;keyword&gt;Quality of Health Care&lt;/keyword&gt;&lt;keyword&gt;Surveys and Questionnaires&lt;/keyword&gt;&lt;keyword&gt;United States&lt;/keyword&gt;&lt;/keywords&gt;&lt;dates&gt;&lt;year&gt;2010&lt;/year&gt;&lt;pub-dates&gt;&lt;date&gt;Feb&lt;/date&gt;&lt;/pub-dates&gt;&lt;/dates&gt;&lt;isbn&gt;1758-5341 (Electronic)&amp;#xD;0016-9013 (Linking)&lt;/isbn&gt;&lt;accession-num&gt;19549716&lt;/accession-num&gt;&lt;urls&gt;&lt;related-urls&gt;&lt;url&gt;https://www.ncbi.nlm.nih.gov/pmc/articles/PMC2805807/pdf/gnp089.pdf&lt;/url&gt;&lt;/related-urls&gt;&lt;/urls&gt;&lt;custom2&gt;PMC2805807&lt;/custom2&gt;&lt;electronic-resource-num&gt;10.1093/geront/gnp089&lt;/electronic-resource-num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[13]</w:t>
            </w:r>
            <w:r>
              <w:fldChar w:fldCharType="end"/>
            </w:r>
            <w:r>
              <w:t>.</w:t>
            </w:r>
          </w:p>
        </w:tc>
      </w:tr>
      <w:tr w:rsidR="008C4A61" w:rsidRPr="00843F46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3C796A">
              <w:t>Care provider explained what palliative care means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 xml:space="preserve">Understanding of care (options) plays a role in decision making </w:t>
            </w:r>
            <w:r>
              <w:fldChar w:fldCharType="begin"/>
            </w:r>
            <w:r>
              <w:instrText xml:space="preserve"> ADDIN EN.CITE &lt;EndNote&gt;&lt;Cite&gt;&lt;Author&gt;Pasman&lt;/Author&gt;&lt;Year&gt;2004&lt;/Year&gt;&lt;RecNum&gt;226&lt;/RecNum&gt;&lt;DisplayText&gt;[1]&lt;/DisplayText&gt;&lt;record&gt;&lt;rec-number&gt;226&lt;/rec-number&gt;&lt;foreign-keys&gt;&lt;key app="EN" db-id="2v2ptpxa9f5zsaex9sp5drpyfa55250r0p5v" timestamp="1500976029"&gt;226&lt;/key&gt;&lt;/foreign-keys&gt;&lt;ref-type name="Journal Article"&gt;17&lt;/ref-type&gt;&lt;contributors&gt;&lt;authors&gt;&lt;author&gt;Pasman, H. Roeline W.&lt;/author&gt;&lt;author&gt;The, B. Anne Mei&lt;/author&gt;&lt;author&gt;Onwuteaka-Philipsen, Bregje D.&lt;/author&gt;&lt;author&gt;Ribbe, Miel W.&lt;/author&gt;&lt;author&gt;van der Wal, Gerrit&lt;/author&gt;&lt;/authors&gt;&lt;/contributors&gt;&lt;titles&gt;&lt;title&gt;Participants in the decision making on artificial nutrition and hydration to demented nursing home patients: A qualitative study&lt;/title&gt;&lt;secondary-title&gt;Journal of Aging Studies&lt;/secondary-title&gt;&lt;/titles&gt;&lt;periodical&gt;&lt;full-title&gt;Journal of Aging Studies&lt;/full-title&gt;&lt;/periodical&gt;&lt;pages&gt;321-335&lt;/pages&gt;&lt;volume&gt;18&lt;/volume&gt;&lt;number&gt;3&lt;/number&gt;&lt;keywords&gt;&lt;keyword&gt;End-of-life care&lt;/keyword&gt;&lt;keyword&gt;Nursing home medicine&lt;/keyword&gt;&lt;keyword&gt;Surrogate decision making&lt;/keyword&gt;&lt;keyword&gt;Incompetent patients&lt;/keyword&gt;&lt;keyword&gt;Qualitative research&lt;/keyword&gt;&lt;/keywords&gt;&lt;dates&gt;&lt;year&gt;2004&lt;/year&gt;&lt;pub-dates&gt;&lt;date&gt;2004/08/01/&lt;/date&gt;&lt;/pub-dates&gt;&lt;/dates&gt;&lt;isbn&gt;0890-4065&lt;/isbn&gt;&lt;urls&gt;&lt;related-urls&gt;&lt;url&gt;http://www.sciencedirect.com/science/article/pii/S0890406504000246&lt;/url&gt;&lt;/related-urls&gt;&lt;/urls&gt;&lt;electronic-resource-num&gt;http://dx.doi.org/10.1016/j.jaging.2004.03.003&lt;/electronic-resource-num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[1]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Default="008C4A61" w:rsidP="00741D49">
            <w:pPr>
              <w:spacing w:line="480" w:lineRule="auto"/>
            </w:pPr>
            <w:r>
              <w:lastRenderedPageBreak/>
              <w:t xml:space="preserve">Care providers teach patients and families about prognosis and treatment options, to help shift them towards palliative treatment decisions </w:t>
            </w:r>
            <w:r>
              <w:fldChar w:fldCharType="begin"/>
            </w:r>
            <w:r>
              <w:instrText xml:space="preserve"> ADDIN EN.CITE &lt;EndNote&gt;&lt;Cite&gt;&lt;Author&gt;Norton&lt;/Author&gt;&lt;Year&gt;2001&lt;/Year&gt;&lt;RecNum&gt;341&lt;/RecNum&gt;&lt;DisplayText&gt;[37]&lt;/DisplayText&gt;&lt;record&gt;&lt;rec-number&gt;341&lt;/rec-number&gt;&lt;foreign-keys&gt;&lt;key app="EN" db-id="2v2ptpxa9f5zsaex9sp5drpyfa55250r0p5v" timestamp="1531479677"&gt;341&lt;/key&gt;&lt;/foreign-keys&gt;&lt;ref-type name="Journal Article"&gt;17&lt;/ref-type&gt;&lt;contributors&gt;&lt;authors&gt;&lt;author&gt;Norton, S. A.&lt;/author&gt;&lt;author&gt;Bowers, B. J.&lt;/author&gt;&lt;/authors&gt;&lt;/contributors&gt;&lt;auth-address&gt;University of Rochester School of Nursing, 601 Elmwood Avenue, Box SON, Rochester, NY 14642, USA.&lt;/auth-address&gt;&lt;titles&gt;&lt;title&gt;Working toward consensus: providers&amp;apos; strategies to shift patients from curative to palliative treatment choices&lt;/title&gt;&lt;secondary-title&gt;Res Nurs Health&lt;/secondary-title&gt;&lt;alt-title&gt;Research in nursing &amp;amp; health&lt;/alt-title&gt;&lt;/titles&gt;&lt;periodical&gt;&lt;full-title&gt;Res Nurs Health&lt;/full-title&gt;&lt;abbr-1&gt;Research in nursing &amp;amp; health&lt;/abbr-1&gt;&lt;/periodical&gt;&lt;alt-periodical&gt;&lt;full-title&gt;Res Nurs Health&lt;/full-title&gt;&lt;abbr-1&gt;Research in nursing &amp;amp; health&lt;/abbr-1&gt;&lt;/alt-periodical&gt;&lt;pages&gt;258-69&lt;/pages&gt;&lt;volume&gt;24&lt;/volume&gt;&lt;number&gt;4&lt;/number&gt;&lt;edition&gt;2001/12/18&lt;/edition&gt;&lt;keywords&gt;&lt;keyword&gt;*Decision Making&lt;/keyword&gt;&lt;keyword&gt;Female&lt;/keyword&gt;&lt;keyword&gt;Humans&lt;/keyword&gt;&lt;keyword&gt;Interviews as Topic&lt;/keyword&gt;&lt;keyword&gt;Male&lt;/keyword&gt;&lt;keyword&gt;Nursing Theory&lt;/keyword&gt;&lt;keyword&gt;Palliative Care/*psychology&lt;/keyword&gt;&lt;keyword&gt;*Patient Care Team&lt;/keyword&gt;&lt;keyword&gt;Terminally Ill/*psychology&lt;/keyword&gt;&lt;/keywords&gt;&lt;dates&gt;&lt;year&gt;2001&lt;/year&gt;&lt;pub-dates&gt;&lt;date&gt;Aug&lt;/date&gt;&lt;/pub-dates&gt;&lt;/dates&gt;&lt;isbn&gt;0160-6891 (Print)&amp;#xD;0160-6891&lt;/isbn&gt;&lt;accession-num&gt;11746057&lt;/accession-num&gt;&lt;urls&gt;&lt;/urls&gt;&lt;custom2&gt;PMC3744156&lt;/custom2&gt;&lt;custom6&gt;NIHMS236104&lt;/custom6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[37]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Pr="00843F46" w:rsidRDefault="008C4A61" w:rsidP="00741D49">
            <w:pPr>
              <w:spacing w:line="480" w:lineRule="auto"/>
            </w:pPr>
            <w:r>
              <w:t xml:space="preserve">Families or patients difficulty in understanding the limitations and complications of life-sustaining treatments was an important barrier to care goal discussions </w:t>
            </w:r>
            <w:r>
              <w:fldChar w:fldCharType="begin">
                <w:fldData xml:space="preserve">PEVuZE5vdGU+PENpdGU+PEF1dGhvcj5Zb3U8L0F1dGhvcj48WWVhcj4yMDE1PC9ZZWFyPjxSZWNO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PEVuZE5vdGU+PENpdGU+PEF1dGhvcj5Zb3U8L0F1dGhvcj48WWVhcj4yMDE1PC9ZZWFyPjxSZWNO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[38]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757CC8">
              <w:lastRenderedPageBreak/>
              <w:t>Relative did not really understand resident’s condition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 xml:space="preserve">A shared understanding of the medical situation facilitates decisions on treatment and care </w:t>
            </w:r>
            <w:r>
              <w:fldChar w:fldCharType="begin">
                <w:fldData xml:space="preserve">PEVuZE5vdGU+PENpdGU+PEF1dGhvcj5CZXJuLUtsdWc8L0F1dGhvcj48WWVhcj4yMDA0PC9ZZWFy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PEVuZE5vdGU+PENpdGU+PEF1dGhvcj5CZXJuLUtsdWc8L0F1dGhvcj48WWVhcj4yMDA0PC9ZZWFy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[6]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Pr="00843F46" w:rsidRDefault="008C4A61" w:rsidP="00741D49">
            <w:pPr>
              <w:spacing w:line="480" w:lineRule="auto"/>
            </w:pPr>
            <w:r>
              <w:t xml:space="preserve">Care providers change patients’ and families’ understanding of the patient’s condition to one that is consistent with the provider </w:t>
            </w:r>
            <w:r>
              <w:fldChar w:fldCharType="begin"/>
            </w:r>
            <w:r>
              <w:instrText xml:space="preserve"> ADDIN EN.CITE &lt;EndNote&gt;&lt;Cite&gt;&lt;Author&gt;Norton&lt;/Author&gt;&lt;Year&gt;2001&lt;/Year&gt;&lt;RecNum&gt;341&lt;/RecNum&gt;&lt;DisplayText&gt;[37]&lt;/DisplayText&gt;&lt;record&gt;&lt;rec-number&gt;341&lt;/rec-number&gt;&lt;foreign-keys&gt;&lt;key app="EN" db-id="2v2ptpxa9f5zsaex9sp5drpyfa55250r0p5v" timestamp="1531479677"&gt;341&lt;/key&gt;&lt;/foreign-keys&gt;&lt;ref-type name="Journal Article"&gt;17&lt;/ref-type&gt;&lt;contributors&gt;&lt;authors&gt;&lt;author&gt;Norton, S. A.&lt;/author&gt;&lt;author&gt;Bowers, B. J.&lt;/author&gt;&lt;/authors&gt;&lt;/contributors&gt;&lt;auth-address&gt;University of Rochester School of Nursing, 601 Elmwood Avenue, Box SON, Rochester, NY 14642, USA.&lt;/auth-address&gt;&lt;titles&gt;&lt;title&gt;Working toward consensus: providers&amp;apos; strategies to shift patients from curative to palliative treatment choices&lt;/title&gt;&lt;secondary-title&gt;Res Nurs Health&lt;/secondary-title&gt;&lt;alt-title&gt;Research in nursing &amp;amp; health&lt;/alt-title&gt;&lt;/titles&gt;&lt;periodical&gt;&lt;full-title&gt;Res Nurs Health&lt;/full-title&gt;&lt;abbr-1&gt;Research in nursing &amp;amp; health&lt;/abbr-1&gt;&lt;/periodical&gt;&lt;alt-periodical&gt;&lt;full-title&gt;Res Nurs Health&lt;/full-title&gt;&lt;abbr-1&gt;Research in nursing &amp;amp; health&lt;/abbr-1&gt;&lt;/alt-periodical&gt;&lt;pages&gt;258-69&lt;/pages&gt;&lt;volume&gt;24&lt;/volume&gt;&lt;number&gt;4&lt;/number&gt;&lt;edition&gt;2001/12/18&lt;/edition&gt;&lt;keywords&gt;&lt;keyword&gt;*Decision Making&lt;/keyword&gt;&lt;keyword&gt;Female&lt;/keyword&gt;&lt;keyword&gt;Humans&lt;/keyword&gt;&lt;keyword&gt;Interviews as Topic&lt;/keyword&gt;&lt;keyword&gt;Male&lt;/keyword&gt;&lt;keyword&gt;Nursing Theory&lt;/keyword&gt;&lt;keyword&gt;Palliative Care/*psychology&lt;/keyword&gt;&lt;keyword&gt;*Patient Care Team&lt;/keyword&gt;&lt;keyword&gt;Terminally Ill/*psychology&lt;/keyword&gt;&lt;/keywords&gt;&lt;dates&gt;&lt;year&gt;2001&lt;/year&gt;&lt;pub-dates&gt;&lt;date&gt;Aug&lt;/date&gt;&lt;/pub-dates&gt;&lt;/dates&gt;&lt;isbn&gt;0160-6891 (Print)&amp;#xD;0160-6891&lt;/isbn&gt;&lt;accession-num&gt;11746057&lt;/accession-num&gt;&lt;urls&gt;&lt;/urls&gt;&lt;custom2&gt;PMC3744156&lt;/custom2&gt;&lt;custom6&gt;NIHMS236104&lt;/custom6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[37]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>
              <w:t>Dementia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 xml:space="preserve">Lack of alignment in treatment goals between physician and family often occurred when patients had unstable/declining functional or cognitive health </w:t>
            </w:r>
            <w:r>
              <w:fldChar w:fldCharType="begin">
                <w:fldData xml:space="preserve">PEVuZE5vdGU+PENpdGU+PEF1dGhvcj5LdWx1c2tpPC9BdXRob3I+PFllYXI+MjAxMzwvWWVhcj48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PEVuZE5vdGU+PENpdGU+PEF1dGhvcj5LdWx1c2tpPC9BdXRob3I+PFllYXI+MjAxMzwvWWVhcj48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[16]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Default="008C4A61" w:rsidP="00741D49">
            <w:pPr>
              <w:spacing w:line="480" w:lineRule="auto"/>
            </w:pPr>
            <w:r>
              <w:t xml:space="preserve">Medical staff considered family wishes more important to the decision-making process when the resident was cognitively impaired </w:t>
            </w:r>
            <w:r>
              <w:fldChar w:fldCharType="begin">
                <w:fldData xml:space="preserve">PEVuZE5vdGU+PENpdGU+PEF1dGhvcj5Db2hlbi1NYW5zZmllbGQ8L0F1dGhvcj48WWVhcj4yMDAz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==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PEVuZE5vdGU+PENpdGU+PEF1dGhvcj5Db2hlbi1NYW5zZmllbGQ8L0F1dGhvcj48WWVhcj4yMDAz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==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[4]</w:t>
            </w:r>
            <w:r>
              <w:fldChar w:fldCharType="end"/>
            </w:r>
            <w:r>
              <w:t>.</w:t>
            </w:r>
          </w:p>
          <w:p w:rsidR="008C4A61" w:rsidRDefault="008C4A61" w:rsidP="00741D49">
            <w:pPr>
              <w:spacing w:line="480" w:lineRule="auto"/>
            </w:pPr>
          </w:p>
          <w:p w:rsidR="008C4A61" w:rsidRPr="00843F46" w:rsidRDefault="008C4A61" w:rsidP="00741D49">
            <w:pPr>
              <w:spacing w:line="480" w:lineRule="auto"/>
            </w:pPr>
            <w:r>
              <w:t xml:space="preserve">Patient’s incapacity to make care goal decisions was an important barrier to care goal discussions </w:t>
            </w:r>
            <w:r>
              <w:fldChar w:fldCharType="begin">
                <w:fldData xml:space="preserve">PEVuZE5vdGU+PENpdGU+PEF1dGhvcj5Zb3U8L0F1dGhvcj48WWVhcj4yMDE1PC9ZZWFyPjxSZWNO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PEVuZE5vdGU+PENpdGU+PEF1dGhvcj5Zb3U8L0F1dGhvcj48WWVhcj4yMDE1PC9ZZWFyPjxSZWNO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=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[38]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313E7E">
              <w:t>Relative expected resident would die, one month before death</w:t>
            </w:r>
          </w:p>
        </w:tc>
        <w:tc>
          <w:tcPr>
            <w:tcW w:w="7244" w:type="dxa"/>
          </w:tcPr>
          <w:p w:rsidR="008C4A61" w:rsidRPr="00843F46" w:rsidRDefault="008C4A61" w:rsidP="00741D49">
            <w:pPr>
              <w:spacing w:line="480" w:lineRule="auto"/>
            </w:pPr>
            <w:r>
              <w:t xml:space="preserve">Care providers help patient and family understand the patient might not survive, to nudge them towards choosing palliative care </w:t>
            </w:r>
            <w:r>
              <w:fldChar w:fldCharType="begin"/>
            </w:r>
            <w:r>
              <w:instrText xml:space="preserve"> ADDIN EN.CITE &lt;EndNote&gt;&lt;Cite&gt;&lt;Author&gt;Norton&lt;/Author&gt;&lt;Year&gt;2001&lt;/Year&gt;&lt;RecNum&gt;341&lt;/RecNum&gt;&lt;DisplayText&gt;[37]&lt;/DisplayText&gt;&lt;record&gt;&lt;rec-number&gt;341&lt;/rec-number&gt;&lt;foreign-keys&gt;&lt;key app="EN" db-id="2v2ptpxa9f5zsaex9sp5drpyfa55250r0p5v" timestamp="1531479677"&gt;341&lt;/key&gt;&lt;/foreign-keys&gt;&lt;ref-type name="Journal Article"&gt;17&lt;/ref-type&gt;&lt;contributors&gt;&lt;authors&gt;&lt;author&gt;Norton, S. A.&lt;/author&gt;&lt;author&gt;Bowers, B. J.&lt;/author&gt;&lt;/authors&gt;&lt;/contributors&gt;&lt;auth-address&gt;University of Rochester School of Nursing, 601 Elmwood Avenue, Box SON, Rochester, NY 14642, USA.&lt;/auth-address&gt;&lt;titles&gt;&lt;title&gt;Working toward consensus: providers&amp;apos; strategies to shift patients from curative to palliative treatment choices&lt;/title&gt;&lt;secondary-title&gt;Res Nurs Health&lt;/secondary-title&gt;&lt;alt-title&gt;Research in nursing &amp;amp; health&lt;/alt-title&gt;&lt;/titles&gt;&lt;periodical&gt;&lt;full-title&gt;Res Nurs Health&lt;/full-title&gt;&lt;abbr-1&gt;Research in nursing &amp;amp; health&lt;/abbr-1&gt;&lt;/periodical&gt;&lt;alt-periodical&gt;&lt;full-title&gt;Res Nurs Health&lt;/full-title&gt;&lt;abbr-1&gt;Research in nursing &amp;amp; health&lt;/abbr-1&gt;&lt;/alt-periodical&gt;&lt;pages&gt;258-69&lt;/pages&gt;&lt;volume&gt;24&lt;/volume&gt;&lt;number&gt;4&lt;/number&gt;&lt;edition&gt;2001/12/18&lt;/edition&gt;&lt;keywords&gt;&lt;keyword&gt;*Decision Making&lt;/keyword&gt;&lt;keyword&gt;Female&lt;/keyword&gt;&lt;keyword&gt;Humans&lt;/keyword&gt;&lt;keyword&gt;Interviews as Topic&lt;/keyword&gt;&lt;keyword&gt;Male&lt;/keyword&gt;&lt;keyword&gt;Nursing Theory&lt;/keyword&gt;&lt;keyword&gt;Palliative Care/*psychology&lt;/keyword&gt;&lt;keyword&gt;*Patient Care Team&lt;/keyword&gt;&lt;keyword&gt;Terminally Ill/*psychology&lt;/keyword&gt;&lt;/keywords&gt;&lt;dates&gt;&lt;year&gt;2001&lt;/year&gt;&lt;pub-dates&gt;&lt;date&gt;Aug&lt;/date&gt;&lt;/pub-dates&gt;&lt;/dates&gt;&lt;isbn&gt;0160-6891 (Print)&amp;#xD;0160-6891&lt;/isbn&gt;&lt;accession-num&gt;11746057&lt;/accession-num&gt;&lt;urls&gt;&lt;/urls&gt;&lt;custom2&gt;PMC3744156&lt;/custom2&gt;&lt;custom6&gt;NIHMS236104&lt;/custom6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[37]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F03E80">
              <w:t>Relative felt fully involved in all decision making</w:t>
            </w:r>
          </w:p>
        </w:tc>
        <w:tc>
          <w:tcPr>
            <w:tcW w:w="7244" w:type="dxa"/>
          </w:tcPr>
          <w:p w:rsidR="008C4A61" w:rsidRPr="00843F46" w:rsidRDefault="008C4A61" w:rsidP="00741D49">
            <w:pPr>
              <w:spacing w:line="480" w:lineRule="auto"/>
            </w:pPr>
            <w:r>
              <w:t xml:space="preserve">The degree to which families participate in the decision making process may influence the goal-setting process </w:t>
            </w:r>
            <w:r>
              <w:fldChar w:fldCharType="begin"/>
            </w:r>
            <w:r>
              <w:instrText xml:space="preserve"> ADDIN EN.CITE &lt;EndNote&gt;&lt;Cite&gt;&lt;Author&gt;Bradley&lt;/Author&gt;&lt;Year&gt;1999&lt;/Year&gt;&lt;RecNum&gt;343&lt;/RecNum&gt;&lt;DisplayText&gt;[39]&lt;/DisplayText&gt;&lt;record&gt;&lt;rec-number&gt;343&lt;/rec-number&gt;&lt;foreign-keys&gt;&lt;key app="EN" db-id="2v2ptpxa9f5zsaex9sp5drpyfa55250r0p5v" timestamp="1531479877"&gt;343&lt;/key&gt;&lt;/foreign-keys&gt;&lt;ref-type name="Journal Article"&gt;17&lt;/ref-type&gt;&lt;contributors&gt;&lt;authors&gt;&lt;author&gt;Bradley, E. H.&lt;/author&gt;&lt;author&gt;Bogardus, S. T., Jr.&lt;/author&gt;&lt;author&gt;Tinetti, M. E.&lt;/author&gt;&lt;author&gt;Inouye, S. K.&lt;/author&gt;&lt;/authors&gt;&lt;/contributors&gt;&lt;auth-address&gt;Department of Epidemiology and Public Health, Yale School of Medicine, New Haven, CT 06520-8034, USA. elizabeth.bradley@yale.edu&lt;/auth-address&gt;&lt;titles&gt;&lt;title&gt;Goal-setting in clinical medicine&lt;/title&gt;&lt;secondary-title&gt;Soc Sci Med&lt;/secondary-title&gt;&lt;alt-title&gt;Social science &amp;amp; medicine (1982)&lt;/alt-title&gt;&lt;/titles&gt;&lt;periodical&gt;&lt;full-title&gt;Soc Sci Med&lt;/full-title&gt;&lt;abbr-1&gt;Social science &amp;amp; medicine (1982)&lt;/abbr-1&gt;&lt;/periodical&gt;&lt;alt-periodical&gt;&lt;full-title&gt;Soc Sci Med&lt;/full-title&gt;&lt;abbr-1&gt;Social science &amp;amp; medicine (1982)&lt;/abbr-1&gt;&lt;/alt-periodical&gt;&lt;pages&gt;267-78&lt;/pages&gt;&lt;volume&gt;49&lt;/volume&gt;&lt;number&gt;2&lt;/number&gt;&lt;edition&gt;1999/07/22&lt;/edition&gt;&lt;keywords&gt;&lt;keyword&gt;Aged&lt;/keyword&gt;&lt;keyword&gt;Aged, 80 and over&lt;/keyword&gt;&lt;keyword&gt;Communication&lt;/keyword&gt;&lt;keyword&gt;*Dementia&lt;/keyword&gt;&lt;keyword&gt;Female&lt;/keyword&gt;&lt;keyword&gt;*Geriatric Assessment&lt;/keyword&gt;&lt;keyword&gt;*Goals&lt;/keyword&gt;&lt;keyword&gt;Humans&lt;/keyword&gt;&lt;keyword&gt;Male&lt;/keyword&gt;&lt;keyword&gt;Physician-Patient Relations&lt;/keyword&gt;&lt;keyword&gt;Professional-Family Relations&lt;/keyword&gt;&lt;keyword&gt;Risk-Taking&lt;/keyword&gt;&lt;keyword&gt;Social Values&lt;/keyword&gt;&lt;/keywords&gt;&lt;dates&gt;&lt;year&gt;1999&lt;/year&gt;&lt;pub-dates&gt;&lt;date&gt;Jul&lt;/date&gt;&lt;/pub-dates&gt;&lt;/dates&gt;&lt;isbn&gt;0277-9536 (Print)&amp;#xD;0277-9536&lt;/isbn&gt;&lt;accession-num&gt;10414834&lt;/accession-num&gt;&lt;urls&gt;&lt;/urls&gt;&lt;remote-database-provider&gt;NLM&lt;/remote-database-provider&gt;&lt;language&gt;eng&lt;/language&gt;&lt;/record&gt;&lt;/Cite&gt;&lt;/EndNote&gt;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[39]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E454C9">
              <w:lastRenderedPageBreak/>
              <w:t>Resident talked with relative or someone else about preferred medical treatment</w:t>
            </w:r>
            <w:r>
              <w:t>/expressed preferences about treatment in last phase of life</w:t>
            </w:r>
          </w:p>
        </w:tc>
        <w:tc>
          <w:tcPr>
            <w:tcW w:w="7244" w:type="dxa"/>
          </w:tcPr>
          <w:p w:rsidR="008C4A61" w:rsidRPr="00843F46" w:rsidRDefault="008C4A61" w:rsidP="00741D49">
            <w:pPr>
              <w:spacing w:line="480" w:lineRule="auto"/>
            </w:pPr>
            <w:r>
              <w:t xml:space="preserve">Surrogate decision makers base their decisions on statements of preference by the patient </w:t>
            </w:r>
            <w:r>
              <w:fldChar w:fldCharType="begin">
                <w:fldData xml:space="preserve">PEVuZE5vdGU+PENpdGU+PEF1dGhvcj5Gcml0c2NoPC9BdXRob3I+PFllYXI+MjAxMzwvWWVhcj48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PEVuZE5vdGU+PENpdGU+PEF1dGhvcj5Gcml0c2NoPC9BdXRob3I+PFllYXI+MjAxMzwvWWVhcj48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[7]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Pr="00843F46" w:rsidRDefault="008C4A61" w:rsidP="00741D49">
            <w:pPr>
              <w:spacing w:line="480" w:lineRule="auto"/>
            </w:pPr>
            <w:r w:rsidRPr="00AB7038">
              <w:t>Relative felt fully involved in all decision making</w:t>
            </w:r>
          </w:p>
        </w:tc>
        <w:tc>
          <w:tcPr>
            <w:tcW w:w="7244" w:type="dxa"/>
          </w:tcPr>
          <w:p w:rsidR="008C4A61" w:rsidRPr="00843F46" w:rsidRDefault="008C4A61" w:rsidP="00741D49">
            <w:pPr>
              <w:spacing w:line="480" w:lineRule="auto"/>
            </w:pPr>
            <w:r>
              <w:t xml:space="preserve">Family satisfaction with treatment decisions was higher when medical staff considered family wishes to be important to decision-making </w:t>
            </w:r>
            <w:r>
              <w:fldChar w:fldCharType="begin">
                <w:fldData xml:space="preserve">PEVuZE5vdGU+PENpdGU+PEF1dGhvcj5Db2hlbi1NYW5zZmllbGQ8L0F1dGhvcj48WWVhcj4yMDAz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==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PEVuZE5vdGU+PENpdGU+PEF1dGhvcj5Db2hlbi1NYW5zZmllbGQ8L0F1dGhvcj48WWVhcj4yMDAz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==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[4]</w:t>
            </w:r>
            <w:r>
              <w:fldChar w:fldCharType="end"/>
            </w:r>
            <w:r>
              <w:t>.</w:t>
            </w:r>
          </w:p>
        </w:tc>
      </w:tr>
      <w:tr w:rsidR="008C4A61" w:rsidRPr="00BB5554" w:rsidTr="00741D49">
        <w:tc>
          <w:tcPr>
            <w:tcW w:w="3070" w:type="dxa"/>
          </w:tcPr>
          <w:p w:rsidR="008C4A61" w:rsidRDefault="008C4A61" w:rsidP="00741D49">
            <w:pPr>
              <w:spacing w:line="480" w:lineRule="auto"/>
            </w:pPr>
          </w:p>
          <w:p w:rsidR="008C4A61" w:rsidRDefault="008C4A61" w:rsidP="00741D49">
            <w:pPr>
              <w:spacing w:line="480" w:lineRule="auto"/>
            </w:pPr>
          </w:p>
          <w:p w:rsidR="008C4A61" w:rsidRDefault="008C4A61" w:rsidP="00741D49">
            <w:pPr>
              <w:spacing w:line="480" w:lineRule="auto"/>
            </w:pPr>
            <w:r>
              <w:t>-</w:t>
            </w:r>
            <w:r w:rsidRPr="008D5BE5">
              <w:t>No. care staff / 10. occupied beds</w:t>
            </w:r>
          </w:p>
          <w:p w:rsidR="008C4A61" w:rsidRDefault="008C4A61" w:rsidP="00741D49">
            <w:pPr>
              <w:spacing w:line="480" w:lineRule="auto"/>
            </w:pPr>
            <w:r>
              <w:t>-Multidisciplinary meetings</w:t>
            </w:r>
          </w:p>
          <w:p w:rsidR="008C4A61" w:rsidRPr="00843F46" w:rsidRDefault="008C4A61" w:rsidP="00741D49">
            <w:pPr>
              <w:spacing w:line="480" w:lineRule="auto"/>
            </w:pPr>
            <w:r>
              <w:t>-Length of stay</w:t>
            </w:r>
          </w:p>
        </w:tc>
        <w:tc>
          <w:tcPr>
            <w:tcW w:w="7244" w:type="dxa"/>
          </w:tcPr>
          <w:p w:rsidR="008C4A61" w:rsidRDefault="008C4A61" w:rsidP="00741D49">
            <w:pPr>
              <w:spacing w:line="480" w:lineRule="auto"/>
            </w:pPr>
            <w:r>
              <w:t>Keeping staff on the same page regarding care decisions was more difficult/impossible when:</w:t>
            </w:r>
          </w:p>
          <w:p w:rsidR="008C4A61" w:rsidRDefault="008C4A61" w:rsidP="00741D49">
            <w:pPr>
              <w:spacing w:line="480" w:lineRule="auto"/>
            </w:pPr>
            <w:r>
              <w:t>-the resident-to-staff ration was high</w:t>
            </w:r>
          </w:p>
          <w:p w:rsidR="008C4A61" w:rsidRDefault="008C4A61" w:rsidP="00741D49">
            <w:pPr>
              <w:spacing w:line="480" w:lineRule="auto"/>
            </w:pPr>
            <w:r>
              <w:t>-staff did not know the physician preferences for type and amount of communication</w:t>
            </w:r>
          </w:p>
          <w:p w:rsidR="008C4A61" w:rsidRPr="00843F46" w:rsidRDefault="008C4A61" w:rsidP="00741D49">
            <w:pPr>
              <w:spacing w:line="480" w:lineRule="auto"/>
            </w:pPr>
            <w:r>
              <w:t xml:space="preserve">-the nursing assistant did not know the residents </w:t>
            </w:r>
            <w:r>
              <w:fldChar w:fldCharType="begin">
                <w:fldData xml:space="preserve">PEVuZE5vdGU+PENpdGU+PEF1dGhvcj5CZXJuLUtsdWc8L0F1dGhvcj48WWVhcj4yMDA0PC9ZZWFy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PEVuZE5vdGU+PENpdGU+PEF1dGhvcj5CZXJuLUtsdWc8L0F1dGhvcj48WWVhcj4yMDA0PC9ZZWFy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[6]</w:t>
            </w:r>
            <w:r>
              <w:fldChar w:fldCharType="end"/>
            </w:r>
          </w:p>
        </w:tc>
      </w:tr>
    </w:tbl>
    <w:p w:rsidR="008C4A61" w:rsidRDefault="008C4A61" w:rsidP="008C4A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C4A61" w:rsidRDefault="008C4A61" w:rsidP="008C4A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C4A61" w:rsidRDefault="008C4A61" w:rsidP="008C4A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8C4A61" w:rsidRDefault="008C4A61" w:rsidP="008C4A61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EA3CF7" w:rsidRPr="008C4A61" w:rsidRDefault="00EA3CF7">
      <w:pPr>
        <w:rPr>
          <w:lang w:val="en-GB"/>
        </w:rPr>
      </w:pPr>
      <w:bookmarkStart w:id="0" w:name="_GoBack"/>
      <w:bookmarkEnd w:id="0"/>
    </w:p>
    <w:sectPr w:rsidR="00EA3CF7" w:rsidRPr="008C4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61"/>
    <w:rsid w:val="00652B4D"/>
    <w:rsid w:val="008C4A61"/>
    <w:rsid w:val="00EA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46907-55A8-4500-A7D3-4AE161C5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C4A61"/>
    <w:rPr>
      <w:rFonts w:eastAsiaTheme="minorEastAsia"/>
      <w:lang w:val="en-US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C4A6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A0305E4</Template>
  <TotalTime>0</TotalTime>
  <Pages>3</Pages>
  <Words>2671</Words>
  <Characters>14694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VUmc</Company>
  <LinksUpToDate>false</LinksUpToDate>
  <CharactersWithSpaces>17331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Koppel, Maud ten</dc:creator>
  <cp:keywords/>
  <dc:description/>
  <cp:lastModifiedBy>Koppel, Maud ten</cp:lastModifiedBy>
  <cp:revision>1</cp:revision>
  <dcterms:created xsi:type="dcterms:W3CDTF">2018-10-08T10:41:00Z</dcterms:created>
  <dcterms:modified xsi:type="dcterms:W3CDTF">2018-10-08T10:41:00Z</dcterms:modified>
</cp:coreProperties>
</file>