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93" w:type="dxa"/>
        <w:tblInd w:w="-95" w:type="dxa"/>
        <w:tblLook w:val="04A0" w:firstRow="1" w:lastRow="0" w:firstColumn="1" w:lastColumn="0" w:noHBand="0" w:noVBand="1"/>
      </w:tblPr>
      <w:tblGrid>
        <w:gridCol w:w="5244"/>
        <w:gridCol w:w="3847"/>
        <w:gridCol w:w="302"/>
      </w:tblGrid>
      <w:tr w:rsidR="00604D21" w:rsidRPr="000F56A1" w14:paraId="630995F6" w14:textId="77777777" w:rsidTr="00F565E2">
        <w:tc>
          <w:tcPr>
            <w:tcW w:w="5244" w:type="dxa"/>
            <w:shd w:val="clear" w:color="auto" w:fill="auto"/>
          </w:tcPr>
          <w:p w14:paraId="19E15C1B" w14:textId="77777777" w:rsidR="0092798B" w:rsidRPr="004679C4" w:rsidRDefault="00BF5322" w:rsidP="00423865">
            <w:pPr>
              <w:spacing w:line="240" w:lineRule="auto"/>
              <w:ind w:firstLine="0"/>
              <w:rPr>
                <w:rFonts w:ascii="Arial" w:hAnsi="Arial" w:cs="Arial"/>
                <w:b/>
                <w:caps/>
                <w:color w:val="000066"/>
                <w:spacing w:val="-6"/>
                <w:sz w:val="20"/>
                <w:szCs w:val="22"/>
                <w:u w:val="single"/>
              </w:rPr>
            </w:pPr>
            <w:r w:rsidRPr="004679C4">
              <w:rPr>
                <w:rFonts w:ascii="Arial" w:hAnsi="Arial" w:cs="Arial"/>
                <w:b/>
                <w:caps/>
                <w:color w:val="000066"/>
                <w:spacing w:val="-6"/>
                <w:sz w:val="20"/>
                <w:szCs w:val="22"/>
                <w:u w:val="single"/>
              </w:rPr>
              <w:t>Response paper</w:t>
            </w:r>
          </w:p>
          <w:p w14:paraId="75973BEB" w14:textId="3126CCB6" w:rsidR="008D2D77" w:rsidRPr="00C724BE" w:rsidRDefault="00C724BE" w:rsidP="008D2D77">
            <w:pPr>
              <w:spacing w:line="240" w:lineRule="auto"/>
              <w:ind w:firstLine="0"/>
              <w:jc w:val="left"/>
              <w:rPr>
                <w:rFonts w:ascii="Arial" w:hAnsi="Arial" w:cs="Arial"/>
                <w:b/>
                <w:color w:val="000066"/>
                <w:spacing w:val="-5"/>
                <w:sz w:val="20"/>
                <w:szCs w:val="22"/>
              </w:rPr>
            </w:pPr>
            <w:r w:rsidRPr="00C724BE">
              <w:rPr>
                <w:rStyle w:val="PlaceholderText"/>
                <w:rFonts w:ascii="Arial" w:eastAsia="Calibri" w:hAnsi="Arial" w:cs="Arial"/>
                <w:b/>
                <w:color w:val="000066"/>
                <w:spacing w:val="-5"/>
                <w:sz w:val="20"/>
                <w:szCs w:val="22"/>
              </w:rPr>
              <w:t xml:space="preserve">LAST NAME: </w:t>
            </w:r>
            <w:r w:rsidR="0083490B">
              <w:rPr>
                <w:rStyle w:val="PlaceholderText"/>
                <w:rFonts w:ascii="Arial" w:eastAsia="Calibri" w:hAnsi="Arial" w:cs="Arial"/>
                <w:b/>
                <w:color w:val="000066"/>
                <w:spacing w:val="-5"/>
                <w:sz w:val="20"/>
                <w:szCs w:val="22"/>
              </w:rPr>
              <w:t>GEBREYOHANS</w:t>
            </w:r>
          </w:p>
          <w:p w14:paraId="45E29B7C" w14:textId="0D831D82" w:rsidR="008D2D77" w:rsidRPr="00C724BE" w:rsidRDefault="00C724BE" w:rsidP="00423865">
            <w:pPr>
              <w:spacing w:line="240" w:lineRule="auto"/>
              <w:ind w:firstLine="0"/>
              <w:jc w:val="left"/>
              <w:rPr>
                <w:rStyle w:val="PlaceholderText"/>
                <w:rFonts w:ascii="Arial" w:eastAsia="Calibri" w:hAnsi="Arial" w:cs="Arial"/>
                <w:b/>
                <w:caps/>
                <w:color w:val="000066"/>
                <w:spacing w:val="-5"/>
                <w:sz w:val="20"/>
                <w:szCs w:val="22"/>
              </w:rPr>
            </w:pPr>
            <w:r w:rsidRPr="00C724BE">
              <w:rPr>
                <w:rStyle w:val="PlaceholderText"/>
                <w:rFonts w:ascii="Arial" w:eastAsia="Calibri" w:hAnsi="Arial" w:cs="Arial"/>
                <w:b/>
                <w:color w:val="000066"/>
                <w:spacing w:val="-5"/>
                <w:sz w:val="20"/>
                <w:szCs w:val="22"/>
              </w:rPr>
              <w:t xml:space="preserve">FIRST NAME: </w:t>
            </w:r>
            <w:r w:rsidR="0083490B">
              <w:rPr>
                <w:rStyle w:val="PlaceholderText"/>
                <w:rFonts w:ascii="Arial" w:eastAsia="Calibri" w:hAnsi="Arial" w:cs="Arial"/>
                <w:b/>
                <w:color w:val="000066"/>
                <w:spacing w:val="-5"/>
                <w:sz w:val="20"/>
                <w:szCs w:val="22"/>
              </w:rPr>
              <w:t>SHAREW NIGUSE</w:t>
            </w:r>
          </w:p>
          <w:p w14:paraId="2173BA4B" w14:textId="1FFB0D3E" w:rsidR="00604D21" w:rsidRPr="004679C4" w:rsidRDefault="00C724BE" w:rsidP="00423865">
            <w:pPr>
              <w:spacing w:line="240" w:lineRule="auto"/>
              <w:ind w:firstLine="0"/>
              <w:jc w:val="left"/>
              <w:rPr>
                <w:rFonts w:ascii="Arial" w:hAnsi="Arial" w:cs="Arial"/>
                <w:b/>
                <w:color w:val="000066"/>
                <w:spacing w:val="-5"/>
                <w:sz w:val="20"/>
                <w:szCs w:val="22"/>
                <w:lang w:val="fr-FR"/>
              </w:rPr>
            </w:pPr>
            <w:r w:rsidRPr="004679C4">
              <w:rPr>
                <w:rStyle w:val="PlaceholderText"/>
                <w:rFonts w:ascii="Arial" w:eastAsia="Calibri" w:hAnsi="Arial" w:cs="Arial"/>
                <w:b/>
                <w:color w:val="000066"/>
                <w:spacing w:val="-5"/>
                <w:sz w:val="20"/>
                <w:szCs w:val="22"/>
                <w:lang w:val="fr-FR"/>
              </w:rPr>
              <w:t xml:space="preserve">PROGRAM CODE: </w:t>
            </w:r>
            <w:r w:rsidR="0083490B">
              <w:rPr>
                <w:rStyle w:val="PlaceholderText"/>
                <w:rFonts w:ascii="Arial" w:eastAsia="Calibri" w:hAnsi="Arial" w:cs="Arial"/>
                <w:b/>
                <w:color w:val="000066"/>
                <w:spacing w:val="-5"/>
                <w:sz w:val="20"/>
                <w:szCs w:val="22"/>
                <w:lang w:val="fr-FR"/>
              </w:rPr>
              <w:t>PHGH</w:t>
            </w:r>
            <w:r w:rsidR="0050222B">
              <w:rPr>
                <w:rStyle w:val="PlaceholderText"/>
                <w:rFonts w:ascii="Arial" w:eastAsia="Calibri" w:hAnsi="Arial" w:cs="Arial"/>
                <w:b/>
                <w:color w:val="000066"/>
                <w:spacing w:val="-5"/>
                <w:sz w:val="20"/>
                <w:szCs w:val="22"/>
                <w:lang w:val="fr-FR"/>
              </w:rPr>
              <w:t xml:space="preserve"> </w:t>
            </w:r>
            <w:r w:rsidR="00DD2C82">
              <w:rPr>
                <w:rStyle w:val="PlaceholderText"/>
                <w:rFonts w:ascii="Arial" w:eastAsia="Calibri" w:hAnsi="Arial" w:cs="Arial"/>
                <w:b/>
                <w:color w:val="000066"/>
                <w:spacing w:val="-5"/>
                <w:sz w:val="20"/>
                <w:szCs w:val="22"/>
                <w:lang w:val="fr-FR"/>
              </w:rPr>
              <w:t xml:space="preserve"> </w:t>
            </w:r>
          </w:p>
          <w:p w14:paraId="6FBE8557" w14:textId="5A49BF59" w:rsidR="00604D21" w:rsidRPr="00C724BE" w:rsidRDefault="00C724BE" w:rsidP="00423865">
            <w:pPr>
              <w:spacing w:line="240" w:lineRule="auto"/>
              <w:ind w:firstLine="0"/>
              <w:jc w:val="left"/>
              <w:rPr>
                <w:rStyle w:val="PlaceholderText"/>
                <w:rFonts w:ascii="Arial" w:eastAsia="Calibri" w:hAnsi="Arial" w:cs="Arial"/>
                <w:b/>
                <w:caps/>
                <w:color w:val="000066"/>
                <w:spacing w:val="-5"/>
                <w:sz w:val="20"/>
                <w:szCs w:val="22"/>
                <w:lang w:val="fr-FR"/>
              </w:rPr>
            </w:pPr>
            <w:r w:rsidRPr="00C724BE">
              <w:rPr>
                <w:rStyle w:val="PlaceholderText"/>
                <w:rFonts w:ascii="Arial" w:eastAsia="Calibri" w:hAnsi="Arial" w:cs="Arial"/>
                <w:b/>
                <w:color w:val="000066"/>
                <w:spacing w:val="-5"/>
                <w:sz w:val="20"/>
                <w:szCs w:val="22"/>
                <w:lang w:val="fr-FR"/>
              </w:rPr>
              <w:t xml:space="preserve">COURSE CODE : </w:t>
            </w:r>
            <w:r w:rsidR="0083490B">
              <w:rPr>
                <w:rStyle w:val="PlaceholderText"/>
                <w:rFonts w:ascii="Arial" w:eastAsia="Calibri" w:hAnsi="Arial" w:cs="Arial"/>
                <w:b/>
                <w:color w:val="000066"/>
                <w:spacing w:val="-5"/>
                <w:sz w:val="20"/>
                <w:szCs w:val="22"/>
                <w:lang w:val="fr-FR"/>
              </w:rPr>
              <w:t>ACA-401D</w:t>
            </w:r>
          </w:p>
          <w:p w14:paraId="7B0E6059" w14:textId="0576141A" w:rsidR="008D2D77" w:rsidRPr="00C724BE" w:rsidRDefault="00C724BE" w:rsidP="008D2D77">
            <w:pPr>
              <w:spacing w:line="240" w:lineRule="auto"/>
              <w:ind w:firstLine="0"/>
              <w:jc w:val="left"/>
              <w:rPr>
                <w:rStyle w:val="PlaceholderText"/>
                <w:rFonts w:ascii="Arial" w:eastAsia="Calibri" w:hAnsi="Arial" w:cs="Arial"/>
                <w:b/>
                <w:caps/>
                <w:color w:val="000066"/>
                <w:spacing w:val="-5"/>
                <w:sz w:val="20"/>
                <w:szCs w:val="22"/>
              </w:rPr>
            </w:pPr>
            <w:r w:rsidRPr="00C724BE">
              <w:rPr>
                <w:rStyle w:val="PlaceholderText"/>
                <w:rFonts w:ascii="Arial" w:eastAsia="Calibri" w:hAnsi="Arial" w:cs="Arial"/>
                <w:b/>
                <w:color w:val="000066"/>
                <w:spacing w:val="-5"/>
                <w:sz w:val="20"/>
                <w:szCs w:val="22"/>
              </w:rPr>
              <w:t xml:space="preserve">PERIOD NUMBER: </w:t>
            </w:r>
            <w:r w:rsidR="00A52ED1">
              <w:rPr>
                <w:rStyle w:val="PlaceholderText"/>
                <w:rFonts w:ascii="Arial" w:eastAsia="Calibri" w:hAnsi="Arial" w:cs="Arial"/>
                <w:b/>
                <w:color w:val="000066"/>
                <w:spacing w:val="-5"/>
                <w:sz w:val="20"/>
                <w:szCs w:val="22"/>
              </w:rPr>
              <w:t>1</w:t>
            </w:r>
          </w:p>
          <w:p w14:paraId="71933F60" w14:textId="5ECC0A43" w:rsidR="008D2D77" w:rsidRDefault="00C724BE" w:rsidP="008D2D77">
            <w:pPr>
              <w:spacing w:line="240" w:lineRule="auto"/>
              <w:ind w:firstLine="0"/>
              <w:jc w:val="left"/>
              <w:rPr>
                <w:rStyle w:val="PlaceholderText"/>
                <w:rFonts w:ascii="Arial" w:eastAsia="Calibri" w:hAnsi="Arial" w:cs="Arial"/>
                <w:b/>
                <w:color w:val="000066"/>
                <w:spacing w:val="-5"/>
                <w:sz w:val="20"/>
                <w:szCs w:val="22"/>
              </w:rPr>
            </w:pPr>
            <w:r w:rsidRPr="00C724BE">
              <w:rPr>
                <w:rStyle w:val="PlaceholderText"/>
                <w:rFonts w:ascii="Arial" w:eastAsia="Calibri" w:hAnsi="Arial" w:cs="Arial"/>
                <w:b/>
                <w:color w:val="000066"/>
                <w:spacing w:val="-5"/>
                <w:sz w:val="20"/>
                <w:szCs w:val="22"/>
              </w:rPr>
              <w:t xml:space="preserve">INSTRUCTOR: </w:t>
            </w:r>
            <w:r w:rsidR="004A3253">
              <w:rPr>
                <w:rStyle w:val="PlaceholderText"/>
                <w:rFonts w:ascii="Arial" w:eastAsia="Calibri" w:hAnsi="Arial" w:cs="Arial"/>
                <w:b/>
                <w:color w:val="000066"/>
                <w:spacing w:val="-5"/>
                <w:sz w:val="20"/>
                <w:szCs w:val="22"/>
              </w:rPr>
              <w:t>D</w:t>
            </w:r>
            <w:r w:rsidR="00A810C0">
              <w:rPr>
                <w:rStyle w:val="PlaceholderText"/>
                <w:rFonts w:ascii="Arial" w:eastAsia="Calibri" w:hAnsi="Arial" w:cs="Arial"/>
                <w:b/>
                <w:color w:val="000066"/>
                <w:spacing w:val="-5"/>
                <w:sz w:val="20"/>
                <w:szCs w:val="22"/>
              </w:rPr>
              <w:t>r.</w:t>
            </w:r>
            <w:r w:rsidR="00A810C0">
              <w:rPr>
                <w:rStyle w:val="PlaceholderText"/>
                <w:rFonts w:ascii="Arial" w:eastAsia="Calibri" w:hAnsi="Arial" w:cs="Arial"/>
                <w:b/>
                <w:color w:val="000066"/>
                <w:spacing w:val="-5"/>
                <w:szCs w:val="22"/>
              </w:rPr>
              <w:t xml:space="preserve"> </w:t>
            </w:r>
            <w:r w:rsidR="00A810C0">
              <w:rPr>
                <w:rStyle w:val="PlaceholderText"/>
                <w:rFonts w:ascii="Arial" w:eastAsia="Calibri" w:hAnsi="Arial" w:cs="Arial"/>
                <w:b/>
                <w:color w:val="000066"/>
                <w:spacing w:val="-5"/>
                <w:sz w:val="20"/>
                <w:szCs w:val="20"/>
              </w:rPr>
              <w:t>Gulma</w:t>
            </w:r>
            <w:r w:rsidR="00A52ED1">
              <w:rPr>
                <w:rStyle w:val="PlaceholderText"/>
                <w:rFonts w:ascii="Arial" w:eastAsia="Calibri" w:hAnsi="Arial" w:cs="Arial"/>
                <w:b/>
                <w:color w:val="000066"/>
                <w:spacing w:val="-5"/>
                <w:sz w:val="20"/>
                <w:szCs w:val="22"/>
              </w:rPr>
              <w:t xml:space="preserve"> </w:t>
            </w:r>
          </w:p>
          <w:p w14:paraId="38F32842" w14:textId="77777777" w:rsidR="00604D21" w:rsidRPr="00423865" w:rsidRDefault="00604D21" w:rsidP="00A52ED1">
            <w:pPr>
              <w:spacing w:line="240" w:lineRule="auto"/>
              <w:ind w:firstLine="0"/>
              <w:jc w:val="left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  <w:tc>
          <w:tcPr>
            <w:tcW w:w="4149" w:type="dxa"/>
            <w:gridSpan w:val="2"/>
            <w:shd w:val="clear" w:color="auto" w:fill="auto"/>
          </w:tcPr>
          <w:p w14:paraId="635C327B" w14:textId="55FB6467" w:rsidR="00604D21" w:rsidRPr="000F56A1" w:rsidRDefault="009602F2" w:rsidP="00423865">
            <w:pPr>
              <w:spacing w:line="240" w:lineRule="auto"/>
              <w:ind w:firstLine="0"/>
            </w:pPr>
            <w:r>
              <w:rPr>
                <w:b/>
                <w:noProof/>
              </w:rPr>
              <w:drawing>
                <wp:inline distT="0" distB="0" distL="0" distR="0" wp14:anchorId="5F5326A2" wp14:editId="58ABE84B">
                  <wp:extent cx="1535430" cy="1509395"/>
                  <wp:effectExtent l="0" t="0" r="0" b="0"/>
                  <wp:docPr id="1" name="Picture 1" descr="SEAL-EUCLIDINT-2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AL-EUCLIDINT-2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430" cy="15093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65E2" w:rsidRPr="00D24196" w14:paraId="665F907D" w14:textId="77777777" w:rsidTr="00F565E2">
        <w:trPr>
          <w:gridAfter w:val="1"/>
          <w:wAfter w:w="302" w:type="dxa"/>
        </w:trPr>
        <w:tc>
          <w:tcPr>
            <w:tcW w:w="9091" w:type="dxa"/>
            <w:gridSpan w:val="2"/>
            <w:tcBorders>
              <w:top w:val="single" w:sz="4" w:space="0" w:color="auto"/>
            </w:tcBorders>
            <w:shd w:val="clear" w:color="auto" w:fill="auto"/>
            <w:tcMar>
              <w:top w:w="43" w:type="dxa"/>
              <w:left w:w="0" w:type="dxa"/>
              <w:bottom w:w="43" w:type="dxa"/>
              <w:right w:w="115" w:type="dxa"/>
            </w:tcMar>
          </w:tcPr>
          <w:tbl>
            <w:tblPr>
              <w:tblW w:w="8976" w:type="dxa"/>
              <w:tblLook w:val="04A0" w:firstRow="1" w:lastRow="0" w:firstColumn="1" w:lastColumn="0" w:noHBand="0" w:noVBand="1"/>
            </w:tblPr>
            <w:tblGrid>
              <w:gridCol w:w="8976"/>
            </w:tblGrid>
            <w:tr w:rsidR="00F565E2" w:rsidRPr="000717E7" w14:paraId="2FCF052B" w14:textId="77777777" w:rsidTr="00D50C5D">
              <w:tc>
                <w:tcPr>
                  <w:tcW w:w="865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tcMar>
                    <w:top w:w="43" w:type="dxa"/>
                    <w:left w:w="0" w:type="dxa"/>
                    <w:bottom w:w="43" w:type="dxa"/>
                    <w:right w:w="115" w:type="dxa"/>
                  </w:tcMar>
                </w:tcPr>
                <w:p w14:paraId="01CAF32F" w14:textId="77777777" w:rsidR="00F565E2" w:rsidRPr="000717E7" w:rsidRDefault="00F565E2" w:rsidP="00F565E2">
                  <w:pPr>
                    <w:spacing w:after="0" w:line="240" w:lineRule="auto"/>
                    <w:ind w:firstLine="0"/>
                    <w:jc w:val="left"/>
                    <w:rPr>
                      <w:rFonts w:ascii="Arial" w:hAnsi="Arial" w:cs="Arial"/>
                      <w:b/>
                      <w:sz w:val="18"/>
                      <w:szCs w:val="22"/>
                    </w:rPr>
                  </w:pPr>
                  <w:r w:rsidRPr="000717E7">
                    <w:rPr>
                      <w:rFonts w:ascii="Arial" w:hAnsi="Arial" w:cs="Arial"/>
                      <w:b/>
                      <w:sz w:val="18"/>
                      <w:szCs w:val="22"/>
                    </w:rPr>
                    <w:t xml:space="preserve">Edit or delete text to show actual information below: </w:t>
                  </w:r>
                </w:p>
                <w:p w14:paraId="61E00C5E" w14:textId="77777777" w:rsidR="00F565E2" w:rsidRPr="000717E7" w:rsidRDefault="00F565E2" w:rsidP="00F565E2">
                  <w:pPr>
                    <w:spacing w:after="0" w:line="240" w:lineRule="auto"/>
                    <w:ind w:firstLine="0"/>
                    <w:jc w:val="left"/>
                    <w:rPr>
                      <w:rFonts w:ascii="Arial" w:hAnsi="Arial" w:cs="Arial"/>
                      <w:sz w:val="18"/>
                      <w:szCs w:val="22"/>
                    </w:rPr>
                  </w:pPr>
                  <w:r w:rsidRPr="000717E7">
                    <w:rPr>
                      <w:rFonts w:ascii="Arial" w:hAnsi="Arial" w:cs="Arial"/>
                      <w:sz w:val="18"/>
                      <w:szCs w:val="22"/>
                    </w:rPr>
                    <w:t xml:space="preserve">The author applied </w:t>
                  </w:r>
                  <w:r w:rsidRPr="000717E7">
                    <w:rPr>
                      <w:rFonts w:ascii="Segoe UI Symbol" w:eastAsia="MS Gothic" w:hAnsi="Segoe UI Symbol" w:cs="Segoe UI Symbol"/>
                      <w:color w:val="808080"/>
                      <w:sz w:val="18"/>
                      <w:szCs w:val="22"/>
                    </w:rPr>
                    <w:t>☐</w:t>
                  </w:r>
                  <w:r w:rsidRPr="000717E7">
                    <w:rPr>
                      <w:rFonts w:ascii="Arial" w:hAnsi="Arial" w:cs="Arial"/>
                      <w:sz w:val="18"/>
                      <w:szCs w:val="22"/>
                    </w:rPr>
                    <w:t xml:space="preserve">US </w:t>
                  </w:r>
                  <w:r w:rsidRPr="000717E7">
                    <w:rPr>
                      <w:rFonts w:ascii="Segoe UI Symbol" w:eastAsia="MS Gothic" w:hAnsi="Segoe UI Symbol" w:cs="Segoe UI Symbol"/>
                      <w:color w:val="808080"/>
                      <w:sz w:val="18"/>
                      <w:szCs w:val="22"/>
                    </w:rPr>
                    <w:t>☐</w:t>
                  </w:r>
                  <w:r w:rsidRPr="000717E7">
                    <w:rPr>
                      <w:rFonts w:ascii="Arial" w:hAnsi="Arial" w:cs="Arial"/>
                      <w:sz w:val="18"/>
                      <w:szCs w:val="22"/>
                    </w:rPr>
                    <w:t>UK conventions of grammar, usage, and mechanics.</w:t>
                  </w:r>
                </w:p>
                <w:p w14:paraId="6B475820" w14:textId="77777777" w:rsidR="00F565E2" w:rsidRPr="000717E7" w:rsidRDefault="00F565E2" w:rsidP="00F565E2">
                  <w:pPr>
                    <w:spacing w:after="0" w:line="240" w:lineRule="auto"/>
                    <w:ind w:firstLine="0"/>
                    <w:jc w:val="left"/>
                    <w:rPr>
                      <w:rFonts w:ascii="Arial" w:hAnsi="Arial" w:cs="Arial"/>
                      <w:sz w:val="18"/>
                      <w:szCs w:val="22"/>
                    </w:rPr>
                  </w:pPr>
                  <w:r w:rsidRPr="000717E7">
                    <w:rPr>
                      <w:rFonts w:ascii="Arial" w:hAnsi="Arial" w:cs="Arial"/>
                      <w:sz w:val="18"/>
                      <w:szCs w:val="22"/>
                    </w:rPr>
                    <w:t>The author used Turabian (</w:t>
                  </w:r>
                  <w:r w:rsidR="00941AD8">
                    <w:rPr>
                      <w:rFonts w:ascii="Arial" w:hAnsi="Arial" w:cs="Arial"/>
                      <w:sz w:val="18"/>
                      <w:szCs w:val="22"/>
                    </w:rPr>
                    <w:t>in-text/parenthetical</w:t>
                  </w:r>
                  <w:r w:rsidRPr="000717E7">
                    <w:rPr>
                      <w:rFonts w:ascii="Arial" w:hAnsi="Arial" w:cs="Arial"/>
                      <w:sz w:val="18"/>
                      <w:szCs w:val="22"/>
                    </w:rPr>
                    <w:t>)</w:t>
                  </w:r>
                </w:p>
                <w:p w14:paraId="2B0CBCA3" w14:textId="77777777" w:rsidR="00F565E2" w:rsidRDefault="00F565E2" w:rsidP="00F565E2">
                  <w:pPr>
                    <w:spacing w:after="0" w:line="240" w:lineRule="auto"/>
                    <w:ind w:firstLine="0"/>
                    <w:jc w:val="left"/>
                    <w:rPr>
                      <w:rFonts w:ascii="Arial" w:hAnsi="Arial" w:cs="Arial"/>
                      <w:sz w:val="18"/>
                      <w:szCs w:val="22"/>
                    </w:rPr>
                  </w:pPr>
                  <w:r w:rsidRPr="000717E7">
                    <w:rPr>
                      <w:rFonts w:ascii="Arial" w:hAnsi="Arial" w:cs="Arial"/>
                      <w:sz w:val="18"/>
                      <w:szCs w:val="22"/>
                    </w:rPr>
                    <w:t xml:space="preserve">The author </w:t>
                  </w:r>
                  <w:r w:rsidRPr="000717E7">
                    <w:rPr>
                      <w:rFonts w:ascii="Segoe UI Symbol" w:eastAsia="MS Gothic" w:hAnsi="Segoe UI Symbol" w:cs="Segoe UI Symbol"/>
                      <w:color w:val="808080"/>
                      <w:sz w:val="18"/>
                      <w:szCs w:val="22"/>
                    </w:rPr>
                    <w:t>☐</w:t>
                  </w:r>
                  <w:r w:rsidRPr="000717E7">
                    <w:rPr>
                      <w:rFonts w:ascii="Arial" w:hAnsi="Arial" w:cs="Arial"/>
                      <w:sz w:val="18"/>
                      <w:szCs w:val="22"/>
                    </w:rPr>
                    <w:t xml:space="preserve">did </w:t>
                  </w:r>
                  <w:r w:rsidRPr="000717E7">
                    <w:rPr>
                      <w:rFonts w:ascii="Segoe UI Symbol" w:eastAsia="MS Gothic" w:hAnsi="Segoe UI Symbol" w:cs="Segoe UI Symbol"/>
                      <w:color w:val="808080"/>
                      <w:sz w:val="18"/>
                      <w:szCs w:val="22"/>
                    </w:rPr>
                    <w:t>☐</w:t>
                  </w:r>
                  <w:r w:rsidRPr="000717E7">
                    <w:rPr>
                      <w:rFonts w:ascii="Arial" w:hAnsi="Arial" w:cs="Arial"/>
                      <w:sz w:val="18"/>
                      <w:szCs w:val="22"/>
                    </w:rPr>
                    <w:t xml:space="preserve">did </w:t>
                  </w:r>
                  <w:r w:rsidRPr="000717E7">
                    <w:rPr>
                      <w:rFonts w:ascii="Arial" w:hAnsi="Arial" w:cs="Arial"/>
                      <w:i/>
                      <w:sz w:val="18"/>
                      <w:szCs w:val="22"/>
                    </w:rPr>
                    <w:t>not</w:t>
                  </w:r>
                  <w:r w:rsidRPr="000717E7">
                    <w:rPr>
                      <w:rFonts w:ascii="Arial" w:hAnsi="Arial" w:cs="Arial"/>
                      <w:sz w:val="18"/>
                      <w:szCs w:val="22"/>
                    </w:rPr>
                    <w:t xml:space="preserve">  use Zotero to insert references</w:t>
                  </w:r>
                </w:p>
                <w:p w14:paraId="22AD7A2E" w14:textId="77777777" w:rsidR="00B551A2" w:rsidRPr="009363B1" w:rsidRDefault="00B551A2" w:rsidP="00B551A2">
                  <w:pPr>
                    <w:spacing w:after="0" w:line="240" w:lineRule="auto"/>
                    <w:ind w:firstLine="0"/>
                    <w:jc w:val="left"/>
                    <w:rPr>
                      <w:rFonts w:ascii="Arial" w:hAnsi="Arial" w:cs="Arial"/>
                      <w:sz w:val="18"/>
                      <w:szCs w:val="22"/>
                    </w:rPr>
                  </w:pPr>
                  <w:r w:rsidRPr="009363B1">
                    <w:rPr>
                      <w:rFonts w:ascii="Arial" w:hAnsi="Arial" w:cs="Arial"/>
                      <w:sz w:val="18"/>
                      <w:szCs w:val="22"/>
                    </w:rPr>
                    <w:t xml:space="preserve">The author </w:t>
                  </w:r>
                  <w:r w:rsidRPr="009363B1">
                    <w:rPr>
                      <w:rFonts w:ascii="Segoe UI Symbol" w:eastAsia="MS Gothic" w:hAnsi="Segoe UI Symbol" w:cs="Segoe UI Symbol"/>
                      <w:color w:val="808080"/>
                      <w:sz w:val="18"/>
                      <w:szCs w:val="22"/>
                    </w:rPr>
                    <w:t>☐</w:t>
                  </w:r>
                  <w:r w:rsidRPr="009363B1">
                    <w:rPr>
                      <w:rFonts w:ascii="Arial" w:hAnsi="Arial" w:cs="Arial"/>
                      <w:sz w:val="18"/>
                      <w:szCs w:val="22"/>
                    </w:rPr>
                    <w:t xml:space="preserve">did </w:t>
                  </w:r>
                  <w:r w:rsidRPr="009363B1">
                    <w:rPr>
                      <w:rFonts w:ascii="Segoe UI Symbol" w:eastAsia="MS Gothic" w:hAnsi="Segoe UI Symbol" w:cs="Segoe UI Symbol"/>
                      <w:color w:val="808080"/>
                      <w:sz w:val="18"/>
                      <w:szCs w:val="22"/>
                    </w:rPr>
                    <w:t>☐</w:t>
                  </w:r>
                  <w:r w:rsidRPr="009363B1">
                    <w:rPr>
                      <w:rFonts w:ascii="Arial" w:hAnsi="Arial" w:cs="Arial"/>
                      <w:sz w:val="18"/>
                      <w:szCs w:val="22"/>
                    </w:rPr>
                    <w:t xml:space="preserve">did </w:t>
                  </w:r>
                  <w:r w:rsidRPr="009363B1">
                    <w:rPr>
                      <w:rFonts w:ascii="Arial" w:hAnsi="Arial" w:cs="Arial"/>
                      <w:i/>
                      <w:sz w:val="18"/>
                      <w:szCs w:val="22"/>
                    </w:rPr>
                    <w:t>not</w:t>
                  </w:r>
                  <w:r w:rsidRPr="009363B1">
                    <w:rPr>
                      <w:rFonts w:ascii="Arial" w:hAnsi="Arial" w:cs="Arial"/>
                      <w:sz w:val="18"/>
                      <w:szCs w:val="22"/>
                    </w:rPr>
                    <w:t xml:space="preserve">  use </w:t>
                  </w:r>
                  <w:r>
                    <w:rPr>
                      <w:rFonts w:ascii="Arial" w:hAnsi="Arial" w:cs="Arial"/>
                      <w:sz w:val="18"/>
                      <w:szCs w:val="22"/>
                    </w:rPr>
                    <w:t>Grammarly Premium (EUCLID provides access)</w:t>
                  </w:r>
                </w:p>
                <w:p w14:paraId="7434FCB1" w14:textId="77777777" w:rsidR="00F565E2" w:rsidRPr="000717E7" w:rsidRDefault="00F565E2" w:rsidP="00F565E2">
                  <w:pPr>
                    <w:spacing w:after="0" w:line="240" w:lineRule="auto"/>
                    <w:ind w:firstLine="0"/>
                    <w:jc w:val="left"/>
                    <w:rPr>
                      <w:rFonts w:ascii="Arial" w:hAnsi="Arial" w:cs="Arial"/>
                      <w:color w:val="808080"/>
                      <w:sz w:val="18"/>
                      <w:szCs w:val="22"/>
                    </w:rPr>
                  </w:pPr>
                  <w:r w:rsidRPr="000717E7">
                    <w:rPr>
                      <w:rFonts w:ascii="Arial" w:hAnsi="Arial" w:cs="Arial"/>
                      <w:sz w:val="18"/>
                      <w:szCs w:val="22"/>
                    </w:rPr>
                    <w:t>The author used the following software: (e.g., MSWord 2016 on Windows 8)</w:t>
                  </w:r>
                </w:p>
              </w:tc>
            </w:tr>
          </w:tbl>
          <w:p w14:paraId="340607A2" w14:textId="77777777" w:rsidR="00F565E2" w:rsidRPr="00C724BE" w:rsidRDefault="00F565E2" w:rsidP="00F565E2">
            <w:pPr>
              <w:spacing w:after="0" w:line="240" w:lineRule="auto"/>
              <w:ind w:firstLine="0"/>
              <w:jc w:val="left"/>
              <w:rPr>
                <w:rFonts w:ascii="Arial" w:hAnsi="Arial" w:cs="Arial"/>
                <w:sz w:val="18"/>
                <w:szCs w:val="22"/>
              </w:rPr>
            </w:pPr>
          </w:p>
        </w:tc>
      </w:tr>
    </w:tbl>
    <w:p w14:paraId="7B3705EA" w14:textId="1A2FFB06" w:rsidR="00604D21" w:rsidRPr="00781F7E" w:rsidRDefault="00867896" w:rsidP="003F6226">
      <w:pPr>
        <w:pStyle w:val="RPTitle"/>
      </w:pPr>
      <w:r>
        <w:rPr>
          <w:rStyle w:val="PlaceholderText"/>
          <w:rFonts w:eastAsia="Calibri"/>
          <w:color w:val="000000"/>
        </w:rPr>
        <w:t xml:space="preserve">BASICS OF ACADAMIC WRITING </w:t>
      </w:r>
    </w:p>
    <w:p w14:paraId="08EAE18A" w14:textId="77777777" w:rsidR="00604D21" w:rsidRPr="00F23AF8" w:rsidRDefault="00604D21" w:rsidP="00F23AF8">
      <w:pPr>
        <w:pStyle w:val="RPHead1"/>
      </w:pPr>
      <w:r w:rsidRPr="00F23AF8">
        <w:t>Introduction</w:t>
      </w:r>
    </w:p>
    <w:p w14:paraId="35DB249B" w14:textId="5D9D7DA9" w:rsidR="00604D21" w:rsidRPr="000F56A1" w:rsidRDefault="003D7242" w:rsidP="003510D6">
      <w:pPr>
        <w:pStyle w:val="RPNormal"/>
      </w:pPr>
      <w:r>
        <w:t xml:space="preserve">In the history of mankind civilization, writing played a significant role to transfer knowledge, tradition, customs and believe system. Writing started since the ancient time of </w:t>
      </w:r>
      <w:r w:rsidR="00143327">
        <w:t>Mesopotamia, the Sumerian civilization date back 3400 B.C. Since then, the art of writing passed through so many improvements which contributed a lot for the development of human being in the form of social strata building, economic advancement and technological improvements from time to time. In the meantime, there are advanced cheating</w:t>
      </w:r>
      <w:r w:rsidR="00330AB9">
        <w:t xml:space="preserve"> which is called plagiarism in scientific name</w:t>
      </w:r>
      <w:r w:rsidR="00143327">
        <w:t xml:space="preserve"> and crimes made on writing</w:t>
      </w:r>
      <w:r w:rsidR="00330AB9">
        <w:t>.</w:t>
      </w:r>
      <w:r w:rsidR="00B259E0">
        <w:t xml:space="preserve"> B</w:t>
      </w:r>
      <w:r w:rsidR="00330AB9">
        <w:t xml:space="preserve">ook writers </w:t>
      </w:r>
      <w:r w:rsidR="00B259E0">
        <w:t xml:space="preserve">could have been denied </w:t>
      </w:r>
      <w:r w:rsidR="00A810C0">
        <w:t>earning</w:t>
      </w:r>
      <w:r w:rsidR="00330AB9">
        <w:t xml:space="preserve"> what they supposed to be; scientific writers and researchers are not being recognized for their effort unless otherwise set by a strict writing rule. As a student and beginner to such an academic writing course </w:t>
      </w:r>
      <w:r w:rsidR="003A7FDB">
        <w:t xml:space="preserve">the </w:t>
      </w:r>
      <w:r w:rsidR="00330AB9">
        <w:t>formulat</w:t>
      </w:r>
      <w:r w:rsidR="003A7FDB">
        <w:t xml:space="preserve">ion of such rules and learning it </w:t>
      </w:r>
      <w:r w:rsidR="00330AB9">
        <w:t xml:space="preserve">will benefit me a lot. </w:t>
      </w:r>
      <w:r w:rsidR="00143327">
        <w:t xml:space="preserve"> </w:t>
      </w:r>
      <w:r w:rsidR="00330AB9">
        <w:t xml:space="preserve">While going through the first lesson of this academic writing coursepack, I have learnt so many basic things which will be a base for my future writing activities.  </w:t>
      </w:r>
    </w:p>
    <w:p w14:paraId="33180E00" w14:textId="03AD4130" w:rsidR="00197588" w:rsidRPr="00D7339B" w:rsidRDefault="00AB17C3" w:rsidP="004679C4">
      <w:pPr>
        <w:pStyle w:val="RPHead1"/>
      </w:pPr>
      <w:r>
        <w:t xml:space="preserve">write to influence your reader </w:t>
      </w:r>
    </w:p>
    <w:p w14:paraId="154C5D94" w14:textId="5C2E8CF2" w:rsidR="00DB6BDA" w:rsidRPr="00A62978" w:rsidRDefault="00AB17C3" w:rsidP="00B551A2">
      <w:pPr>
        <w:pStyle w:val="RPNormal"/>
      </w:pPr>
      <w:r>
        <w:t xml:space="preserve">Every writing has a purpose and every </w:t>
      </w:r>
      <w:r w:rsidR="006F761A">
        <w:t>writer</w:t>
      </w:r>
      <w:r>
        <w:t xml:space="preserve"> has a goal in mind before putting a word which later grow to </w:t>
      </w:r>
      <w:r w:rsidR="006F761A">
        <w:t xml:space="preserve">a </w:t>
      </w:r>
      <w:r>
        <w:t xml:space="preserve">phrase, </w:t>
      </w:r>
      <w:r w:rsidR="006F761A">
        <w:t xml:space="preserve">a </w:t>
      </w:r>
      <w:r>
        <w:t xml:space="preserve">sentence, </w:t>
      </w:r>
      <w:r w:rsidR="006F761A">
        <w:t xml:space="preserve">a </w:t>
      </w:r>
      <w:r>
        <w:t xml:space="preserve">paragraph, </w:t>
      </w:r>
      <w:r w:rsidR="006F761A">
        <w:t xml:space="preserve">a </w:t>
      </w:r>
      <w:r>
        <w:t xml:space="preserve">page and </w:t>
      </w:r>
      <w:r w:rsidR="006F761A">
        <w:t xml:space="preserve">a </w:t>
      </w:r>
      <w:r>
        <w:t xml:space="preserve">book. That </w:t>
      </w:r>
      <w:r w:rsidR="006F761A">
        <w:t>goal</w:t>
      </w:r>
      <w:r>
        <w:t xml:space="preserve"> of every writer is to influence his/her readers and persuade them </w:t>
      </w:r>
      <w:r w:rsidR="006F761A">
        <w:t xml:space="preserve">in order to get support for </w:t>
      </w:r>
      <w:r w:rsidR="00B259E0">
        <w:t>a</w:t>
      </w:r>
      <w:r w:rsidR="006F761A">
        <w:t xml:space="preserve"> desired action. Academic writing also follows the same philosophy of persuasion, however, what it makes it dissimilar from the other type writing, it explains scientific evidences</w:t>
      </w:r>
      <w:r w:rsidR="00BD7BBC">
        <w:t xml:space="preserve"> </w:t>
      </w:r>
      <w:r w:rsidR="006F761A">
        <w:t xml:space="preserve">(EUCLID 2019,1). </w:t>
      </w:r>
      <w:r>
        <w:t xml:space="preserve"> </w:t>
      </w:r>
      <w:r w:rsidR="006F761A">
        <w:t xml:space="preserve">Writing in such a way is not an easy task for </w:t>
      </w:r>
      <w:r w:rsidR="005E4CED">
        <w:t>ever</w:t>
      </w:r>
      <w:r w:rsidR="006F761A">
        <w:t xml:space="preserve">yone, </w:t>
      </w:r>
      <w:r w:rsidR="003A7FDB">
        <w:t>but</w:t>
      </w:r>
      <w:r w:rsidR="006F761A">
        <w:t xml:space="preserve"> </w:t>
      </w:r>
      <w:r w:rsidR="006F761A">
        <w:lastRenderedPageBreak/>
        <w:t xml:space="preserve">those who are committed and well prepared can do it. EUCLID </w:t>
      </w:r>
      <w:r w:rsidR="00F47514">
        <w:t>coursepack</w:t>
      </w:r>
      <w:r w:rsidR="006F761A">
        <w:t xml:space="preserve"> ACA-401D explained in a very simple and understandable words what are the basic steps required to be followed </w:t>
      </w:r>
      <w:r w:rsidR="00FC320C">
        <w:t xml:space="preserve">by any academic writers. Above all thing, managing time is the top priority for writers. I remember my previous supervisor saying to intimidate procrastination, </w:t>
      </w:r>
      <w:r w:rsidR="00FC320C" w:rsidRPr="000569F6">
        <w:rPr>
          <w:i/>
          <w:iCs/>
        </w:rPr>
        <w:t>if the activity is very important to you, please start it as soon as yesterday</w:t>
      </w:r>
      <w:r w:rsidR="00FC320C">
        <w:t xml:space="preserve">.  As we go through a serious of steps of writing, starting early will give us the most fabulous time of thinking and rechecking to come up with a very good version of written document. </w:t>
      </w:r>
      <w:r w:rsidR="005905B7">
        <w:t>Of course, editing</w:t>
      </w:r>
      <w:r w:rsidR="00FC320C">
        <w:t xml:space="preserve"> our writing work now and then is the most important activity that give life. </w:t>
      </w:r>
      <w:r w:rsidR="005905B7">
        <w:t xml:space="preserve">As I go through a well-structured </w:t>
      </w:r>
      <w:r w:rsidR="00F47514">
        <w:t>coursepack</w:t>
      </w:r>
      <w:r w:rsidR="005905B7">
        <w:t>, I come to understand that</w:t>
      </w:r>
      <w:r w:rsidR="000569F6">
        <w:t>,</w:t>
      </w:r>
      <w:r w:rsidR="005905B7">
        <w:t xml:space="preserve"> in order to produce a neat and excellent writing work</w:t>
      </w:r>
      <w:r w:rsidR="005E4CED">
        <w:t>,</w:t>
      </w:r>
      <w:r w:rsidR="005905B7">
        <w:t xml:space="preserve"> </w:t>
      </w:r>
      <w:r w:rsidR="005E4CED">
        <w:t>it demands</w:t>
      </w:r>
      <w:r w:rsidR="005905B7">
        <w:t xml:space="preserve"> to do the following summarized activities </w:t>
      </w:r>
    </w:p>
    <w:p w14:paraId="2DAEC3F1" w14:textId="44CA8347" w:rsidR="00A21153" w:rsidRPr="00F23AF8" w:rsidRDefault="000569F6" w:rsidP="004679C4">
      <w:pPr>
        <w:pStyle w:val="RPHead2"/>
      </w:pPr>
      <w:r>
        <w:t xml:space="preserve">Adequate preparation </w:t>
      </w:r>
    </w:p>
    <w:p w14:paraId="249FD1D7" w14:textId="2AD84EF8" w:rsidR="00A21153" w:rsidRDefault="000569F6" w:rsidP="003510D6">
      <w:pPr>
        <w:pStyle w:val="RPNormal"/>
      </w:pPr>
      <w:r>
        <w:t xml:space="preserve">Adequate preparation begins from thinking the topic to collecting and documenting supportive materials that we are going to use it as a reference. </w:t>
      </w:r>
      <w:r w:rsidR="007F417C">
        <w:t xml:space="preserve">Writing is not a </w:t>
      </w:r>
      <w:r w:rsidR="009E7E8A">
        <w:t>one-time activity</w:t>
      </w:r>
      <w:r w:rsidR="007F417C">
        <w:t xml:space="preserve"> instead that may require to think, </w:t>
      </w:r>
      <w:r w:rsidR="003A7FDB">
        <w:t xml:space="preserve">write the draft, </w:t>
      </w:r>
      <w:r w:rsidR="007F417C">
        <w:t xml:space="preserve">edit and sometime re-write. In order to make this successful, writer need to read adequate materials and it </w:t>
      </w:r>
      <w:r w:rsidR="005E4CED">
        <w:t>is advisable</w:t>
      </w:r>
      <w:r w:rsidR="007F417C">
        <w:t xml:space="preserve"> no</w:t>
      </w:r>
      <w:r w:rsidR="0068345F">
        <w:t>t</w:t>
      </w:r>
      <w:r w:rsidR="007F417C">
        <w:t xml:space="preserve"> to take n</w:t>
      </w:r>
      <w:r w:rsidR="003A7FDB">
        <w:t>otes</w:t>
      </w:r>
      <w:r w:rsidR="007F417C">
        <w:t xml:space="preserve"> in the first round reading of materials (EUCLID</w:t>
      </w:r>
      <w:r w:rsidR="009E7E8A">
        <w:t xml:space="preserve"> 2019, </w:t>
      </w:r>
      <w:r w:rsidR="007F417C">
        <w:t>1-5).</w:t>
      </w:r>
    </w:p>
    <w:p w14:paraId="60C9953B" w14:textId="5A9DE879" w:rsidR="0068345F" w:rsidRPr="00F23AF8" w:rsidRDefault="0068345F" w:rsidP="0068345F">
      <w:pPr>
        <w:pStyle w:val="RPHead2"/>
      </w:pPr>
      <w:r>
        <w:t xml:space="preserve">Literature review </w:t>
      </w:r>
    </w:p>
    <w:p w14:paraId="3BB9C50F" w14:textId="0C91F3B4" w:rsidR="0068345F" w:rsidRDefault="0068345F" w:rsidP="0068345F">
      <w:pPr>
        <w:pStyle w:val="RPNormal"/>
      </w:pPr>
      <w:r>
        <w:t xml:space="preserve">Reviewing the existing studies done in the area of our research is very important aspect of a preparation that we need to do when we think about research. </w:t>
      </w:r>
      <w:r w:rsidR="00ED6E71">
        <w:t>It is one and most important self-reinforcement mechanism to learn about the topic we chose and help us to understand more how much is known about our topic and how much need to be discovered still</w:t>
      </w:r>
      <w:r w:rsidR="0088681B">
        <w:t xml:space="preserve"> </w:t>
      </w:r>
      <w:r w:rsidR="007B3C8E">
        <w:fldChar w:fldCharType="begin"/>
      </w:r>
      <w:r w:rsidR="007B3C8E">
        <w:instrText xml:space="preserve"> ADDIN ZOTERO_ITEM CSL_CITATION {"citationID":"G3YYENL3","properties":{"formattedCitation":"(Denney and Tewksbury 2013, 2)","plainCitation":"(Denney and Tewksbury 2013, 2)","noteIndex":0},"citationItems":[{"id":19,"uris":["http://zotero.org/users/local/7bwb58Gl/items/XSPZ37M6"],"uri":["http://zotero.org/users/local/7bwb58Gl/items/XSPZ37M6"],"itemData":{"id":19,"type":"article-journal","container-title":"Journal of Criminal Justice Education","DOI":"10.1080/10511253.2012.730617","journalAbbreviation":"Journal of Criminal Justice Education","title":"How to Write a Literature Review","volume":"24","author":[{"family":"Denney","given":"Andrew"},{"family":"Tewksbury","given":"Richard"}],"issued":{"date-parts":[["2013",6,1]]}},"locator":"2","label":"page"}],"schema":"https://github.com/citation-style-language/schema/raw/master/csl-citation.json"} </w:instrText>
      </w:r>
      <w:r w:rsidR="007B3C8E">
        <w:fldChar w:fldCharType="separate"/>
      </w:r>
      <w:r w:rsidR="007B3C8E" w:rsidRPr="007B3C8E">
        <w:t>(Denney and Tewksbury 2013, 2)</w:t>
      </w:r>
      <w:r w:rsidR="007B3C8E">
        <w:fldChar w:fldCharType="end"/>
      </w:r>
      <w:r w:rsidR="0088681B">
        <w:t xml:space="preserve">.  </w:t>
      </w:r>
      <w:r>
        <w:t xml:space="preserve">While reviewing literature, it is very important to read the literature first and take not in our second-round reading. </w:t>
      </w:r>
      <w:r w:rsidR="005E4CED">
        <w:t xml:space="preserve">I have learned that </w:t>
      </w:r>
      <w:r>
        <w:t>there are 11 very important role we need to follow to make our literature review successful and grammatically correct</w:t>
      </w:r>
      <w:r w:rsidR="00BD7BBC">
        <w:t xml:space="preserve"> </w:t>
      </w:r>
      <w:r>
        <w:t xml:space="preserve">(EUCLID 2019, 17). </w:t>
      </w:r>
    </w:p>
    <w:p w14:paraId="2241DE0E" w14:textId="27778DAD" w:rsidR="00277FFE" w:rsidRPr="00277FFE" w:rsidRDefault="007F417C" w:rsidP="004679C4">
      <w:pPr>
        <w:pStyle w:val="RPHead2"/>
      </w:pPr>
      <w:r>
        <w:t xml:space="preserve">Apply your chosen style </w:t>
      </w:r>
    </w:p>
    <w:p w14:paraId="623CBD4F" w14:textId="45F6467B" w:rsidR="008300F3" w:rsidRDefault="007F417C" w:rsidP="00B551A2">
      <w:pPr>
        <w:pStyle w:val="RPNormal"/>
      </w:pPr>
      <w:r>
        <w:t>Choosing style and following the format properly is not an easy task for writers.</w:t>
      </w:r>
      <w:r w:rsidR="00FD1A3A">
        <w:t xml:space="preserve"> It is a systematic process of documenting ou</w:t>
      </w:r>
      <w:r w:rsidR="00BD7BBC">
        <w:t>r</w:t>
      </w:r>
      <w:r w:rsidR="00FD1A3A">
        <w:t xml:space="preserve"> paper in a way </w:t>
      </w:r>
      <w:r w:rsidR="00BD7BBC">
        <w:t xml:space="preserve">that </w:t>
      </w:r>
      <w:r w:rsidR="00FD1A3A">
        <w:t xml:space="preserve">consider our readers and publishing company format. </w:t>
      </w:r>
      <w:r>
        <w:t xml:space="preserve"> It is a crucial step that help one academic document to be published. </w:t>
      </w:r>
      <w:r w:rsidR="009E7E8A">
        <w:t xml:space="preserve">Depending on the type of writing </w:t>
      </w:r>
      <w:r w:rsidR="00FD1A3A">
        <w:t>we</w:t>
      </w:r>
      <w:r w:rsidR="009E7E8A">
        <w:t xml:space="preserve"> are working on, the style </w:t>
      </w:r>
      <w:r w:rsidR="00FD1A3A">
        <w:t>we</w:t>
      </w:r>
      <w:r w:rsidR="009E7E8A">
        <w:t xml:space="preserve"> need to follow will also largely depends on that. For example, an academic writing on the area of public health is advised to follow Chicago rule (Turabian style)</w:t>
      </w:r>
      <w:r w:rsidR="00BD7BBC">
        <w:t xml:space="preserve"> </w:t>
      </w:r>
      <w:r w:rsidR="009E7E8A">
        <w:t xml:space="preserve">(EUCLID 2019). </w:t>
      </w:r>
      <w:r w:rsidR="002071F0">
        <w:t>Choosing</w:t>
      </w:r>
      <w:r w:rsidR="009E7E8A">
        <w:t xml:space="preserve"> our style of writing can help us to decide </w:t>
      </w:r>
      <w:r w:rsidR="002071F0">
        <w:t>on the overall formatting of our paper like the length of sentences, the use of punctuation, spellings</w:t>
      </w:r>
      <w:r w:rsidR="005E4CED">
        <w:t>…</w:t>
      </w:r>
      <w:r w:rsidR="002071F0">
        <w:t xml:space="preserve"> and </w:t>
      </w:r>
      <w:r w:rsidR="003911A7">
        <w:t>it</w:t>
      </w:r>
      <w:r w:rsidR="002071F0">
        <w:t xml:space="preserve"> is one of a </w:t>
      </w:r>
      <w:r w:rsidR="0005093A">
        <w:t xml:space="preserve">key </w:t>
      </w:r>
      <w:r w:rsidR="00CC720F">
        <w:t>elements</w:t>
      </w:r>
      <w:r w:rsidR="002071F0">
        <w:t xml:space="preserve"> that we have to consider when we start writing. </w:t>
      </w:r>
      <w:r w:rsidR="00CC720F">
        <w:t xml:space="preserve"> </w:t>
      </w:r>
    </w:p>
    <w:p w14:paraId="03AA32DC" w14:textId="0CC15256" w:rsidR="005A103E" w:rsidRPr="00277FFE" w:rsidRDefault="005A103E" w:rsidP="005A103E">
      <w:pPr>
        <w:pStyle w:val="RPHead2"/>
      </w:pPr>
      <w:r>
        <w:lastRenderedPageBreak/>
        <w:t xml:space="preserve">Referencing an essay </w:t>
      </w:r>
    </w:p>
    <w:p w14:paraId="336DC284" w14:textId="1467F8F1" w:rsidR="005A103E" w:rsidRDefault="003911A7" w:rsidP="005A103E">
      <w:pPr>
        <w:pStyle w:val="RPNormal"/>
      </w:pPr>
      <w:r>
        <w:t>I think, o</w:t>
      </w:r>
      <w:r w:rsidR="005A103E">
        <w:t xml:space="preserve">ne of the </w:t>
      </w:r>
      <w:r w:rsidR="00F54A29">
        <w:t>challenges</w:t>
      </w:r>
      <w:r w:rsidR="005A103E">
        <w:t xml:space="preserve"> of producing quality thesis work or research paper i</w:t>
      </w:r>
      <w:r w:rsidR="00BD7BBC">
        <w:t>s</w:t>
      </w:r>
      <w:r w:rsidR="005A103E">
        <w:t xml:space="preserve"> appropriate citation of supportive information and putting reference</w:t>
      </w:r>
      <w:r>
        <w:t>s</w:t>
      </w:r>
      <w:r w:rsidR="005A103E">
        <w:t xml:space="preserve">. Citation is </w:t>
      </w:r>
      <w:r w:rsidR="00F54A29">
        <w:t>literally</w:t>
      </w:r>
      <w:r w:rsidR="005A103E">
        <w:t xml:space="preserve"> mean indicating where exactly the information </w:t>
      </w:r>
      <w:r>
        <w:t xml:space="preserve">we used to support our work </w:t>
      </w:r>
      <w:r w:rsidR="005A103E">
        <w:t>obtained</w:t>
      </w:r>
      <w:r w:rsidR="00F54A29">
        <w:t>. Proper citation avoids plagiarism and unethical act in the field of research. EUCLID has introduced me a magic tool that can made life easy to put citation in proper way, that is Zotero</w:t>
      </w:r>
      <w:r>
        <w:t>, w</w:t>
      </w:r>
      <w:r w:rsidR="00F54A29">
        <w:t xml:space="preserve">hich gives multiple option for citation and easily to use. </w:t>
      </w:r>
    </w:p>
    <w:p w14:paraId="3356F066" w14:textId="1F2A1414" w:rsidR="00A21153" w:rsidRPr="00197588" w:rsidRDefault="00F54A29" w:rsidP="004679C4">
      <w:pPr>
        <w:pStyle w:val="RPHead1"/>
      </w:pPr>
      <w:r>
        <w:t xml:space="preserve">observation </w:t>
      </w:r>
    </w:p>
    <w:p w14:paraId="434140F7" w14:textId="4AD3DB82" w:rsidR="00D71888" w:rsidRDefault="00F54A29" w:rsidP="003510D6">
      <w:pPr>
        <w:pStyle w:val="RPNormal"/>
      </w:pPr>
      <w:r>
        <w:t xml:space="preserve">I was looking any opportunity to learn study my PhD and </w:t>
      </w:r>
      <w:r w:rsidR="00D71888">
        <w:t xml:space="preserve">continue academic carrier and that was </w:t>
      </w:r>
      <w:r w:rsidR="00BD7BBC">
        <w:t>tough</w:t>
      </w:r>
      <w:r w:rsidR="00D71888">
        <w:t xml:space="preserve"> time for me to cho</w:t>
      </w:r>
      <w:r w:rsidR="00BD7BBC">
        <w:t>o</w:t>
      </w:r>
      <w:r w:rsidR="00D71888">
        <w:t>se which university’s program can match my personal schedule to continue my education</w:t>
      </w:r>
      <w:r w:rsidR="00D230DD">
        <w:t>.</w:t>
      </w:r>
      <w:r w:rsidR="00D71888">
        <w:t xml:space="preserve"> Finally, I decided on EUCLID based on its program, time flexibility to study and enrollment conditions. Once I started the first course, ACA-401D, I have learnt very basic and important lesson in the field of academic writing. </w:t>
      </w:r>
    </w:p>
    <w:p w14:paraId="2951500C" w14:textId="67BB5545" w:rsidR="00A21153" w:rsidRDefault="00D71888" w:rsidP="003510D6">
      <w:pPr>
        <w:pStyle w:val="RPNormal"/>
      </w:pPr>
      <w:r>
        <w:t>As I was going through this course, I have seen some punctuation and grammatical or typo error which I would like to suggest it can be improved for next round</w:t>
      </w:r>
      <w:r w:rsidR="00490884">
        <w:t xml:space="preserve"> unless otherwise</w:t>
      </w:r>
      <w:r w:rsidR="00D230DD">
        <w:t xml:space="preserve"> </w:t>
      </w:r>
      <w:r w:rsidR="00490884">
        <w:t xml:space="preserve">it </w:t>
      </w:r>
      <w:r>
        <w:t xml:space="preserve">was </w:t>
      </w:r>
      <w:r w:rsidR="00490884">
        <w:t>not deliberately left for us to learn on.</w:t>
      </w:r>
      <w:r w:rsidR="00D230DD">
        <w:t xml:space="preserve"> T</w:t>
      </w:r>
      <w:r w:rsidR="0068345F">
        <w:t>he first observation I have seen is EUCLID 2019</w:t>
      </w:r>
      <w:r w:rsidR="00D230DD">
        <w:t>,</w:t>
      </w:r>
      <w:r w:rsidR="0068345F">
        <w:t xml:space="preserve"> page 5</w:t>
      </w:r>
      <w:r w:rsidR="003911A7">
        <w:t>,</w:t>
      </w:r>
      <w:r w:rsidR="0068345F">
        <w:t xml:space="preserve"> </w:t>
      </w:r>
      <w:r w:rsidR="00D230DD">
        <w:t xml:space="preserve">the </w:t>
      </w:r>
      <w:r w:rsidR="0068345F">
        <w:t>explanation about the need of mentioning source has some typo error which hinder reader to understand the sentence. Another feedback I have is on page 20 of the same material which explain about the use of comma in formal way and modern way. However</w:t>
      </w:r>
      <w:r w:rsidR="00D230DD">
        <w:t xml:space="preserve">, </w:t>
      </w:r>
      <w:r w:rsidR="0068345F">
        <w:t xml:space="preserve">the place of comma </w:t>
      </w:r>
      <w:r w:rsidR="00D230DD">
        <w:t>throughout</w:t>
      </w:r>
      <w:r w:rsidR="0068345F">
        <w:t xml:space="preserve"> the sentence in both examples are the same. In</w:t>
      </w:r>
      <w:r w:rsidR="00D230DD">
        <w:t xml:space="preserve"> </w:t>
      </w:r>
      <w:r w:rsidR="0068345F">
        <w:t>fact</w:t>
      </w:r>
      <w:r w:rsidR="00D230DD">
        <w:t>,</w:t>
      </w:r>
      <w:r w:rsidR="0068345F">
        <w:t xml:space="preserve"> the explanation clearly </w:t>
      </w:r>
      <w:r w:rsidR="003911A7">
        <w:t>describes</w:t>
      </w:r>
      <w:r w:rsidR="0068345F">
        <w:t xml:space="preserve"> that comma will be removed from the second example before the conjunction. </w:t>
      </w:r>
    </w:p>
    <w:p w14:paraId="2CCF6EA1" w14:textId="7281B7ED" w:rsidR="00F54A29" w:rsidRPr="00197588" w:rsidRDefault="00F54A29" w:rsidP="00F54A29">
      <w:pPr>
        <w:pStyle w:val="RPHead1"/>
      </w:pPr>
      <w:r>
        <w:t>Conclusion</w:t>
      </w:r>
      <w:r w:rsidR="0068345F">
        <w:t xml:space="preserve"> </w:t>
      </w:r>
    </w:p>
    <w:p w14:paraId="2CD3E0D2" w14:textId="7A08DDD5" w:rsidR="00F54A29" w:rsidRDefault="003911A7" w:rsidP="00F54A29">
      <w:pPr>
        <w:pStyle w:val="RPNormal"/>
      </w:pPr>
      <w:r>
        <w:t>Generally,</w:t>
      </w:r>
      <w:r w:rsidR="00723FF4">
        <w:t xml:space="preserve"> as this is my first response paper for the course and </w:t>
      </w:r>
      <w:r w:rsidR="00104384">
        <w:t>the entire my Ph. D</w:t>
      </w:r>
      <w:r w:rsidR="00A810C0">
        <w:t>.</w:t>
      </w:r>
      <w:r w:rsidR="00104384">
        <w:t xml:space="preserve"> study, I would like to indicate my feeling and enthusiasm as well. </w:t>
      </w:r>
      <w:r w:rsidR="00826924">
        <w:t xml:space="preserve">After enrolled to the course I tried to go through the orientation guide, Academic writing </w:t>
      </w:r>
      <w:r w:rsidR="00F47514">
        <w:t>coursepack</w:t>
      </w:r>
      <w:r w:rsidR="00826924">
        <w:t xml:space="preserve"> ACA-401D from the beginning to end addressing all topics from essay writing to style and CMS crib sheet. I also took adequate time to properly listen to the overview video, assigned learning material video and Zotero training video. I found all materials very interesting and very supportive to the rest of my training, especially the introduction of Zotero means something that can solve my challenge of citation which I </w:t>
      </w:r>
      <w:r w:rsidR="00B259E0">
        <w:t>used to do</w:t>
      </w:r>
      <w:r w:rsidR="00826924">
        <w:t xml:space="preserve"> it manually. Overall, I believe I </w:t>
      </w:r>
      <w:r w:rsidR="00837620">
        <w:t xml:space="preserve">took adequate time for the first period and thinking to begin the second period. </w:t>
      </w:r>
      <w:r w:rsidR="00826924">
        <w:t xml:space="preserve"> </w:t>
      </w:r>
    </w:p>
    <w:p w14:paraId="536A4610" w14:textId="413324B3" w:rsidR="00F54A29" w:rsidRDefault="00F54A29" w:rsidP="003510D6">
      <w:pPr>
        <w:pStyle w:val="RPNormal"/>
      </w:pPr>
    </w:p>
    <w:p w14:paraId="6213B0D4" w14:textId="77777777" w:rsidR="00F47514" w:rsidRDefault="00F47514" w:rsidP="003510D6">
      <w:pPr>
        <w:pStyle w:val="RPNormal"/>
      </w:pPr>
    </w:p>
    <w:p w14:paraId="2F78B1C7" w14:textId="52D3F522" w:rsidR="00BE37A6" w:rsidRPr="004679C4" w:rsidRDefault="00AD32D1" w:rsidP="004679C4">
      <w:pPr>
        <w:pStyle w:val="RPTitle"/>
      </w:pPr>
      <w:r>
        <w:lastRenderedPageBreak/>
        <w:t>REFERENC</w:t>
      </w:r>
      <w:r w:rsidR="00A810C0">
        <w:t>ES</w:t>
      </w:r>
    </w:p>
    <w:p w14:paraId="48085DAD" w14:textId="2873B1FF" w:rsidR="006D62BC" w:rsidRPr="006D62BC" w:rsidRDefault="00E46248" w:rsidP="006D62BC">
      <w:pPr>
        <w:pStyle w:val="Bibliography"/>
        <w:spacing w:line="240" w:lineRule="auto"/>
        <w:jc w:val="left"/>
      </w:pPr>
      <w:r>
        <w:t>Cleen</w:t>
      </w:r>
      <w:r w:rsidR="00F47514">
        <w:t>e</w:t>
      </w:r>
      <w:bookmarkStart w:id="0" w:name="_GoBack"/>
      <w:bookmarkEnd w:id="0"/>
      <w:r>
        <w:t>wer</w:t>
      </w:r>
      <w:r w:rsidR="00E44930">
        <w:t>ck, Laurent and Kabiru Gulma, 2</w:t>
      </w:r>
      <w:r w:rsidR="00E44930" w:rsidRPr="00E44930">
        <w:rPr>
          <w:vertAlign w:val="superscript"/>
        </w:rPr>
        <w:t>nd</w:t>
      </w:r>
      <w:r w:rsidR="00E44930">
        <w:t xml:space="preserve"> ed. 2019. ACA-401/ACA-401D </w:t>
      </w:r>
      <w:r w:rsidR="00E44930" w:rsidRPr="00E44930">
        <w:rPr>
          <w:i/>
          <w:iCs/>
        </w:rPr>
        <w:t>Coursepack: Period 1</w:t>
      </w:r>
      <w:r w:rsidR="00E44930">
        <w:t xml:space="preserve">. Bangui, Central Africa Republic: Euclid University. </w:t>
      </w:r>
      <w:r w:rsidR="006D62BC">
        <w:fldChar w:fldCharType="begin"/>
      </w:r>
      <w:r w:rsidR="006D62BC">
        <w:instrText xml:space="preserve"> ADDIN ZOTERO_BIBL {"uncited":[],"omitted":[],"custom":[]} CSL_BIBLIOGRAPHY </w:instrText>
      </w:r>
      <w:r w:rsidR="006D62BC">
        <w:fldChar w:fldCharType="separate"/>
      </w:r>
    </w:p>
    <w:p w14:paraId="03FE89D9" w14:textId="0E46BD2B" w:rsidR="006D62BC" w:rsidRPr="006D62BC" w:rsidRDefault="006D62BC" w:rsidP="00E46248">
      <w:pPr>
        <w:pStyle w:val="Bibliography"/>
        <w:spacing w:line="240" w:lineRule="auto"/>
      </w:pPr>
      <w:r w:rsidRPr="006D62BC">
        <w:t xml:space="preserve">Denney, Andrew, and Richard Tewksbury. 2013. How to Write a Literature Review. </w:t>
      </w:r>
      <w:r w:rsidRPr="006D62BC">
        <w:rPr>
          <w:i/>
          <w:iCs/>
        </w:rPr>
        <w:t>Journal of Criminal Justice Education</w:t>
      </w:r>
      <w:r w:rsidRPr="006D62BC">
        <w:t xml:space="preserve"> 24 (June). </w:t>
      </w:r>
    </w:p>
    <w:p w14:paraId="4448FBD4" w14:textId="5D067B0A" w:rsidR="006D62BC" w:rsidRDefault="006D62BC" w:rsidP="006D62BC">
      <w:pPr>
        <w:pStyle w:val="RPReferences"/>
      </w:pPr>
      <w:r>
        <w:fldChar w:fldCharType="end"/>
      </w:r>
    </w:p>
    <w:p w14:paraId="3EF1DA5E" w14:textId="11C00DB7" w:rsidR="000728D3" w:rsidRDefault="000728D3" w:rsidP="009D1677">
      <w:pPr>
        <w:pStyle w:val="RPReferences"/>
      </w:pPr>
    </w:p>
    <w:p/>
    <w:p>
      <w:r>
        <w:t>Cleenewerck, Laurent and Kabiru Abubakar Gulma. 2025. ACA-401/ACA-401D Course Pack: Period 1. 6th ed. Washington, D.C.: Euclid University Press. https://doi.org/10.5281/zenodo.15245536.</w:t>
      </w:r>
    </w:p>
    <w:sectPr w:rsidR="000728D3" w:rsidSect="00AD32D1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EF8FB6" w14:textId="77777777" w:rsidR="00FE4296" w:rsidRDefault="00FE4296" w:rsidP="00604D21">
      <w:pPr>
        <w:spacing w:after="0" w:line="240" w:lineRule="auto"/>
      </w:pPr>
      <w:r>
        <w:separator/>
      </w:r>
    </w:p>
  </w:endnote>
  <w:endnote w:type="continuationSeparator" w:id="0">
    <w:p w14:paraId="09749E77" w14:textId="77777777" w:rsidR="00FE4296" w:rsidRDefault="00FE4296" w:rsidP="00604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86C9D3" w14:textId="77777777" w:rsidR="00FE4296" w:rsidRDefault="00FE4296" w:rsidP="00604D21">
      <w:pPr>
        <w:spacing w:after="0" w:line="240" w:lineRule="auto"/>
      </w:pPr>
      <w:r>
        <w:separator/>
      </w:r>
    </w:p>
  </w:footnote>
  <w:footnote w:type="continuationSeparator" w:id="0">
    <w:p w14:paraId="4B1EE7A0" w14:textId="77777777" w:rsidR="00FE4296" w:rsidRDefault="00FE4296" w:rsidP="00604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7E597" w14:textId="4EAEB600" w:rsidR="003D7242" w:rsidRPr="000569F6" w:rsidRDefault="003D7242" w:rsidP="000569F6">
    <w:pPr>
      <w:pStyle w:val="Footer"/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2DFE480B" wp14:editId="29ACCFA8">
              <wp:simplePos x="0" y="0"/>
              <wp:positionH relativeFrom="column">
                <wp:posOffset>-1270</wp:posOffset>
              </wp:positionH>
              <wp:positionV relativeFrom="paragraph">
                <wp:posOffset>195579</wp:posOffset>
              </wp:positionV>
              <wp:extent cx="5492750" cy="0"/>
              <wp:effectExtent l="0" t="0" r="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9275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4472C4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557E86" id="Straight Connector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1pt,15.4pt" to="432.4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" strokecolor="#203864" strokeweight="1pt">
              <v:stroke joinstyle="miter"/>
              <o:lock v:ext="edit" shapetype="f"/>
            </v:line>
          </w:pict>
        </mc:Fallback>
      </mc:AlternateContent>
    </w:r>
    <w:r w:rsidR="000569F6">
      <w:rPr>
        <w:rStyle w:val="PlaceholderText"/>
        <w:rFonts w:ascii="Arial" w:eastAsia="Calibri" w:hAnsi="Arial" w:cs="Arial"/>
        <w:b/>
        <w:caps/>
        <w:sz w:val="18"/>
        <w:szCs w:val="18"/>
      </w:rPr>
      <w:t>gebreyohans</w:t>
    </w:r>
    <w:r w:rsidRPr="007D2CB5">
      <w:rPr>
        <w:rFonts w:ascii="Arial" w:hAnsi="Arial" w:cs="Arial"/>
        <w:b/>
        <w:sz w:val="18"/>
        <w:szCs w:val="18"/>
      </w:rPr>
      <w:tab/>
    </w:r>
    <w:r w:rsidR="000569F6">
      <w:t xml:space="preserve"> </w:t>
    </w:r>
    <w:r w:rsidR="00A810C0">
      <w:t xml:space="preserve">                             </w:t>
    </w:r>
    <w:r w:rsidR="000569F6" w:rsidRPr="00E46248">
      <w:rPr>
        <w:rFonts w:ascii="Arial" w:hAnsi="Arial" w:cs="Arial"/>
        <w:b/>
        <w:bCs/>
        <w:sz w:val="18"/>
        <w:szCs w:val="18"/>
      </w:rPr>
      <w:t>PHGH ACA-401D RP1</w:t>
    </w:r>
    <w:r w:rsidR="000569F6">
      <w:t xml:space="preserve">                               </w:t>
    </w:r>
    <w:r w:rsidR="00A810C0">
      <w:t xml:space="preserve">    </w:t>
    </w:r>
    <w:r w:rsidRPr="007D2CB5">
      <w:rPr>
        <w:rFonts w:ascii="Arial" w:hAnsi="Arial" w:cs="Arial"/>
        <w:b/>
        <w:caps/>
        <w:sz w:val="18"/>
        <w:szCs w:val="18"/>
      </w:rPr>
      <w:t xml:space="preserve">Page </w:t>
    </w:r>
    <w:r w:rsidRPr="007D2CB5">
      <w:rPr>
        <w:rFonts w:ascii="Arial" w:hAnsi="Arial" w:cs="Arial"/>
        <w:b/>
        <w:caps/>
        <w:sz w:val="18"/>
        <w:szCs w:val="18"/>
      </w:rPr>
      <w:fldChar w:fldCharType="begin"/>
    </w:r>
    <w:r w:rsidRPr="007D2CB5">
      <w:rPr>
        <w:rFonts w:ascii="Arial" w:hAnsi="Arial" w:cs="Arial"/>
        <w:b/>
        <w:caps/>
        <w:sz w:val="18"/>
        <w:szCs w:val="18"/>
      </w:rPr>
      <w:instrText xml:space="preserve"> PAGE </w:instrText>
    </w:r>
    <w:r w:rsidRPr="007D2CB5">
      <w:rPr>
        <w:rFonts w:ascii="Arial" w:hAnsi="Arial" w:cs="Arial"/>
        <w:b/>
        <w:caps/>
        <w:sz w:val="18"/>
        <w:szCs w:val="18"/>
      </w:rPr>
      <w:fldChar w:fldCharType="separate"/>
    </w:r>
    <w:r w:rsidRPr="007D2CB5">
      <w:rPr>
        <w:rFonts w:ascii="Arial" w:hAnsi="Arial" w:cs="Arial"/>
        <w:b/>
        <w:caps/>
        <w:sz w:val="18"/>
        <w:szCs w:val="18"/>
      </w:rPr>
      <w:t>1</w:t>
    </w:r>
    <w:r w:rsidRPr="007D2CB5">
      <w:rPr>
        <w:rFonts w:ascii="Arial" w:hAnsi="Arial" w:cs="Arial"/>
        <w:b/>
        <w:caps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7125B"/>
    <w:multiLevelType w:val="hybridMultilevel"/>
    <w:tmpl w:val="711EFC5E"/>
    <w:lvl w:ilvl="0" w:tplc="C640101C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 w15:restartNumberingAfterBreak="0">
    <w:nsid w:val="4DBE43B5"/>
    <w:multiLevelType w:val="multilevel"/>
    <w:tmpl w:val="67E67F0A"/>
    <w:lvl w:ilvl="0">
      <w:start w:val="1"/>
      <w:numFmt w:val="decimal"/>
      <w:pStyle w:val="RPHead1"/>
      <w:lvlText w:val="%1)"/>
      <w:lvlJc w:val="left"/>
      <w:pPr>
        <w:ind w:left="360" w:hanging="360"/>
      </w:pPr>
      <w:rPr>
        <w:rFonts w:cs="Times New Roman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990" w:hanging="360"/>
      </w:pPr>
      <w:rPr>
        <w:rFonts w:cs="Times New Roman"/>
        <w:bCs w:val="0"/>
        <w:i w:val="0"/>
        <w:iC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pStyle w:val="RPHead3"/>
      <w:lvlText w:val="%3)"/>
      <w:lvlJc w:val="left"/>
      <w:pPr>
        <w:ind w:left="1080" w:hanging="360"/>
      </w:pPr>
      <w:rPr>
        <w:i w:val="0"/>
        <w:caps w:val="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E764731"/>
    <w:multiLevelType w:val="hybridMultilevel"/>
    <w:tmpl w:val="EE26D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E3632"/>
    <w:multiLevelType w:val="hybridMultilevel"/>
    <w:tmpl w:val="D3D2A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4273AA"/>
    <w:multiLevelType w:val="hybridMultilevel"/>
    <w:tmpl w:val="0914C45A"/>
    <w:lvl w:ilvl="0" w:tplc="0409000D">
      <w:start w:val="1"/>
      <w:numFmt w:val="bullet"/>
      <w:lvlText w:val=""/>
      <w:lvlJc w:val="left"/>
      <w:pPr>
        <w:ind w:left="7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5" w15:restartNumberingAfterBreak="0">
    <w:nsid w:val="737A4FA0"/>
    <w:multiLevelType w:val="hybridMultilevel"/>
    <w:tmpl w:val="8E5ABA22"/>
    <w:lvl w:ilvl="0" w:tplc="1AA48B72">
      <w:start w:val="1"/>
      <w:numFmt w:val="lowerLetter"/>
      <w:pStyle w:val="RPHead2"/>
      <w:lvlText w:val="%1)"/>
      <w:lvlJc w:val="left"/>
      <w:pPr>
        <w:ind w:left="900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B40CDE6C">
      <w:start w:val="1"/>
      <w:numFmt w:val="lowerRoman"/>
      <w:lvlText w:val="%3)"/>
      <w:lvlJc w:val="right"/>
      <w:pPr>
        <w:ind w:left="2790" w:hanging="180"/>
      </w:pPr>
      <w:rPr>
        <w:rFonts w:ascii="Cambria" w:hAnsi="Cambria" w:hint="default"/>
        <w:b/>
        <w:i w:val="0"/>
        <w:caps w:val="0"/>
        <w:strike w:val="0"/>
        <w:dstrike w:val="0"/>
        <w:vanish w:val="0"/>
        <w:sz w:val="28"/>
        <w:vertAlign w:val="baseline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zA2NDY3MbM0NzMwMTVQ0lEKTi0uzszPAymwrAUAsRmSWywAAAA="/>
    <w:docVar w:name="dgnword-docGUID" w:val="{B5B479AF-225B-4DA2-ABF0-575256114A42}"/>
    <w:docVar w:name="dgnword-eventsink" w:val="2749382813200"/>
  </w:docVars>
  <w:rsids>
    <w:rsidRoot w:val="009602F2"/>
    <w:rsid w:val="00005F54"/>
    <w:rsid w:val="00014B86"/>
    <w:rsid w:val="00015CEE"/>
    <w:rsid w:val="000406E1"/>
    <w:rsid w:val="00041C27"/>
    <w:rsid w:val="00044527"/>
    <w:rsid w:val="00050924"/>
    <w:rsid w:val="0005093A"/>
    <w:rsid w:val="00052CEB"/>
    <w:rsid w:val="000569F6"/>
    <w:rsid w:val="000728D3"/>
    <w:rsid w:val="000A3D70"/>
    <w:rsid w:val="000B591A"/>
    <w:rsid w:val="000C4C4E"/>
    <w:rsid w:val="000C69AC"/>
    <w:rsid w:val="000D0A23"/>
    <w:rsid w:val="000D65F6"/>
    <w:rsid w:val="000E2D2A"/>
    <w:rsid w:val="000F420D"/>
    <w:rsid w:val="00104384"/>
    <w:rsid w:val="00105DDF"/>
    <w:rsid w:val="00124586"/>
    <w:rsid w:val="001252DF"/>
    <w:rsid w:val="0013439E"/>
    <w:rsid w:val="00141789"/>
    <w:rsid w:val="00143327"/>
    <w:rsid w:val="00145D4A"/>
    <w:rsid w:val="001532B6"/>
    <w:rsid w:val="001537CF"/>
    <w:rsid w:val="001762F3"/>
    <w:rsid w:val="00176643"/>
    <w:rsid w:val="0018689A"/>
    <w:rsid w:val="0019604E"/>
    <w:rsid w:val="00197588"/>
    <w:rsid w:val="001B6CBE"/>
    <w:rsid w:val="001D6AD6"/>
    <w:rsid w:val="001E11C2"/>
    <w:rsid w:val="001E4C44"/>
    <w:rsid w:val="002071F0"/>
    <w:rsid w:val="00207359"/>
    <w:rsid w:val="00211A3C"/>
    <w:rsid w:val="00212DEA"/>
    <w:rsid w:val="00220625"/>
    <w:rsid w:val="00240B98"/>
    <w:rsid w:val="002518F1"/>
    <w:rsid w:val="002545C3"/>
    <w:rsid w:val="00270CD5"/>
    <w:rsid w:val="00277F15"/>
    <w:rsid w:val="00277FFE"/>
    <w:rsid w:val="002D47D6"/>
    <w:rsid w:val="002F010E"/>
    <w:rsid w:val="002F2911"/>
    <w:rsid w:val="003005E2"/>
    <w:rsid w:val="00304262"/>
    <w:rsid w:val="00304578"/>
    <w:rsid w:val="00306B0C"/>
    <w:rsid w:val="003200ED"/>
    <w:rsid w:val="00323411"/>
    <w:rsid w:val="003255AB"/>
    <w:rsid w:val="00330AB9"/>
    <w:rsid w:val="0033605A"/>
    <w:rsid w:val="0034724D"/>
    <w:rsid w:val="003510D6"/>
    <w:rsid w:val="0037407B"/>
    <w:rsid w:val="003911A7"/>
    <w:rsid w:val="003A7FDB"/>
    <w:rsid w:val="003D7242"/>
    <w:rsid w:val="003E3BD7"/>
    <w:rsid w:val="003F02F4"/>
    <w:rsid w:val="003F6226"/>
    <w:rsid w:val="004171E4"/>
    <w:rsid w:val="00423865"/>
    <w:rsid w:val="004242D0"/>
    <w:rsid w:val="00460D5C"/>
    <w:rsid w:val="0046524E"/>
    <w:rsid w:val="004663CF"/>
    <w:rsid w:val="004679C4"/>
    <w:rsid w:val="00470B39"/>
    <w:rsid w:val="0047296C"/>
    <w:rsid w:val="00490884"/>
    <w:rsid w:val="004A233A"/>
    <w:rsid w:val="004A3253"/>
    <w:rsid w:val="004C1C6C"/>
    <w:rsid w:val="004D0992"/>
    <w:rsid w:val="004E36D4"/>
    <w:rsid w:val="0050222B"/>
    <w:rsid w:val="00514BA0"/>
    <w:rsid w:val="00582C23"/>
    <w:rsid w:val="005905B7"/>
    <w:rsid w:val="005A103E"/>
    <w:rsid w:val="005D1A7E"/>
    <w:rsid w:val="005E4CED"/>
    <w:rsid w:val="005F098A"/>
    <w:rsid w:val="00604D21"/>
    <w:rsid w:val="00610ABF"/>
    <w:rsid w:val="00624D54"/>
    <w:rsid w:val="006372AF"/>
    <w:rsid w:val="006433AB"/>
    <w:rsid w:val="00650974"/>
    <w:rsid w:val="0065111C"/>
    <w:rsid w:val="00653D77"/>
    <w:rsid w:val="006604DC"/>
    <w:rsid w:val="0068172C"/>
    <w:rsid w:val="00682C0C"/>
    <w:rsid w:val="0068345F"/>
    <w:rsid w:val="006873F0"/>
    <w:rsid w:val="00691027"/>
    <w:rsid w:val="006931FF"/>
    <w:rsid w:val="006B7C85"/>
    <w:rsid w:val="006D162D"/>
    <w:rsid w:val="006D62BC"/>
    <w:rsid w:val="006F761A"/>
    <w:rsid w:val="007214EF"/>
    <w:rsid w:val="007233F4"/>
    <w:rsid w:val="00723FF4"/>
    <w:rsid w:val="007326C1"/>
    <w:rsid w:val="00733EDA"/>
    <w:rsid w:val="0074667B"/>
    <w:rsid w:val="007747CE"/>
    <w:rsid w:val="00775ABD"/>
    <w:rsid w:val="00781F7E"/>
    <w:rsid w:val="007A225C"/>
    <w:rsid w:val="007A59AD"/>
    <w:rsid w:val="007B3C8E"/>
    <w:rsid w:val="007B797A"/>
    <w:rsid w:val="007C07AE"/>
    <w:rsid w:val="007C1B25"/>
    <w:rsid w:val="007D2CB5"/>
    <w:rsid w:val="007D47E7"/>
    <w:rsid w:val="007F417C"/>
    <w:rsid w:val="00810C05"/>
    <w:rsid w:val="00826924"/>
    <w:rsid w:val="008300F3"/>
    <w:rsid w:val="0083490B"/>
    <w:rsid w:val="0083746A"/>
    <w:rsid w:val="00837620"/>
    <w:rsid w:val="00867896"/>
    <w:rsid w:val="0087036A"/>
    <w:rsid w:val="00872BF7"/>
    <w:rsid w:val="0087497F"/>
    <w:rsid w:val="0088681B"/>
    <w:rsid w:val="008A4C74"/>
    <w:rsid w:val="008B106F"/>
    <w:rsid w:val="008B286E"/>
    <w:rsid w:val="008C7F98"/>
    <w:rsid w:val="008D2D77"/>
    <w:rsid w:val="008D6346"/>
    <w:rsid w:val="008F649D"/>
    <w:rsid w:val="0092288B"/>
    <w:rsid w:val="0092798B"/>
    <w:rsid w:val="00937DF5"/>
    <w:rsid w:val="00941AD8"/>
    <w:rsid w:val="00944719"/>
    <w:rsid w:val="0095046F"/>
    <w:rsid w:val="00957FAC"/>
    <w:rsid w:val="009602F2"/>
    <w:rsid w:val="00960FA6"/>
    <w:rsid w:val="00985A57"/>
    <w:rsid w:val="009B67A0"/>
    <w:rsid w:val="009C0229"/>
    <w:rsid w:val="009D1677"/>
    <w:rsid w:val="009E73A1"/>
    <w:rsid w:val="009E7E8A"/>
    <w:rsid w:val="009F08C6"/>
    <w:rsid w:val="009F3D50"/>
    <w:rsid w:val="00A002D9"/>
    <w:rsid w:val="00A14078"/>
    <w:rsid w:val="00A21153"/>
    <w:rsid w:val="00A25746"/>
    <w:rsid w:val="00A36277"/>
    <w:rsid w:val="00A37AE3"/>
    <w:rsid w:val="00A43D67"/>
    <w:rsid w:val="00A52ED1"/>
    <w:rsid w:val="00A53AD0"/>
    <w:rsid w:val="00A62978"/>
    <w:rsid w:val="00A662A0"/>
    <w:rsid w:val="00A755C7"/>
    <w:rsid w:val="00A810C0"/>
    <w:rsid w:val="00A85DF1"/>
    <w:rsid w:val="00A95432"/>
    <w:rsid w:val="00AB17C3"/>
    <w:rsid w:val="00AB2774"/>
    <w:rsid w:val="00AB6F5A"/>
    <w:rsid w:val="00AD0396"/>
    <w:rsid w:val="00AD32D1"/>
    <w:rsid w:val="00AF3FEA"/>
    <w:rsid w:val="00AF77A2"/>
    <w:rsid w:val="00B105EC"/>
    <w:rsid w:val="00B15061"/>
    <w:rsid w:val="00B259E0"/>
    <w:rsid w:val="00B27192"/>
    <w:rsid w:val="00B46825"/>
    <w:rsid w:val="00B551A2"/>
    <w:rsid w:val="00B564A9"/>
    <w:rsid w:val="00B57318"/>
    <w:rsid w:val="00B666F2"/>
    <w:rsid w:val="00B7177A"/>
    <w:rsid w:val="00B84506"/>
    <w:rsid w:val="00B9255E"/>
    <w:rsid w:val="00BA03C7"/>
    <w:rsid w:val="00BA3F08"/>
    <w:rsid w:val="00BA79B3"/>
    <w:rsid w:val="00BB1EAB"/>
    <w:rsid w:val="00BB4E66"/>
    <w:rsid w:val="00BC0E31"/>
    <w:rsid w:val="00BD0B92"/>
    <w:rsid w:val="00BD7BBC"/>
    <w:rsid w:val="00BE37A6"/>
    <w:rsid w:val="00BE4FC1"/>
    <w:rsid w:val="00BF5322"/>
    <w:rsid w:val="00BF6BD4"/>
    <w:rsid w:val="00C06FEF"/>
    <w:rsid w:val="00C14602"/>
    <w:rsid w:val="00C15828"/>
    <w:rsid w:val="00C37E36"/>
    <w:rsid w:val="00C530FD"/>
    <w:rsid w:val="00C724BE"/>
    <w:rsid w:val="00C83408"/>
    <w:rsid w:val="00C9459B"/>
    <w:rsid w:val="00C94931"/>
    <w:rsid w:val="00CB516A"/>
    <w:rsid w:val="00CB5680"/>
    <w:rsid w:val="00CC720F"/>
    <w:rsid w:val="00CD05C8"/>
    <w:rsid w:val="00CF3F12"/>
    <w:rsid w:val="00D10595"/>
    <w:rsid w:val="00D230DD"/>
    <w:rsid w:val="00D23B81"/>
    <w:rsid w:val="00D24196"/>
    <w:rsid w:val="00D24CC6"/>
    <w:rsid w:val="00D24FC1"/>
    <w:rsid w:val="00D3768E"/>
    <w:rsid w:val="00D46AED"/>
    <w:rsid w:val="00D5080E"/>
    <w:rsid w:val="00D50C5D"/>
    <w:rsid w:val="00D7074C"/>
    <w:rsid w:val="00D71888"/>
    <w:rsid w:val="00D7339B"/>
    <w:rsid w:val="00DA48E5"/>
    <w:rsid w:val="00DB6BDA"/>
    <w:rsid w:val="00DC4F18"/>
    <w:rsid w:val="00DD2C82"/>
    <w:rsid w:val="00E00101"/>
    <w:rsid w:val="00E05D7F"/>
    <w:rsid w:val="00E060AF"/>
    <w:rsid w:val="00E0617A"/>
    <w:rsid w:val="00E44930"/>
    <w:rsid w:val="00E46248"/>
    <w:rsid w:val="00E52E17"/>
    <w:rsid w:val="00E81600"/>
    <w:rsid w:val="00ED196F"/>
    <w:rsid w:val="00ED6E71"/>
    <w:rsid w:val="00ED78E5"/>
    <w:rsid w:val="00EF1061"/>
    <w:rsid w:val="00EF5E4E"/>
    <w:rsid w:val="00F02FE7"/>
    <w:rsid w:val="00F16AEE"/>
    <w:rsid w:val="00F23AF8"/>
    <w:rsid w:val="00F4174A"/>
    <w:rsid w:val="00F43C9A"/>
    <w:rsid w:val="00F45422"/>
    <w:rsid w:val="00F47514"/>
    <w:rsid w:val="00F54A29"/>
    <w:rsid w:val="00F54EA4"/>
    <w:rsid w:val="00F5577C"/>
    <w:rsid w:val="00F565E2"/>
    <w:rsid w:val="00F56E74"/>
    <w:rsid w:val="00F65AA2"/>
    <w:rsid w:val="00F65E5A"/>
    <w:rsid w:val="00F703DF"/>
    <w:rsid w:val="00F81DAE"/>
    <w:rsid w:val="00F81EA8"/>
    <w:rsid w:val="00F823EC"/>
    <w:rsid w:val="00F85E42"/>
    <w:rsid w:val="00FA68F1"/>
    <w:rsid w:val="00FC320C"/>
    <w:rsid w:val="00FD1A3A"/>
    <w:rsid w:val="00FD2AA5"/>
    <w:rsid w:val="00FE4296"/>
    <w:rsid w:val="00FE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BA872C"/>
  <w15:chartTrackingRefBased/>
  <w15:docId w15:val="{C7B63B59-E046-49AC-96D7-CD98EA392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04D21"/>
    <w:pPr>
      <w:spacing w:after="120" w:line="480" w:lineRule="auto"/>
      <w:ind w:firstLine="432"/>
      <w:jc w:val="both"/>
    </w:pPr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rsid w:val="00052CEB"/>
    <w:pPr>
      <w:keepNext/>
      <w:keepLines/>
      <w:spacing w:before="240" w:after="0"/>
      <w:outlineLvl w:val="0"/>
    </w:pPr>
    <w:rPr>
      <w:rFonts w:ascii="Calibri Light" w:hAnsi="Calibri Light"/>
      <w:color w:val="2F5496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604D21"/>
    <w:pPr>
      <w:spacing w:after="100" w:afterAutospacing="1" w:line="240" w:lineRule="auto"/>
      <w:ind w:firstLine="0"/>
      <w:jc w:val="left"/>
    </w:pPr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604D21"/>
    <w:rPr>
      <w:rFonts w:eastAsia="Times New Roman"/>
      <w:lang w:val="en-GB"/>
    </w:rPr>
  </w:style>
  <w:style w:type="character" w:styleId="FootnoteReference">
    <w:name w:val="footnote reference"/>
    <w:semiHidden/>
    <w:rsid w:val="00604D21"/>
    <w:rPr>
      <w:vertAlign w:val="superscript"/>
    </w:rPr>
  </w:style>
  <w:style w:type="table" w:styleId="TableGrid">
    <w:name w:val="Table Grid"/>
    <w:basedOn w:val="TableNormal"/>
    <w:rsid w:val="00604D2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4D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604D21"/>
    <w:rPr>
      <w:rFonts w:eastAsia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604D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604D21"/>
    <w:rPr>
      <w:rFonts w:eastAsia="Times New Roman"/>
      <w:sz w:val="24"/>
      <w:szCs w:val="24"/>
      <w:lang w:val="en-GB"/>
    </w:rPr>
  </w:style>
  <w:style w:type="character" w:styleId="PlaceholderText">
    <w:name w:val="Placeholder Text"/>
    <w:uiPriority w:val="99"/>
    <w:semiHidden/>
    <w:rsid w:val="00DA48E5"/>
    <w:rPr>
      <w:color w:val="808080"/>
    </w:rPr>
  </w:style>
  <w:style w:type="paragraph" w:customStyle="1" w:styleId="RPTitle">
    <w:name w:val="RP Title"/>
    <w:basedOn w:val="Normal"/>
    <w:link w:val="RPTitleChar"/>
    <w:qFormat/>
    <w:rsid w:val="00D7339B"/>
    <w:pPr>
      <w:pBdr>
        <w:bottom w:val="single" w:sz="8" w:space="1" w:color="2F5496"/>
      </w:pBdr>
      <w:spacing w:before="400" w:after="400" w:line="240" w:lineRule="auto"/>
      <w:ind w:firstLine="0"/>
      <w:jc w:val="center"/>
    </w:pPr>
    <w:rPr>
      <w:rFonts w:ascii="Cambria" w:hAnsi="Cambria" w:cs="Calibri Light"/>
      <w:b/>
      <w:caps/>
      <w:color w:val="000000"/>
      <w:spacing w:val="-5"/>
      <w:sz w:val="40"/>
      <w:szCs w:val="36"/>
    </w:rPr>
  </w:style>
  <w:style w:type="character" w:styleId="IntenseReference">
    <w:name w:val="Intense Reference"/>
    <w:uiPriority w:val="32"/>
    <w:rsid w:val="000D65F6"/>
    <w:rPr>
      <w:b/>
      <w:bCs/>
      <w:smallCaps/>
      <w:color w:val="4472C4"/>
      <w:spacing w:val="5"/>
    </w:rPr>
  </w:style>
  <w:style w:type="character" w:customStyle="1" w:styleId="RPTitleChar">
    <w:name w:val="RP Title Char"/>
    <w:link w:val="RPTitle"/>
    <w:rsid w:val="00D7339B"/>
    <w:rPr>
      <w:rFonts w:ascii="Cambria" w:eastAsia="Times New Roman" w:hAnsi="Cambria" w:cs="Calibri Light"/>
      <w:b/>
      <w:caps/>
      <w:color w:val="000000"/>
      <w:spacing w:val="-5"/>
      <w:sz w:val="40"/>
      <w:szCs w:val="36"/>
    </w:rPr>
  </w:style>
  <w:style w:type="paragraph" w:styleId="ListParagraph">
    <w:name w:val="List Paragraph"/>
    <w:basedOn w:val="Normal"/>
    <w:link w:val="ListParagraphChar"/>
    <w:uiPriority w:val="34"/>
    <w:rsid w:val="00D24196"/>
    <w:pPr>
      <w:ind w:left="720"/>
      <w:contextualSpacing/>
    </w:pPr>
  </w:style>
  <w:style w:type="paragraph" w:customStyle="1" w:styleId="EUCLIDNormalMajorPaper">
    <w:name w:val="EUCLID Normal (Major Paper)"/>
    <w:basedOn w:val="Normal"/>
    <w:link w:val="EUCLIDNormalMajorPaperChar"/>
    <w:rsid w:val="000C69AC"/>
    <w:pPr>
      <w:spacing w:after="0"/>
      <w:ind w:firstLine="720"/>
    </w:pPr>
  </w:style>
  <w:style w:type="paragraph" w:customStyle="1" w:styleId="RPHead1">
    <w:name w:val="RP Head1"/>
    <w:basedOn w:val="ListParagraph"/>
    <w:link w:val="RPHead1Char"/>
    <w:qFormat/>
    <w:rsid w:val="00B551A2"/>
    <w:pPr>
      <w:keepNext/>
      <w:keepLines/>
      <w:numPr>
        <w:numId w:val="3"/>
      </w:numPr>
      <w:spacing w:before="360" w:after="360" w:line="240" w:lineRule="auto"/>
      <w:ind w:left="547" w:hanging="547"/>
      <w:jc w:val="left"/>
      <w:outlineLvl w:val="0"/>
    </w:pPr>
    <w:rPr>
      <w:rFonts w:ascii="Cambria" w:hAnsi="Cambria"/>
      <w:b/>
      <w:caps/>
      <w:spacing w:val="-5"/>
      <w:sz w:val="36"/>
      <w:u w:val="single"/>
    </w:rPr>
  </w:style>
  <w:style w:type="character" w:customStyle="1" w:styleId="EUCLIDNormalMajorPaperChar">
    <w:name w:val="EUCLID Normal (Major Paper) Char"/>
    <w:link w:val="EUCLIDNormalMajorPaper"/>
    <w:rsid w:val="000C69AC"/>
    <w:rPr>
      <w:rFonts w:eastAsia="Times New Roman"/>
      <w:sz w:val="24"/>
      <w:szCs w:val="24"/>
      <w:lang w:val="en-GB"/>
    </w:rPr>
  </w:style>
  <w:style w:type="paragraph" w:customStyle="1" w:styleId="RPHead2">
    <w:name w:val="RP Head2"/>
    <w:basedOn w:val="RPHead1"/>
    <w:link w:val="RPHead2Char"/>
    <w:qFormat/>
    <w:rsid w:val="00B551A2"/>
    <w:pPr>
      <w:numPr>
        <w:numId w:val="5"/>
      </w:numPr>
      <w:spacing w:before="320" w:after="320"/>
      <w:ind w:left="907" w:hanging="547"/>
      <w:outlineLvl w:val="1"/>
    </w:pPr>
    <w:rPr>
      <w:caps w:val="0"/>
      <w:color w:val="000000"/>
      <w:sz w:val="32"/>
      <w:szCs w:val="32"/>
      <w:u w:val="none"/>
    </w:rPr>
  </w:style>
  <w:style w:type="character" w:customStyle="1" w:styleId="ListParagraphChar">
    <w:name w:val="List Paragraph Char"/>
    <w:link w:val="ListParagraph"/>
    <w:uiPriority w:val="34"/>
    <w:rsid w:val="000C69AC"/>
    <w:rPr>
      <w:rFonts w:eastAsia="Times New Roman"/>
      <w:sz w:val="24"/>
      <w:szCs w:val="24"/>
      <w:lang w:val="en-GB"/>
    </w:rPr>
  </w:style>
  <w:style w:type="character" w:customStyle="1" w:styleId="RPHead1Char">
    <w:name w:val="RP Head1 Char"/>
    <w:link w:val="RPHead1"/>
    <w:rsid w:val="00B551A2"/>
    <w:rPr>
      <w:rFonts w:ascii="Cambria" w:eastAsia="Times New Roman" w:hAnsi="Cambria"/>
      <w:b/>
      <w:caps/>
      <w:spacing w:val="-5"/>
      <w:sz w:val="36"/>
      <w:szCs w:val="24"/>
      <w:u w:val="single"/>
    </w:rPr>
  </w:style>
  <w:style w:type="paragraph" w:customStyle="1" w:styleId="RPHead3">
    <w:name w:val="RP Head3"/>
    <w:basedOn w:val="RPHead2"/>
    <w:link w:val="RPHead3Char"/>
    <w:qFormat/>
    <w:rsid w:val="00A002D9"/>
    <w:pPr>
      <w:numPr>
        <w:ilvl w:val="2"/>
        <w:numId w:val="3"/>
      </w:numPr>
      <w:spacing w:before="280" w:after="280"/>
      <w:ind w:left="1267" w:hanging="547"/>
      <w:outlineLvl w:val="2"/>
    </w:pPr>
    <w:rPr>
      <w:i/>
      <w:color w:val="1F4E79"/>
      <w:sz w:val="28"/>
    </w:rPr>
  </w:style>
  <w:style w:type="character" w:customStyle="1" w:styleId="RPHead2Char">
    <w:name w:val="RP Head2 Char"/>
    <w:link w:val="RPHead2"/>
    <w:rsid w:val="00B551A2"/>
    <w:rPr>
      <w:rFonts w:ascii="Cambria" w:eastAsia="Times New Roman" w:hAnsi="Cambria"/>
      <w:b/>
      <w:color w:val="000000"/>
      <w:spacing w:val="-5"/>
      <w:sz w:val="32"/>
      <w:szCs w:val="32"/>
    </w:rPr>
  </w:style>
  <w:style w:type="character" w:customStyle="1" w:styleId="RPHead3Char">
    <w:name w:val="RP Head3 Char"/>
    <w:link w:val="RPHead3"/>
    <w:rsid w:val="00A002D9"/>
    <w:rPr>
      <w:rFonts w:ascii="Cambria" w:eastAsia="Times New Roman" w:hAnsi="Cambria"/>
      <w:b/>
      <w:i/>
      <w:caps w:val="0"/>
      <w:color w:val="1F4E79"/>
      <w:spacing w:val="-5"/>
      <w:sz w:val="28"/>
      <w:szCs w:val="32"/>
      <w:lang w:val="en-GB"/>
    </w:rPr>
  </w:style>
  <w:style w:type="paragraph" w:customStyle="1" w:styleId="RPQuote">
    <w:name w:val="RP Quote"/>
    <w:basedOn w:val="EUCLIDNormalMajorPaper"/>
    <w:link w:val="RPQuoteChar"/>
    <w:qFormat/>
    <w:rsid w:val="00A62978"/>
    <w:pPr>
      <w:spacing w:after="240" w:line="240" w:lineRule="auto"/>
      <w:ind w:left="720" w:firstLine="0"/>
    </w:pPr>
    <w:rPr>
      <w:sz w:val="22"/>
      <w:szCs w:val="22"/>
    </w:rPr>
  </w:style>
  <w:style w:type="character" w:customStyle="1" w:styleId="RPQuoteChar">
    <w:name w:val="RP Quote Char"/>
    <w:link w:val="RPQuote"/>
    <w:rsid w:val="00A62978"/>
    <w:rPr>
      <w:rFonts w:eastAsia="Times New Roman"/>
      <w:sz w:val="22"/>
      <w:szCs w:val="22"/>
      <w:lang w:val="en-GB"/>
    </w:rPr>
  </w:style>
  <w:style w:type="paragraph" w:customStyle="1" w:styleId="RPReferences">
    <w:name w:val="RP References"/>
    <w:basedOn w:val="Normal"/>
    <w:link w:val="RPReferencesChar"/>
    <w:qFormat/>
    <w:rsid w:val="009D1677"/>
    <w:pPr>
      <w:spacing w:after="240" w:line="240" w:lineRule="auto"/>
      <w:ind w:left="720" w:hanging="720"/>
      <w:jc w:val="left"/>
    </w:pPr>
  </w:style>
  <w:style w:type="character" w:customStyle="1" w:styleId="RPReferencesChar">
    <w:name w:val="RP References Char"/>
    <w:link w:val="RPReferences"/>
    <w:rsid w:val="009D1677"/>
    <w:rPr>
      <w:rFonts w:eastAsia="Times New Roman"/>
      <w:sz w:val="24"/>
      <w:szCs w:val="24"/>
    </w:rPr>
  </w:style>
  <w:style w:type="paragraph" w:customStyle="1" w:styleId="RPNormal">
    <w:name w:val="RP Normal"/>
    <w:basedOn w:val="EUCLIDNormalMajorPaper"/>
    <w:link w:val="RPNormalChar"/>
    <w:qFormat/>
    <w:rsid w:val="003510D6"/>
    <w:pPr>
      <w:spacing w:after="240" w:line="240" w:lineRule="auto"/>
    </w:pPr>
  </w:style>
  <w:style w:type="character" w:customStyle="1" w:styleId="RPNormalChar">
    <w:name w:val="RP Normal Char"/>
    <w:link w:val="RPNormal"/>
    <w:rsid w:val="003510D6"/>
    <w:rPr>
      <w:rFonts w:eastAsia="Times New Roman"/>
      <w:sz w:val="24"/>
      <w:szCs w:val="24"/>
      <w:lang w:val="en-GB"/>
    </w:rPr>
  </w:style>
  <w:style w:type="character" w:styleId="CommentReference">
    <w:name w:val="annotation reference"/>
    <w:uiPriority w:val="99"/>
    <w:semiHidden/>
    <w:unhideWhenUsed/>
    <w:rsid w:val="00A662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62A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A662A0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62A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662A0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2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662A0"/>
    <w:rPr>
      <w:rFonts w:ascii="Segoe UI" w:eastAsia="Times New Roman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unhideWhenUsed/>
    <w:rsid w:val="004D0992"/>
  </w:style>
  <w:style w:type="character" w:customStyle="1" w:styleId="Heading1Char">
    <w:name w:val="Heading 1 Char"/>
    <w:link w:val="Heading1"/>
    <w:uiPriority w:val="9"/>
    <w:rsid w:val="00052CEB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rsid w:val="00052CEB"/>
    <w:pPr>
      <w:spacing w:line="259" w:lineRule="auto"/>
      <w:ind w:firstLine="0"/>
      <w:jc w:val="left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052CE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52CEB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052CEB"/>
    <w:pPr>
      <w:spacing w:after="100"/>
      <w:ind w:left="480"/>
    </w:pPr>
  </w:style>
  <w:style w:type="character" w:styleId="Hyperlink">
    <w:name w:val="Hyperlink"/>
    <w:uiPriority w:val="99"/>
    <w:unhideWhenUsed/>
    <w:rsid w:val="00052C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'1.0' encoding='UTF-8' standalone='yes'?>
<Relationships xmlns="http://schemas.openxmlformats.org/package/2006/relationships"><Relationship Id="rId1" Type="http://schemas.openxmlformats.org/officeDocument/2006/relationships/attachedTemplate" Target="file:///C:\Users\sniguse\AppData\Local\Temp\wze1a2\RP%20Template%20201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A912CADB-7DA2-4294-9328-E487E6C2C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 Template 2019</Template>
  <TotalTime>6</TotalTime>
  <Pages>4</Pages>
  <Words>1308</Words>
  <Characters>7459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Dr Kabiru Gulma</cp:lastModifiedBy>
  <cp:revision>4</cp:revision>
  <cp:lastPrinted>2018-07-05T21:47:00Z</cp:lastPrinted>
  <dcterms:created xsi:type="dcterms:W3CDTF">2020-03-12T21:32:00Z</dcterms:created>
  <dcterms:modified xsi:type="dcterms:W3CDTF">2020-03-13T07:54:00Z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zotero-version="5.0.84"&gt;&lt;session id="viWp9pqf"/&gt;&lt;style id="http://www.zotero.org/styles/turabian-author-date" locale="en-US" hasBibliography="1" bibliographyStyleHasBeenSet="1"/&gt;&lt;prefs&gt;&lt;pref name="fieldType" value="Field"/&gt;&lt;/prefs&gt;&lt;</vt:lpwstr>
  </property>
  <property fmtid="{D5CDD505-2E9C-101B-9397-08002B2CF9AE}" pid="3" name="ZOTERO_PREF_2">
    <vt:lpwstr>/data&gt;</vt:lpwstr>
  </property>
</Properties>
</file>