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D74936" w14:textId="77777777" w:rsidR="002B1C00" w:rsidRPr="006D0825" w:rsidRDefault="002B1C00" w:rsidP="005429B1"/>
    <w:tbl>
      <w:tblPr>
        <w:tblW w:w="0" w:type="auto"/>
        <w:tblLook w:val="04A0" w:firstRow="1" w:lastRow="0" w:firstColumn="1" w:lastColumn="0" w:noHBand="0" w:noVBand="1"/>
      </w:tblPr>
      <w:tblGrid>
        <w:gridCol w:w="4927"/>
        <w:gridCol w:w="4927"/>
      </w:tblGrid>
      <w:tr w:rsidR="007274D2" w:rsidRPr="006D0825" w14:paraId="2B6B8A6B" w14:textId="77777777" w:rsidTr="00AA0DF4">
        <w:tc>
          <w:tcPr>
            <w:tcW w:w="4927" w:type="dxa"/>
            <w:vAlign w:val="center"/>
          </w:tcPr>
          <w:p w14:paraId="500CC972" w14:textId="03B5B971" w:rsidR="007274D2" w:rsidRPr="006D0825" w:rsidRDefault="007274D2" w:rsidP="00C032D7">
            <w:r w:rsidRPr="006D0825">
              <w:rPr>
                <w:noProof/>
                <w:lang w:val="de-DE" w:eastAsia="de-DE"/>
              </w:rPr>
              <w:drawing>
                <wp:inline distT="0" distB="0" distL="0" distR="0" wp14:anchorId="6D97E16A" wp14:editId="76AF96A4">
                  <wp:extent cx="1552575" cy="776605"/>
                  <wp:effectExtent l="0" t="0" r="9525"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52575" cy="776605"/>
                          </a:xfrm>
                          <a:prstGeom prst="rect">
                            <a:avLst/>
                          </a:prstGeom>
                          <a:noFill/>
                          <a:ln>
                            <a:noFill/>
                          </a:ln>
                        </pic:spPr>
                      </pic:pic>
                    </a:graphicData>
                  </a:graphic>
                </wp:inline>
              </w:drawing>
            </w:r>
          </w:p>
        </w:tc>
        <w:tc>
          <w:tcPr>
            <w:tcW w:w="4927" w:type="dxa"/>
            <w:vAlign w:val="center"/>
          </w:tcPr>
          <w:p w14:paraId="15990BEF" w14:textId="33F43FC2" w:rsidR="007274D2" w:rsidRPr="006D0825" w:rsidRDefault="007A3B08" w:rsidP="00C032D7">
            <w:pPr>
              <w:jc w:val="right"/>
            </w:pPr>
            <w:r w:rsidRPr="006D0825">
              <w:rPr>
                <w:noProof/>
                <w:lang w:val="de-DE" w:eastAsia="de-DE"/>
              </w:rPr>
              <w:drawing>
                <wp:inline distT="0" distB="0" distL="0" distR="0" wp14:anchorId="46397BC7" wp14:editId="7EB01A45">
                  <wp:extent cx="1260000" cy="714564"/>
                  <wp:effectExtent l="0" t="0" r="0" b="9525"/>
                  <wp:docPr id="2" name="Picture 2" descr="Resultado de imagen de horizon 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sultado de imagen de horizon 20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0000" cy="714564"/>
                          </a:xfrm>
                          <a:prstGeom prst="rect">
                            <a:avLst/>
                          </a:prstGeom>
                          <a:noFill/>
                          <a:ln>
                            <a:noFill/>
                          </a:ln>
                        </pic:spPr>
                      </pic:pic>
                    </a:graphicData>
                  </a:graphic>
                </wp:inline>
              </w:drawing>
            </w:r>
          </w:p>
        </w:tc>
      </w:tr>
    </w:tbl>
    <w:p w14:paraId="68109C4B" w14:textId="77777777" w:rsidR="007274D2" w:rsidRPr="006D0825" w:rsidRDefault="007274D2" w:rsidP="005429B1"/>
    <w:p w14:paraId="6278B413" w14:textId="2D99E367" w:rsidR="00A80CE7" w:rsidRPr="006D0825" w:rsidRDefault="00A80CE7" w:rsidP="005429B1"/>
    <w:p w14:paraId="3DAD5CFB" w14:textId="77777777" w:rsidR="00A80CE7" w:rsidRPr="006D0825" w:rsidRDefault="00A80CE7" w:rsidP="005429B1"/>
    <w:p w14:paraId="3ED4D16A" w14:textId="77777777" w:rsidR="00A80CE7" w:rsidRPr="006D0825" w:rsidRDefault="00A80CE7" w:rsidP="005429B1"/>
    <w:p w14:paraId="0572AD3F" w14:textId="77777777" w:rsidR="00A80CE7" w:rsidRPr="006D0825" w:rsidRDefault="00A80CE7" w:rsidP="005429B1"/>
    <w:p w14:paraId="7620A821" w14:textId="078A66BA" w:rsidR="002B1C00" w:rsidRPr="006D0825" w:rsidRDefault="00A21157" w:rsidP="00C032D7">
      <w:pPr>
        <w:jc w:val="center"/>
      </w:pPr>
      <w:r w:rsidRPr="006D0825">
        <w:rPr>
          <w:noProof/>
          <w:lang w:val="de-DE" w:eastAsia="de-DE"/>
        </w:rPr>
        <w:drawing>
          <wp:inline distT="0" distB="0" distL="0" distR="0" wp14:anchorId="7C01050F" wp14:editId="49B6F30E">
            <wp:extent cx="3276600" cy="2523328"/>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78376" cy="2524695"/>
                    </a:xfrm>
                    <a:prstGeom prst="rect">
                      <a:avLst/>
                    </a:prstGeom>
                    <a:noFill/>
                    <a:ln>
                      <a:noFill/>
                    </a:ln>
                  </pic:spPr>
                </pic:pic>
              </a:graphicData>
            </a:graphic>
          </wp:inline>
        </w:drawing>
      </w:r>
    </w:p>
    <w:p w14:paraId="5DDF0295" w14:textId="77777777" w:rsidR="002B1C00" w:rsidRPr="006D0825" w:rsidRDefault="002B1C00" w:rsidP="005429B1"/>
    <w:p w14:paraId="7EECF1A4" w14:textId="77777777" w:rsidR="00521967" w:rsidRPr="006D0825" w:rsidRDefault="00521967" w:rsidP="005429B1"/>
    <w:tbl>
      <w:tblPr>
        <w:tblW w:w="9781" w:type="dxa"/>
        <w:jc w:val="center"/>
        <w:tblLayout w:type="fixed"/>
        <w:tblLook w:val="0000" w:firstRow="0" w:lastRow="0" w:firstColumn="0" w:lastColumn="0" w:noHBand="0" w:noVBand="0"/>
      </w:tblPr>
      <w:tblGrid>
        <w:gridCol w:w="9781"/>
      </w:tblGrid>
      <w:tr w:rsidR="00F35260" w:rsidRPr="006D0825" w14:paraId="75B2962A" w14:textId="77777777" w:rsidTr="00292C59">
        <w:trPr>
          <w:trHeight w:val="544"/>
          <w:jc w:val="center"/>
        </w:trPr>
        <w:tc>
          <w:tcPr>
            <w:tcW w:w="9781" w:type="dxa"/>
            <w:shd w:val="clear" w:color="auto" w:fill="auto"/>
          </w:tcPr>
          <w:p w14:paraId="092F468F" w14:textId="4D033D2D" w:rsidR="00F35260" w:rsidRPr="006D0825" w:rsidRDefault="001F7282" w:rsidP="005429B1">
            <w:pPr>
              <w:pStyle w:val="SCoverWP-ID"/>
            </w:pPr>
            <w:r w:rsidRPr="006D0825">
              <w:t>D7.8 Data Management Plan v1</w:t>
            </w:r>
          </w:p>
        </w:tc>
      </w:tr>
      <w:tr w:rsidR="0014630E" w:rsidRPr="006D0825" w14:paraId="71DB5BEA" w14:textId="77777777" w:rsidTr="00292C59">
        <w:trPr>
          <w:trHeight w:val="544"/>
          <w:jc w:val="center"/>
        </w:trPr>
        <w:tc>
          <w:tcPr>
            <w:tcW w:w="9781" w:type="dxa"/>
            <w:shd w:val="clear" w:color="auto" w:fill="auto"/>
          </w:tcPr>
          <w:p w14:paraId="62FF292C" w14:textId="6349DD5E" w:rsidR="0014630E" w:rsidRPr="006D0825" w:rsidRDefault="001F7282" w:rsidP="005429B1">
            <w:pPr>
              <w:pStyle w:val="SCoverWP-ID"/>
            </w:pPr>
            <w:r w:rsidRPr="006D0825">
              <w:t>WP7 – Project Management</w:t>
            </w:r>
          </w:p>
        </w:tc>
      </w:tr>
      <w:tr w:rsidR="0014630E" w:rsidRPr="006D0825" w14:paraId="7F7B1ED4" w14:textId="77777777" w:rsidTr="00292C59">
        <w:trPr>
          <w:trHeight w:val="501"/>
          <w:jc w:val="center"/>
        </w:trPr>
        <w:tc>
          <w:tcPr>
            <w:tcW w:w="9781" w:type="dxa"/>
            <w:shd w:val="clear" w:color="auto" w:fill="auto"/>
            <w:vAlign w:val="center"/>
          </w:tcPr>
          <w:p w14:paraId="3F7ED340" w14:textId="0D340CF2" w:rsidR="0014630E" w:rsidRPr="006D0825" w:rsidRDefault="0014630E" w:rsidP="005429B1">
            <w:pPr>
              <w:pStyle w:val="SCoverDeliverableData"/>
            </w:pPr>
            <w:r w:rsidRPr="006D0825">
              <w:t xml:space="preserve">Deliverable Lead: </w:t>
            </w:r>
            <w:r w:rsidR="001F7282" w:rsidRPr="006D0825">
              <w:t>CIS</w:t>
            </w:r>
          </w:p>
        </w:tc>
      </w:tr>
      <w:tr w:rsidR="00F35260" w:rsidRPr="006D0825" w14:paraId="2D843D37" w14:textId="77777777" w:rsidTr="00292C59">
        <w:trPr>
          <w:trHeight w:val="585"/>
          <w:jc w:val="center"/>
        </w:trPr>
        <w:tc>
          <w:tcPr>
            <w:tcW w:w="9781" w:type="dxa"/>
            <w:shd w:val="clear" w:color="auto" w:fill="auto"/>
            <w:vAlign w:val="center"/>
          </w:tcPr>
          <w:p w14:paraId="04C8FC50" w14:textId="5437A832" w:rsidR="00F35260" w:rsidRPr="006D0825" w:rsidRDefault="001F7282" w:rsidP="005429B1">
            <w:pPr>
              <w:pStyle w:val="SCoverDeliverableData"/>
            </w:pPr>
            <w:r w:rsidRPr="006D0825">
              <w:t>Dissemination Level: Public</w:t>
            </w:r>
          </w:p>
        </w:tc>
      </w:tr>
      <w:tr w:rsidR="00F35260" w:rsidRPr="006D0825" w14:paraId="21914B40" w14:textId="77777777" w:rsidTr="00292C59">
        <w:trPr>
          <w:trHeight w:val="501"/>
          <w:jc w:val="center"/>
        </w:trPr>
        <w:tc>
          <w:tcPr>
            <w:tcW w:w="9781" w:type="dxa"/>
            <w:shd w:val="clear" w:color="auto" w:fill="auto"/>
            <w:vAlign w:val="center"/>
          </w:tcPr>
          <w:p w14:paraId="2AF20407" w14:textId="0C3E00ED" w:rsidR="00F35260" w:rsidRPr="006D0825" w:rsidRDefault="00F35260" w:rsidP="005429B1">
            <w:pPr>
              <w:pStyle w:val="SCoverDeliverableData"/>
            </w:pPr>
            <w:r w:rsidRPr="006D0825">
              <w:t xml:space="preserve">Deliverable due date: </w:t>
            </w:r>
            <w:r w:rsidR="001F7282" w:rsidRPr="006D0825">
              <w:t>30/11/2017</w:t>
            </w:r>
          </w:p>
        </w:tc>
      </w:tr>
      <w:tr w:rsidR="0014630E" w:rsidRPr="006D0825" w14:paraId="456FF1D6" w14:textId="77777777" w:rsidTr="00292C59">
        <w:trPr>
          <w:trHeight w:val="501"/>
          <w:jc w:val="center"/>
        </w:trPr>
        <w:tc>
          <w:tcPr>
            <w:tcW w:w="9781" w:type="dxa"/>
            <w:shd w:val="clear" w:color="auto" w:fill="auto"/>
            <w:vAlign w:val="center"/>
          </w:tcPr>
          <w:p w14:paraId="162FDE4D" w14:textId="7E9A197E" w:rsidR="0014630E" w:rsidRPr="006D0825" w:rsidRDefault="00F35260" w:rsidP="005429B1">
            <w:pPr>
              <w:pStyle w:val="SCoverDeliverableData"/>
            </w:pPr>
            <w:r w:rsidRPr="006D0825">
              <w:t>Actual submission date: &lt;&lt;</w:t>
            </w:r>
            <w:proofErr w:type="spellStart"/>
            <w:r w:rsidRPr="006D0825">
              <w:t>dd</w:t>
            </w:r>
            <w:proofErr w:type="spellEnd"/>
            <w:r w:rsidRPr="006D0825">
              <w:t>/mm/</w:t>
            </w:r>
            <w:proofErr w:type="spellStart"/>
            <w:r w:rsidRPr="006D0825">
              <w:t>yyyy</w:t>
            </w:r>
            <w:proofErr w:type="spellEnd"/>
            <w:r w:rsidRPr="006D0825">
              <w:t>&gt;&gt;</w:t>
            </w:r>
          </w:p>
        </w:tc>
      </w:tr>
      <w:tr w:rsidR="0014630E" w:rsidRPr="006D0825" w14:paraId="3DB4AB4E" w14:textId="77777777" w:rsidTr="00292C59">
        <w:trPr>
          <w:trHeight w:val="613"/>
          <w:jc w:val="center"/>
        </w:trPr>
        <w:tc>
          <w:tcPr>
            <w:tcW w:w="9781" w:type="dxa"/>
            <w:shd w:val="clear" w:color="auto" w:fill="auto"/>
            <w:vAlign w:val="center"/>
          </w:tcPr>
          <w:p w14:paraId="7013ABDA" w14:textId="17D2E1BA" w:rsidR="0014630E" w:rsidRPr="006D0825" w:rsidRDefault="0014630E" w:rsidP="008219B0">
            <w:pPr>
              <w:pStyle w:val="SCoverDeliverableData"/>
            </w:pPr>
            <w:r w:rsidRPr="006D0825">
              <w:t xml:space="preserve">Version </w:t>
            </w:r>
            <w:r w:rsidR="008219B0">
              <w:t>1.0</w:t>
            </w:r>
          </w:p>
        </w:tc>
      </w:tr>
    </w:tbl>
    <w:p w14:paraId="571C9265" w14:textId="2C99E44E" w:rsidR="00521967" w:rsidRPr="006D0825" w:rsidRDefault="00521967" w:rsidP="005429B1">
      <w:r w:rsidRPr="006D0825">
        <w:br w:type="page"/>
      </w:r>
    </w:p>
    <w:tbl>
      <w:tblPr>
        <w:tblW w:w="9781" w:type="dxa"/>
        <w:tblInd w:w="74" w:type="dxa"/>
        <w:tblLayout w:type="fixed"/>
        <w:tblLook w:val="0000" w:firstRow="0" w:lastRow="0" w:firstColumn="0" w:lastColumn="0" w:noHBand="0" w:noVBand="0"/>
      </w:tblPr>
      <w:tblGrid>
        <w:gridCol w:w="1877"/>
        <w:gridCol w:w="7904"/>
      </w:tblGrid>
      <w:tr w:rsidR="00E14ED1" w:rsidRPr="006D0825" w14:paraId="0A30DB73" w14:textId="77777777" w:rsidTr="00220736">
        <w:tc>
          <w:tcPr>
            <w:tcW w:w="9781"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7E291C55" w14:textId="688E292E" w:rsidR="00E14ED1" w:rsidRPr="006D0825" w:rsidRDefault="00E14ED1" w:rsidP="005429B1">
            <w:pPr>
              <w:pStyle w:val="STableHeading"/>
            </w:pPr>
            <w:r w:rsidRPr="006D0825">
              <w:lastRenderedPageBreak/>
              <w:t xml:space="preserve">Document </w:t>
            </w:r>
            <w:r w:rsidR="00145DB8" w:rsidRPr="006D0825">
              <w:t>Control Page</w:t>
            </w:r>
          </w:p>
        </w:tc>
      </w:tr>
      <w:tr w:rsidR="00145DB8" w:rsidRPr="006D0825" w14:paraId="6D8E95FF" w14:textId="77777777" w:rsidTr="00220736">
        <w:tc>
          <w:tcPr>
            <w:tcW w:w="1877" w:type="dxa"/>
            <w:tcBorders>
              <w:top w:val="single" w:sz="4" w:space="0" w:color="000000"/>
              <w:left w:val="single" w:sz="4" w:space="0" w:color="000000"/>
              <w:bottom w:val="single" w:sz="4" w:space="0" w:color="000000"/>
            </w:tcBorders>
            <w:shd w:val="clear" w:color="auto" w:fill="D9D9D9"/>
            <w:vAlign w:val="center"/>
          </w:tcPr>
          <w:p w14:paraId="0F5F73EB" w14:textId="005208F0" w:rsidR="00145DB8" w:rsidRPr="006D0825" w:rsidRDefault="00145DB8" w:rsidP="005429B1">
            <w:pPr>
              <w:pStyle w:val="STableCellTitle"/>
            </w:pPr>
            <w:r w:rsidRPr="006D0825">
              <w:t>Title</w:t>
            </w:r>
          </w:p>
        </w:tc>
        <w:tc>
          <w:tcPr>
            <w:tcW w:w="79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EA721" w14:textId="1C90EB37" w:rsidR="00145DB8" w:rsidRPr="006D0825" w:rsidRDefault="001F7282" w:rsidP="005429B1">
            <w:pPr>
              <w:pStyle w:val="STableCellDefault"/>
              <w:rPr>
                <w:rFonts w:cstheme="minorHAnsi"/>
                <w:szCs w:val="22"/>
              </w:rPr>
            </w:pPr>
            <w:r w:rsidRPr="006D0825">
              <w:t>D7.8 Data Management Plan v1</w:t>
            </w:r>
          </w:p>
        </w:tc>
      </w:tr>
      <w:tr w:rsidR="00145DB8" w:rsidRPr="006D0825" w14:paraId="038F41D6" w14:textId="77777777" w:rsidTr="00220736">
        <w:tc>
          <w:tcPr>
            <w:tcW w:w="1877" w:type="dxa"/>
            <w:tcBorders>
              <w:top w:val="single" w:sz="4" w:space="0" w:color="000000"/>
              <w:left w:val="single" w:sz="4" w:space="0" w:color="000000"/>
              <w:bottom w:val="single" w:sz="4" w:space="0" w:color="000000"/>
            </w:tcBorders>
            <w:shd w:val="clear" w:color="auto" w:fill="D9D9D9"/>
            <w:vAlign w:val="center"/>
          </w:tcPr>
          <w:p w14:paraId="121D3EE4" w14:textId="269D67AA" w:rsidR="00145DB8" w:rsidRPr="006D0825" w:rsidRDefault="00145DB8" w:rsidP="005429B1">
            <w:pPr>
              <w:pStyle w:val="STableCellTitle"/>
            </w:pPr>
            <w:r w:rsidRPr="006D0825">
              <w:t>Creator</w:t>
            </w:r>
          </w:p>
        </w:tc>
        <w:tc>
          <w:tcPr>
            <w:tcW w:w="79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26FFF" w14:textId="088B7E49" w:rsidR="00145DB8" w:rsidRPr="006D0825" w:rsidRDefault="001F7282" w:rsidP="005429B1">
            <w:pPr>
              <w:pStyle w:val="STableCellDefault"/>
            </w:pPr>
            <w:r w:rsidRPr="006D0825">
              <w:t>Pascal Dihé (CIS)</w:t>
            </w:r>
          </w:p>
        </w:tc>
      </w:tr>
      <w:tr w:rsidR="00145DB8" w:rsidRPr="006D0825" w14:paraId="5A66D1F1" w14:textId="77777777" w:rsidTr="00220736">
        <w:tc>
          <w:tcPr>
            <w:tcW w:w="1877" w:type="dxa"/>
            <w:tcBorders>
              <w:top w:val="single" w:sz="4" w:space="0" w:color="000000"/>
              <w:left w:val="single" w:sz="4" w:space="0" w:color="000000"/>
              <w:bottom w:val="single" w:sz="4" w:space="0" w:color="000000"/>
            </w:tcBorders>
            <w:shd w:val="clear" w:color="auto" w:fill="D9D9D9"/>
            <w:vAlign w:val="center"/>
          </w:tcPr>
          <w:p w14:paraId="29DD6B10" w14:textId="049F1AB5" w:rsidR="00145DB8" w:rsidRPr="006D0825" w:rsidRDefault="00145DB8" w:rsidP="005429B1">
            <w:pPr>
              <w:pStyle w:val="STableCellTitle"/>
            </w:pPr>
            <w:r w:rsidRPr="006D0825">
              <w:t>Description</w:t>
            </w:r>
          </w:p>
        </w:tc>
        <w:tc>
          <w:tcPr>
            <w:tcW w:w="79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6100C2" w14:textId="6D81965D" w:rsidR="00145DB8" w:rsidRPr="006D0825" w:rsidRDefault="00CA1A68" w:rsidP="005429B1">
            <w:pPr>
              <w:pStyle w:val="STableCellDefault"/>
            </w:pPr>
            <w:r w:rsidRPr="006D0825">
              <w:t xml:space="preserve">The Data Management Plan </w:t>
            </w:r>
            <w:r w:rsidR="001F7282" w:rsidRPr="006D0825">
              <w:t xml:space="preserve">describes what data the </w:t>
            </w:r>
            <w:r w:rsidRPr="006D0825">
              <w:t xml:space="preserve">CLARITY </w:t>
            </w:r>
            <w:r w:rsidR="001F7282" w:rsidRPr="006D0825">
              <w:t>project will generate, whether and how it will be exploited or made accessible for verification and re-use and how it will be curated and preserved after the end of the project.</w:t>
            </w:r>
          </w:p>
        </w:tc>
      </w:tr>
      <w:tr w:rsidR="00145DB8" w:rsidRPr="006D0825" w14:paraId="0CA3D9D0" w14:textId="77777777" w:rsidTr="00220736">
        <w:tc>
          <w:tcPr>
            <w:tcW w:w="1877" w:type="dxa"/>
            <w:tcBorders>
              <w:top w:val="single" w:sz="4" w:space="0" w:color="000000"/>
              <w:left w:val="single" w:sz="4" w:space="0" w:color="000000"/>
              <w:bottom w:val="single" w:sz="4" w:space="0" w:color="000000"/>
            </w:tcBorders>
            <w:shd w:val="clear" w:color="auto" w:fill="D9D9D9"/>
            <w:vAlign w:val="center"/>
          </w:tcPr>
          <w:p w14:paraId="3590DE9F" w14:textId="7E38D718" w:rsidR="00145DB8" w:rsidRPr="006D0825" w:rsidRDefault="00145DB8" w:rsidP="005429B1">
            <w:pPr>
              <w:pStyle w:val="STableCellTitle"/>
            </w:pPr>
            <w:r w:rsidRPr="006D0825">
              <w:t>Publisher</w:t>
            </w:r>
          </w:p>
        </w:tc>
        <w:tc>
          <w:tcPr>
            <w:tcW w:w="79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94BF6" w14:textId="55BCC1DF" w:rsidR="00145DB8" w:rsidRPr="006D0825" w:rsidRDefault="00FF32F3" w:rsidP="005429B1">
            <w:pPr>
              <w:pStyle w:val="STableCellDefault"/>
            </w:pPr>
            <w:r w:rsidRPr="006D0825">
              <w:t>CLARITY</w:t>
            </w:r>
            <w:r w:rsidR="00145DB8" w:rsidRPr="006D0825">
              <w:t xml:space="preserve"> Consortium</w:t>
            </w:r>
          </w:p>
        </w:tc>
      </w:tr>
      <w:tr w:rsidR="00145DB8" w:rsidRPr="006D0825" w14:paraId="356EB5CA" w14:textId="77777777" w:rsidTr="00220736">
        <w:tc>
          <w:tcPr>
            <w:tcW w:w="1877" w:type="dxa"/>
            <w:tcBorders>
              <w:top w:val="single" w:sz="4" w:space="0" w:color="000000"/>
              <w:left w:val="single" w:sz="4" w:space="0" w:color="000000"/>
              <w:bottom w:val="single" w:sz="4" w:space="0" w:color="000000"/>
            </w:tcBorders>
            <w:shd w:val="clear" w:color="auto" w:fill="D9D9D9"/>
            <w:vAlign w:val="center"/>
          </w:tcPr>
          <w:p w14:paraId="04E7B1F2" w14:textId="371D39BA" w:rsidR="00145DB8" w:rsidRPr="006D0825" w:rsidRDefault="00145DB8" w:rsidP="005429B1">
            <w:pPr>
              <w:pStyle w:val="STableCellTitle"/>
            </w:pPr>
            <w:r w:rsidRPr="006D0825">
              <w:t>Contributors</w:t>
            </w:r>
          </w:p>
        </w:tc>
        <w:tc>
          <w:tcPr>
            <w:tcW w:w="79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238ED" w14:textId="25F6DFFD" w:rsidR="00145DB8" w:rsidRPr="006D0825" w:rsidRDefault="001F7282" w:rsidP="005429B1">
            <w:pPr>
              <w:pStyle w:val="STableCellDefault"/>
            </w:pPr>
            <w:r w:rsidRPr="006D0825">
              <w:t>Pascal Dihé (CIS)</w:t>
            </w:r>
            <w:r w:rsidR="00D02E38" w:rsidRPr="006D0825">
              <w:t xml:space="preserve">, Jorge Humberto </w:t>
            </w:r>
            <w:proofErr w:type="spellStart"/>
            <w:r w:rsidR="00D02E38" w:rsidRPr="006D0825">
              <w:t>Amorim</w:t>
            </w:r>
            <w:proofErr w:type="spellEnd"/>
            <w:r w:rsidR="00D02E38" w:rsidRPr="006D0825">
              <w:t xml:space="preserve"> (SMHI)</w:t>
            </w:r>
            <w:r w:rsidR="001D7236" w:rsidRPr="006D0825">
              <w:t>, Gerald Schimak (AIT)</w:t>
            </w:r>
          </w:p>
        </w:tc>
      </w:tr>
      <w:tr w:rsidR="00145DB8" w:rsidRPr="006D0825" w14:paraId="0DB1A8F6" w14:textId="77777777" w:rsidTr="00220736">
        <w:tc>
          <w:tcPr>
            <w:tcW w:w="1877" w:type="dxa"/>
            <w:tcBorders>
              <w:top w:val="single" w:sz="4" w:space="0" w:color="000000"/>
              <w:left w:val="single" w:sz="4" w:space="0" w:color="000000"/>
              <w:bottom w:val="single" w:sz="4" w:space="0" w:color="000000"/>
            </w:tcBorders>
            <w:shd w:val="clear" w:color="auto" w:fill="D9D9D9"/>
            <w:vAlign w:val="center"/>
          </w:tcPr>
          <w:p w14:paraId="7340CA1D" w14:textId="4350384C" w:rsidR="00145DB8" w:rsidRPr="006D0825" w:rsidRDefault="00145DB8" w:rsidP="005429B1">
            <w:pPr>
              <w:pStyle w:val="STableCellTitle"/>
            </w:pPr>
            <w:r w:rsidRPr="006D0825">
              <w:t>Creation date</w:t>
            </w:r>
          </w:p>
        </w:tc>
        <w:tc>
          <w:tcPr>
            <w:tcW w:w="79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96C288" w14:textId="7BF8EA4E" w:rsidR="00145DB8" w:rsidRPr="006D0825" w:rsidRDefault="00A42FE4" w:rsidP="005429B1">
            <w:pPr>
              <w:pStyle w:val="STableCellDefault"/>
            </w:pPr>
            <w:r w:rsidRPr="006D0825">
              <w:t>27</w:t>
            </w:r>
            <w:r w:rsidR="00145DB8" w:rsidRPr="006D0825">
              <w:t>/</w:t>
            </w:r>
            <w:r w:rsidRPr="006D0825">
              <w:t>10</w:t>
            </w:r>
            <w:r w:rsidR="00145DB8" w:rsidRPr="006D0825">
              <w:t>/</w:t>
            </w:r>
            <w:r w:rsidR="001F7282" w:rsidRPr="006D0825">
              <w:t>2017</w:t>
            </w:r>
          </w:p>
        </w:tc>
      </w:tr>
      <w:tr w:rsidR="00145DB8" w:rsidRPr="006D0825" w14:paraId="2A489CA7" w14:textId="77777777" w:rsidTr="00220736">
        <w:tc>
          <w:tcPr>
            <w:tcW w:w="1877" w:type="dxa"/>
            <w:tcBorders>
              <w:top w:val="single" w:sz="4" w:space="0" w:color="000000"/>
              <w:left w:val="single" w:sz="4" w:space="0" w:color="000000"/>
              <w:bottom w:val="single" w:sz="4" w:space="0" w:color="000000"/>
            </w:tcBorders>
            <w:shd w:val="clear" w:color="auto" w:fill="D9D9D9"/>
            <w:vAlign w:val="center"/>
          </w:tcPr>
          <w:p w14:paraId="73AB98C4" w14:textId="65FDDD94" w:rsidR="00145DB8" w:rsidRPr="006D0825" w:rsidRDefault="00145DB8" w:rsidP="005429B1">
            <w:pPr>
              <w:pStyle w:val="STableCellTitle"/>
            </w:pPr>
            <w:r w:rsidRPr="006D0825">
              <w:t>Type</w:t>
            </w:r>
          </w:p>
        </w:tc>
        <w:tc>
          <w:tcPr>
            <w:tcW w:w="79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08846" w14:textId="572A6608" w:rsidR="00145DB8" w:rsidRPr="006D0825" w:rsidRDefault="00145DB8" w:rsidP="005429B1">
            <w:pPr>
              <w:pStyle w:val="STableCellDefault"/>
            </w:pPr>
            <w:r w:rsidRPr="006D0825">
              <w:t>Text</w:t>
            </w:r>
          </w:p>
        </w:tc>
      </w:tr>
      <w:tr w:rsidR="00145DB8" w:rsidRPr="006D0825" w14:paraId="18986C70" w14:textId="77777777" w:rsidTr="00220736">
        <w:tc>
          <w:tcPr>
            <w:tcW w:w="1877" w:type="dxa"/>
            <w:tcBorders>
              <w:top w:val="single" w:sz="4" w:space="0" w:color="000000"/>
              <w:left w:val="single" w:sz="4" w:space="0" w:color="000000"/>
              <w:bottom w:val="single" w:sz="4" w:space="0" w:color="000000"/>
            </w:tcBorders>
            <w:shd w:val="clear" w:color="auto" w:fill="D9D9D9"/>
            <w:vAlign w:val="center"/>
          </w:tcPr>
          <w:p w14:paraId="7DCE0DFB" w14:textId="109936FF" w:rsidR="00145DB8" w:rsidRPr="006D0825" w:rsidRDefault="00145DB8" w:rsidP="005429B1">
            <w:pPr>
              <w:pStyle w:val="STableCellTitle"/>
            </w:pPr>
            <w:r w:rsidRPr="006D0825">
              <w:t xml:space="preserve">Language </w:t>
            </w:r>
          </w:p>
        </w:tc>
        <w:tc>
          <w:tcPr>
            <w:tcW w:w="79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FB527D" w14:textId="60DF924D" w:rsidR="00145DB8" w:rsidRPr="006D0825" w:rsidRDefault="00145DB8" w:rsidP="005429B1">
            <w:pPr>
              <w:pStyle w:val="STableCellDefault"/>
            </w:pPr>
            <w:proofErr w:type="spellStart"/>
            <w:r w:rsidRPr="006D0825">
              <w:t>en</w:t>
            </w:r>
            <w:proofErr w:type="spellEnd"/>
            <w:r w:rsidRPr="006D0825">
              <w:t>-GB</w:t>
            </w:r>
          </w:p>
        </w:tc>
      </w:tr>
      <w:tr w:rsidR="00145DB8" w:rsidRPr="006D0825" w14:paraId="6D2D2244" w14:textId="77777777" w:rsidTr="00220736">
        <w:tc>
          <w:tcPr>
            <w:tcW w:w="1877" w:type="dxa"/>
            <w:tcBorders>
              <w:top w:val="single" w:sz="4" w:space="0" w:color="000000"/>
              <w:left w:val="single" w:sz="4" w:space="0" w:color="000000"/>
              <w:bottom w:val="single" w:sz="4" w:space="0" w:color="000000"/>
            </w:tcBorders>
            <w:shd w:val="clear" w:color="auto" w:fill="D9D9D9"/>
            <w:vAlign w:val="center"/>
          </w:tcPr>
          <w:p w14:paraId="3EAE877D" w14:textId="7BFC809E" w:rsidR="00145DB8" w:rsidRPr="006D0825" w:rsidRDefault="00145DB8" w:rsidP="005429B1">
            <w:pPr>
              <w:pStyle w:val="STableCellTitle"/>
            </w:pPr>
            <w:r w:rsidRPr="006D0825">
              <w:t xml:space="preserve">Rights </w:t>
            </w:r>
          </w:p>
        </w:tc>
        <w:tc>
          <w:tcPr>
            <w:tcW w:w="79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909190" w14:textId="06B2F81E" w:rsidR="00145DB8" w:rsidRPr="006D0825" w:rsidRDefault="00145DB8" w:rsidP="005429B1">
            <w:pPr>
              <w:pStyle w:val="STableCellDefault"/>
            </w:pPr>
            <w:r w:rsidRPr="006D0825">
              <w:t>copyright “</w:t>
            </w:r>
            <w:r w:rsidR="00FF32F3" w:rsidRPr="006D0825">
              <w:t>CLARITY</w:t>
            </w:r>
            <w:r w:rsidRPr="006D0825">
              <w:t xml:space="preserve"> Consortium”</w:t>
            </w:r>
          </w:p>
        </w:tc>
      </w:tr>
      <w:tr w:rsidR="00145DB8" w:rsidRPr="006D0825" w14:paraId="6E07A076" w14:textId="77777777" w:rsidTr="00220736">
        <w:tc>
          <w:tcPr>
            <w:tcW w:w="1877" w:type="dxa"/>
            <w:tcBorders>
              <w:top w:val="single" w:sz="4" w:space="0" w:color="000000"/>
              <w:left w:val="single" w:sz="4" w:space="0" w:color="000000"/>
              <w:bottom w:val="single" w:sz="4" w:space="0" w:color="000000"/>
            </w:tcBorders>
            <w:shd w:val="clear" w:color="auto" w:fill="D9D9D9"/>
            <w:vAlign w:val="center"/>
          </w:tcPr>
          <w:p w14:paraId="5797F77E" w14:textId="10B557CF" w:rsidR="00145DB8" w:rsidRPr="006D0825" w:rsidRDefault="00145DB8" w:rsidP="005429B1">
            <w:pPr>
              <w:pStyle w:val="STableCellTitle"/>
            </w:pPr>
            <w:r w:rsidRPr="006D0825">
              <w:t>Audience</w:t>
            </w:r>
          </w:p>
        </w:tc>
        <w:tc>
          <w:tcPr>
            <w:tcW w:w="79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F660CA" w14:textId="14004130" w:rsidR="00145DB8" w:rsidRPr="006D0825" w:rsidRDefault="007C51FA" w:rsidP="005429B1">
            <w:sdt>
              <w:sdtPr>
                <w:id w:val="543792299"/>
                <w14:checkbox>
                  <w14:checked w14:val="1"/>
                  <w14:checkedState w14:val="2612" w14:font="MS Gothic"/>
                  <w14:uncheckedState w14:val="2610" w14:font="MS Gothic"/>
                </w14:checkbox>
              </w:sdtPr>
              <w:sdtEndPr/>
              <w:sdtContent>
                <w:r w:rsidR="001F7282" w:rsidRPr="006D0825">
                  <w:rPr>
                    <w:rFonts w:ascii="MS Gothic" w:eastAsia="MS Gothic" w:hAnsi="MS Gothic"/>
                  </w:rPr>
                  <w:t>☒</w:t>
                </w:r>
              </w:sdtContent>
            </w:sdt>
            <w:r w:rsidR="004965A9" w:rsidRPr="006D0825">
              <w:t xml:space="preserve"> </w:t>
            </w:r>
            <w:r w:rsidR="00145DB8" w:rsidRPr="006D0825">
              <w:t>Public</w:t>
            </w:r>
          </w:p>
          <w:bookmarkStart w:id="0" w:name="OLE_LINK1"/>
          <w:p w14:paraId="582C7382" w14:textId="0555C830" w:rsidR="00145DB8" w:rsidRPr="006D0825" w:rsidRDefault="007C51FA" w:rsidP="005429B1">
            <w:sdt>
              <w:sdtPr>
                <w:id w:val="306595528"/>
                <w14:checkbox>
                  <w14:checked w14:val="0"/>
                  <w14:checkedState w14:val="2612" w14:font="MS Gothic"/>
                  <w14:uncheckedState w14:val="2610" w14:font="MS Gothic"/>
                </w14:checkbox>
              </w:sdtPr>
              <w:sdtEndPr/>
              <w:sdtContent>
                <w:r w:rsidR="004965A9" w:rsidRPr="006D0825">
                  <w:rPr>
                    <w:rFonts w:ascii="Segoe UI Symbol" w:eastAsia="MS Gothic" w:hAnsi="Segoe UI Symbol" w:cs="Segoe UI Symbol"/>
                  </w:rPr>
                  <w:t>☐</w:t>
                </w:r>
              </w:sdtContent>
            </w:sdt>
            <w:r w:rsidR="004965A9" w:rsidRPr="006D0825">
              <w:t xml:space="preserve"> </w:t>
            </w:r>
            <w:r w:rsidR="00145DB8" w:rsidRPr="006D0825">
              <w:t>Confidential</w:t>
            </w:r>
          </w:p>
          <w:bookmarkEnd w:id="0"/>
          <w:p w14:paraId="7BFE837F" w14:textId="25210920" w:rsidR="00145DB8" w:rsidRPr="006D0825" w:rsidRDefault="007C51FA" w:rsidP="005429B1">
            <w:sdt>
              <w:sdtPr>
                <w:id w:val="796420879"/>
                <w14:checkbox>
                  <w14:checked w14:val="0"/>
                  <w14:checkedState w14:val="2612" w14:font="MS Gothic"/>
                  <w14:uncheckedState w14:val="2610" w14:font="MS Gothic"/>
                </w14:checkbox>
              </w:sdtPr>
              <w:sdtEndPr/>
              <w:sdtContent>
                <w:r w:rsidR="004965A9" w:rsidRPr="006D0825">
                  <w:rPr>
                    <w:rFonts w:ascii="Segoe UI Symbol" w:eastAsia="MS Gothic" w:hAnsi="Segoe UI Symbol" w:cs="Segoe UI Symbol"/>
                  </w:rPr>
                  <w:t>☐</w:t>
                </w:r>
              </w:sdtContent>
            </w:sdt>
            <w:r w:rsidR="004965A9" w:rsidRPr="006D0825">
              <w:t xml:space="preserve"> </w:t>
            </w:r>
            <w:r w:rsidR="00145DB8" w:rsidRPr="006D0825">
              <w:t>Classified</w:t>
            </w:r>
          </w:p>
        </w:tc>
      </w:tr>
      <w:tr w:rsidR="00876CB2" w:rsidRPr="006D0825" w14:paraId="23BEDE93" w14:textId="77777777" w:rsidTr="00220736">
        <w:tc>
          <w:tcPr>
            <w:tcW w:w="1877" w:type="dxa"/>
            <w:tcBorders>
              <w:top w:val="single" w:sz="4" w:space="0" w:color="000000"/>
              <w:left w:val="single" w:sz="4" w:space="0" w:color="000000"/>
              <w:bottom w:val="single" w:sz="4" w:space="0" w:color="000000"/>
            </w:tcBorders>
            <w:shd w:val="clear" w:color="auto" w:fill="D9D9D9"/>
            <w:vAlign w:val="center"/>
          </w:tcPr>
          <w:p w14:paraId="77888C8D" w14:textId="77777777" w:rsidR="00876CB2" w:rsidRPr="006D0825" w:rsidRDefault="00876CB2" w:rsidP="005429B1">
            <w:pPr>
              <w:pStyle w:val="STableCellTitle"/>
            </w:pPr>
            <w:r w:rsidRPr="006D0825">
              <w:t>Status</w:t>
            </w:r>
          </w:p>
        </w:tc>
        <w:tc>
          <w:tcPr>
            <w:tcW w:w="79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C5AF10" w14:textId="10A01C18" w:rsidR="00924C73" w:rsidRPr="006D0825" w:rsidRDefault="007C51FA" w:rsidP="005429B1">
            <w:sdt>
              <w:sdtPr>
                <w:id w:val="1557354165"/>
                <w14:checkbox>
                  <w14:checked w14:val="0"/>
                  <w14:checkedState w14:val="2612" w14:font="MS Gothic"/>
                  <w14:uncheckedState w14:val="2610" w14:font="MS Gothic"/>
                </w14:checkbox>
              </w:sdtPr>
              <w:sdtEndPr/>
              <w:sdtContent>
                <w:r w:rsidR="00261EAD" w:rsidRPr="006D0825">
                  <w:rPr>
                    <w:rFonts w:ascii="MS Gothic" w:eastAsia="MS Gothic" w:hAnsi="MS Gothic"/>
                  </w:rPr>
                  <w:t>☐</w:t>
                </w:r>
              </w:sdtContent>
            </w:sdt>
            <w:r w:rsidR="004965A9" w:rsidRPr="006D0825">
              <w:t xml:space="preserve"> </w:t>
            </w:r>
            <w:r w:rsidR="00924C73" w:rsidRPr="006D0825">
              <w:t>In Progress</w:t>
            </w:r>
          </w:p>
          <w:p w14:paraId="23D9F68B" w14:textId="5EFC6325" w:rsidR="00924C73" w:rsidRPr="006D0825" w:rsidRDefault="007C51FA" w:rsidP="005429B1">
            <w:sdt>
              <w:sdtPr>
                <w:id w:val="-395512823"/>
                <w14:checkbox>
                  <w14:checked w14:val="0"/>
                  <w14:checkedState w14:val="2612" w14:font="MS Gothic"/>
                  <w14:uncheckedState w14:val="2610" w14:font="MS Gothic"/>
                </w14:checkbox>
              </w:sdtPr>
              <w:sdtEndPr/>
              <w:sdtContent>
                <w:r w:rsidR="00AB6ED6">
                  <w:rPr>
                    <w:rFonts w:ascii="MS Gothic" w:eastAsia="MS Gothic" w:hAnsi="MS Gothic" w:hint="eastAsia"/>
                  </w:rPr>
                  <w:t>☐</w:t>
                </w:r>
              </w:sdtContent>
            </w:sdt>
            <w:r w:rsidR="004965A9" w:rsidRPr="006D0825">
              <w:t xml:space="preserve"> </w:t>
            </w:r>
            <w:r w:rsidR="00924C73" w:rsidRPr="006D0825">
              <w:t>For Review</w:t>
            </w:r>
          </w:p>
          <w:p w14:paraId="33D47CD4" w14:textId="2023AC7C" w:rsidR="00924C73" w:rsidRPr="006D0825" w:rsidRDefault="007C51FA" w:rsidP="005429B1">
            <w:sdt>
              <w:sdtPr>
                <w:id w:val="-217212803"/>
                <w14:checkbox>
                  <w14:checked w14:val="0"/>
                  <w14:checkedState w14:val="2612" w14:font="MS Gothic"/>
                  <w14:uncheckedState w14:val="2610" w14:font="MS Gothic"/>
                </w14:checkbox>
              </w:sdtPr>
              <w:sdtEndPr/>
              <w:sdtContent>
                <w:r w:rsidR="00AB6ED6">
                  <w:rPr>
                    <w:rFonts w:ascii="MS Gothic" w:eastAsia="MS Gothic" w:hAnsi="MS Gothic" w:hint="eastAsia"/>
                  </w:rPr>
                  <w:t>☐</w:t>
                </w:r>
              </w:sdtContent>
            </w:sdt>
            <w:r w:rsidR="004965A9" w:rsidRPr="006D0825">
              <w:t xml:space="preserve"> </w:t>
            </w:r>
            <w:r w:rsidR="00924C73" w:rsidRPr="006D0825">
              <w:t>For Approval</w:t>
            </w:r>
          </w:p>
          <w:p w14:paraId="4C84F52F" w14:textId="1595151D" w:rsidR="00924C73" w:rsidRPr="006D0825" w:rsidRDefault="007C51FA" w:rsidP="005429B1">
            <w:sdt>
              <w:sdtPr>
                <w:id w:val="-768459356"/>
                <w14:checkbox>
                  <w14:checked w14:val="1"/>
                  <w14:checkedState w14:val="2612" w14:font="MS Gothic"/>
                  <w14:uncheckedState w14:val="2610" w14:font="MS Gothic"/>
                </w14:checkbox>
              </w:sdtPr>
              <w:sdtEndPr/>
              <w:sdtContent>
                <w:r w:rsidR="00AB6ED6">
                  <w:rPr>
                    <w:rFonts w:ascii="MS Gothic" w:eastAsia="MS Gothic" w:hAnsi="MS Gothic" w:hint="eastAsia"/>
                  </w:rPr>
                  <w:t>☒</w:t>
                </w:r>
              </w:sdtContent>
            </w:sdt>
            <w:r w:rsidR="004965A9" w:rsidRPr="006D0825">
              <w:t xml:space="preserve"> </w:t>
            </w:r>
            <w:r w:rsidR="00924C73" w:rsidRPr="006D0825">
              <w:t>Approved</w:t>
            </w:r>
          </w:p>
        </w:tc>
      </w:tr>
    </w:tbl>
    <w:p w14:paraId="6C6D605A" w14:textId="77777777" w:rsidR="00E14ED1" w:rsidRPr="006D0825" w:rsidRDefault="00E14ED1" w:rsidP="005429B1">
      <w:pPr>
        <w:pStyle w:val="Textkrper"/>
      </w:pPr>
    </w:p>
    <w:tbl>
      <w:tblPr>
        <w:tblW w:w="9781" w:type="dxa"/>
        <w:tblInd w:w="74" w:type="dxa"/>
        <w:tblLayout w:type="fixed"/>
        <w:tblLook w:val="0000" w:firstRow="0" w:lastRow="0" w:firstColumn="0" w:lastColumn="0" w:noHBand="0" w:noVBand="0"/>
      </w:tblPr>
      <w:tblGrid>
        <w:gridCol w:w="1027"/>
        <w:gridCol w:w="1842"/>
        <w:gridCol w:w="2977"/>
        <w:gridCol w:w="3935"/>
      </w:tblGrid>
      <w:tr w:rsidR="00E14ED1" w:rsidRPr="006D0825" w14:paraId="612DD55F" w14:textId="77777777" w:rsidTr="00220736">
        <w:tc>
          <w:tcPr>
            <w:tcW w:w="9781" w:type="dxa"/>
            <w:gridSpan w:val="4"/>
            <w:tcBorders>
              <w:top w:val="single" w:sz="4" w:space="0" w:color="000000"/>
              <w:left w:val="single" w:sz="4" w:space="0" w:color="000000"/>
              <w:bottom w:val="single" w:sz="4" w:space="0" w:color="auto"/>
              <w:right w:val="single" w:sz="4" w:space="0" w:color="000000"/>
            </w:tcBorders>
            <w:shd w:val="clear" w:color="auto" w:fill="D9D9D9" w:themeFill="background1" w:themeFillShade="D9"/>
            <w:vAlign w:val="center"/>
          </w:tcPr>
          <w:p w14:paraId="3B164A51" w14:textId="01F0C02A" w:rsidR="00E14ED1" w:rsidRPr="006D0825" w:rsidRDefault="00924C73" w:rsidP="005429B1">
            <w:pPr>
              <w:pStyle w:val="STableHeading"/>
            </w:pPr>
            <w:r w:rsidRPr="006D0825">
              <w:t>Revision</w:t>
            </w:r>
            <w:r w:rsidR="00E14ED1" w:rsidRPr="006D0825">
              <w:t xml:space="preserve"> History</w:t>
            </w:r>
          </w:p>
        </w:tc>
      </w:tr>
      <w:tr w:rsidR="00924C73" w:rsidRPr="006D0825" w14:paraId="468933A8" w14:textId="77777777" w:rsidTr="00220736">
        <w:tc>
          <w:tcPr>
            <w:tcW w:w="10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2CE481" w14:textId="712E835F" w:rsidR="00924C73" w:rsidRPr="006D0825" w:rsidRDefault="00924C73" w:rsidP="005429B1">
            <w:pPr>
              <w:pStyle w:val="STableCellTitle"/>
            </w:pPr>
            <w:r w:rsidRPr="006D0825">
              <w:t>Version</w:t>
            </w:r>
          </w:p>
        </w:tc>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509960" w14:textId="2072C914" w:rsidR="00924C73" w:rsidRPr="006D0825" w:rsidRDefault="00924C73" w:rsidP="005429B1">
            <w:pPr>
              <w:pStyle w:val="STableCellDefault"/>
            </w:pPr>
            <w:r w:rsidRPr="006D0825">
              <w:t>Date</w:t>
            </w:r>
          </w:p>
        </w:tc>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18B16C" w14:textId="6E98B797" w:rsidR="00924C73" w:rsidRPr="006D0825" w:rsidRDefault="00924C73" w:rsidP="005429B1">
            <w:pPr>
              <w:pStyle w:val="STableCellDefault"/>
            </w:pPr>
            <w:r w:rsidRPr="006D0825">
              <w:t>Modified by</w:t>
            </w:r>
          </w:p>
        </w:tc>
        <w:tc>
          <w:tcPr>
            <w:tcW w:w="39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43EA88" w14:textId="73C805F3" w:rsidR="00924C73" w:rsidRPr="006D0825" w:rsidRDefault="00924C73" w:rsidP="005429B1">
            <w:pPr>
              <w:pStyle w:val="STableCellDefault"/>
            </w:pPr>
            <w:r w:rsidRPr="006D0825">
              <w:t>Comments</w:t>
            </w:r>
          </w:p>
        </w:tc>
      </w:tr>
      <w:tr w:rsidR="00924C73" w:rsidRPr="006D0825" w14:paraId="37798BE1" w14:textId="77777777" w:rsidTr="00220736">
        <w:tc>
          <w:tcPr>
            <w:tcW w:w="10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8F7C1D" w14:textId="3CD0EA7C" w:rsidR="00924C73" w:rsidRPr="006D0825" w:rsidRDefault="00924C73" w:rsidP="005429B1">
            <w:pPr>
              <w:pStyle w:val="STableCellTitle"/>
            </w:pPr>
            <w:r w:rsidRPr="006D0825">
              <w:t>0.</w:t>
            </w:r>
            <w:r w:rsidR="001F7282" w:rsidRPr="006D0825">
              <w:t>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5A78A7" w14:textId="0383BF46" w:rsidR="00924C73" w:rsidRPr="006D0825" w:rsidRDefault="001F7282" w:rsidP="005429B1">
            <w:pPr>
              <w:pStyle w:val="STableCellDefault"/>
            </w:pPr>
            <w:r w:rsidRPr="006D0825">
              <w:t>28/07/2017</w:t>
            </w:r>
          </w:p>
        </w:tc>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D36506" w14:textId="186F831E" w:rsidR="00924C73" w:rsidRPr="006D0825" w:rsidRDefault="001F7282" w:rsidP="005429B1">
            <w:pPr>
              <w:pStyle w:val="STableCellDefault"/>
            </w:pPr>
            <w:r w:rsidRPr="006D0825">
              <w:t>Pascal Dihé (CIS)</w:t>
            </w:r>
          </w:p>
        </w:tc>
        <w:tc>
          <w:tcPr>
            <w:tcW w:w="39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993455" w14:textId="2ABE2C5A" w:rsidR="00924C73" w:rsidRPr="006D0825" w:rsidRDefault="001F7282" w:rsidP="005429B1">
            <w:pPr>
              <w:pStyle w:val="STableCellDefault"/>
            </w:pPr>
            <w:r w:rsidRPr="006D0825">
              <w:t>Draft structure based on H2020 DMP template</w:t>
            </w:r>
          </w:p>
        </w:tc>
      </w:tr>
      <w:tr w:rsidR="00924C73" w:rsidRPr="006D0825" w14:paraId="382E0381" w14:textId="77777777" w:rsidTr="00220736">
        <w:tc>
          <w:tcPr>
            <w:tcW w:w="10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EFE621" w14:textId="0920E714" w:rsidR="00924C73" w:rsidRPr="006D0825" w:rsidRDefault="00A42FE4" w:rsidP="005429B1">
            <w:pPr>
              <w:pStyle w:val="STableCellTitle"/>
            </w:pPr>
            <w:r w:rsidRPr="006D0825">
              <w:t>0.1</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5C32F1" w14:textId="2B76D036" w:rsidR="00924C73" w:rsidRPr="006D0825" w:rsidRDefault="00A42FE4" w:rsidP="005429B1">
            <w:pPr>
              <w:pStyle w:val="STableCellDefault"/>
            </w:pPr>
            <w:r w:rsidRPr="006D0825">
              <w:t>04/09/2017</w:t>
            </w:r>
          </w:p>
        </w:tc>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1B0ECE" w14:textId="0BB89FB9" w:rsidR="00924C73" w:rsidRPr="006D0825" w:rsidRDefault="00A42FE4" w:rsidP="005429B1">
            <w:pPr>
              <w:pStyle w:val="STableCellDefault"/>
            </w:pPr>
            <w:r w:rsidRPr="006D0825">
              <w:t>Pascal Dihé (CIS)</w:t>
            </w:r>
          </w:p>
        </w:tc>
        <w:tc>
          <w:tcPr>
            <w:tcW w:w="39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13EB13" w14:textId="3C415982" w:rsidR="00924C73" w:rsidRPr="006D0825" w:rsidRDefault="00A42FE4" w:rsidP="005429B1">
            <w:pPr>
              <w:pStyle w:val="STableCellDefault"/>
            </w:pPr>
            <w:r w:rsidRPr="006D0825">
              <w:t>CLARITY Data Management Policy defined</w:t>
            </w:r>
          </w:p>
        </w:tc>
      </w:tr>
      <w:tr w:rsidR="00A42FE4" w:rsidRPr="006D0825" w14:paraId="090D85FB" w14:textId="77777777" w:rsidTr="00220736">
        <w:tc>
          <w:tcPr>
            <w:tcW w:w="10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0980E8" w14:textId="555EC66B" w:rsidR="00A42FE4" w:rsidRPr="006D0825" w:rsidRDefault="00A42FE4" w:rsidP="005429B1">
            <w:pPr>
              <w:pStyle w:val="STableCellTitle"/>
            </w:pPr>
            <w:r w:rsidRPr="006D0825">
              <w:t>0.2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A3308E" w14:textId="0EE65523" w:rsidR="00A42FE4" w:rsidRPr="006D0825" w:rsidRDefault="00A42FE4" w:rsidP="005429B1">
            <w:pPr>
              <w:pStyle w:val="STableCellDefault"/>
            </w:pPr>
            <w:r w:rsidRPr="006D0825">
              <w:t>27/10/2017</w:t>
            </w:r>
          </w:p>
        </w:tc>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8A7D31" w14:textId="205080D2" w:rsidR="00A42FE4" w:rsidRPr="006D0825" w:rsidRDefault="00A42FE4" w:rsidP="005429B1">
            <w:pPr>
              <w:pStyle w:val="STableCellDefault"/>
            </w:pPr>
            <w:r w:rsidRPr="006D0825">
              <w:t>Pascal Dihé (CIS)</w:t>
            </w:r>
          </w:p>
        </w:tc>
        <w:tc>
          <w:tcPr>
            <w:tcW w:w="39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F1B730" w14:textId="086C736F" w:rsidR="00A42FE4" w:rsidRPr="006D0825" w:rsidRDefault="00A42FE4" w:rsidP="005429B1">
            <w:pPr>
              <w:pStyle w:val="STableCellDefault"/>
            </w:pPr>
            <w:r w:rsidRPr="006D0825">
              <w:t>CLARITY deliverable template</w:t>
            </w:r>
          </w:p>
        </w:tc>
      </w:tr>
      <w:tr w:rsidR="00924C73" w:rsidRPr="006D0825" w14:paraId="31504181" w14:textId="77777777" w:rsidTr="00220736">
        <w:tc>
          <w:tcPr>
            <w:tcW w:w="10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4841AE" w14:textId="13C365DA" w:rsidR="00924C73" w:rsidRPr="006D0825" w:rsidRDefault="00D02E38" w:rsidP="005429B1">
            <w:pPr>
              <w:pStyle w:val="STableCellTitle"/>
            </w:pPr>
            <w:r w:rsidRPr="006D0825">
              <w:t>0.3</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0C9D73" w14:textId="5FFE8C9A" w:rsidR="00924C73" w:rsidRPr="006D0825" w:rsidRDefault="00262A31" w:rsidP="005429B1">
            <w:pPr>
              <w:pStyle w:val="STableCellDefault"/>
            </w:pPr>
            <w:r w:rsidRPr="006D0825">
              <w:t>02/1</w:t>
            </w:r>
            <w:r w:rsidR="00D02E38" w:rsidRPr="006D0825">
              <w:t>1/2017</w:t>
            </w:r>
          </w:p>
        </w:tc>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0136E5" w14:textId="3449A11D" w:rsidR="00924C73" w:rsidRPr="006D0825" w:rsidRDefault="00D02E38" w:rsidP="005429B1">
            <w:pPr>
              <w:pStyle w:val="STableCellDefault"/>
            </w:pPr>
            <w:r w:rsidRPr="006D0825">
              <w:t xml:space="preserve">Pascal Dihé (CIS), Jorge Humberto </w:t>
            </w:r>
            <w:proofErr w:type="spellStart"/>
            <w:r w:rsidRPr="006D0825">
              <w:t>Amorim</w:t>
            </w:r>
            <w:proofErr w:type="spellEnd"/>
            <w:r w:rsidRPr="006D0825">
              <w:t xml:space="preserve"> (SMHI)</w:t>
            </w:r>
          </w:p>
        </w:tc>
        <w:tc>
          <w:tcPr>
            <w:tcW w:w="39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A3BB2A" w14:textId="67ACBBBF" w:rsidR="00924C73" w:rsidRPr="006D0825" w:rsidRDefault="00262A31" w:rsidP="005429B1">
            <w:pPr>
              <w:pStyle w:val="STableCellDefault"/>
            </w:pPr>
            <w:r w:rsidRPr="006D0825">
              <w:t>open access to scientific publications and default metadata schemas</w:t>
            </w:r>
          </w:p>
        </w:tc>
      </w:tr>
      <w:tr w:rsidR="00530210" w:rsidRPr="006D0825" w14:paraId="7F36FB38" w14:textId="77777777" w:rsidTr="00220736">
        <w:tc>
          <w:tcPr>
            <w:tcW w:w="10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916622" w14:textId="253A28A5" w:rsidR="00530210" w:rsidRPr="006D0825" w:rsidRDefault="00530210" w:rsidP="005429B1">
            <w:pPr>
              <w:pStyle w:val="STableCellTitle"/>
            </w:pPr>
            <w:r w:rsidRPr="006D0825">
              <w:t>0.4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07E07F" w14:textId="58E199B1" w:rsidR="00530210" w:rsidRPr="006D0825" w:rsidRDefault="00530210" w:rsidP="005429B1">
            <w:pPr>
              <w:pStyle w:val="STableCellDefault"/>
            </w:pPr>
            <w:r w:rsidRPr="006D0825">
              <w:t>03/11/2017</w:t>
            </w:r>
          </w:p>
        </w:tc>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3C572F" w14:textId="73B7787A" w:rsidR="00530210" w:rsidRPr="006D0825" w:rsidRDefault="00530210" w:rsidP="005429B1">
            <w:pPr>
              <w:pStyle w:val="STableCellDefault"/>
            </w:pPr>
            <w:r w:rsidRPr="006D0825">
              <w:t>Pascal Dihé (CIS)</w:t>
            </w:r>
          </w:p>
        </w:tc>
        <w:tc>
          <w:tcPr>
            <w:tcW w:w="39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E960E4" w14:textId="1E65549C" w:rsidR="00530210" w:rsidRPr="006D0825" w:rsidRDefault="009B7AAD" w:rsidP="005429B1">
            <w:pPr>
              <w:pStyle w:val="STableCellDefault"/>
            </w:pPr>
            <w:r w:rsidRPr="006D0825">
              <w:t>Update of CLARITY data management policy</w:t>
            </w:r>
          </w:p>
        </w:tc>
      </w:tr>
      <w:tr w:rsidR="00D02E38" w:rsidRPr="006D0825" w14:paraId="4D6C2DF9" w14:textId="77777777" w:rsidTr="00220736">
        <w:tc>
          <w:tcPr>
            <w:tcW w:w="10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FCEC0C" w14:textId="3BAFFF54" w:rsidR="00D02E38" w:rsidRPr="006D0825" w:rsidRDefault="001C5CB4" w:rsidP="005429B1">
            <w:pPr>
              <w:pStyle w:val="STableCellTitle"/>
            </w:pPr>
            <w:r w:rsidRPr="006D0825">
              <w:t>0.5</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F8724F" w14:textId="1394C650" w:rsidR="00D02E38" w:rsidRPr="006D0825" w:rsidRDefault="001C5CB4" w:rsidP="005429B1">
            <w:pPr>
              <w:pStyle w:val="STableCellDefault"/>
            </w:pPr>
            <w:r w:rsidRPr="006D0825">
              <w:t>06/11/2017</w:t>
            </w:r>
          </w:p>
        </w:tc>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46148B" w14:textId="28F29277" w:rsidR="00D02E38" w:rsidRPr="006D0825" w:rsidRDefault="001C5CB4" w:rsidP="005429B1">
            <w:pPr>
              <w:pStyle w:val="STableCellDefault"/>
            </w:pPr>
            <w:r w:rsidRPr="006D0825">
              <w:t>Pascal Dihé (CIS)</w:t>
            </w:r>
          </w:p>
        </w:tc>
        <w:tc>
          <w:tcPr>
            <w:tcW w:w="39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8EFC28" w14:textId="348A9D2E" w:rsidR="00D02E38" w:rsidRPr="006D0825" w:rsidRDefault="00E70C59" w:rsidP="005429B1">
            <w:pPr>
              <w:pStyle w:val="STableCellDefault"/>
            </w:pPr>
            <w:r w:rsidRPr="006D0825">
              <w:t>WP1, WP4, WP5 &amp; WP6 data survey summaries</w:t>
            </w:r>
          </w:p>
        </w:tc>
      </w:tr>
      <w:tr w:rsidR="001C5CB4" w:rsidRPr="006D0825" w14:paraId="4D9917C9" w14:textId="77777777" w:rsidTr="00220736">
        <w:tc>
          <w:tcPr>
            <w:tcW w:w="10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BB8D75" w14:textId="2DBA9AB5" w:rsidR="001C5CB4" w:rsidRPr="006D0825" w:rsidRDefault="00E70C59" w:rsidP="005429B1">
            <w:pPr>
              <w:pStyle w:val="STableCellTitle"/>
            </w:pPr>
            <w:r w:rsidRPr="006D0825">
              <w:t>0.6</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2EA289" w14:textId="20ED9CE3" w:rsidR="001C5CB4" w:rsidRPr="006D0825" w:rsidRDefault="00E70C59" w:rsidP="005429B1">
            <w:pPr>
              <w:pStyle w:val="STableCellDefault"/>
            </w:pPr>
            <w:r w:rsidRPr="006D0825">
              <w:t>07/11/2017</w:t>
            </w:r>
          </w:p>
        </w:tc>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1E443B" w14:textId="0881F326" w:rsidR="001C5CB4" w:rsidRPr="006D0825" w:rsidRDefault="00E70C59" w:rsidP="001D7236">
            <w:pPr>
              <w:pStyle w:val="STableCellDefault"/>
            </w:pPr>
            <w:r w:rsidRPr="006D0825">
              <w:t>Pascal Dihé (CIS)</w:t>
            </w:r>
            <w:r w:rsidR="001D7236" w:rsidRPr="006D0825">
              <w:t xml:space="preserve">, Gerald Schimak </w:t>
            </w:r>
            <w:r w:rsidR="001D7236" w:rsidRPr="006D0825">
              <w:lastRenderedPageBreak/>
              <w:t>(AIT)</w:t>
            </w:r>
          </w:p>
        </w:tc>
        <w:tc>
          <w:tcPr>
            <w:tcW w:w="39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2C3279" w14:textId="1E08FCF2" w:rsidR="001C5CB4" w:rsidRPr="006D0825" w:rsidRDefault="001D7236" w:rsidP="005429B1">
            <w:pPr>
              <w:pStyle w:val="STableCellDefault"/>
            </w:pPr>
            <w:r w:rsidRPr="006D0825">
              <w:lastRenderedPageBreak/>
              <w:t>ethical aspects and conclusions</w:t>
            </w:r>
          </w:p>
        </w:tc>
      </w:tr>
      <w:tr w:rsidR="00E70C59" w:rsidRPr="006D0825" w14:paraId="67652EE2" w14:textId="77777777" w:rsidTr="00220736">
        <w:tc>
          <w:tcPr>
            <w:tcW w:w="10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C87C17" w14:textId="732049C6" w:rsidR="00E70C59" w:rsidRPr="006D0825" w:rsidRDefault="009120A3" w:rsidP="005429B1">
            <w:pPr>
              <w:pStyle w:val="STableCellTitle"/>
            </w:pPr>
            <w:r w:rsidRPr="006D0825">
              <w:lastRenderedPageBreak/>
              <w:t>0.7</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4D6C9D" w14:textId="5960741B" w:rsidR="00E70C59" w:rsidRPr="006D0825" w:rsidRDefault="009120A3" w:rsidP="005429B1">
            <w:pPr>
              <w:pStyle w:val="STableCellDefault"/>
            </w:pPr>
            <w:r w:rsidRPr="006D0825">
              <w:t>10/11/2017</w:t>
            </w:r>
          </w:p>
        </w:tc>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4C948E" w14:textId="103DFB70" w:rsidR="00E70C59" w:rsidRPr="00AB6ED6" w:rsidRDefault="009120A3" w:rsidP="009120A3">
            <w:pPr>
              <w:pStyle w:val="STableCellDefault"/>
              <w:rPr>
                <w:lang w:val="fr-FR"/>
              </w:rPr>
            </w:pPr>
            <w:r w:rsidRPr="00AB6ED6">
              <w:rPr>
                <w:lang w:val="fr-FR"/>
              </w:rPr>
              <w:t>Pascal Dihé (CIS), Maja Zuvela-Aloise (ZAMG), Mattia Leone (PLINIVS)</w:t>
            </w:r>
          </w:p>
        </w:tc>
        <w:tc>
          <w:tcPr>
            <w:tcW w:w="39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EBFD67" w14:textId="15698150" w:rsidR="00E70C59" w:rsidRPr="006D0825" w:rsidRDefault="009120A3" w:rsidP="009120A3">
            <w:pPr>
              <w:pStyle w:val="STableCellDefault"/>
            </w:pPr>
            <w:r w:rsidRPr="006D0825">
              <w:t>WP2/3 data summary</w:t>
            </w:r>
          </w:p>
        </w:tc>
      </w:tr>
      <w:tr w:rsidR="000F3085" w:rsidRPr="006D0825" w14:paraId="201F2D71" w14:textId="77777777" w:rsidTr="00220736">
        <w:tc>
          <w:tcPr>
            <w:tcW w:w="10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561A83" w14:textId="2ED3B32C" w:rsidR="000F3085" w:rsidRPr="006D0825" w:rsidRDefault="000F3085" w:rsidP="005429B1">
            <w:pPr>
              <w:pStyle w:val="STableCellTitle"/>
            </w:pPr>
            <w:r w:rsidRPr="006D0825">
              <w:t>0.8</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43CF61" w14:textId="25E6487F" w:rsidR="000F3085" w:rsidRPr="006D0825" w:rsidRDefault="000F3085" w:rsidP="005429B1">
            <w:pPr>
              <w:pStyle w:val="STableCellDefault"/>
            </w:pPr>
            <w:r w:rsidRPr="006D0825">
              <w:t>13/22/2017</w:t>
            </w:r>
          </w:p>
        </w:tc>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77BA7F" w14:textId="0C0CA4AA" w:rsidR="000F3085" w:rsidRPr="006D0825" w:rsidRDefault="000F3085" w:rsidP="009120A3">
            <w:pPr>
              <w:pStyle w:val="STableCellDefault"/>
            </w:pPr>
            <w:r w:rsidRPr="006D0825">
              <w:t>Pascal Dihé (CIS)</w:t>
            </w:r>
          </w:p>
        </w:tc>
        <w:tc>
          <w:tcPr>
            <w:tcW w:w="39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3A5015" w14:textId="371B26C1" w:rsidR="000F3085" w:rsidRPr="006D0825" w:rsidRDefault="00E57287" w:rsidP="009120A3">
            <w:pPr>
              <w:pStyle w:val="STableCellDefault"/>
            </w:pPr>
            <w:r w:rsidRPr="006D0825">
              <w:t xml:space="preserve">project overview and </w:t>
            </w:r>
            <w:r w:rsidR="000F3085" w:rsidRPr="006D0825">
              <w:t>Annex 2</w:t>
            </w:r>
          </w:p>
        </w:tc>
      </w:tr>
      <w:tr w:rsidR="005B2196" w:rsidRPr="006D0825" w14:paraId="286FEB85" w14:textId="77777777" w:rsidTr="00220736">
        <w:tc>
          <w:tcPr>
            <w:tcW w:w="10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6D87A6" w14:textId="1C6187CD" w:rsidR="005B2196" w:rsidRPr="00AB6ED6" w:rsidRDefault="005B2196" w:rsidP="005429B1">
            <w:pPr>
              <w:pStyle w:val="STableCellTitle"/>
            </w:pPr>
            <w:r w:rsidRPr="00AB6ED6">
              <w:t>0.9</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F9CA63" w14:textId="6026570A" w:rsidR="005B2196" w:rsidRPr="00AB6ED6" w:rsidRDefault="005B2196" w:rsidP="005429B1">
            <w:pPr>
              <w:pStyle w:val="STableCellDefault"/>
            </w:pPr>
            <w:r w:rsidRPr="00AB6ED6">
              <w:t>13/22/2017</w:t>
            </w:r>
          </w:p>
        </w:tc>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D62510" w14:textId="7B358BD1" w:rsidR="005B2196" w:rsidRPr="006D0825" w:rsidRDefault="005B2196" w:rsidP="009120A3">
            <w:pPr>
              <w:pStyle w:val="STableCellDefault"/>
            </w:pPr>
            <w:r w:rsidRPr="006D0825">
              <w:t>Pascal Dihé (CIS)</w:t>
            </w:r>
          </w:p>
        </w:tc>
        <w:tc>
          <w:tcPr>
            <w:tcW w:w="39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589C44" w14:textId="52693012" w:rsidR="005B2196" w:rsidRPr="006D0825" w:rsidRDefault="00E57287" w:rsidP="009120A3">
            <w:pPr>
              <w:pStyle w:val="STableCellDefault"/>
            </w:pPr>
            <w:r w:rsidRPr="006D0825">
              <w:t>Final draft for review</w:t>
            </w:r>
          </w:p>
        </w:tc>
      </w:tr>
      <w:tr w:rsidR="005B2196" w:rsidRPr="003C0159" w14:paraId="71A6F116" w14:textId="77777777" w:rsidTr="00220736">
        <w:tc>
          <w:tcPr>
            <w:tcW w:w="10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7FBA9B" w14:textId="5FE04311" w:rsidR="005B2196" w:rsidRPr="00AB6ED6" w:rsidRDefault="00261EAD" w:rsidP="005429B1">
            <w:pPr>
              <w:pStyle w:val="STableCellTitle"/>
            </w:pPr>
            <w:r w:rsidRPr="00AB6ED6">
              <w:t>1.0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26A2C6" w14:textId="6ADB813A" w:rsidR="005B2196" w:rsidRPr="00AB6ED6" w:rsidRDefault="00261EAD" w:rsidP="005429B1">
            <w:pPr>
              <w:pStyle w:val="STableCellDefault"/>
            </w:pPr>
            <w:r w:rsidRPr="00AB6ED6">
              <w:t>2</w:t>
            </w:r>
            <w:r w:rsidR="00AB6ED6" w:rsidRPr="00AB6ED6">
              <w:t>7</w:t>
            </w:r>
            <w:r w:rsidRPr="00AB6ED6">
              <w:t>/11/2017</w:t>
            </w:r>
          </w:p>
        </w:tc>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3F774D" w14:textId="1359FA52" w:rsidR="005B2196" w:rsidRPr="006D0825" w:rsidRDefault="00261EAD" w:rsidP="009120A3">
            <w:pPr>
              <w:pStyle w:val="STableCellDefault"/>
            </w:pPr>
            <w:r w:rsidRPr="006D0825">
              <w:t>Denis Havlik (AIT)</w:t>
            </w:r>
          </w:p>
        </w:tc>
        <w:tc>
          <w:tcPr>
            <w:tcW w:w="39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D071B4" w14:textId="0AE756A0" w:rsidR="005B2196" w:rsidRPr="00941E3F" w:rsidRDefault="00261EAD" w:rsidP="009120A3">
            <w:pPr>
              <w:pStyle w:val="STableCellDefault"/>
            </w:pPr>
            <w:r w:rsidRPr="006D0825">
              <w:t>Fin</w:t>
            </w:r>
            <w:r w:rsidRPr="00941E3F">
              <w:t>al review</w:t>
            </w:r>
            <w:r w:rsidR="00941E3F">
              <w:t xml:space="preserve"> and clarifying of few unclear statements</w:t>
            </w:r>
            <w:r w:rsidR="005308D0" w:rsidRPr="00941E3F">
              <w:t xml:space="preserve">. Grammar check with </w:t>
            </w:r>
            <w:proofErr w:type="spellStart"/>
            <w:r w:rsidR="005308D0" w:rsidRPr="00941E3F">
              <w:t>Grammarly</w:t>
            </w:r>
            <w:proofErr w:type="spellEnd"/>
            <w:r w:rsidR="005308D0" w:rsidRPr="00941E3F">
              <w:t>.</w:t>
            </w:r>
          </w:p>
        </w:tc>
      </w:tr>
    </w:tbl>
    <w:p w14:paraId="0E0DC1D9" w14:textId="77777777" w:rsidR="004C25D0" w:rsidRPr="003C0159" w:rsidRDefault="004C25D0" w:rsidP="005429B1">
      <w:pPr>
        <w:pStyle w:val="SNon-Header2"/>
      </w:pPr>
      <w:r w:rsidRPr="003C0159">
        <w:t>Disclaimer</w:t>
      </w:r>
    </w:p>
    <w:p w14:paraId="68D016EA" w14:textId="77777777" w:rsidR="00251A23" w:rsidRPr="003C0159" w:rsidRDefault="00251A23" w:rsidP="005429B1">
      <w:pPr>
        <w:pStyle w:val="Textkrper"/>
      </w:pPr>
      <w:r w:rsidRPr="003C0159">
        <w:t>This deliverable is subject to final acceptance by the European Commission.</w:t>
      </w:r>
    </w:p>
    <w:p w14:paraId="6321E6B6" w14:textId="4E7F131A" w:rsidR="004C25D0" w:rsidRPr="003C0159" w:rsidRDefault="007F1E2D" w:rsidP="005429B1">
      <w:pPr>
        <w:pStyle w:val="Textkrper"/>
      </w:pPr>
      <w:r w:rsidRPr="003C0159">
        <w:t xml:space="preserve">The </w:t>
      </w:r>
      <w:r w:rsidR="00251A23" w:rsidRPr="003C0159">
        <w:t>results of this deliverable reflect</w:t>
      </w:r>
      <w:r w:rsidRPr="003C0159">
        <w:t xml:space="preserve"> only the author's view and the Commission is not responsible for any use that may be made of the information it contains</w:t>
      </w:r>
      <w:r w:rsidR="004C25D0" w:rsidRPr="003C0159">
        <w:t>.</w:t>
      </w:r>
    </w:p>
    <w:p w14:paraId="106DF6B1" w14:textId="77777777" w:rsidR="003A1C16" w:rsidRPr="003C0159" w:rsidRDefault="003A1C16" w:rsidP="005429B1">
      <w:r w:rsidRPr="003C0159">
        <w:br w:type="page"/>
      </w:r>
    </w:p>
    <w:p w14:paraId="31F7F5ED" w14:textId="6F3647D0" w:rsidR="001A43DA" w:rsidRPr="003C0159" w:rsidRDefault="00016B0D" w:rsidP="005429B1">
      <w:pPr>
        <w:pStyle w:val="SNon-Header2"/>
      </w:pPr>
      <w:r w:rsidRPr="003C0159">
        <w:lastRenderedPageBreak/>
        <w:t>Table of Contents</w:t>
      </w:r>
    </w:p>
    <w:bookmarkStart w:id="1" w:name="_Toc346711547"/>
    <w:p w14:paraId="7FE58E08" w14:textId="77777777" w:rsidR="00AB6ED6" w:rsidRPr="00AB6ED6" w:rsidRDefault="00917555">
      <w:pPr>
        <w:pStyle w:val="Verzeichnis1"/>
        <w:rPr>
          <w:rFonts w:asciiTheme="minorHAnsi" w:eastAsiaTheme="minorEastAsia" w:hAnsiTheme="minorHAnsi" w:cstheme="minorBidi"/>
          <w:szCs w:val="22"/>
          <w:lang w:val="en-US" w:eastAsia="de-DE"/>
        </w:rPr>
      </w:pPr>
      <w:r w:rsidRPr="008219B0">
        <w:fldChar w:fldCharType="begin"/>
      </w:r>
      <w:r w:rsidRPr="003C0159">
        <w:instrText xml:space="preserve"> TOC \o "1-4" \t "S Non-Header;1;Annex;1" </w:instrText>
      </w:r>
      <w:r w:rsidRPr="00AB6ED6">
        <w:fldChar w:fldCharType="separate"/>
      </w:r>
      <w:r w:rsidR="00AB6ED6">
        <w:t>CLARITY Project Overview</w:t>
      </w:r>
      <w:r w:rsidR="00AB6ED6">
        <w:tab/>
      </w:r>
      <w:r w:rsidR="00AB6ED6">
        <w:fldChar w:fldCharType="begin"/>
      </w:r>
      <w:r w:rsidR="00AB6ED6">
        <w:instrText xml:space="preserve"> PAGEREF _Toc499541097 \h </w:instrText>
      </w:r>
      <w:r w:rsidR="00AB6ED6">
        <w:fldChar w:fldCharType="separate"/>
      </w:r>
      <w:r w:rsidR="00AB6ED6">
        <w:t>7</w:t>
      </w:r>
      <w:r w:rsidR="00AB6ED6">
        <w:fldChar w:fldCharType="end"/>
      </w:r>
    </w:p>
    <w:p w14:paraId="2486C9EF" w14:textId="77777777" w:rsidR="00AB6ED6" w:rsidRPr="00AB6ED6" w:rsidRDefault="00AB6ED6">
      <w:pPr>
        <w:pStyle w:val="Verzeichnis1"/>
        <w:rPr>
          <w:rFonts w:asciiTheme="minorHAnsi" w:eastAsiaTheme="minorEastAsia" w:hAnsiTheme="minorHAnsi" w:cstheme="minorBidi"/>
          <w:szCs w:val="22"/>
          <w:lang w:val="en-US" w:eastAsia="de-DE"/>
        </w:rPr>
      </w:pPr>
      <w:r>
        <w:t>Executive Summary</w:t>
      </w:r>
      <w:r>
        <w:tab/>
      </w:r>
      <w:r>
        <w:fldChar w:fldCharType="begin"/>
      </w:r>
      <w:r>
        <w:instrText xml:space="preserve"> PAGEREF _Toc499541098 \h </w:instrText>
      </w:r>
      <w:r>
        <w:fldChar w:fldCharType="separate"/>
      </w:r>
      <w:r>
        <w:t>8</w:t>
      </w:r>
      <w:r>
        <w:fldChar w:fldCharType="end"/>
      </w:r>
    </w:p>
    <w:p w14:paraId="61FDA76B" w14:textId="77777777" w:rsidR="00AB6ED6" w:rsidRPr="00AB6ED6" w:rsidRDefault="00AB6ED6">
      <w:pPr>
        <w:pStyle w:val="Verzeichnis1"/>
        <w:rPr>
          <w:rFonts w:asciiTheme="minorHAnsi" w:eastAsiaTheme="minorEastAsia" w:hAnsiTheme="minorHAnsi" w:cstheme="minorBidi"/>
          <w:szCs w:val="22"/>
          <w:lang w:val="en-US" w:eastAsia="de-DE"/>
        </w:rPr>
      </w:pPr>
      <w:r w:rsidRPr="00B45DC5">
        <w:rPr>
          <w:rFonts w:asciiTheme="minorHAnsi" w:hAnsiTheme="minorHAnsi" w:cs="Times New Roman"/>
        </w:rPr>
        <w:t>1</w:t>
      </w:r>
      <w:r w:rsidRPr="00AB6ED6">
        <w:rPr>
          <w:rFonts w:asciiTheme="minorHAnsi" w:eastAsiaTheme="minorEastAsia" w:hAnsiTheme="minorHAnsi" w:cstheme="minorBidi"/>
          <w:szCs w:val="22"/>
          <w:lang w:val="en-US" w:eastAsia="de-DE"/>
        </w:rPr>
        <w:tab/>
      </w:r>
      <w:r>
        <w:t>Data Summary</w:t>
      </w:r>
      <w:r>
        <w:tab/>
      </w:r>
      <w:r>
        <w:fldChar w:fldCharType="begin"/>
      </w:r>
      <w:r>
        <w:instrText xml:space="preserve"> PAGEREF _Toc499541099 \h </w:instrText>
      </w:r>
      <w:r>
        <w:fldChar w:fldCharType="separate"/>
      </w:r>
      <w:r>
        <w:t>9</w:t>
      </w:r>
      <w:r>
        <w:fldChar w:fldCharType="end"/>
      </w:r>
    </w:p>
    <w:p w14:paraId="5B0CACA7" w14:textId="77777777" w:rsidR="00AB6ED6" w:rsidRPr="00AB6ED6" w:rsidRDefault="00AB6ED6">
      <w:pPr>
        <w:pStyle w:val="Verzeichnis2"/>
        <w:rPr>
          <w:rFonts w:asciiTheme="minorHAnsi" w:eastAsiaTheme="minorEastAsia" w:hAnsiTheme="minorHAnsi" w:cstheme="minorBidi"/>
          <w:sz w:val="22"/>
          <w:szCs w:val="22"/>
          <w:lang w:val="en-US" w:eastAsia="de-DE"/>
        </w:rPr>
      </w:pPr>
      <w:r w:rsidRPr="00B45DC5">
        <w:rPr>
          <w:color w:val="000000"/>
          <w14:scene3d>
            <w14:camera w14:prst="orthographicFront"/>
            <w14:lightRig w14:rig="threePt" w14:dir="t">
              <w14:rot w14:lat="0" w14:lon="0" w14:rev="0"/>
            </w14:lightRig>
          </w14:scene3d>
        </w:rPr>
        <w:t>1.1</w:t>
      </w:r>
      <w:r w:rsidRPr="00AB6ED6">
        <w:rPr>
          <w:rFonts w:asciiTheme="minorHAnsi" w:eastAsiaTheme="minorEastAsia" w:hAnsiTheme="minorHAnsi" w:cstheme="minorBidi"/>
          <w:sz w:val="22"/>
          <w:szCs w:val="22"/>
          <w:lang w:val="en-US" w:eastAsia="de-DE"/>
        </w:rPr>
        <w:tab/>
      </w:r>
      <w:r>
        <w:t>WP2 and WP3</w:t>
      </w:r>
      <w:r>
        <w:tab/>
      </w:r>
      <w:r>
        <w:fldChar w:fldCharType="begin"/>
      </w:r>
      <w:r>
        <w:instrText xml:space="preserve"> PAGEREF _Toc499541100 \h </w:instrText>
      </w:r>
      <w:r>
        <w:fldChar w:fldCharType="separate"/>
      </w:r>
      <w:r>
        <w:t>9</w:t>
      </w:r>
      <w:r>
        <w:fldChar w:fldCharType="end"/>
      </w:r>
    </w:p>
    <w:p w14:paraId="10487B61" w14:textId="77777777" w:rsidR="00AB6ED6" w:rsidRPr="00AB6ED6" w:rsidRDefault="00AB6ED6">
      <w:pPr>
        <w:pStyle w:val="Verzeichnis2"/>
        <w:rPr>
          <w:rFonts w:asciiTheme="minorHAnsi" w:eastAsiaTheme="minorEastAsia" w:hAnsiTheme="minorHAnsi" w:cstheme="minorBidi"/>
          <w:sz w:val="22"/>
          <w:szCs w:val="22"/>
          <w:lang w:val="en-US" w:eastAsia="de-DE"/>
        </w:rPr>
      </w:pPr>
      <w:r w:rsidRPr="00B45DC5">
        <w:rPr>
          <w:color w:val="000000"/>
          <w14:scene3d>
            <w14:camera w14:prst="orthographicFront"/>
            <w14:lightRig w14:rig="threePt" w14:dir="t">
              <w14:rot w14:lat="0" w14:lon="0" w14:rev="0"/>
            </w14:lightRig>
          </w14:scene3d>
        </w:rPr>
        <w:t>1.2</w:t>
      </w:r>
      <w:r w:rsidRPr="00AB6ED6">
        <w:rPr>
          <w:rFonts w:asciiTheme="minorHAnsi" w:eastAsiaTheme="minorEastAsia" w:hAnsiTheme="minorHAnsi" w:cstheme="minorBidi"/>
          <w:sz w:val="22"/>
          <w:szCs w:val="22"/>
          <w:lang w:val="en-US" w:eastAsia="de-DE"/>
        </w:rPr>
        <w:tab/>
      </w:r>
      <w:r>
        <w:t>WP1 and WP4</w:t>
      </w:r>
      <w:r>
        <w:tab/>
      </w:r>
      <w:r>
        <w:fldChar w:fldCharType="begin"/>
      </w:r>
      <w:r>
        <w:instrText xml:space="preserve"> PAGEREF _Toc499541101 \h </w:instrText>
      </w:r>
      <w:r>
        <w:fldChar w:fldCharType="separate"/>
      </w:r>
      <w:r>
        <w:t>9</w:t>
      </w:r>
      <w:r>
        <w:fldChar w:fldCharType="end"/>
      </w:r>
    </w:p>
    <w:p w14:paraId="47B2039E" w14:textId="77777777" w:rsidR="00AB6ED6" w:rsidRPr="00AB6ED6" w:rsidRDefault="00AB6ED6">
      <w:pPr>
        <w:pStyle w:val="Verzeichnis2"/>
        <w:rPr>
          <w:rFonts w:asciiTheme="minorHAnsi" w:eastAsiaTheme="minorEastAsia" w:hAnsiTheme="minorHAnsi" w:cstheme="minorBidi"/>
          <w:sz w:val="22"/>
          <w:szCs w:val="22"/>
          <w:lang w:val="en-US" w:eastAsia="de-DE"/>
        </w:rPr>
      </w:pPr>
      <w:r w:rsidRPr="00B45DC5">
        <w:rPr>
          <w:color w:val="000000"/>
          <w14:scene3d>
            <w14:camera w14:prst="orthographicFront"/>
            <w14:lightRig w14:rig="threePt" w14:dir="t">
              <w14:rot w14:lat="0" w14:lon="0" w14:rev="0"/>
            </w14:lightRig>
          </w14:scene3d>
        </w:rPr>
        <w:t>1.3</w:t>
      </w:r>
      <w:r w:rsidRPr="00AB6ED6">
        <w:rPr>
          <w:rFonts w:asciiTheme="minorHAnsi" w:eastAsiaTheme="minorEastAsia" w:hAnsiTheme="minorHAnsi" w:cstheme="minorBidi"/>
          <w:sz w:val="22"/>
          <w:szCs w:val="22"/>
          <w:lang w:val="en-US" w:eastAsia="de-DE"/>
        </w:rPr>
        <w:tab/>
      </w:r>
      <w:r>
        <w:t>WP6 and WP7</w:t>
      </w:r>
      <w:r>
        <w:tab/>
      </w:r>
      <w:r>
        <w:fldChar w:fldCharType="begin"/>
      </w:r>
      <w:r>
        <w:instrText xml:space="preserve"> PAGEREF _Toc499541102 \h </w:instrText>
      </w:r>
      <w:r>
        <w:fldChar w:fldCharType="separate"/>
      </w:r>
      <w:r>
        <w:t>10</w:t>
      </w:r>
      <w:r>
        <w:fldChar w:fldCharType="end"/>
      </w:r>
    </w:p>
    <w:p w14:paraId="134193E7" w14:textId="77777777" w:rsidR="00AB6ED6" w:rsidRPr="00AB6ED6" w:rsidRDefault="00AB6ED6">
      <w:pPr>
        <w:pStyle w:val="Verzeichnis1"/>
        <w:rPr>
          <w:rFonts w:asciiTheme="minorHAnsi" w:eastAsiaTheme="minorEastAsia" w:hAnsiTheme="minorHAnsi" w:cstheme="minorBidi"/>
          <w:szCs w:val="22"/>
          <w:lang w:val="en-US" w:eastAsia="de-DE"/>
        </w:rPr>
      </w:pPr>
      <w:r w:rsidRPr="00B45DC5">
        <w:rPr>
          <w:rFonts w:asciiTheme="minorHAnsi" w:hAnsiTheme="minorHAnsi" w:cs="Times New Roman"/>
        </w:rPr>
        <w:t>2</w:t>
      </w:r>
      <w:r w:rsidRPr="00AB6ED6">
        <w:rPr>
          <w:rFonts w:asciiTheme="minorHAnsi" w:eastAsiaTheme="minorEastAsia" w:hAnsiTheme="minorHAnsi" w:cstheme="minorBidi"/>
          <w:szCs w:val="22"/>
          <w:lang w:val="en-US" w:eastAsia="de-DE"/>
        </w:rPr>
        <w:tab/>
      </w:r>
      <w:r>
        <w:t>Data Management Policy</w:t>
      </w:r>
      <w:r>
        <w:tab/>
      </w:r>
      <w:r>
        <w:fldChar w:fldCharType="begin"/>
      </w:r>
      <w:r>
        <w:instrText xml:space="preserve"> PAGEREF _Toc499541103 \h </w:instrText>
      </w:r>
      <w:r>
        <w:fldChar w:fldCharType="separate"/>
      </w:r>
      <w:r>
        <w:t>11</w:t>
      </w:r>
      <w:r>
        <w:fldChar w:fldCharType="end"/>
      </w:r>
    </w:p>
    <w:p w14:paraId="55D3ADAE" w14:textId="77777777" w:rsidR="00AB6ED6" w:rsidRPr="00AB6ED6" w:rsidRDefault="00AB6ED6">
      <w:pPr>
        <w:pStyle w:val="Verzeichnis2"/>
        <w:rPr>
          <w:rFonts w:asciiTheme="minorHAnsi" w:eastAsiaTheme="minorEastAsia" w:hAnsiTheme="minorHAnsi" w:cstheme="minorBidi"/>
          <w:sz w:val="22"/>
          <w:szCs w:val="22"/>
          <w:lang w:val="en-US" w:eastAsia="de-DE"/>
        </w:rPr>
      </w:pPr>
      <w:r w:rsidRPr="00B45DC5">
        <w:rPr>
          <w:color w:val="000000"/>
          <w14:scene3d>
            <w14:camera w14:prst="orthographicFront"/>
            <w14:lightRig w14:rig="threePt" w14:dir="t">
              <w14:rot w14:lat="0" w14:lon="0" w14:rev="0"/>
            </w14:lightRig>
          </w14:scene3d>
        </w:rPr>
        <w:t>2.1</w:t>
      </w:r>
      <w:r w:rsidRPr="00AB6ED6">
        <w:rPr>
          <w:rFonts w:asciiTheme="minorHAnsi" w:eastAsiaTheme="minorEastAsia" w:hAnsiTheme="minorHAnsi" w:cstheme="minorBidi"/>
          <w:sz w:val="22"/>
          <w:szCs w:val="22"/>
          <w:lang w:val="en-US" w:eastAsia="de-DE"/>
        </w:rPr>
        <w:tab/>
      </w:r>
      <w:r>
        <w:t>Making data findable, including provisions for metadata</w:t>
      </w:r>
      <w:r>
        <w:tab/>
      </w:r>
      <w:r>
        <w:fldChar w:fldCharType="begin"/>
      </w:r>
      <w:r>
        <w:instrText xml:space="preserve"> PAGEREF _Toc499541104 \h </w:instrText>
      </w:r>
      <w:r>
        <w:fldChar w:fldCharType="separate"/>
      </w:r>
      <w:r>
        <w:t>11</w:t>
      </w:r>
      <w:r>
        <w:fldChar w:fldCharType="end"/>
      </w:r>
    </w:p>
    <w:p w14:paraId="34BABEDC" w14:textId="77777777" w:rsidR="00AB6ED6" w:rsidRPr="00AB6ED6" w:rsidRDefault="00AB6ED6">
      <w:pPr>
        <w:pStyle w:val="Verzeichnis3"/>
        <w:rPr>
          <w:rFonts w:asciiTheme="minorHAnsi" w:eastAsiaTheme="minorEastAsia" w:hAnsiTheme="minorHAnsi" w:cstheme="minorBidi"/>
          <w:sz w:val="22"/>
          <w:szCs w:val="22"/>
          <w:lang w:val="en-US" w:eastAsia="de-DE"/>
        </w:rPr>
      </w:pPr>
      <w:r w:rsidRPr="00B45DC5">
        <w:rPr>
          <w:rFonts w:asciiTheme="minorHAnsi" w:hAnsiTheme="minorHAnsi" w:cs="Times New Roman"/>
        </w:rPr>
        <w:t>2.1.1</w:t>
      </w:r>
      <w:r w:rsidRPr="00AB6ED6">
        <w:rPr>
          <w:rFonts w:asciiTheme="minorHAnsi" w:eastAsiaTheme="minorEastAsia" w:hAnsiTheme="minorHAnsi" w:cstheme="minorBidi"/>
          <w:sz w:val="22"/>
          <w:szCs w:val="22"/>
          <w:lang w:val="en-US" w:eastAsia="de-DE"/>
        </w:rPr>
        <w:tab/>
      </w:r>
      <w:r>
        <w:t>Are the data produced and/or used in the project discoverable with metadata, identifiable and locatable by means of a standard identification mechanism (e.g. persistent and unique identifiers such as Digital Object Identifiers)?</w:t>
      </w:r>
      <w:r>
        <w:tab/>
      </w:r>
      <w:r>
        <w:fldChar w:fldCharType="begin"/>
      </w:r>
      <w:r>
        <w:instrText xml:space="preserve"> PAGEREF _Toc499541105 \h </w:instrText>
      </w:r>
      <w:r>
        <w:fldChar w:fldCharType="separate"/>
      </w:r>
      <w:r>
        <w:t>11</w:t>
      </w:r>
      <w:r>
        <w:fldChar w:fldCharType="end"/>
      </w:r>
    </w:p>
    <w:p w14:paraId="7B38BECE" w14:textId="77777777" w:rsidR="00AB6ED6" w:rsidRPr="00AB6ED6" w:rsidRDefault="00AB6ED6">
      <w:pPr>
        <w:pStyle w:val="Verzeichnis3"/>
        <w:rPr>
          <w:rFonts w:asciiTheme="minorHAnsi" w:eastAsiaTheme="minorEastAsia" w:hAnsiTheme="minorHAnsi" w:cstheme="minorBidi"/>
          <w:sz w:val="22"/>
          <w:szCs w:val="22"/>
          <w:lang w:val="en-US" w:eastAsia="de-DE"/>
        </w:rPr>
      </w:pPr>
      <w:r w:rsidRPr="00B45DC5">
        <w:rPr>
          <w:rFonts w:asciiTheme="minorHAnsi" w:hAnsiTheme="minorHAnsi" w:cs="Times New Roman"/>
        </w:rPr>
        <w:t>2.1.2</w:t>
      </w:r>
      <w:r w:rsidRPr="00AB6ED6">
        <w:rPr>
          <w:rFonts w:asciiTheme="minorHAnsi" w:eastAsiaTheme="minorEastAsia" w:hAnsiTheme="minorHAnsi" w:cstheme="minorBidi"/>
          <w:sz w:val="22"/>
          <w:szCs w:val="22"/>
          <w:lang w:val="en-US" w:eastAsia="de-DE"/>
        </w:rPr>
        <w:tab/>
      </w:r>
      <w:r>
        <w:t>What naming conventions do you follow?</w:t>
      </w:r>
      <w:r>
        <w:tab/>
      </w:r>
      <w:r>
        <w:fldChar w:fldCharType="begin"/>
      </w:r>
      <w:r>
        <w:instrText xml:space="preserve"> PAGEREF _Toc499541106 \h </w:instrText>
      </w:r>
      <w:r>
        <w:fldChar w:fldCharType="separate"/>
      </w:r>
      <w:r>
        <w:t>11</w:t>
      </w:r>
      <w:r>
        <w:fldChar w:fldCharType="end"/>
      </w:r>
    </w:p>
    <w:p w14:paraId="4AFCF094" w14:textId="77777777" w:rsidR="00AB6ED6" w:rsidRPr="00AB6ED6" w:rsidRDefault="00AB6ED6">
      <w:pPr>
        <w:pStyle w:val="Verzeichnis3"/>
        <w:rPr>
          <w:rFonts w:asciiTheme="minorHAnsi" w:eastAsiaTheme="minorEastAsia" w:hAnsiTheme="minorHAnsi" w:cstheme="minorBidi"/>
          <w:sz w:val="22"/>
          <w:szCs w:val="22"/>
          <w:lang w:val="en-US" w:eastAsia="de-DE"/>
        </w:rPr>
      </w:pPr>
      <w:r w:rsidRPr="00B45DC5">
        <w:rPr>
          <w:rFonts w:asciiTheme="minorHAnsi" w:hAnsiTheme="minorHAnsi" w:cs="Times New Roman"/>
        </w:rPr>
        <w:t>2.1.3</w:t>
      </w:r>
      <w:r w:rsidRPr="00AB6ED6">
        <w:rPr>
          <w:rFonts w:asciiTheme="minorHAnsi" w:eastAsiaTheme="minorEastAsia" w:hAnsiTheme="minorHAnsi" w:cstheme="minorBidi"/>
          <w:sz w:val="22"/>
          <w:szCs w:val="22"/>
          <w:lang w:val="en-US" w:eastAsia="de-DE"/>
        </w:rPr>
        <w:tab/>
      </w:r>
      <w:r>
        <w:t>Will search keywords be provided that optimize possibilities for re-use?</w:t>
      </w:r>
      <w:r>
        <w:tab/>
      </w:r>
      <w:r>
        <w:fldChar w:fldCharType="begin"/>
      </w:r>
      <w:r>
        <w:instrText xml:space="preserve"> PAGEREF _Toc499541107 \h </w:instrText>
      </w:r>
      <w:r>
        <w:fldChar w:fldCharType="separate"/>
      </w:r>
      <w:r>
        <w:t>11</w:t>
      </w:r>
      <w:r>
        <w:fldChar w:fldCharType="end"/>
      </w:r>
    </w:p>
    <w:p w14:paraId="64A62E76" w14:textId="77777777" w:rsidR="00AB6ED6" w:rsidRPr="00AB6ED6" w:rsidRDefault="00AB6ED6">
      <w:pPr>
        <w:pStyle w:val="Verzeichnis3"/>
        <w:rPr>
          <w:rFonts w:asciiTheme="minorHAnsi" w:eastAsiaTheme="minorEastAsia" w:hAnsiTheme="minorHAnsi" w:cstheme="minorBidi"/>
          <w:sz w:val="22"/>
          <w:szCs w:val="22"/>
          <w:lang w:val="en-US" w:eastAsia="de-DE"/>
        </w:rPr>
      </w:pPr>
      <w:r w:rsidRPr="00B45DC5">
        <w:rPr>
          <w:rFonts w:asciiTheme="minorHAnsi" w:hAnsiTheme="minorHAnsi" w:cs="Times New Roman"/>
        </w:rPr>
        <w:t>2.1.4</w:t>
      </w:r>
      <w:r w:rsidRPr="00AB6ED6">
        <w:rPr>
          <w:rFonts w:asciiTheme="minorHAnsi" w:eastAsiaTheme="minorEastAsia" w:hAnsiTheme="minorHAnsi" w:cstheme="minorBidi"/>
          <w:sz w:val="22"/>
          <w:szCs w:val="22"/>
          <w:lang w:val="en-US" w:eastAsia="de-DE"/>
        </w:rPr>
        <w:tab/>
      </w:r>
      <w:r>
        <w:t>Do you provide clear version numbers?</w:t>
      </w:r>
      <w:r>
        <w:tab/>
      </w:r>
      <w:r>
        <w:fldChar w:fldCharType="begin"/>
      </w:r>
      <w:r>
        <w:instrText xml:space="preserve"> PAGEREF _Toc499541108 \h </w:instrText>
      </w:r>
      <w:r>
        <w:fldChar w:fldCharType="separate"/>
      </w:r>
      <w:r>
        <w:t>11</w:t>
      </w:r>
      <w:r>
        <w:fldChar w:fldCharType="end"/>
      </w:r>
    </w:p>
    <w:p w14:paraId="565156C2" w14:textId="77777777" w:rsidR="00AB6ED6" w:rsidRPr="00AB6ED6" w:rsidRDefault="00AB6ED6">
      <w:pPr>
        <w:pStyle w:val="Verzeichnis3"/>
        <w:rPr>
          <w:rFonts w:asciiTheme="minorHAnsi" w:eastAsiaTheme="minorEastAsia" w:hAnsiTheme="minorHAnsi" w:cstheme="minorBidi"/>
          <w:sz w:val="22"/>
          <w:szCs w:val="22"/>
          <w:lang w:val="en-US" w:eastAsia="de-DE"/>
        </w:rPr>
      </w:pPr>
      <w:r w:rsidRPr="00B45DC5">
        <w:rPr>
          <w:rFonts w:asciiTheme="minorHAnsi" w:hAnsiTheme="minorHAnsi" w:cs="Times New Roman"/>
        </w:rPr>
        <w:t>2.1.5</w:t>
      </w:r>
      <w:r w:rsidRPr="00AB6ED6">
        <w:rPr>
          <w:rFonts w:asciiTheme="minorHAnsi" w:eastAsiaTheme="minorEastAsia" w:hAnsiTheme="minorHAnsi" w:cstheme="minorBidi"/>
          <w:sz w:val="22"/>
          <w:szCs w:val="22"/>
          <w:lang w:val="en-US" w:eastAsia="de-DE"/>
        </w:rPr>
        <w:tab/>
      </w:r>
      <w:r>
        <w:t>What metadata will be created? In case metadata standards do not exist in your discipline, please outline what type of metadata will be created and how.</w:t>
      </w:r>
      <w:r>
        <w:tab/>
      </w:r>
      <w:r>
        <w:fldChar w:fldCharType="begin"/>
      </w:r>
      <w:r>
        <w:instrText xml:space="preserve"> PAGEREF _Toc499541109 \h </w:instrText>
      </w:r>
      <w:r>
        <w:fldChar w:fldCharType="separate"/>
      </w:r>
      <w:r>
        <w:t>12</w:t>
      </w:r>
      <w:r>
        <w:fldChar w:fldCharType="end"/>
      </w:r>
    </w:p>
    <w:p w14:paraId="097A2DEA" w14:textId="77777777" w:rsidR="00AB6ED6" w:rsidRPr="00AB6ED6" w:rsidRDefault="00AB6ED6">
      <w:pPr>
        <w:pStyle w:val="Verzeichnis2"/>
        <w:rPr>
          <w:rFonts w:asciiTheme="minorHAnsi" w:eastAsiaTheme="minorEastAsia" w:hAnsiTheme="minorHAnsi" w:cstheme="minorBidi"/>
          <w:sz w:val="22"/>
          <w:szCs w:val="22"/>
          <w:lang w:val="en-US" w:eastAsia="de-DE"/>
        </w:rPr>
      </w:pPr>
      <w:r w:rsidRPr="00B45DC5">
        <w:rPr>
          <w:color w:val="000000"/>
          <w14:scene3d>
            <w14:camera w14:prst="orthographicFront"/>
            <w14:lightRig w14:rig="threePt" w14:dir="t">
              <w14:rot w14:lat="0" w14:lon="0" w14:rev="0"/>
            </w14:lightRig>
          </w14:scene3d>
        </w:rPr>
        <w:t>2.2</w:t>
      </w:r>
      <w:r w:rsidRPr="00AB6ED6">
        <w:rPr>
          <w:rFonts w:asciiTheme="minorHAnsi" w:eastAsiaTheme="minorEastAsia" w:hAnsiTheme="minorHAnsi" w:cstheme="minorBidi"/>
          <w:sz w:val="22"/>
          <w:szCs w:val="22"/>
          <w:lang w:val="en-US" w:eastAsia="de-DE"/>
        </w:rPr>
        <w:tab/>
      </w:r>
      <w:r>
        <w:t>Making data openly accessible</w:t>
      </w:r>
      <w:r>
        <w:tab/>
      </w:r>
      <w:r>
        <w:fldChar w:fldCharType="begin"/>
      </w:r>
      <w:r>
        <w:instrText xml:space="preserve"> PAGEREF _Toc499541110 \h </w:instrText>
      </w:r>
      <w:r>
        <w:fldChar w:fldCharType="separate"/>
      </w:r>
      <w:r>
        <w:t>13</w:t>
      </w:r>
      <w:r>
        <w:fldChar w:fldCharType="end"/>
      </w:r>
    </w:p>
    <w:p w14:paraId="2F4030E4" w14:textId="77777777" w:rsidR="00AB6ED6" w:rsidRPr="00AB6ED6" w:rsidRDefault="00AB6ED6">
      <w:pPr>
        <w:pStyle w:val="Verzeichnis3"/>
        <w:rPr>
          <w:rFonts w:asciiTheme="minorHAnsi" w:eastAsiaTheme="minorEastAsia" w:hAnsiTheme="minorHAnsi" w:cstheme="minorBidi"/>
          <w:sz w:val="22"/>
          <w:szCs w:val="22"/>
          <w:lang w:val="en-US" w:eastAsia="de-DE"/>
        </w:rPr>
      </w:pPr>
      <w:r w:rsidRPr="00B45DC5">
        <w:rPr>
          <w:rFonts w:asciiTheme="minorHAnsi" w:hAnsiTheme="minorHAnsi" w:cs="Times New Roman"/>
        </w:rPr>
        <w:t>2.2.1</w:t>
      </w:r>
      <w:r w:rsidRPr="00AB6ED6">
        <w:rPr>
          <w:rFonts w:asciiTheme="minorHAnsi" w:eastAsiaTheme="minorEastAsia" w:hAnsiTheme="minorHAnsi" w:cstheme="minorBidi"/>
          <w:sz w:val="22"/>
          <w:szCs w:val="22"/>
          <w:lang w:val="en-US" w:eastAsia="de-DE"/>
        </w:rPr>
        <w:tab/>
      </w:r>
      <w:r>
        <w:t>Which data produced and/or used in the project will be made openly available as the default? If certain datasets cannot be shared (or need to be shared under restrictions), explain why, clearly separating legal and contractual reasons from voluntary restrictions.</w:t>
      </w:r>
      <w:r>
        <w:tab/>
      </w:r>
      <w:r>
        <w:fldChar w:fldCharType="begin"/>
      </w:r>
      <w:r>
        <w:instrText xml:space="preserve"> PAGEREF _Toc499541111 \h </w:instrText>
      </w:r>
      <w:r>
        <w:fldChar w:fldCharType="separate"/>
      </w:r>
      <w:r>
        <w:t>13</w:t>
      </w:r>
      <w:r>
        <w:fldChar w:fldCharType="end"/>
      </w:r>
    </w:p>
    <w:p w14:paraId="4CA06E39" w14:textId="77777777" w:rsidR="00AB6ED6" w:rsidRPr="00AB6ED6" w:rsidRDefault="00AB6ED6">
      <w:pPr>
        <w:pStyle w:val="Verzeichnis3"/>
        <w:rPr>
          <w:rFonts w:asciiTheme="minorHAnsi" w:eastAsiaTheme="minorEastAsia" w:hAnsiTheme="minorHAnsi" w:cstheme="minorBidi"/>
          <w:sz w:val="22"/>
          <w:szCs w:val="22"/>
          <w:lang w:val="en-US" w:eastAsia="de-DE"/>
        </w:rPr>
      </w:pPr>
      <w:r w:rsidRPr="00B45DC5">
        <w:rPr>
          <w:rFonts w:asciiTheme="minorHAnsi" w:hAnsiTheme="minorHAnsi" w:cs="Times New Roman"/>
        </w:rPr>
        <w:t>2.2.2</w:t>
      </w:r>
      <w:r w:rsidRPr="00AB6ED6">
        <w:rPr>
          <w:rFonts w:asciiTheme="minorHAnsi" w:eastAsiaTheme="minorEastAsia" w:hAnsiTheme="minorHAnsi" w:cstheme="minorBidi"/>
          <w:sz w:val="22"/>
          <w:szCs w:val="22"/>
          <w:lang w:val="en-US" w:eastAsia="de-DE"/>
        </w:rPr>
        <w:tab/>
      </w:r>
      <w:r>
        <w:t>Note that in multi-beneficiary projects it is also possible for specific beneficiaries to keep their data closed if relevant provisions are made in the consortium agreement and are in line with the reasons for opting out.</w:t>
      </w:r>
      <w:r>
        <w:tab/>
      </w:r>
      <w:r>
        <w:fldChar w:fldCharType="begin"/>
      </w:r>
      <w:r>
        <w:instrText xml:space="preserve"> PAGEREF _Toc499541112 \h </w:instrText>
      </w:r>
      <w:r>
        <w:fldChar w:fldCharType="separate"/>
      </w:r>
      <w:r>
        <w:t>14</w:t>
      </w:r>
      <w:r>
        <w:fldChar w:fldCharType="end"/>
      </w:r>
    </w:p>
    <w:p w14:paraId="41B160EA" w14:textId="77777777" w:rsidR="00AB6ED6" w:rsidRPr="00AB6ED6" w:rsidRDefault="00AB6ED6">
      <w:pPr>
        <w:pStyle w:val="Verzeichnis3"/>
        <w:rPr>
          <w:rFonts w:asciiTheme="minorHAnsi" w:eastAsiaTheme="minorEastAsia" w:hAnsiTheme="minorHAnsi" w:cstheme="minorBidi"/>
          <w:sz w:val="22"/>
          <w:szCs w:val="22"/>
          <w:lang w:val="en-US" w:eastAsia="de-DE"/>
        </w:rPr>
      </w:pPr>
      <w:r w:rsidRPr="00B45DC5">
        <w:rPr>
          <w:rFonts w:asciiTheme="minorHAnsi" w:hAnsiTheme="minorHAnsi" w:cs="Times New Roman"/>
        </w:rPr>
        <w:t>2.2.3</w:t>
      </w:r>
      <w:r w:rsidRPr="00AB6ED6">
        <w:rPr>
          <w:rFonts w:asciiTheme="minorHAnsi" w:eastAsiaTheme="minorEastAsia" w:hAnsiTheme="minorHAnsi" w:cstheme="minorBidi"/>
          <w:sz w:val="22"/>
          <w:szCs w:val="22"/>
          <w:lang w:val="en-US" w:eastAsia="de-DE"/>
        </w:rPr>
        <w:tab/>
      </w:r>
      <w:r>
        <w:t>How will the data be made accessible (e.g. by deposition in a repository)?</w:t>
      </w:r>
      <w:r>
        <w:tab/>
      </w:r>
      <w:r>
        <w:fldChar w:fldCharType="begin"/>
      </w:r>
      <w:r>
        <w:instrText xml:space="preserve"> PAGEREF _Toc499541113 \h </w:instrText>
      </w:r>
      <w:r>
        <w:fldChar w:fldCharType="separate"/>
      </w:r>
      <w:r>
        <w:t>14</w:t>
      </w:r>
      <w:r>
        <w:fldChar w:fldCharType="end"/>
      </w:r>
    </w:p>
    <w:p w14:paraId="4CDFD38A" w14:textId="77777777" w:rsidR="00AB6ED6" w:rsidRPr="00AB6ED6" w:rsidRDefault="00AB6ED6">
      <w:pPr>
        <w:pStyle w:val="Verzeichnis3"/>
        <w:rPr>
          <w:rFonts w:asciiTheme="minorHAnsi" w:eastAsiaTheme="minorEastAsia" w:hAnsiTheme="minorHAnsi" w:cstheme="minorBidi"/>
          <w:sz w:val="22"/>
          <w:szCs w:val="22"/>
          <w:lang w:val="en-US" w:eastAsia="de-DE"/>
        </w:rPr>
      </w:pPr>
      <w:r w:rsidRPr="00B45DC5">
        <w:rPr>
          <w:rFonts w:asciiTheme="minorHAnsi" w:hAnsiTheme="minorHAnsi" w:cs="Times New Roman"/>
        </w:rPr>
        <w:t>2.2.4</w:t>
      </w:r>
      <w:r w:rsidRPr="00AB6ED6">
        <w:rPr>
          <w:rFonts w:asciiTheme="minorHAnsi" w:eastAsiaTheme="minorEastAsia" w:hAnsiTheme="minorHAnsi" w:cstheme="minorBidi"/>
          <w:sz w:val="22"/>
          <w:szCs w:val="22"/>
          <w:lang w:val="en-US" w:eastAsia="de-DE"/>
        </w:rPr>
        <w:tab/>
      </w:r>
      <w:r>
        <w:t>What methods or software tools are needed to access the data?</w:t>
      </w:r>
      <w:r>
        <w:tab/>
      </w:r>
      <w:r>
        <w:fldChar w:fldCharType="begin"/>
      </w:r>
      <w:r>
        <w:instrText xml:space="preserve"> PAGEREF _Toc499541114 \h </w:instrText>
      </w:r>
      <w:r>
        <w:fldChar w:fldCharType="separate"/>
      </w:r>
      <w:r>
        <w:t>15</w:t>
      </w:r>
      <w:r>
        <w:fldChar w:fldCharType="end"/>
      </w:r>
    </w:p>
    <w:p w14:paraId="41C32981" w14:textId="77777777" w:rsidR="00AB6ED6" w:rsidRPr="00AB6ED6" w:rsidRDefault="00AB6ED6">
      <w:pPr>
        <w:pStyle w:val="Verzeichnis3"/>
        <w:rPr>
          <w:rFonts w:asciiTheme="minorHAnsi" w:eastAsiaTheme="minorEastAsia" w:hAnsiTheme="minorHAnsi" w:cstheme="minorBidi"/>
          <w:sz w:val="22"/>
          <w:szCs w:val="22"/>
          <w:lang w:val="en-US" w:eastAsia="de-DE"/>
        </w:rPr>
      </w:pPr>
      <w:r w:rsidRPr="00B45DC5">
        <w:rPr>
          <w:rFonts w:asciiTheme="minorHAnsi" w:hAnsiTheme="minorHAnsi" w:cs="Times New Roman"/>
        </w:rPr>
        <w:t>2.2.5</w:t>
      </w:r>
      <w:r w:rsidRPr="00AB6ED6">
        <w:rPr>
          <w:rFonts w:asciiTheme="minorHAnsi" w:eastAsiaTheme="minorEastAsia" w:hAnsiTheme="minorHAnsi" w:cstheme="minorBidi"/>
          <w:sz w:val="22"/>
          <w:szCs w:val="22"/>
          <w:lang w:val="en-US" w:eastAsia="de-DE"/>
        </w:rPr>
        <w:tab/>
      </w:r>
      <w:r>
        <w:t>Is documentation about the software needed to access the data included?</w:t>
      </w:r>
      <w:r>
        <w:tab/>
      </w:r>
      <w:r>
        <w:fldChar w:fldCharType="begin"/>
      </w:r>
      <w:r>
        <w:instrText xml:space="preserve"> PAGEREF _Toc499541115 \h </w:instrText>
      </w:r>
      <w:r>
        <w:fldChar w:fldCharType="separate"/>
      </w:r>
      <w:r>
        <w:t>15</w:t>
      </w:r>
      <w:r>
        <w:fldChar w:fldCharType="end"/>
      </w:r>
    </w:p>
    <w:p w14:paraId="771C0191" w14:textId="77777777" w:rsidR="00AB6ED6" w:rsidRPr="00AB6ED6" w:rsidRDefault="00AB6ED6">
      <w:pPr>
        <w:pStyle w:val="Verzeichnis3"/>
        <w:rPr>
          <w:rFonts w:asciiTheme="minorHAnsi" w:eastAsiaTheme="minorEastAsia" w:hAnsiTheme="minorHAnsi" w:cstheme="minorBidi"/>
          <w:sz w:val="22"/>
          <w:szCs w:val="22"/>
          <w:lang w:val="en-US" w:eastAsia="de-DE"/>
        </w:rPr>
      </w:pPr>
      <w:r w:rsidRPr="00B45DC5">
        <w:rPr>
          <w:rFonts w:asciiTheme="minorHAnsi" w:hAnsiTheme="minorHAnsi" w:cs="Times New Roman"/>
        </w:rPr>
        <w:t>2.2.6</w:t>
      </w:r>
      <w:r w:rsidRPr="00AB6ED6">
        <w:rPr>
          <w:rFonts w:asciiTheme="minorHAnsi" w:eastAsiaTheme="minorEastAsia" w:hAnsiTheme="minorHAnsi" w:cstheme="minorBidi"/>
          <w:sz w:val="22"/>
          <w:szCs w:val="22"/>
          <w:lang w:val="en-US" w:eastAsia="de-DE"/>
        </w:rPr>
        <w:tab/>
      </w:r>
      <w:r>
        <w:t>Is it possible to include the relevant software (e.g. in open source code)?</w:t>
      </w:r>
      <w:r>
        <w:tab/>
      </w:r>
      <w:r>
        <w:fldChar w:fldCharType="begin"/>
      </w:r>
      <w:r>
        <w:instrText xml:space="preserve"> PAGEREF _Toc499541116 \h </w:instrText>
      </w:r>
      <w:r>
        <w:fldChar w:fldCharType="separate"/>
      </w:r>
      <w:r>
        <w:t>15</w:t>
      </w:r>
      <w:r>
        <w:fldChar w:fldCharType="end"/>
      </w:r>
    </w:p>
    <w:p w14:paraId="0875115D" w14:textId="77777777" w:rsidR="00AB6ED6" w:rsidRPr="00AB6ED6" w:rsidRDefault="00AB6ED6">
      <w:pPr>
        <w:pStyle w:val="Verzeichnis3"/>
        <w:rPr>
          <w:rFonts w:asciiTheme="minorHAnsi" w:eastAsiaTheme="minorEastAsia" w:hAnsiTheme="minorHAnsi" w:cstheme="minorBidi"/>
          <w:sz w:val="22"/>
          <w:szCs w:val="22"/>
          <w:lang w:val="en-US" w:eastAsia="de-DE"/>
        </w:rPr>
      </w:pPr>
      <w:r w:rsidRPr="00B45DC5">
        <w:rPr>
          <w:rFonts w:asciiTheme="minorHAnsi" w:hAnsiTheme="minorHAnsi" w:cs="Times New Roman"/>
        </w:rPr>
        <w:t>2.2.7</w:t>
      </w:r>
      <w:r w:rsidRPr="00AB6ED6">
        <w:rPr>
          <w:rFonts w:asciiTheme="minorHAnsi" w:eastAsiaTheme="minorEastAsia" w:hAnsiTheme="minorHAnsi" w:cstheme="minorBidi"/>
          <w:sz w:val="22"/>
          <w:szCs w:val="22"/>
          <w:lang w:val="en-US" w:eastAsia="de-DE"/>
        </w:rPr>
        <w:tab/>
      </w:r>
      <w:r>
        <w:t>Where will the data and associated metadata, documentation and code be deposited? Preference should be given to certified repositories which support open access where possible.</w:t>
      </w:r>
      <w:r>
        <w:tab/>
      </w:r>
      <w:r>
        <w:fldChar w:fldCharType="begin"/>
      </w:r>
      <w:r>
        <w:instrText xml:space="preserve"> PAGEREF _Toc499541117 \h </w:instrText>
      </w:r>
      <w:r>
        <w:fldChar w:fldCharType="separate"/>
      </w:r>
      <w:r>
        <w:t>15</w:t>
      </w:r>
      <w:r>
        <w:fldChar w:fldCharType="end"/>
      </w:r>
    </w:p>
    <w:p w14:paraId="0E27CFAA" w14:textId="77777777" w:rsidR="00AB6ED6" w:rsidRPr="00AB6ED6" w:rsidRDefault="00AB6ED6">
      <w:pPr>
        <w:pStyle w:val="Verzeichnis3"/>
        <w:rPr>
          <w:rFonts w:asciiTheme="minorHAnsi" w:eastAsiaTheme="minorEastAsia" w:hAnsiTheme="minorHAnsi" w:cstheme="minorBidi"/>
          <w:sz w:val="22"/>
          <w:szCs w:val="22"/>
          <w:lang w:val="en-US" w:eastAsia="de-DE"/>
        </w:rPr>
      </w:pPr>
      <w:r w:rsidRPr="00B45DC5">
        <w:rPr>
          <w:rFonts w:asciiTheme="minorHAnsi" w:hAnsiTheme="minorHAnsi" w:cs="Times New Roman"/>
        </w:rPr>
        <w:t>2.2.8</w:t>
      </w:r>
      <w:r w:rsidRPr="00AB6ED6">
        <w:rPr>
          <w:rFonts w:asciiTheme="minorHAnsi" w:eastAsiaTheme="minorEastAsia" w:hAnsiTheme="minorHAnsi" w:cstheme="minorBidi"/>
          <w:sz w:val="22"/>
          <w:szCs w:val="22"/>
          <w:lang w:val="en-US" w:eastAsia="de-DE"/>
        </w:rPr>
        <w:tab/>
      </w:r>
      <w:r>
        <w:t>Have you explored appropriate arrangements with the identified repository?</w:t>
      </w:r>
      <w:r>
        <w:tab/>
      </w:r>
      <w:r>
        <w:fldChar w:fldCharType="begin"/>
      </w:r>
      <w:r>
        <w:instrText xml:space="preserve"> PAGEREF _Toc499541118 \h </w:instrText>
      </w:r>
      <w:r>
        <w:fldChar w:fldCharType="separate"/>
      </w:r>
      <w:r>
        <w:t>16</w:t>
      </w:r>
      <w:r>
        <w:fldChar w:fldCharType="end"/>
      </w:r>
    </w:p>
    <w:p w14:paraId="28566D0C" w14:textId="77777777" w:rsidR="00AB6ED6" w:rsidRPr="00AB6ED6" w:rsidRDefault="00AB6ED6">
      <w:pPr>
        <w:pStyle w:val="Verzeichnis3"/>
        <w:rPr>
          <w:rFonts w:asciiTheme="minorHAnsi" w:eastAsiaTheme="minorEastAsia" w:hAnsiTheme="minorHAnsi" w:cstheme="minorBidi"/>
          <w:sz w:val="22"/>
          <w:szCs w:val="22"/>
          <w:lang w:val="en-US" w:eastAsia="de-DE"/>
        </w:rPr>
      </w:pPr>
      <w:r w:rsidRPr="00B45DC5">
        <w:rPr>
          <w:rFonts w:asciiTheme="minorHAnsi" w:hAnsiTheme="minorHAnsi" w:cs="Times New Roman"/>
        </w:rPr>
        <w:t>2.2.9</w:t>
      </w:r>
      <w:r w:rsidRPr="00AB6ED6">
        <w:rPr>
          <w:rFonts w:asciiTheme="minorHAnsi" w:eastAsiaTheme="minorEastAsia" w:hAnsiTheme="minorHAnsi" w:cstheme="minorBidi"/>
          <w:sz w:val="22"/>
          <w:szCs w:val="22"/>
          <w:lang w:val="en-US" w:eastAsia="de-DE"/>
        </w:rPr>
        <w:tab/>
      </w:r>
      <w:r>
        <w:t>If there are restrictions on use, how will access be provided?</w:t>
      </w:r>
      <w:r>
        <w:tab/>
      </w:r>
      <w:r>
        <w:fldChar w:fldCharType="begin"/>
      </w:r>
      <w:r>
        <w:instrText xml:space="preserve"> PAGEREF _Toc499541119 \h </w:instrText>
      </w:r>
      <w:r>
        <w:fldChar w:fldCharType="separate"/>
      </w:r>
      <w:r>
        <w:t>16</w:t>
      </w:r>
      <w:r>
        <w:fldChar w:fldCharType="end"/>
      </w:r>
    </w:p>
    <w:p w14:paraId="16A2395B" w14:textId="77777777" w:rsidR="00AB6ED6" w:rsidRPr="00AB6ED6" w:rsidRDefault="00AB6ED6">
      <w:pPr>
        <w:pStyle w:val="Verzeichnis3"/>
        <w:rPr>
          <w:rFonts w:asciiTheme="minorHAnsi" w:eastAsiaTheme="minorEastAsia" w:hAnsiTheme="minorHAnsi" w:cstheme="minorBidi"/>
          <w:sz w:val="22"/>
          <w:szCs w:val="22"/>
          <w:lang w:val="en-US" w:eastAsia="de-DE"/>
        </w:rPr>
      </w:pPr>
      <w:r w:rsidRPr="00B45DC5">
        <w:rPr>
          <w:rFonts w:asciiTheme="minorHAnsi" w:hAnsiTheme="minorHAnsi" w:cs="Times New Roman"/>
        </w:rPr>
        <w:t>2.2.10</w:t>
      </w:r>
      <w:r w:rsidRPr="00AB6ED6">
        <w:rPr>
          <w:rFonts w:asciiTheme="minorHAnsi" w:eastAsiaTheme="minorEastAsia" w:hAnsiTheme="minorHAnsi" w:cstheme="minorBidi"/>
          <w:sz w:val="22"/>
          <w:szCs w:val="22"/>
          <w:lang w:val="en-US" w:eastAsia="de-DE"/>
        </w:rPr>
        <w:tab/>
      </w:r>
      <w:r>
        <w:t>Is there a need for a data access committee?</w:t>
      </w:r>
      <w:r>
        <w:tab/>
      </w:r>
      <w:r>
        <w:fldChar w:fldCharType="begin"/>
      </w:r>
      <w:r>
        <w:instrText xml:space="preserve"> PAGEREF _Toc499541120 \h </w:instrText>
      </w:r>
      <w:r>
        <w:fldChar w:fldCharType="separate"/>
      </w:r>
      <w:r>
        <w:t>16</w:t>
      </w:r>
      <w:r>
        <w:fldChar w:fldCharType="end"/>
      </w:r>
    </w:p>
    <w:p w14:paraId="687F2349" w14:textId="77777777" w:rsidR="00AB6ED6" w:rsidRPr="00AB6ED6" w:rsidRDefault="00AB6ED6">
      <w:pPr>
        <w:pStyle w:val="Verzeichnis3"/>
        <w:rPr>
          <w:rFonts w:asciiTheme="minorHAnsi" w:eastAsiaTheme="minorEastAsia" w:hAnsiTheme="minorHAnsi" w:cstheme="minorBidi"/>
          <w:sz w:val="22"/>
          <w:szCs w:val="22"/>
          <w:lang w:val="en-US" w:eastAsia="de-DE"/>
        </w:rPr>
      </w:pPr>
      <w:r w:rsidRPr="00B45DC5">
        <w:rPr>
          <w:rFonts w:asciiTheme="minorHAnsi" w:hAnsiTheme="minorHAnsi" w:cs="Times New Roman"/>
        </w:rPr>
        <w:t>2.2.11</w:t>
      </w:r>
      <w:r w:rsidRPr="00AB6ED6">
        <w:rPr>
          <w:rFonts w:asciiTheme="minorHAnsi" w:eastAsiaTheme="minorEastAsia" w:hAnsiTheme="minorHAnsi" w:cstheme="minorBidi"/>
          <w:sz w:val="22"/>
          <w:szCs w:val="22"/>
          <w:lang w:val="en-US" w:eastAsia="de-DE"/>
        </w:rPr>
        <w:tab/>
      </w:r>
      <w:r>
        <w:t>Are there well-described conditions for access (i.e. a machine-readable license)?</w:t>
      </w:r>
      <w:r>
        <w:tab/>
      </w:r>
      <w:r>
        <w:fldChar w:fldCharType="begin"/>
      </w:r>
      <w:r>
        <w:instrText xml:space="preserve"> PAGEREF _Toc499541121 \h </w:instrText>
      </w:r>
      <w:r>
        <w:fldChar w:fldCharType="separate"/>
      </w:r>
      <w:r>
        <w:t>17</w:t>
      </w:r>
      <w:r>
        <w:fldChar w:fldCharType="end"/>
      </w:r>
    </w:p>
    <w:p w14:paraId="70798F71" w14:textId="77777777" w:rsidR="00AB6ED6" w:rsidRPr="00AB6ED6" w:rsidRDefault="00AB6ED6">
      <w:pPr>
        <w:pStyle w:val="Verzeichnis3"/>
        <w:rPr>
          <w:rFonts w:asciiTheme="minorHAnsi" w:eastAsiaTheme="minorEastAsia" w:hAnsiTheme="minorHAnsi" w:cstheme="minorBidi"/>
          <w:sz w:val="22"/>
          <w:szCs w:val="22"/>
          <w:lang w:val="en-US" w:eastAsia="de-DE"/>
        </w:rPr>
      </w:pPr>
      <w:r w:rsidRPr="00B45DC5">
        <w:rPr>
          <w:rFonts w:asciiTheme="minorHAnsi" w:hAnsiTheme="minorHAnsi" w:cs="Times New Roman"/>
        </w:rPr>
        <w:t>2.2.12</w:t>
      </w:r>
      <w:r w:rsidRPr="00AB6ED6">
        <w:rPr>
          <w:rFonts w:asciiTheme="minorHAnsi" w:eastAsiaTheme="minorEastAsia" w:hAnsiTheme="minorHAnsi" w:cstheme="minorBidi"/>
          <w:sz w:val="22"/>
          <w:szCs w:val="22"/>
          <w:lang w:val="en-US" w:eastAsia="de-DE"/>
        </w:rPr>
        <w:tab/>
      </w:r>
      <w:r>
        <w:t>How will the identity of the person accessing the data be ascertained?</w:t>
      </w:r>
      <w:r>
        <w:tab/>
      </w:r>
      <w:r>
        <w:fldChar w:fldCharType="begin"/>
      </w:r>
      <w:r>
        <w:instrText xml:space="preserve"> PAGEREF _Toc499541122 \h </w:instrText>
      </w:r>
      <w:r>
        <w:fldChar w:fldCharType="separate"/>
      </w:r>
      <w:r>
        <w:t>17</w:t>
      </w:r>
      <w:r>
        <w:fldChar w:fldCharType="end"/>
      </w:r>
    </w:p>
    <w:p w14:paraId="0280DFC9" w14:textId="77777777" w:rsidR="00AB6ED6" w:rsidRPr="00AB6ED6" w:rsidRDefault="00AB6ED6">
      <w:pPr>
        <w:pStyle w:val="Verzeichnis2"/>
        <w:rPr>
          <w:rFonts w:asciiTheme="minorHAnsi" w:eastAsiaTheme="minorEastAsia" w:hAnsiTheme="minorHAnsi" w:cstheme="minorBidi"/>
          <w:sz w:val="22"/>
          <w:szCs w:val="22"/>
          <w:lang w:val="en-US" w:eastAsia="de-DE"/>
        </w:rPr>
      </w:pPr>
      <w:r w:rsidRPr="00B45DC5">
        <w:rPr>
          <w:color w:val="000000"/>
          <w14:scene3d>
            <w14:camera w14:prst="orthographicFront"/>
            <w14:lightRig w14:rig="threePt" w14:dir="t">
              <w14:rot w14:lat="0" w14:lon="0" w14:rev="0"/>
            </w14:lightRig>
          </w14:scene3d>
        </w:rPr>
        <w:t>2.3</w:t>
      </w:r>
      <w:r w:rsidRPr="00AB6ED6">
        <w:rPr>
          <w:rFonts w:asciiTheme="minorHAnsi" w:eastAsiaTheme="minorEastAsia" w:hAnsiTheme="minorHAnsi" w:cstheme="minorBidi"/>
          <w:sz w:val="22"/>
          <w:szCs w:val="22"/>
          <w:lang w:val="en-US" w:eastAsia="de-DE"/>
        </w:rPr>
        <w:tab/>
      </w:r>
      <w:r>
        <w:t>Making data interoperable</w:t>
      </w:r>
      <w:r>
        <w:tab/>
      </w:r>
      <w:r>
        <w:fldChar w:fldCharType="begin"/>
      </w:r>
      <w:r>
        <w:instrText xml:space="preserve"> PAGEREF _Toc499541123 \h </w:instrText>
      </w:r>
      <w:r>
        <w:fldChar w:fldCharType="separate"/>
      </w:r>
      <w:r>
        <w:t>17</w:t>
      </w:r>
      <w:r>
        <w:fldChar w:fldCharType="end"/>
      </w:r>
    </w:p>
    <w:p w14:paraId="2515CD8E" w14:textId="77777777" w:rsidR="00AB6ED6" w:rsidRPr="00AB6ED6" w:rsidRDefault="00AB6ED6">
      <w:pPr>
        <w:pStyle w:val="Verzeichnis3"/>
        <w:rPr>
          <w:rFonts w:asciiTheme="minorHAnsi" w:eastAsiaTheme="minorEastAsia" w:hAnsiTheme="minorHAnsi" w:cstheme="minorBidi"/>
          <w:sz w:val="22"/>
          <w:szCs w:val="22"/>
          <w:lang w:val="en-US" w:eastAsia="de-DE"/>
        </w:rPr>
      </w:pPr>
      <w:r w:rsidRPr="00B45DC5">
        <w:rPr>
          <w:rFonts w:asciiTheme="minorHAnsi" w:hAnsiTheme="minorHAnsi" w:cs="Times New Roman"/>
        </w:rPr>
        <w:t>2.3.1</w:t>
      </w:r>
      <w:r w:rsidRPr="00AB6ED6">
        <w:rPr>
          <w:rFonts w:asciiTheme="minorHAnsi" w:eastAsiaTheme="minorEastAsia" w:hAnsiTheme="minorHAnsi" w:cstheme="minorBidi"/>
          <w:sz w:val="22"/>
          <w:szCs w:val="22"/>
          <w:lang w:val="en-US" w:eastAsia="de-DE"/>
        </w:rPr>
        <w:tab/>
      </w:r>
      <w:r>
        <w:t>Are the data produced in the project interoperable, that is allowing data exchange and re-use between researchers, institutions, organisations, countries, etc. (i.e. adhering to standards for formats, as much as possible compliant with available (open) software applications, and in particular facilitating re-combinations with different datasets from different origins)?</w:t>
      </w:r>
      <w:r>
        <w:tab/>
      </w:r>
      <w:r>
        <w:fldChar w:fldCharType="begin"/>
      </w:r>
      <w:r>
        <w:instrText xml:space="preserve"> PAGEREF _Toc499541124 \h </w:instrText>
      </w:r>
      <w:r>
        <w:fldChar w:fldCharType="separate"/>
      </w:r>
      <w:r>
        <w:t>17</w:t>
      </w:r>
      <w:r>
        <w:fldChar w:fldCharType="end"/>
      </w:r>
    </w:p>
    <w:p w14:paraId="507B8885" w14:textId="77777777" w:rsidR="00AB6ED6" w:rsidRPr="00AB6ED6" w:rsidRDefault="00AB6ED6">
      <w:pPr>
        <w:pStyle w:val="Verzeichnis3"/>
        <w:rPr>
          <w:rFonts w:asciiTheme="minorHAnsi" w:eastAsiaTheme="minorEastAsia" w:hAnsiTheme="minorHAnsi" w:cstheme="minorBidi"/>
          <w:sz w:val="22"/>
          <w:szCs w:val="22"/>
          <w:lang w:val="en-US" w:eastAsia="de-DE"/>
        </w:rPr>
      </w:pPr>
      <w:r w:rsidRPr="00B45DC5">
        <w:rPr>
          <w:rFonts w:asciiTheme="minorHAnsi" w:hAnsiTheme="minorHAnsi" w:cs="Times New Roman"/>
        </w:rPr>
        <w:lastRenderedPageBreak/>
        <w:t>2.3.2</w:t>
      </w:r>
      <w:r w:rsidRPr="00AB6ED6">
        <w:rPr>
          <w:rFonts w:asciiTheme="minorHAnsi" w:eastAsiaTheme="minorEastAsia" w:hAnsiTheme="minorHAnsi" w:cstheme="minorBidi"/>
          <w:sz w:val="22"/>
          <w:szCs w:val="22"/>
          <w:lang w:val="en-US" w:eastAsia="de-DE"/>
        </w:rPr>
        <w:tab/>
      </w:r>
      <w:r>
        <w:t>What data and metadata vocabularies, standards or methodologies will you follow to make your data interoperable?</w:t>
      </w:r>
      <w:r>
        <w:tab/>
      </w:r>
      <w:r>
        <w:fldChar w:fldCharType="begin"/>
      </w:r>
      <w:r>
        <w:instrText xml:space="preserve"> PAGEREF _Toc499541125 \h </w:instrText>
      </w:r>
      <w:r>
        <w:fldChar w:fldCharType="separate"/>
      </w:r>
      <w:r>
        <w:t>17</w:t>
      </w:r>
      <w:r>
        <w:fldChar w:fldCharType="end"/>
      </w:r>
    </w:p>
    <w:p w14:paraId="2E312F2F" w14:textId="77777777" w:rsidR="00AB6ED6" w:rsidRPr="00AB6ED6" w:rsidRDefault="00AB6ED6">
      <w:pPr>
        <w:pStyle w:val="Verzeichnis3"/>
        <w:rPr>
          <w:rFonts w:asciiTheme="minorHAnsi" w:eastAsiaTheme="minorEastAsia" w:hAnsiTheme="minorHAnsi" w:cstheme="minorBidi"/>
          <w:sz w:val="22"/>
          <w:szCs w:val="22"/>
          <w:lang w:val="en-US" w:eastAsia="de-DE"/>
        </w:rPr>
      </w:pPr>
      <w:r w:rsidRPr="00B45DC5">
        <w:rPr>
          <w:rFonts w:asciiTheme="minorHAnsi" w:hAnsiTheme="minorHAnsi" w:cs="Times New Roman"/>
        </w:rPr>
        <w:t>2.3.3</w:t>
      </w:r>
      <w:r w:rsidRPr="00AB6ED6">
        <w:rPr>
          <w:rFonts w:asciiTheme="minorHAnsi" w:eastAsiaTheme="minorEastAsia" w:hAnsiTheme="minorHAnsi" w:cstheme="minorBidi"/>
          <w:sz w:val="22"/>
          <w:szCs w:val="22"/>
          <w:lang w:val="en-US" w:eastAsia="de-DE"/>
        </w:rPr>
        <w:tab/>
      </w:r>
      <w:r>
        <w:t>Will you be using standard vocabularies for all data types present in your data set, to allow inter-disciplinary interoperability?</w:t>
      </w:r>
      <w:r>
        <w:tab/>
      </w:r>
      <w:r>
        <w:fldChar w:fldCharType="begin"/>
      </w:r>
      <w:r>
        <w:instrText xml:space="preserve"> PAGEREF _Toc499541126 \h </w:instrText>
      </w:r>
      <w:r>
        <w:fldChar w:fldCharType="separate"/>
      </w:r>
      <w:r>
        <w:t>17</w:t>
      </w:r>
      <w:r>
        <w:fldChar w:fldCharType="end"/>
      </w:r>
    </w:p>
    <w:p w14:paraId="2FEBE1E3" w14:textId="77777777" w:rsidR="00AB6ED6" w:rsidRPr="00AB6ED6" w:rsidRDefault="00AB6ED6">
      <w:pPr>
        <w:pStyle w:val="Verzeichnis3"/>
        <w:rPr>
          <w:rFonts w:asciiTheme="minorHAnsi" w:eastAsiaTheme="minorEastAsia" w:hAnsiTheme="minorHAnsi" w:cstheme="minorBidi"/>
          <w:sz w:val="22"/>
          <w:szCs w:val="22"/>
          <w:lang w:val="en-US" w:eastAsia="de-DE"/>
        </w:rPr>
      </w:pPr>
      <w:r w:rsidRPr="00B45DC5">
        <w:rPr>
          <w:rFonts w:asciiTheme="minorHAnsi" w:hAnsiTheme="minorHAnsi" w:cs="Times New Roman"/>
        </w:rPr>
        <w:t>2.3.4</w:t>
      </w:r>
      <w:r w:rsidRPr="00AB6ED6">
        <w:rPr>
          <w:rFonts w:asciiTheme="minorHAnsi" w:eastAsiaTheme="minorEastAsia" w:hAnsiTheme="minorHAnsi" w:cstheme="minorBidi"/>
          <w:sz w:val="22"/>
          <w:szCs w:val="22"/>
          <w:lang w:val="en-US" w:eastAsia="de-DE"/>
        </w:rPr>
        <w:tab/>
      </w:r>
      <w:r>
        <w:t>In case it is unavoidable that you use uncommon or generate project specific ontologies or vocabularies, will you provide mappings to more commonly used ontologies?</w:t>
      </w:r>
      <w:r>
        <w:tab/>
      </w:r>
      <w:r>
        <w:fldChar w:fldCharType="begin"/>
      </w:r>
      <w:r>
        <w:instrText xml:space="preserve"> PAGEREF _Toc499541127 \h </w:instrText>
      </w:r>
      <w:r>
        <w:fldChar w:fldCharType="separate"/>
      </w:r>
      <w:r>
        <w:t>17</w:t>
      </w:r>
      <w:r>
        <w:fldChar w:fldCharType="end"/>
      </w:r>
    </w:p>
    <w:p w14:paraId="074583B5" w14:textId="77777777" w:rsidR="00AB6ED6" w:rsidRPr="00AB6ED6" w:rsidRDefault="00AB6ED6">
      <w:pPr>
        <w:pStyle w:val="Verzeichnis2"/>
        <w:rPr>
          <w:rFonts w:asciiTheme="minorHAnsi" w:eastAsiaTheme="minorEastAsia" w:hAnsiTheme="minorHAnsi" w:cstheme="minorBidi"/>
          <w:sz w:val="22"/>
          <w:szCs w:val="22"/>
          <w:lang w:val="en-US" w:eastAsia="de-DE"/>
        </w:rPr>
      </w:pPr>
      <w:r w:rsidRPr="00B45DC5">
        <w:rPr>
          <w:color w:val="000000"/>
          <w14:scene3d>
            <w14:camera w14:prst="orthographicFront"/>
            <w14:lightRig w14:rig="threePt" w14:dir="t">
              <w14:rot w14:lat="0" w14:lon="0" w14:rev="0"/>
            </w14:lightRig>
          </w14:scene3d>
        </w:rPr>
        <w:t>2.4</w:t>
      </w:r>
      <w:r w:rsidRPr="00AB6ED6">
        <w:rPr>
          <w:rFonts w:asciiTheme="minorHAnsi" w:eastAsiaTheme="minorEastAsia" w:hAnsiTheme="minorHAnsi" w:cstheme="minorBidi"/>
          <w:sz w:val="22"/>
          <w:szCs w:val="22"/>
          <w:lang w:val="en-US" w:eastAsia="de-DE"/>
        </w:rPr>
        <w:tab/>
      </w:r>
      <w:r>
        <w:t>Increase data re-use (through clarifying licences)</w:t>
      </w:r>
      <w:r>
        <w:tab/>
      </w:r>
      <w:r>
        <w:fldChar w:fldCharType="begin"/>
      </w:r>
      <w:r>
        <w:instrText xml:space="preserve"> PAGEREF _Toc499541128 \h </w:instrText>
      </w:r>
      <w:r>
        <w:fldChar w:fldCharType="separate"/>
      </w:r>
      <w:r>
        <w:t>17</w:t>
      </w:r>
      <w:r>
        <w:fldChar w:fldCharType="end"/>
      </w:r>
    </w:p>
    <w:p w14:paraId="10DA59C0" w14:textId="77777777" w:rsidR="00AB6ED6" w:rsidRPr="00AB6ED6" w:rsidRDefault="00AB6ED6">
      <w:pPr>
        <w:pStyle w:val="Verzeichnis3"/>
        <w:rPr>
          <w:rFonts w:asciiTheme="minorHAnsi" w:eastAsiaTheme="minorEastAsia" w:hAnsiTheme="minorHAnsi" w:cstheme="minorBidi"/>
          <w:sz w:val="22"/>
          <w:szCs w:val="22"/>
          <w:lang w:val="en-US" w:eastAsia="de-DE"/>
        </w:rPr>
      </w:pPr>
      <w:r w:rsidRPr="00B45DC5">
        <w:rPr>
          <w:rFonts w:asciiTheme="minorHAnsi" w:hAnsiTheme="minorHAnsi" w:cs="Times New Roman"/>
        </w:rPr>
        <w:t>2.4.1</w:t>
      </w:r>
      <w:r w:rsidRPr="00AB6ED6">
        <w:rPr>
          <w:rFonts w:asciiTheme="minorHAnsi" w:eastAsiaTheme="minorEastAsia" w:hAnsiTheme="minorHAnsi" w:cstheme="minorBidi"/>
          <w:sz w:val="22"/>
          <w:szCs w:val="22"/>
          <w:lang w:val="en-US" w:eastAsia="de-DE"/>
        </w:rPr>
        <w:tab/>
      </w:r>
      <w:r>
        <w:t>How will the data be licensed to permit the widest re-use possible?</w:t>
      </w:r>
      <w:r>
        <w:tab/>
      </w:r>
      <w:r>
        <w:fldChar w:fldCharType="begin"/>
      </w:r>
      <w:r>
        <w:instrText xml:space="preserve"> PAGEREF _Toc499541129 \h </w:instrText>
      </w:r>
      <w:r>
        <w:fldChar w:fldCharType="separate"/>
      </w:r>
      <w:r>
        <w:t>17</w:t>
      </w:r>
      <w:r>
        <w:fldChar w:fldCharType="end"/>
      </w:r>
    </w:p>
    <w:p w14:paraId="23B1C78F" w14:textId="77777777" w:rsidR="00AB6ED6" w:rsidRPr="00AB6ED6" w:rsidRDefault="00AB6ED6">
      <w:pPr>
        <w:pStyle w:val="Verzeichnis3"/>
        <w:rPr>
          <w:rFonts w:asciiTheme="minorHAnsi" w:eastAsiaTheme="minorEastAsia" w:hAnsiTheme="minorHAnsi" w:cstheme="minorBidi"/>
          <w:sz w:val="22"/>
          <w:szCs w:val="22"/>
          <w:lang w:val="en-US" w:eastAsia="de-DE"/>
        </w:rPr>
      </w:pPr>
      <w:r w:rsidRPr="00B45DC5">
        <w:rPr>
          <w:rFonts w:asciiTheme="minorHAnsi" w:hAnsiTheme="minorHAnsi" w:cs="Times New Roman"/>
        </w:rPr>
        <w:t>2.4.2</w:t>
      </w:r>
      <w:r w:rsidRPr="00AB6ED6">
        <w:rPr>
          <w:rFonts w:asciiTheme="minorHAnsi" w:eastAsiaTheme="minorEastAsia" w:hAnsiTheme="minorHAnsi" w:cstheme="minorBidi"/>
          <w:sz w:val="22"/>
          <w:szCs w:val="22"/>
          <w:lang w:val="en-US" w:eastAsia="de-DE"/>
        </w:rPr>
        <w:tab/>
      </w:r>
      <w:r>
        <w:t>When will the data be made available for re-use? If an embargo is sought to give time to publish or seek patents, specify why and how long this will apply, bearing in mind that research data should be made available as soon as possible.</w:t>
      </w:r>
      <w:r>
        <w:tab/>
      </w:r>
      <w:r>
        <w:fldChar w:fldCharType="begin"/>
      </w:r>
      <w:r>
        <w:instrText xml:space="preserve"> PAGEREF _Toc499541130 \h </w:instrText>
      </w:r>
      <w:r>
        <w:fldChar w:fldCharType="separate"/>
      </w:r>
      <w:r>
        <w:t>18</w:t>
      </w:r>
      <w:r>
        <w:fldChar w:fldCharType="end"/>
      </w:r>
    </w:p>
    <w:p w14:paraId="76418440" w14:textId="77777777" w:rsidR="00AB6ED6" w:rsidRPr="00AB6ED6" w:rsidRDefault="00AB6ED6">
      <w:pPr>
        <w:pStyle w:val="Verzeichnis3"/>
        <w:rPr>
          <w:rFonts w:asciiTheme="minorHAnsi" w:eastAsiaTheme="minorEastAsia" w:hAnsiTheme="minorHAnsi" w:cstheme="minorBidi"/>
          <w:sz w:val="22"/>
          <w:szCs w:val="22"/>
          <w:lang w:val="en-US" w:eastAsia="de-DE"/>
        </w:rPr>
      </w:pPr>
      <w:r w:rsidRPr="00B45DC5">
        <w:rPr>
          <w:rFonts w:asciiTheme="minorHAnsi" w:hAnsiTheme="minorHAnsi" w:cs="Times New Roman"/>
        </w:rPr>
        <w:t>2.4.3</w:t>
      </w:r>
      <w:r w:rsidRPr="00AB6ED6">
        <w:rPr>
          <w:rFonts w:asciiTheme="minorHAnsi" w:eastAsiaTheme="minorEastAsia" w:hAnsiTheme="minorHAnsi" w:cstheme="minorBidi"/>
          <w:sz w:val="22"/>
          <w:szCs w:val="22"/>
          <w:lang w:val="en-US" w:eastAsia="de-DE"/>
        </w:rPr>
        <w:tab/>
      </w:r>
      <w:r>
        <w:t>Are the data produced and/or used in the project usable by third parties, in particular after the end of the project? If the re-use of some data is restricted, explain why.</w:t>
      </w:r>
      <w:r>
        <w:tab/>
      </w:r>
      <w:r>
        <w:fldChar w:fldCharType="begin"/>
      </w:r>
      <w:r>
        <w:instrText xml:space="preserve"> PAGEREF _Toc499541131 \h </w:instrText>
      </w:r>
      <w:r>
        <w:fldChar w:fldCharType="separate"/>
      </w:r>
      <w:r>
        <w:t>18</w:t>
      </w:r>
      <w:r>
        <w:fldChar w:fldCharType="end"/>
      </w:r>
    </w:p>
    <w:p w14:paraId="4A7B7A25" w14:textId="77777777" w:rsidR="00AB6ED6" w:rsidRPr="00AB6ED6" w:rsidRDefault="00AB6ED6">
      <w:pPr>
        <w:pStyle w:val="Verzeichnis3"/>
        <w:rPr>
          <w:rFonts w:asciiTheme="minorHAnsi" w:eastAsiaTheme="minorEastAsia" w:hAnsiTheme="minorHAnsi" w:cstheme="minorBidi"/>
          <w:sz w:val="22"/>
          <w:szCs w:val="22"/>
          <w:lang w:val="en-US" w:eastAsia="de-DE"/>
        </w:rPr>
      </w:pPr>
      <w:r w:rsidRPr="00B45DC5">
        <w:rPr>
          <w:rFonts w:asciiTheme="minorHAnsi" w:hAnsiTheme="minorHAnsi" w:cs="Times New Roman"/>
        </w:rPr>
        <w:t>2.4.4</w:t>
      </w:r>
      <w:r w:rsidRPr="00AB6ED6">
        <w:rPr>
          <w:rFonts w:asciiTheme="minorHAnsi" w:eastAsiaTheme="minorEastAsia" w:hAnsiTheme="minorHAnsi" w:cstheme="minorBidi"/>
          <w:sz w:val="22"/>
          <w:szCs w:val="22"/>
          <w:lang w:val="en-US" w:eastAsia="de-DE"/>
        </w:rPr>
        <w:tab/>
      </w:r>
      <w:r>
        <w:t>How long is it intended that the data remains re-usable?</w:t>
      </w:r>
      <w:r>
        <w:tab/>
      </w:r>
      <w:r>
        <w:fldChar w:fldCharType="begin"/>
      </w:r>
      <w:r>
        <w:instrText xml:space="preserve"> PAGEREF _Toc499541132 \h </w:instrText>
      </w:r>
      <w:r>
        <w:fldChar w:fldCharType="separate"/>
      </w:r>
      <w:r>
        <w:t>18</w:t>
      </w:r>
      <w:r>
        <w:fldChar w:fldCharType="end"/>
      </w:r>
    </w:p>
    <w:p w14:paraId="7E09B0AF" w14:textId="77777777" w:rsidR="00AB6ED6" w:rsidRPr="00AB6ED6" w:rsidRDefault="00AB6ED6">
      <w:pPr>
        <w:pStyle w:val="Verzeichnis3"/>
        <w:rPr>
          <w:rFonts w:asciiTheme="minorHAnsi" w:eastAsiaTheme="minorEastAsia" w:hAnsiTheme="minorHAnsi" w:cstheme="minorBidi"/>
          <w:sz w:val="22"/>
          <w:szCs w:val="22"/>
          <w:lang w:val="en-US" w:eastAsia="de-DE"/>
        </w:rPr>
      </w:pPr>
      <w:r w:rsidRPr="00B45DC5">
        <w:rPr>
          <w:rFonts w:asciiTheme="minorHAnsi" w:hAnsiTheme="minorHAnsi" w:cs="Times New Roman"/>
        </w:rPr>
        <w:t>2.4.5</w:t>
      </w:r>
      <w:r w:rsidRPr="00AB6ED6">
        <w:rPr>
          <w:rFonts w:asciiTheme="minorHAnsi" w:eastAsiaTheme="minorEastAsia" w:hAnsiTheme="minorHAnsi" w:cstheme="minorBidi"/>
          <w:sz w:val="22"/>
          <w:szCs w:val="22"/>
          <w:lang w:val="en-US" w:eastAsia="de-DE"/>
        </w:rPr>
        <w:tab/>
      </w:r>
      <w:r>
        <w:t>Are data quality assurance processes described?</w:t>
      </w:r>
      <w:r>
        <w:tab/>
      </w:r>
      <w:r>
        <w:fldChar w:fldCharType="begin"/>
      </w:r>
      <w:r>
        <w:instrText xml:space="preserve"> PAGEREF _Toc499541133 \h </w:instrText>
      </w:r>
      <w:r>
        <w:fldChar w:fldCharType="separate"/>
      </w:r>
      <w:r>
        <w:t>18</w:t>
      </w:r>
      <w:r>
        <w:fldChar w:fldCharType="end"/>
      </w:r>
    </w:p>
    <w:p w14:paraId="54CC2235" w14:textId="77777777" w:rsidR="00AB6ED6" w:rsidRPr="00AB6ED6" w:rsidRDefault="00AB6ED6">
      <w:pPr>
        <w:pStyle w:val="Verzeichnis2"/>
        <w:rPr>
          <w:rFonts w:asciiTheme="minorHAnsi" w:eastAsiaTheme="minorEastAsia" w:hAnsiTheme="minorHAnsi" w:cstheme="minorBidi"/>
          <w:sz w:val="22"/>
          <w:szCs w:val="22"/>
          <w:lang w:val="en-US" w:eastAsia="de-DE"/>
        </w:rPr>
      </w:pPr>
      <w:r w:rsidRPr="00B45DC5">
        <w:rPr>
          <w:color w:val="000000"/>
          <w14:scene3d>
            <w14:camera w14:prst="orthographicFront"/>
            <w14:lightRig w14:rig="threePt" w14:dir="t">
              <w14:rot w14:lat="0" w14:lon="0" w14:rev="0"/>
            </w14:lightRig>
          </w14:scene3d>
        </w:rPr>
        <w:t>2.5</w:t>
      </w:r>
      <w:r w:rsidRPr="00AB6ED6">
        <w:rPr>
          <w:rFonts w:asciiTheme="minorHAnsi" w:eastAsiaTheme="minorEastAsia" w:hAnsiTheme="minorHAnsi" w:cstheme="minorBidi"/>
          <w:sz w:val="22"/>
          <w:szCs w:val="22"/>
          <w:lang w:val="en-US" w:eastAsia="de-DE"/>
        </w:rPr>
        <w:tab/>
      </w:r>
      <w:r>
        <w:t>Allocation of resources</w:t>
      </w:r>
      <w:r>
        <w:tab/>
      </w:r>
      <w:r>
        <w:fldChar w:fldCharType="begin"/>
      </w:r>
      <w:r>
        <w:instrText xml:space="preserve"> PAGEREF _Toc499541134 \h </w:instrText>
      </w:r>
      <w:r>
        <w:fldChar w:fldCharType="separate"/>
      </w:r>
      <w:r>
        <w:t>18</w:t>
      </w:r>
      <w:r>
        <w:fldChar w:fldCharType="end"/>
      </w:r>
    </w:p>
    <w:p w14:paraId="36493607" w14:textId="77777777" w:rsidR="00AB6ED6" w:rsidRPr="00AB6ED6" w:rsidRDefault="00AB6ED6">
      <w:pPr>
        <w:pStyle w:val="Verzeichnis3"/>
        <w:rPr>
          <w:rFonts w:asciiTheme="minorHAnsi" w:eastAsiaTheme="minorEastAsia" w:hAnsiTheme="minorHAnsi" w:cstheme="minorBidi"/>
          <w:sz w:val="22"/>
          <w:szCs w:val="22"/>
          <w:lang w:val="en-US" w:eastAsia="de-DE"/>
        </w:rPr>
      </w:pPr>
      <w:r w:rsidRPr="00B45DC5">
        <w:rPr>
          <w:rFonts w:asciiTheme="minorHAnsi" w:hAnsiTheme="minorHAnsi" w:cs="Times New Roman"/>
        </w:rPr>
        <w:t>2.5.1</w:t>
      </w:r>
      <w:r w:rsidRPr="00AB6ED6">
        <w:rPr>
          <w:rFonts w:asciiTheme="minorHAnsi" w:eastAsiaTheme="minorEastAsia" w:hAnsiTheme="minorHAnsi" w:cstheme="minorBidi"/>
          <w:sz w:val="22"/>
          <w:szCs w:val="22"/>
          <w:lang w:val="en-US" w:eastAsia="de-DE"/>
        </w:rPr>
        <w:tab/>
      </w:r>
      <w:r>
        <w:t>What are the costs of making data FAIR in your project?</w:t>
      </w:r>
      <w:r>
        <w:tab/>
      </w:r>
      <w:r>
        <w:fldChar w:fldCharType="begin"/>
      </w:r>
      <w:r>
        <w:instrText xml:space="preserve"> PAGEREF _Toc499541135 \h </w:instrText>
      </w:r>
      <w:r>
        <w:fldChar w:fldCharType="separate"/>
      </w:r>
      <w:r>
        <w:t>18</w:t>
      </w:r>
      <w:r>
        <w:fldChar w:fldCharType="end"/>
      </w:r>
    </w:p>
    <w:p w14:paraId="31AA7E2A" w14:textId="77777777" w:rsidR="00AB6ED6" w:rsidRPr="00AB6ED6" w:rsidRDefault="00AB6ED6">
      <w:pPr>
        <w:pStyle w:val="Verzeichnis3"/>
        <w:rPr>
          <w:rFonts w:asciiTheme="minorHAnsi" w:eastAsiaTheme="minorEastAsia" w:hAnsiTheme="minorHAnsi" w:cstheme="minorBidi"/>
          <w:sz w:val="22"/>
          <w:szCs w:val="22"/>
          <w:lang w:val="en-US" w:eastAsia="de-DE"/>
        </w:rPr>
      </w:pPr>
      <w:r w:rsidRPr="00B45DC5">
        <w:rPr>
          <w:rFonts w:asciiTheme="minorHAnsi" w:hAnsiTheme="minorHAnsi" w:cs="Times New Roman"/>
        </w:rPr>
        <w:t>2.5.2</w:t>
      </w:r>
      <w:r w:rsidRPr="00AB6ED6">
        <w:rPr>
          <w:rFonts w:asciiTheme="minorHAnsi" w:eastAsiaTheme="minorEastAsia" w:hAnsiTheme="minorHAnsi" w:cstheme="minorBidi"/>
          <w:sz w:val="22"/>
          <w:szCs w:val="22"/>
          <w:lang w:val="en-US" w:eastAsia="de-DE"/>
        </w:rPr>
        <w:tab/>
      </w:r>
      <w:r>
        <w:t>How will these be covered? Note that costs related to open access to research data are eligible as part of the Horizon 2020 grant (if compliant with the Grant Agreement conditions).</w:t>
      </w:r>
      <w:r>
        <w:tab/>
      </w:r>
      <w:r>
        <w:fldChar w:fldCharType="begin"/>
      </w:r>
      <w:r>
        <w:instrText xml:space="preserve"> PAGEREF _Toc499541136 \h </w:instrText>
      </w:r>
      <w:r>
        <w:fldChar w:fldCharType="separate"/>
      </w:r>
      <w:r>
        <w:t>19</w:t>
      </w:r>
      <w:r>
        <w:fldChar w:fldCharType="end"/>
      </w:r>
    </w:p>
    <w:p w14:paraId="74B6E001" w14:textId="77777777" w:rsidR="00AB6ED6" w:rsidRPr="00AB6ED6" w:rsidRDefault="00AB6ED6">
      <w:pPr>
        <w:pStyle w:val="Verzeichnis2"/>
        <w:rPr>
          <w:rFonts w:asciiTheme="minorHAnsi" w:eastAsiaTheme="minorEastAsia" w:hAnsiTheme="minorHAnsi" w:cstheme="minorBidi"/>
          <w:sz w:val="22"/>
          <w:szCs w:val="22"/>
          <w:lang w:val="en-US" w:eastAsia="de-DE"/>
        </w:rPr>
      </w:pPr>
      <w:r w:rsidRPr="00B45DC5">
        <w:rPr>
          <w:color w:val="000000"/>
          <w14:scene3d>
            <w14:camera w14:prst="orthographicFront"/>
            <w14:lightRig w14:rig="threePt" w14:dir="t">
              <w14:rot w14:lat="0" w14:lon="0" w14:rev="0"/>
            </w14:lightRig>
          </w14:scene3d>
        </w:rPr>
        <w:t>2.6</w:t>
      </w:r>
      <w:r w:rsidRPr="00AB6ED6">
        <w:rPr>
          <w:rFonts w:asciiTheme="minorHAnsi" w:eastAsiaTheme="minorEastAsia" w:hAnsiTheme="minorHAnsi" w:cstheme="minorBidi"/>
          <w:sz w:val="22"/>
          <w:szCs w:val="22"/>
          <w:lang w:val="en-US" w:eastAsia="de-DE"/>
        </w:rPr>
        <w:tab/>
      </w:r>
      <w:r>
        <w:t>Who will be responsible for data management in your project?</w:t>
      </w:r>
      <w:r>
        <w:tab/>
      </w:r>
      <w:r>
        <w:fldChar w:fldCharType="begin"/>
      </w:r>
      <w:r>
        <w:instrText xml:space="preserve"> PAGEREF _Toc499541137 \h </w:instrText>
      </w:r>
      <w:r>
        <w:fldChar w:fldCharType="separate"/>
      </w:r>
      <w:r>
        <w:t>19</w:t>
      </w:r>
      <w:r>
        <w:fldChar w:fldCharType="end"/>
      </w:r>
    </w:p>
    <w:p w14:paraId="26BC82E5" w14:textId="77777777" w:rsidR="00AB6ED6" w:rsidRPr="00AB6ED6" w:rsidRDefault="00AB6ED6">
      <w:pPr>
        <w:pStyle w:val="Verzeichnis3"/>
        <w:rPr>
          <w:rFonts w:asciiTheme="minorHAnsi" w:eastAsiaTheme="minorEastAsia" w:hAnsiTheme="minorHAnsi" w:cstheme="minorBidi"/>
          <w:sz w:val="22"/>
          <w:szCs w:val="22"/>
          <w:lang w:val="en-US" w:eastAsia="de-DE"/>
        </w:rPr>
      </w:pPr>
      <w:r w:rsidRPr="00B45DC5">
        <w:rPr>
          <w:rFonts w:asciiTheme="minorHAnsi" w:hAnsiTheme="minorHAnsi" w:cs="Times New Roman"/>
        </w:rPr>
        <w:t>2.6.1</w:t>
      </w:r>
      <w:r w:rsidRPr="00AB6ED6">
        <w:rPr>
          <w:rFonts w:asciiTheme="minorHAnsi" w:eastAsiaTheme="minorEastAsia" w:hAnsiTheme="minorHAnsi" w:cstheme="minorBidi"/>
          <w:sz w:val="22"/>
          <w:szCs w:val="22"/>
          <w:lang w:val="en-US" w:eastAsia="de-DE"/>
        </w:rPr>
        <w:tab/>
      </w:r>
      <w:r>
        <w:t>Roles</w:t>
      </w:r>
      <w:r>
        <w:tab/>
      </w:r>
      <w:r>
        <w:fldChar w:fldCharType="begin"/>
      </w:r>
      <w:r>
        <w:instrText xml:space="preserve"> PAGEREF _Toc499541138 \h </w:instrText>
      </w:r>
      <w:r>
        <w:fldChar w:fldCharType="separate"/>
      </w:r>
      <w:r>
        <w:t>19</w:t>
      </w:r>
      <w:r>
        <w:fldChar w:fldCharType="end"/>
      </w:r>
    </w:p>
    <w:p w14:paraId="28F660B0" w14:textId="77777777" w:rsidR="00AB6ED6" w:rsidRPr="00AB6ED6" w:rsidRDefault="00AB6ED6">
      <w:pPr>
        <w:pStyle w:val="Verzeichnis3"/>
        <w:rPr>
          <w:rFonts w:asciiTheme="minorHAnsi" w:eastAsiaTheme="minorEastAsia" w:hAnsiTheme="minorHAnsi" w:cstheme="minorBidi"/>
          <w:sz w:val="22"/>
          <w:szCs w:val="22"/>
          <w:lang w:val="en-US" w:eastAsia="de-DE"/>
        </w:rPr>
      </w:pPr>
      <w:r w:rsidRPr="00B45DC5">
        <w:rPr>
          <w:rFonts w:asciiTheme="minorHAnsi" w:hAnsiTheme="minorHAnsi" w:cs="Times New Roman"/>
        </w:rPr>
        <w:t>2.6.2</w:t>
      </w:r>
      <w:r w:rsidRPr="00AB6ED6">
        <w:rPr>
          <w:rFonts w:asciiTheme="minorHAnsi" w:eastAsiaTheme="minorEastAsia" w:hAnsiTheme="minorHAnsi" w:cstheme="minorBidi"/>
          <w:sz w:val="22"/>
          <w:szCs w:val="22"/>
          <w:lang w:val="en-US" w:eastAsia="de-DE"/>
        </w:rPr>
        <w:tab/>
      </w:r>
      <w:r>
        <w:t>Are the resources for long-term preservation discussed (costs and potential value, who decides and how what data will be kept and for how long)?</w:t>
      </w:r>
      <w:r>
        <w:tab/>
      </w:r>
      <w:r>
        <w:fldChar w:fldCharType="begin"/>
      </w:r>
      <w:r>
        <w:instrText xml:space="preserve"> PAGEREF _Toc499541139 \h </w:instrText>
      </w:r>
      <w:r>
        <w:fldChar w:fldCharType="separate"/>
      </w:r>
      <w:r>
        <w:t>20</w:t>
      </w:r>
      <w:r>
        <w:fldChar w:fldCharType="end"/>
      </w:r>
    </w:p>
    <w:p w14:paraId="0EE7FD15" w14:textId="77777777" w:rsidR="00AB6ED6" w:rsidRPr="00AB6ED6" w:rsidRDefault="00AB6ED6">
      <w:pPr>
        <w:pStyle w:val="Verzeichnis2"/>
        <w:rPr>
          <w:rFonts w:asciiTheme="minorHAnsi" w:eastAsiaTheme="minorEastAsia" w:hAnsiTheme="minorHAnsi" w:cstheme="minorBidi"/>
          <w:sz w:val="22"/>
          <w:szCs w:val="22"/>
          <w:lang w:val="en-US" w:eastAsia="de-DE"/>
        </w:rPr>
      </w:pPr>
      <w:r w:rsidRPr="00B45DC5">
        <w:rPr>
          <w:color w:val="000000"/>
          <w14:scene3d>
            <w14:camera w14:prst="orthographicFront"/>
            <w14:lightRig w14:rig="threePt" w14:dir="t">
              <w14:rot w14:lat="0" w14:lon="0" w14:rev="0"/>
            </w14:lightRig>
          </w14:scene3d>
        </w:rPr>
        <w:t>2.7</w:t>
      </w:r>
      <w:r w:rsidRPr="00AB6ED6">
        <w:rPr>
          <w:rFonts w:asciiTheme="minorHAnsi" w:eastAsiaTheme="minorEastAsia" w:hAnsiTheme="minorHAnsi" w:cstheme="minorBidi"/>
          <w:sz w:val="22"/>
          <w:szCs w:val="22"/>
          <w:lang w:val="en-US" w:eastAsia="de-DE"/>
        </w:rPr>
        <w:tab/>
      </w:r>
      <w:r>
        <w:t>Data security</w:t>
      </w:r>
      <w:r>
        <w:tab/>
      </w:r>
      <w:r>
        <w:fldChar w:fldCharType="begin"/>
      </w:r>
      <w:r>
        <w:instrText xml:space="preserve"> PAGEREF _Toc499541140 \h </w:instrText>
      </w:r>
      <w:r>
        <w:fldChar w:fldCharType="separate"/>
      </w:r>
      <w:r>
        <w:t>20</w:t>
      </w:r>
      <w:r>
        <w:fldChar w:fldCharType="end"/>
      </w:r>
    </w:p>
    <w:p w14:paraId="74E4CA7E" w14:textId="77777777" w:rsidR="00AB6ED6" w:rsidRPr="00AB6ED6" w:rsidRDefault="00AB6ED6">
      <w:pPr>
        <w:pStyle w:val="Verzeichnis3"/>
        <w:rPr>
          <w:rFonts w:asciiTheme="minorHAnsi" w:eastAsiaTheme="minorEastAsia" w:hAnsiTheme="minorHAnsi" w:cstheme="minorBidi"/>
          <w:sz w:val="22"/>
          <w:szCs w:val="22"/>
          <w:lang w:val="en-US" w:eastAsia="de-DE"/>
        </w:rPr>
      </w:pPr>
      <w:r w:rsidRPr="00B45DC5">
        <w:rPr>
          <w:rFonts w:asciiTheme="minorHAnsi" w:hAnsiTheme="minorHAnsi" w:cs="Times New Roman"/>
        </w:rPr>
        <w:t>2.7.1</w:t>
      </w:r>
      <w:r w:rsidRPr="00AB6ED6">
        <w:rPr>
          <w:rFonts w:asciiTheme="minorHAnsi" w:eastAsiaTheme="minorEastAsia" w:hAnsiTheme="minorHAnsi" w:cstheme="minorBidi"/>
          <w:sz w:val="22"/>
          <w:szCs w:val="22"/>
          <w:lang w:val="en-US" w:eastAsia="de-DE"/>
        </w:rPr>
        <w:tab/>
      </w:r>
      <w:r>
        <w:t>What provisions are in place for data security (including data recovery as well as secure storage and transfer of sensitive data)?</w:t>
      </w:r>
      <w:r>
        <w:tab/>
      </w:r>
      <w:r>
        <w:fldChar w:fldCharType="begin"/>
      </w:r>
      <w:r>
        <w:instrText xml:space="preserve"> PAGEREF _Toc499541141 \h </w:instrText>
      </w:r>
      <w:r>
        <w:fldChar w:fldCharType="separate"/>
      </w:r>
      <w:r>
        <w:t>20</w:t>
      </w:r>
      <w:r>
        <w:fldChar w:fldCharType="end"/>
      </w:r>
    </w:p>
    <w:p w14:paraId="08394900" w14:textId="77777777" w:rsidR="00AB6ED6" w:rsidRPr="00AB6ED6" w:rsidRDefault="00AB6ED6">
      <w:pPr>
        <w:pStyle w:val="Verzeichnis3"/>
        <w:rPr>
          <w:rFonts w:asciiTheme="minorHAnsi" w:eastAsiaTheme="minorEastAsia" w:hAnsiTheme="minorHAnsi" w:cstheme="minorBidi"/>
          <w:sz w:val="22"/>
          <w:szCs w:val="22"/>
          <w:lang w:val="en-US" w:eastAsia="de-DE"/>
        </w:rPr>
      </w:pPr>
      <w:r w:rsidRPr="00B45DC5">
        <w:rPr>
          <w:rFonts w:asciiTheme="minorHAnsi" w:hAnsiTheme="minorHAnsi" w:cs="Times New Roman"/>
        </w:rPr>
        <w:t>2.7.2</w:t>
      </w:r>
      <w:r w:rsidRPr="00AB6ED6">
        <w:rPr>
          <w:rFonts w:asciiTheme="minorHAnsi" w:eastAsiaTheme="minorEastAsia" w:hAnsiTheme="minorHAnsi" w:cstheme="minorBidi"/>
          <w:sz w:val="22"/>
          <w:szCs w:val="22"/>
          <w:lang w:val="en-US" w:eastAsia="de-DE"/>
        </w:rPr>
        <w:tab/>
      </w:r>
      <w:r>
        <w:t>Is the data safely stored in certified repositories for long-term preservation and curation?</w:t>
      </w:r>
      <w:r>
        <w:tab/>
      </w:r>
      <w:r>
        <w:fldChar w:fldCharType="begin"/>
      </w:r>
      <w:r>
        <w:instrText xml:space="preserve"> PAGEREF _Toc499541142 \h </w:instrText>
      </w:r>
      <w:r>
        <w:fldChar w:fldCharType="separate"/>
      </w:r>
      <w:r>
        <w:t>21</w:t>
      </w:r>
      <w:r>
        <w:fldChar w:fldCharType="end"/>
      </w:r>
    </w:p>
    <w:p w14:paraId="18B236D4" w14:textId="77777777" w:rsidR="00AB6ED6" w:rsidRPr="00AB6ED6" w:rsidRDefault="00AB6ED6">
      <w:pPr>
        <w:pStyle w:val="Verzeichnis2"/>
        <w:rPr>
          <w:rFonts w:asciiTheme="minorHAnsi" w:eastAsiaTheme="minorEastAsia" w:hAnsiTheme="minorHAnsi" w:cstheme="minorBidi"/>
          <w:sz w:val="22"/>
          <w:szCs w:val="22"/>
          <w:lang w:val="en-US" w:eastAsia="de-DE"/>
        </w:rPr>
      </w:pPr>
      <w:r w:rsidRPr="00B45DC5">
        <w:rPr>
          <w:color w:val="000000"/>
          <w14:scene3d>
            <w14:camera w14:prst="orthographicFront"/>
            <w14:lightRig w14:rig="threePt" w14:dir="t">
              <w14:rot w14:lat="0" w14:lon="0" w14:rev="0"/>
            </w14:lightRig>
          </w14:scene3d>
        </w:rPr>
        <w:t>2.8</w:t>
      </w:r>
      <w:r w:rsidRPr="00AB6ED6">
        <w:rPr>
          <w:rFonts w:asciiTheme="minorHAnsi" w:eastAsiaTheme="minorEastAsia" w:hAnsiTheme="minorHAnsi" w:cstheme="minorBidi"/>
          <w:sz w:val="22"/>
          <w:szCs w:val="22"/>
          <w:lang w:val="en-US" w:eastAsia="de-DE"/>
        </w:rPr>
        <w:tab/>
      </w:r>
      <w:r>
        <w:t>Ethical aspects</w:t>
      </w:r>
      <w:r>
        <w:tab/>
      </w:r>
      <w:r>
        <w:fldChar w:fldCharType="begin"/>
      </w:r>
      <w:r>
        <w:instrText xml:space="preserve"> PAGEREF _Toc499541143 \h </w:instrText>
      </w:r>
      <w:r>
        <w:fldChar w:fldCharType="separate"/>
      </w:r>
      <w:r>
        <w:t>21</w:t>
      </w:r>
      <w:r>
        <w:fldChar w:fldCharType="end"/>
      </w:r>
    </w:p>
    <w:p w14:paraId="07EE34D7" w14:textId="77777777" w:rsidR="00AB6ED6" w:rsidRPr="00AB6ED6" w:rsidRDefault="00AB6ED6">
      <w:pPr>
        <w:pStyle w:val="Verzeichnis3"/>
        <w:rPr>
          <w:rFonts w:asciiTheme="minorHAnsi" w:eastAsiaTheme="minorEastAsia" w:hAnsiTheme="minorHAnsi" w:cstheme="minorBidi"/>
          <w:sz w:val="22"/>
          <w:szCs w:val="22"/>
          <w:lang w:val="en-US" w:eastAsia="de-DE"/>
        </w:rPr>
      </w:pPr>
      <w:r w:rsidRPr="00B45DC5">
        <w:rPr>
          <w:rFonts w:asciiTheme="minorHAnsi" w:hAnsiTheme="minorHAnsi" w:cs="Times New Roman"/>
        </w:rPr>
        <w:t>2.8.1</w:t>
      </w:r>
      <w:r w:rsidRPr="00AB6ED6">
        <w:rPr>
          <w:rFonts w:asciiTheme="minorHAnsi" w:eastAsiaTheme="minorEastAsia" w:hAnsiTheme="minorHAnsi" w:cstheme="minorBidi"/>
          <w:sz w:val="22"/>
          <w:szCs w:val="22"/>
          <w:lang w:val="en-US" w:eastAsia="de-DE"/>
        </w:rPr>
        <w:tab/>
      </w:r>
      <w:r>
        <w:t>Are there any ethical or legal issues that can have an impact on data sharing? These can also be discussed in the context of the ethics review. If relevant, include references to ethics deliverables and ethics chapter in the Description of the Action (DoA).</w:t>
      </w:r>
      <w:r>
        <w:tab/>
      </w:r>
      <w:r>
        <w:fldChar w:fldCharType="begin"/>
      </w:r>
      <w:r>
        <w:instrText xml:space="preserve"> PAGEREF _Toc499541144 \h </w:instrText>
      </w:r>
      <w:r>
        <w:fldChar w:fldCharType="separate"/>
      </w:r>
      <w:r>
        <w:t>21</w:t>
      </w:r>
      <w:r>
        <w:fldChar w:fldCharType="end"/>
      </w:r>
    </w:p>
    <w:p w14:paraId="586DDD11" w14:textId="77777777" w:rsidR="00AB6ED6" w:rsidRPr="00AB6ED6" w:rsidRDefault="00AB6ED6">
      <w:pPr>
        <w:pStyle w:val="Verzeichnis3"/>
        <w:rPr>
          <w:rFonts w:asciiTheme="minorHAnsi" w:eastAsiaTheme="minorEastAsia" w:hAnsiTheme="minorHAnsi" w:cstheme="minorBidi"/>
          <w:sz w:val="22"/>
          <w:szCs w:val="22"/>
          <w:lang w:val="en-US" w:eastAsia="de-DE"/>
        </w:rPr>
      </w:pPr>
      <w:r w:rsidRPr="00B45DC5">
        <w:rPr>
          <w:rFonts w:asciiTheme="minorHAnsi" w:hAnsiTheme="minorHAnsi" w:cs="Times New Roman"/>
        </w:rPr>
        <w:t>2.8.2</w:t>
      </w:r>
      <w:r w:rsidRPr="00AB6ED6">
        <w:rPr>
          <w:rFonts w:asciiTheme="minorHAnsi" w:eastAsiaTheme="minorEastAsia" w:hAnsiTheme="minorHAnsi" w:cstheme="minorBidi"/>
          <w:sz w:val="22"/>
          <w:szCs w:val="22"/>
          <w:lang w:val="en-US" w:eastAsia="de-DE"/>
        </w:rPr>
        <w:tab/>
      </w:r>
      <w:r>
        <w:t>Is informed consent for data sharing and long-term preservation included in questionnaires dealing with personal data?</w:t>
      </w:r>
      <w:r>
        <w:tab/>
      </w:r>
      <w:r>
        <w:fldChar w:fldCharType="begin"/>
      </w:r>
      <w:r>
        <w:instrText xml:space="preserve"> PAGEREF _Toc499541145 \h </w:instrText>
      </w:r>
      <w:r>
        <w:fldChar w:fldCharType="separate"/>
      </w:r>
      <w:r>
        <w:t>21</w:t>
      </w:r>
      <w:r>
        <w:fldChar w:fldCharType="end"/>
      </w:r>
    </w:p>
    <w:p w14:paraId="09C6C187" w14:textId="77777777" w:rsidR="00AB6ED6" w:rsidRPr="00AB6ED6" w:rsidRDefault="00AB6ED6">
      <w:pPr>
        <w:pStyle w:val="Verzeichnis2"/>
        <w:rPr>
          <w:rFonts w:asciiTheme="minorHAnsi" w:eastAsiaTheme="minorEastAsia" w:hAnsiTheme="minorHAnsi" w:cstheme="minorBidi"/>
          <w:sz w:val="22"/>
          <w:szCs w:val="22"/>
          <w:lang w:val="en-US" w:eastAsia="de-DE"/>
        </w:rPr>
      </w:pPr>
      <w:r w:rsidRPr="00B45DC5">
        <w:rPr>
          <w:color w:val="000000"/>
          <w14:scene3d>
            <w14:camera w14:prst="orthographicFront"/>
            <w14:lightRig w14:rig="threePt" w14:dir="t">
              <w14:rot w14:lat="0" w14:lon="0" w14:rev="0"/>
            </w14:lightRig>
          </w14:scene3d>
        </w:rPr>
        <w:t>2.9</w:t>
      </w:r>
      <w:r w:rsidRPr="00AB6ED6">
        <w:rPr>
          <w:rFonts w:asciiTheme="minorHAnsi" w:eastAsiaTheme="minorEastAsia" w:hAnsiTheme="minorHAnsi" w:cstheme="minorBidi"/>
          <w:sz w:val="22"/>
          <w:szCs w:val="22"/>
          <w:lang w:val="en-US" w:eastAsia="de-DE"/>
        </w:rPr>
        <w:tab/>
      </w:r>
      <w:r>
        <w:t>Other issues</w:t>
      </w:r>
      <w:r>
        <w:tab/>
      </w:r>
      <w:r>
        <w:fldChar w:fldCharType="begin"/>
      </w:r>
      <w:r>
        <w:instrText xml:space="preserve"> PAGEREF _Toc499541146 \h </w:instrText>
      </w:r>
      <w:r>
        <w:fldChar w:fldCharType="separate"/>
      </w:r>
      <w:r>
        <w:t>21</w:t>
      </w:r>
      <w:r>
        <w:fldChar w:fldCharType="end"/>
      </w:r>
    </w:p>
    <w:p w14:paraId="28FAFE2F" w14:textId="77777777" w:rsidR="00AB6ED6" w:rsidRPr="00AB6ED6" w:rsidRDefault="00AB6ED6">
      <w:pPr>
        <w:pStyle w:val="Verzeichnis3"/>
        <w:rPr>
          <w:rFonts w:asciiTheme="minorHAnsi" w:eastAsiaTheme="minorEastAsia" w:hAnsiTheme="minorHAnsi" w:cstheme="minorBidi"/>
          <w:sz w:val="22"/>
          <w:szCs w:val="22"/>
          <w:lang w:val="en-US" w:eastAsia="de-DE"/>
        </w:rPr>
      </w:pPr>
      <w:r w:rsidRPr="00B45DC5">
        <w:rPr>
          <w:rFonts w:asciiTheme="minorHAnsi" w:hAnsiTheme="minorHAnsi" w:cs="Times New Roman"/>
        </w:rPr>
        <w:t>2.9.1</w:t>
      </w:r>
      <w:r w:rsidRPr="00AB6ED6">
        <w:rPr>
          <w:rFonts w:asciiTheme="minorHAnsi" w:eastAsiaTheme="minorEastAsia" w:hAnsiTheme="minorHAnsi" w:cstheme="minorBidi"/>
          <w:sz w:val="22"/>
          <w:szCs w:val="22"/>
          <w:lang w:val="en-US" w:eastAsia="de-DE"/>
        </w:rPr>
        <w:tab/>
      </w:r>
      <w:r>
        <w:t>Do you make use of other national/funder/sectorial/departmental procedures for data management? If yes, which ones?</w:t>
      </w:r>
      <w:r>
        <w:tab/>
      </w:r>
      <w:r>
        <w:fldChar w:fldCharType="begin"/>
      </w:r>
      <w:r>
        <w:instrText xml:space="preserve"> PAGEREF _Toc499541147 \h </w:instrText>
      </w:r>
      <w:r>
        <w:fldChar w:fldCharType="separate"/>
      </w:r>
      <w:r>
        <w:t>21</w:t>
      </w:r>
      <w:r>
        <w:fldChar w:fldCharType="end"/>
      </w:r>
    </w:p>
    <w:p w14:paraId="3FF61602" w14:textId="77777777" w:rsidR="00AB6ED6" w:rsidRPr="00AB6ED6" w:rsidRDefault="00AB6ED6">
      <w:pPr>
        <w:pStyle w:val="Verzeichnis1"/>
        <w:rPr>
          <w:rFonts w:asciiTheme="minorHAnsi" w:eastAsiaTheme="minorEastAsia" w:hAnsiTheme="minorHAnsi" w:cstheme="minorBidi"/>
          <w:szCs w:val="22"/>
          <w:lang w:val="en-US" w:eastAsia="de-DE"/>
        </w:rPr>
      </w:pPr>
      <w:r w:rsidRPr="00B45DC5">
        <w:rPr>
          <w:rFonts w:asciiTheme="minorHAnsi" w:hAnsiTheme="minorHAnsi" w:cs="Times New Roman"/>
        </w:rPr>
        <w:t>3</w:t>
      </w:r>
      <w:r w:rsidRPr="00AB6ED6">
        <w:rPr>
          <w:rFonts w:asciiTheme="minorHAnsi" w:eastAsiaTheme="minorEastAsia" w:hAnsiTheme="minorHAnsi" w:cstheme="minorBidi"/>
          <w:szCs w:val="22"/>
          <w:lang w:val="en-US" w:eastAsia="de-DE"/>
        </w:rPr>
        <w:tab/>
      </w:r>
      <w:r>
        <w:t>Conclusion</w:t>
      </w:r>
      <w:r>
        <w:tab/>
      </w:r>
      <w:r>
        <w:fldChar w:fldCharType="begin"/>
      </w:r>
      <w:r>
        <w:instrText xml:space="preserve"> PAGEREF _Toc499541148 \h </w:instrText>
      </w:r>
      <w:r>
        <w:fldChar w:fldCharType="separate"/>
      </w:r>
      <w:r>
        <w:t>22</w:t>
      </w:r>
      <w:r>
        <w:fldChar w:fldCharType="end"/>
      </w:r>
    </w:p>
    <w:p w14:paraId="5EB728C3" w14:textId="77777777" w:rsidR="00AB6ED6" w:rsidRPr="00AB6ED6" w:rsidRDefault="00AB6ED6">
      <w:pPr>
        <w:pStyle w:val="Verzeichnis1"/>
        <w:rPr>
          <w:rFonts w:asciiTheme="minorHAnsi" w:eastAsiaTheme="minorEastAsia" w:hAnsiTheme="minorHAnsi" w:cstheme="minorBidi"/>
          <w:szCs w:val="22"/>
          <w:lang w:val="en-US" w:eastAsia="de-DE"/>
        </w:rPr>
      </w:pPr>
      <w:r>
        <w:t>References</w:t>
      </w:r>
      <w:r>
        <w:tab/>
      </w:r>
      <w:r>
        <w:fldChar w:fldCharType="begin"/>
      </w:r>
      <w:r>
        <w:instrText xml:space="preserve"> PAGEREF _Toc499541149 \h </w:instrText>
      </w:r>
      <w:r>
        <w:fldChar w:fldCharType="separate"/>
      </w:r>
      <w:r>
        <w:t>23</w:t>
      </w:r>
      <w:r>
        <w:fldChar w:fldCharType="end"/>
      </w:r>
    </w:p>
    <w:p w14:paraId="33A3991B" w14:textId="77777777" w:rsidR="00AB6ED6" w:rsidRPr="00AB6ED6" w:rsidRDefault="00AB6ED6">
      <w:pPr>
        <w:pStyle w:val="Verzeichnis1"/>
        <w:rPr>
          <w:rFonts w:asciiTheme="minorHAnsi" w:eastAsiaTheme="minorEastAsia" w:hAnsiTheme="minorHAnsi" w:cstheme="minorBidi"/>
          <w:szCs w:val="22"/>
          <w:lang w:val="en-US" w:eastAsia="de-DE"/>
        </w:rPr>
      </w:pPr>
      <w:r>
        <w:t>Annex 1 - CLARITY Data Survey Template</w:t>
      </w:r>
      <w:r>
        <w:tab/>
      </w:r>
      <w:r>
        <w:fldChar w:fldCharType="begin"/>
      </w:r>
      <w:r>
        <w:instrText xml:space="preserve"> PAGEREF _Toc499541150 \h </w:instrText>
      </w:r>
      <w:r>
        <w:fldChar w:fldCharType="separate"/>
      </w:r>
      <w:r>
        <w:t>24</w:t>
      </w:r>
      <w:r>
        <w:fldChar w:fldCharType="end"/>
      </w:r>
    </w:p>
    <w:p w14:paraId="2635799A" w14:textId="77777777" w:rsidR="00AB6ED6" w:rsidRPr="00AB6ED6" w:rsidRDefault="00AB6ED6">
      <w:pPr>
        <w:pStyle w:val="Verzeichnis1"/>
        <w:rPr>
          <w:rFonts w:asciiTheme="minorHAnsi" w:eastAsiaTheme="minorEastAsia" w:hAnsiTheme="minorHAnsi" w:cstheme="minorBidi"/>
          <w:szCs w:val="22"/>
          <w:lang w:val="en-US" w:eastAsia="de-DE"/>
        </w:rPr>
      </w:pPr>
      <w:r>
        <w:t>Annex 2 - CLARITY Data Survey</w:t>
      </w:r>
      <w:r>
        <w:tab/>
      </w:r>
      <w:r>
        <w:fldChar w:fldCharType="begin"/>
      </w:r>
      <w:r>
        <w:instrText xml:space="preserve"> PAGEREF _Toc499541151 \h </w:instrText>
      </w:r>
      <w:r>
        <w:fldChar w:fldCharType="separate"/>
      </w:r>
      <w:r>
        <w:t>27</w:t>
      </w:r>
      <w:r>
        <w:fldChar w:fldCharType="end"/>
      </w:r>
    </w:p>
    <w:p w14:paraId="6C86C5C9" w14:textId="77777777" w:rsidR="00AB6ED6" w:rsidRPr="00AB6ED6" w:rsidRDefault="00AB6ED6">
      <w:pPr>
        <w:pStyle w:val="Verzeichnis2"/>
        <w:rPr>
          <w:rFonts w:asciiTheme="minorHAnsi" w:eastAsiaTheme="minorEastAsia" w:hAnsiTheme="minorHAnsi" w:cstheme="minorBidi"/>
          <w:sz w:val="22"/>
          <w:szCs w:val="22"/>
          <w:lang w:val="en-US" w:eastAsia="de-DE"/>
        </w:rPr>
      </w:pPr>
      <w:r>
        <w:rPr>
          <w:lang w:bidi="hi-IN"/>
        </w:rPr>
        <w:t>1.</w:t>
      </w:r>
      <w:r w:rsidRPr="00AB6ED6">
        <w:rPr>
          <w:rFonts w:asciiTheme="minorHAnsi" w:eastAsiaTheme="minorEastAsia" w:hAnsiTheme="minorHAnsi" w:cstheme="minorBidi"/>
          <w:sz w:val="22"/>
          <w:szCs w:val="22"/>
          <w:lang w:val="en-US" w:eastAsia="de-DE"/>
        </w:rPr>
        <w:tab/>
      </w:r>
      <w:r>
        <w:rPr>
          <w:lang w:bidi="hi-IN"/>
        </w:rPr>
        <w:t>Digital Elevation Model over Europe (EU-DEM)</w:t>
      </w:r>
      <w:r>
        <w:tab/>
      </w:r>
      <w:r>
        <w:fldChar w:fldCharType="begin"/>
      </w:r>
      <w:r>
        <w:instrText xml:space="preserve"> PAGEREF _Toc499541152 \h </w:instrText>
      </w:r>
      <w:r>
        <w:fldChar w:fldCharType="separate"/>
      </w:r>
      <w:r>
        <w:t>27</w:t>
      </w:r>
      <w:r>
        <w:fldChar w:fldCharType="end"/>
      </w:r>
    </w:p>
    <w:p w14:paraId="095E9CBF" w14:textId="77777777" w:rsidR="00AB6ED6" w:rsidRPr="00AB6ED6" w:rsidRDefault="00AB6ED6">
      <w:pPr>
        <w:pStyle w:val="Verzeichnis2"/>
        <w:rPr>
          <w:rFonts w:asciiTheme="minorHAnsi" w:eastAsiaTheme="minorEastAsia" w:hAnsiTheme="minorHAnsi" w:cstheme="minorBidi"/>
          <w:sz w:val="22"/>
          <w:szCs w:val="22"/>
          <w:lang w:val="en-US" w:eastAsia="de-DE"/>
        </w:rPr>
      </w:pPr>
      <w:r>
        <w:rPr>
          <w:lang w:bidi="hi-IN"/>
        </w:rPr>
        <w:t>2.</w:t>
      </w:r>
      <w:r w:rsidRPr="00AB6ED6">
        <w:rPr>
          <w:rFonts w:asciiTheme="minorHAnsi" w:eastAsiaTheme="minorEastAsia" w:hAnsiTheme="minorHAnsi" w:cstheme="minorBidi"/>
          <w:sz w:val="22"/>
          <w:szCs w:val="22"/>
          <w:lang w:val="en-US" w:eastAsia="de-DE"/>
        </w:rPr>
        <w:tab/>
      </w:r>
      <w:r>
        <w:rPr>
          <w:lang w:bidi="hi-IN"/>
        </w:rPr>
        <w:t>Climatic models</w:t>
      </w:r>
      <w:r>
        <w:tab/>
      </w:r>
      <w:r>
        <w:fldChar w:fldCharType="begin"/>
      </w:r>
      <w:r>
        <w:instrText xml:space="preserve"> PAGEREF _Toc499541153 \h </w:instrText>
      </w:r>
      <w:r>
        <w:fldChar w:fldCharType="separate"/>
      </w:r>
      <w:r>
        <w:t>29</w:t>
      </w:r>
      <w:r>
        <w:fldChar w:fldCharType="end"/>
      </w:r>
    </w:p>
    <w:p w14:paraId="0DAFEE15" w14:textId="77777777" w:rsidR="00AB6ED6" w:rsidRPr="00AB6ED6" w:rsidRDefault="00AB6ED6">
      <w:pPr>
        <w:pStyle w:val="Verzeichnis2"/>
        <w:rPr>
          <w:rFonts w:asciiTheme="minorHAnsi" w:eastAsiaTheme="minorEastAsia" w:hAnsiTheme="minorHAnsi" w:cstheme="minorBidi"/>
          <w:sz w:val="22"/>
          <w:szCs w:val="22"/>
          <w:lang w:val="en-US" w:eastAsia="de-DE"/>
        </w:rPr>
      </w:pPr>
      <w:r>
        <w:rPr>
          <w:lang w:bidi="hi-IN"/>
        </w:rPr>
        <w:lastRenderedPageBreak/>
        <w:t>3.</w:t>
      </w:r>
      <w:r w:rsidRPr="00AB6ED6">
        <w:rPr>
          <w:rFonts w:asciiTheme="minorHAnsi" w:eastAsiaTheme="minorEastAsia" w:hAnsiTheme="minorHAnsi" w:cstheme="minorBidi"/>
          <w:sz w:val="22"/>
          <w:szCs w:val="22"/>
          <w:lang w:val="en-US" w:eastAsia="de-DE"/>
        </w:rPr>
        <w:tab/>
      </w:r>
      <w:r>
        <w:rPr>
          <w:lang w:bidi="hi-IN"/>
        </w:rPr>
        <w:t>Seasonal models</w:t>
      </w:r>
      <w:r>
        <w:tab/>
      </w:r>
      <w:r>
        <w:fldChar w:fldCharType="begin"/>
      </w:r>
      <w:r>
        <w:instrText xml:space="preserve"> PAGEREF _Toc499541154 \h </w:instrText>
      </w:r>
      <w:r>
        <w:fldChar w:fldCharType="separate"/>
      </w:r>
      <w:r>
        <w:t>30</w:t>
      </w:r>
      <w:r>
        <w:fldChar w:fldCharType="end"/>
      </w:r>
    </w:p>
    <w:p w14:paraId="314D52ED" w14:textId="77777777" w:rsidR="00AB6ED6" w:rsidRPr="00AB6ED6" w:rsidRDefault="00AB6ED6">
      <w:pPr>
        <w:pStyle w:val="Verzeichnis2"/>
        <w:rPr>
          <w:rFonts w:asciiTheme="minorHAnsi" w:eastAsiaTheme="minorEastAsia" w:hAnsiTheme="minorHAnsi" w:cstheme="minorBidi"/>
          <w:sz w:val="22"/>
          <w:szCs w:val="22"/>
          <w:lang w:val="en-US" w:eastAsia="de-DE"/>
        </w:rPr>
      </w:pPr>
      <w:r>
        <w:rPr>
          <w:lang w:bidi="hi-IN"/>
        </w:rPr>
        <w:t>4.</w:t>
      </w:r>
      <w:r w:rsidRPr="00AB6ED6">
        <w:rPr>
          <w:rFonts w:asciiTheme="minorHAnsi" w:eastAsiaTheme="minorEastAsia" w:hAnsiTheme="minorHAnsi" w:cstheme="minorBidi"/>
          <w:sz w:val="22"/>
          <w:szCs w:val="22"/>
          <w:lang w:val="en-US" w:eastAsia="de-DE"/>
        </w:rPr>
        <w:tab/>
      </w:r>
      <w:r>
        <w:rPr>
          <w:lang w:bidi="hi-IN"/>
        </w:rPr>
        <w:t>Altimetric information of the LiDAR point cloud</w:t>
      </w:r>
      <w:r>
        <w:tab/>
      </w:r>
      <w:r>
        <w:fldChar w:fldCharType="begin"/>
      </w:r>
      <w:r>
        <w:instrText xml:space="preserve"> PAGEREF _Toc499541155 \h </w:instrText>
      </w:r>
      <w:r>
        <w:fldChar w:fldCharType="separate"/>
      </w:r>
      <w:r>
        <w:t>30</w:t>
      </w:r>
      <w:r>
        <w:fldChar w:fldCharType="end"/>
      </w:r>
    </w:p>
    <w:p w14:paraId="7E7329E2" w14:textId="77777777" w:rsidR="00AB6ED6" w:rsidRPr="00AB6ED6" w:rsidRDefault="00AB6ED6">
      <w:pPr>
        <w:pStyle w:val="Verzeichnis2"/>
        <w:rPr>
          <w:rFonts w:asciiTheme="minorHAnsi" w:eastAsiaTheme="minorEastAsia" w:hAnsiTheme="minorHAnsi" w:cstheme="minorBidi"/>
          <w:sz w:val="22"/>
          <w:szCs w:val="22"/>
          <w:lang w:val="en-US" w:eastAsia="de-DE"/>
        </w:rPr>
      </w:pPr>
      <w:r>
        <w:rPr>
          <w:lang w:bidi="hi-IN"/>
        </w:rPr>
        <w:t>5.</w:t>
      </w:r>
      <w:r w:rsidRPr="00AB6ED6">
        <w:rPr>
          <w:rFonts w:asciiTheme="minorHAnsi" w:eastAsiaTheme="minorEastAsia" w:hAnsiTheme="minorHAnsi" w:cstheme="minorBidi"/>
          <w:sz w:val="22"/>
          <w:szCs w:val="22"/>
          <w:lang w:val="en-US" w:eastAsia="de-DE"/>
        </w:rPr>
        <w:tab/>
      </w:r>
      <w:r>
        <w:rPr>
          <w:lang w:bidi="hi-IN"/>
        </w:rPr>
        <w:t>Digital Elevation Models of Spain</w:t>
      </w:r>
      <w:r>
        <w:tab/>
      </w:r>
      <w:r>
        <w:fldChar w:fldCharType="begin"/>
      </w:r>
      <w:r>
        <w:instrText xml:space="preserve"> PAGEREF _Toc499541156 \h </w:instrText>
      </w:r>
      <w:r>
        <w:fldChar w:fldCharType="separate"/>
      </w:r>
      <w:r>
        <w:t>31</w:t>
      </w:r>
      <w:r>
        <w:fldChar w:fldCharType="end"/>
      </w:r>
    </w:p>
    <w:p w14:paraId="231AB080" w14:textId="77777777" w:rsidR="00AB6ED6" w:rsidRPr="00AB6ED6" w:rsidRDefault="00AB6ED6">
      <w:pPr>
        <w:pStyle w:val="Verzeichnis2"/>
        <w:rPr>
          <w:rFonts w:asciiTheme="minorHAnsi" w:eastAsiaTheme="minorEastAsia" w:hAnsiTheme="minorHAnsi" w:cstheme="minorBidi"/>
          <w:sz w:val="22"/>
          <w:szCs w:val="22"/>
          <w:lang w:val="en-US" w:eastAsia="de-DE"/>
        </w:rPr>
      </w:pPr>
      <w:r>
        <w:rPr>
          <w:lang w:bidi="hi-IN"/>
        </w:rPr>
        <w:t>6.</w:t>
      </w:r>
      <w:r w:rsidRPr="00AB6ED6">
        <w:rPr>
          <w:rFonts w:asciiTheme="minorHAnsi" w:eastAsiaTheme="minorEastAsia" w:hAnsiTheme="minorHAnsi" w:cstheme="minorBidi"/>
          <w:sz w:val="22"/>
          <w:szCs w:val="22"/>
          <w:lang w:val="en-US" w:eastAsia="de-DE"/>
        </w:rPr>
        <w:tab/>
      </w:r>
      <w:r>
        <w:rPr>
          <w:lang w:bidi="hi-IN"/>
        </w:rPr>
        <w:t>Information System of Land Use in Spain</w:t>
      </w:r>
      <w:r>
        <w:tab/>
      </w:r>
      <w:r>
        <w:fldChar w:fldCharType="begin"/>
      </w:r>
      <w:r>
        <w:instrText xml:space="preserve"> PAGEREF _Toc499541157 \h </w:instrText>
      </w:r>
      <w:r>
        <w:fldChar w:fldCharType="separate"/>
      </w:r>
      <w:r>
        <w:t>32</w:t>
      </w:r>
      <w:r>
        <w:fldChar w:fldCharType="end"/>
      </w:r>
    </w:p>
    <w:p w14:paraId="51F1D978" w14:textId="77777777" w:rsidR="00AB6ED6" w:rsidRPr="00AB6ED6" w:rsidRDefault="00AB6ED6">
      <w:pPr>
        <w:pStyle w:val="Verzeichnis2"/>
        <w:rPr>
          <w:rFonts w:asciiTheme="minorHAnsi" w:eastAsiaTheme="minorEastAsia" w:hAnsiTheme="minorHAnsi" w:cstheme="minorBidi"/>
          <w:sz w:val="22"/>
          <w:szCs w:val="22"/>
          <w:lang w:val="en-US" w:eastAsia="de-DE"/>
        </w:rPr>
      </w:pPr>
      <w:r>
        <w:rPr>
          <w:lang w:bidi="hi-IN"/>
        </w:rPr>
        <w:t>7.</w:t>
      </w:r>
      <w:r w:rsidRPr="00AB6ED6">
        <w:rPr>
          <w:rFonts w:asciiTheme="minorHAnsi" w:eastAsiaTheme="minorEastAsia" w:hAnsiTheme="minorHAnsi" w:cstheme="minorBidi"/>
          <w:sz w:val="22"/>
          <w:szCs w:val="22"/>
          <w:lang w:val="en-US" w:eastAsia="de-DE"/>
        </w:rPr>
        <w:tab/>
      </w:r>
      <w:r>
        <w:rPr>
          <w:lang w:bidi="hi-IN"/>
        </w:rPr>
        <w:t>Spanish transport networks vector layers</w:t>
      </w:r>
      <w:r>
        <w:tab/>
      </w:r>
      <w:r>
        <w:fldChar w:fldCharType="begin"/>
      </w:r>
      <w:r>
        <w:instrText xml:space="preserve"> PAGEREF _Toc499541158 \h </w:instrText>
      </w:r>
      <w:r>
        <w:fldChar w:fldCharType="separate"/>
      </w:r>
      <w:r>
        <w:t>33</w:t>
      </w:r>
      <w:r>
        <w:fldChar w:fldCharType="end"/>
      </w:r>
    </w:p>
    <w:p w14:paraId="4630A88F" w14:textId="77777777" w:rsidR="00AB6ED6" w:rsidRPr="00AB6ED6" w:rsidRDefault="00AB6ED6">
      <w:pPr>
        <w:pStyle w:val="Verzeichnis2"/>
        <w:rPr>
          <w:rFonts w:asciiTheme="minorHAnsi" w:eastAsiaTheme="minorEastAsia" w:hAnsiTheme="minorHAnsi" w:cstheme="minorBidi"/>
          <w:sz w:val="22"/>
          <w:szCs w:val="22"/>
          <w:lang w:val="en-US" w:eastAsia="de-DE"/>
        </w:rPr>
      </w:pPr>
      <w:r>
        <w:rPr>
          <w:lang w:bidi="hi-IN"/>
        </w:rPr>
        <w:t>8.</w:t>
      </w:r>
      <w:r w:rsidRPr="00AB6ED6">
        <w:rPr>
          <w:rFonts w:asciiTheme="minorHAnsi" w:eastAsiaTheme="minorEastAsia" w:hAnsiTheme="minorHAnsi" w:cstheme="minorBidi"/>
          <w:sz w:val="22"/>
          <w:szCs w:val="22"/>
          <w:lang w:val="en-US" w:eastAsia="de-DE"/>
        </w:rPr>
        <w:tab/>
      </w:r>
      <w:r>
        <w:rPr>
          <w:lang w:bidi="hi-IN"/>
        </w:rPr>
        <w:t>Water related pan european indicators</w:t>
      </w:r>
      <w:r>
        <w:tab/>
      </w:r>
      <w:r>
        <w:fldChar w:fldCharType="begin"/>
      </w:r>
      <w:r>
        <w:instrText xml:space="preserve"> PAGEREF _Toc499541159 \h </w:instrText>
      </w:r>
      <w:r>
        <w:fldChar w:fldCharType="separate"/>
      </w:r>
      <w:r>
        <w:t>34</w:t>
      </w:r>
      <w:r>
        <w:fldChar w:fldCharType="end"/>
      </w:r>
    </w:p>
    <w:p w14:paraId="53BF593A" w14:textId="77777777" w:rsidR="00AB6ED6" w:rsidRPr="00AB6ED6" w:rsidRDefault="00AB6ED6">
      <w:pPr>
        <w:pStyle w:val="Verzeichnis2"/>
        <w:rPr>
          <w:rFonts w:asciiTheme="minorHAnsi" w:eastAsiaTheme="minorEastAsia" w:hAnsiTheme="minorHAnsi" w:cstheme="minorBidi"/>
          <w:sz w:val="22"/>
          <w:szCs w:val="22"/>
          <w:lang w:val="en-US" w:eastAsia="de-DE"/>
        </w:rPr>
      </w:pPr>
      <w:r>
        <w:rPr>
          <w:lang w:bidi="hi-IN"/>
        </w:rPr>
        <w:t>9.</w:t>
      </w:r>
      <w:r w:rsidRPr="00AB6ED6">
        <w:rPr>
          <w:rFonts w:asciiTheme="minorHAnsi" w:eastAsiaTheme="minorEastAsia" w:hAnsiTheme="minorHAnsi" w:cstheme="minorBidi"/>
          <w:sz w:val="22"/>
          <w:szCs w:val="22"/>
          <w:lang w:val="en-US" w:eastAsia="de-DE"/>
        </w:rPr>
        <w:tab/>
      </w:r>
      <w:r>
        <w:rPr>
          <w:lang w:bidi="hi-IN"/>
        </w:rPr>
        <w:t>1 km resolution of data over Stockholm</w:t>
      </w:r>
      <w:r>
        <w:tab/>
      </w:r>
      <w:r>
        <w:fldChar w:fldCharType="begin"/>
      </w:r>
      <w:r>
        <w:instrText xml:space="preserve"> PAGEREF _Toc499541160 \h </w:instrText>
      </w:r>
      <w:r>
        <w:fldChar w:fldCharType="separate"/>
      </w:r>
      <w:r>
        <w:t>35</w:t>
      </w:r>
      <w:r>
        <w:fldChar w:fldCharType="end"/>
      </w:r>
    </w:p>
    <w:p w14:paraId="6ECEF9C2" w14:textId="77777777" w:rsidR="00AB6ED6" w:rsidRPr="00AB6ED6" w:rsidRDefault="00AB6ED6">
      <w:pPr>
        <w:pStyle w:val="Verzeichnis2"/>
        <w:rPr>
          <w:rFonts w:asciiTheme="minorHAnsi" w:eastAsiaTheme="minorEastAsia" w:hAnsiTheme="minorHAnsi" w:cstheme="minorBidi"/>
          <w:sz w:val="22"/>
          <w:szCs w:val="22"/>
          <w:lang w:val="en-US" w:eastAsia="de-DE"/>
        </w:rPr>
      </w:pPr>
      <w:r>
        <w:rPr>
          <w:lang w:bidi="hi-IN"/>
        </w:rPr>
        <w:t>10.</w:t>
      </w:r>
      <w:r w:rsidRPr="00AB6ED6">
        <w:rPr>
          <w:rFonts w:asciiTheme="minorHAnsi" w:eastAsiaTheme="minorEastAsia" w:hAnsiTheme="minorHAnsi" w:cstheme="minorBidi"/>
          <w:sz w:val="22"/>
          <w:szCs w:val="22"/>
          <w:lang w:val="en-US" w:eastAsia="de-DE"/>
        </w:rPr>
        <w:tab/>
      </w:r>
      <w:r>
        <w:rPr>
          <w:lang w:bidi="hi-IN"/>
        </w:rPr>
        <w:t>Decadal climatic models</w:t>
      </w:r>
      <w:r>
        <w:tab/>
      </w:r>
      <w:r>
        <w:fldChar w:fldCharType="begin"/>
      </w:r>
      <w:r>
        <w:instrText xml:space="preserve"> PAGEREF _Toc499541161 \h </w:instrText>
      </w:r>
      <w:r>
        <w:fldChar w:fldCharType="separate"/>
      </w:r>
      <w:r>
        <w:t>37</w:t>
      </w:r>
      <w:r>
        <w:fldChar w:fldCharType="end"/>
      </w:r>
    </w:p>
    <w:p w14:paraId="155072B4" w14:textId="77777777" w:rsidR="00AB6ED6" w:rsidRPr="00AB6ED6" w:rsidRDefault="00AB6ED6">
      <w:pPr>
        <w:pStyle w:val="Verzeichnis2"/>
        <w:rPr>
          <w:rFonts w:asciiTheme="minorHAnsi" w:eastAsiaTheme="minorEastAsia" w:hAnsiTheme="minorHAnsi" w:cstheme="minorBidi"/>
          <w:sz w:val="22"/>
          <w:szCs w:val="22"/>
          <w:lang w:val="en-US" w:eastAsia="de-DE"/>
        </w:rPr>
      </w:pPr>
      <w:r>
        <w:rPr>
          <w:lang w:bidi="hi-IN"/>
        </w:rPr>
        <w:t>11.</w:t>
      </w:r>
      <w:r w:rsidRPr="00AB6ED6">
        <w:rPr>
          <w:rFonts w:asciiTheme="minorHAnsi" w:eastAsiaTheme="minorEastAsia" w:hAnsiTheme="minorHAnsi" w:cstheme="minorBidi"/>
          <w:sz w:val="22"/>
          <w:szCs w:val="22"/>
          <w:lang w:val="en-US" w:eastAsia="de-DE"/>
        </w:rPr>
        <w:tab/>
      </w:r>
      <w:r>
        <w:rPr>
          <w:lang w:bidi="hi-IN"/>
        </w:rPr>
        <w:t>LIDAR Campania Region (DSM – DTM)</w:t>
      </w:r>
      <w:r>
        <w:tab/>
      </w:r>
      <w:r>
        <w:fldChar w:fldCharType="begin"/>
      </w:r>
      <w:r>
        <w:instrText xml:space="preserve"> PAGEREF _Toc499541162 \h </w:instrText>
      </w:r>
      <w:r>
        <w:fldChar w:fldCharType="separate"/>
      </w:r>
      <w:r>
        <w:t>38</w:t>
      </w:r>
      <w:r>
        <w:fldChar w:fldCharType="end"/>
      </w:r>
    </w:p>
    <w:p w14:paraId="4A4D142B" w14:textId="77777777" w:rsidR="00AB6ED6" w:rsidRPr="00AB6ED6" w:rsidRDefault="00AB6ED6">
      <w:pPr>
        <w:pStyle w:val="Verzeichnis2"/>
        <w:rPr>
          <w:rFonts w:asciiTheme="minorHAnsi" w:eastAsiaTheme="minorEastAsia" w:hAnsiTheme="minorHAnsi" w:cstheme="minorBidi"/>
          <w:sz w:val="22"/>
          <w:szCs w:val="22"/>
          <w:lang w:val="en-US" w:eastAsia="de-DE"/>
        </w:rPr>
      </w:pPr>
      <w:r>
        <w:rPr>
          <w:lang w:bidi="hi-IN"/>
        </w:rPr>
        <w:t>12.</w:t>
      </w:r>
      <w:r w:rsidRPr="00AB6ED6">
        <w:rPr>
          <w:rFonts w:asciiTheme="minorHAnsi" w:eastAsiaTheme="minorEastAsia" w:hAnsiTheme="minorHAnsi" w:cstheme="minorBidi"/>
          <w:sz w:val="22"/>
          <w:szCs w:val="22"/>
          <w:lang w:val="en-US" w:eastAsia="de-DE"/>
        </w:rPr>
        <w:tab/>
      </w:r>
      <w:r>
        <w:rPr>
          <w:lang w:bidi="hi-IN"/>
        </w:rPr>
        <w:t>Local heat maps at 100m resolution</w:t>
      </w:r>
      <w:r>
        <w:tab/>
      </w:r>
      <w:r>
        <w:fldChar w:fldCharType="begin"/>
      </w:r>
      <w:r>
        <w:instrText xml:space="preserve"> PAGEREF _Toc499541163 \h </w:instrText>
      </w:r>
      <w:r>
        <w:fldChar w:fldCharType="separate"/>
      </w:r>
      <w:r>
        <w:t>38</w:t>
      </w:r>
      <w:r>
        <w:fldChar w:fldCharType="end"/>
      </w:r>
    </w:p>
    <w:p w14:paraId="0A0B98FB" w14:textId="77777777" w:rsidR="00AB6ED6" w:rsidRPr="00AB6ED6" w:rsidRDefault="00AB6ED6">
      <w:pPr>
        <w:pStyle w:val="Verzeichnis2"/>
        <w:rPr>
          <w:rFonts w:asciiTheme="minorHAnsi" w:eastAsiaTheme="minorEastAsia" w:hAnsiTheme="minorHAnsi" w:cstheme="minorBidi"/>
          <w:sz w:val="22"/>
          <w:szCs w:val="22"/>
          <w:lang w:val="en-US" w:eastAsia="de-DE"/>
        </w:rPr>
      </w:pPr>
      <w:r>
        <w:rPr>
          <w:lang w:bidi="hi-IN"/>
        </w:rPr>
        <w:t>13.</w:t>
      </w:r>
      <w:r w:rsidRPr="00AB6ED6">
        <w:rPr>
          <w:rFonts w:asciiTheme="minorHAnsi" w:eastAsiaTheme="minorEastAsia" w:hAnsiTheme="minorHAnsi" w:cstheme="minorBidi"/>
          <w:sz w:val="22"/>
          <w:szCs w:val="22"/>
          <w:lang w:val="en-US" w:eastAsia="de-DE"/>
        </w:rPr>
        <w:tab/>
      </w:r>
      <w:r>
        <w:rPr>
          <w:lang w:bidi="hi-IN"/>
        </w:rPr>
        <w:t>Urban Atlas Landcover 2012</w:t>
      </w:r>
      <w:r>
        <w:tab/>
      </w:r>
      <w:r>
        <w:fldChar w:fldCharType="begin"/>
      </w:r>
      <w:r>
        <w:instrText xml:space="preserve"> PAGEREF _Toc499541164 \h </w:instrText>
      </w:r>
      <w:r>
        <w:fldChar w:fldCharType="separate"/>
      </w:r>
      <w:r>
        <w:t>39</w:t>
      </w:r>
      <w:r>
        <w:fldChar w:fldCharType="end"/>
      </w:r>
    </w:p>
    <w:p w14:paraId="79F8831D" w14:textId="77777777" w:rsidR="00AB6ED6" w:rsidRPr="00AB6ED6" w:rsidRDefault="00AB6ED6">
      <w:pPr>
        <w:pStyle w:val="Verzeichnis2"/>
        <w:rPr>
          <w:rFonts w:asciiTheme="minorHAnsi" w:eastAsiaTheme="minorEastAsia" w:hAnsiTheme="minorHAnsi" w:cstheme="minorBidi"/>
          <w:sz w:val="22"/>
          <w:szCs w:val="22"/>
          <w:lang w:val="en-US" w:eastAsia="de-DE"/>
        </w:rPr>
      </w:pPr>
      <w:r>
        <w:rPr>
          <w:lang w:bidi="hi-IN"/>
        </w:rPr>
        <w:t>14.</w:t>
      </w:r>
      <w:r w:rsidRPr="00AB6ED6">
        <w:rPr>
          <w:rFonts w:asciiTheme="minorHAnsi" w:eastAsiaTheme="minorEastAsia" w:hAnsiTheme="minorHAnsi" w:cstheme="minorBidi"/>
          <w:sz w:val="22"/>
          <w:szCs w:val="22"/>
          <w:lang w:val="en-US" w:eastAsia="de-DE"/>
        </w:rPr>
        <w:tab/>
      </w:r>
      <w:r>
        <w:rPr>
          <w:lang w:bidi="hi-IN"/>
        </w:rPr>
        <w:t>OSM roads, buildings, landcover</w:t>
      </w:r>
      <w:r>
        <w:tab/>
      </w:r>
      <w:r>
        <w:fldChar w:fldCharType="begin"/>
      </w:r>
      <w:r>
        <w:instrText xml:space="preserve"> PAGEREF _Toc499541165 \h </w:instrText>
      </w:r>
      <w:r>
        <w:fldChar w:fldCharType="separate"/>
      </w:r>
      <w:r>
        <w:t>40</w:t>
      </w:r>
      <w:r>
        <w:fldChar w:fldCharType="end"/>
      </w:r>
    </w:p>
    <w:p w14:paraId="4DCAD6A3" w14:textId="77777777" w:rsidR="00AB6ED6" w:rsidRPr="00AB6ED6" w:rsidRDefault="00AB6ED6">
      <w:pPr>
        <w:pStyle w:val="Verzeichnis2"/>
        <w:rPr>
          <w:rFonts w:asciiTheme="minorHAnsi" w:eastAsiaTheme="minorEastAsia" w:hAnsiTheme="minorHAnsi" w:cstheme="minorBidi"/>
          <w:sz w:val="22"/>
          <w:szCs w:val="22"/>
          <w:lang w:val="en-US" w:eastAsia="de-DE"/>
        </w:rPr>
      </w:pPr>
      <w:r>
        <w:rPr>
          <w:lang w:bidi="hi-IN"/>
        </w:rPr>
        <w:t>15.</w:t>
      </w:r>
      <w:r w:rsidRPr="00AB6ED6">
        <w:rPr>
          <w:rFonts w:asciiTheme="minorHAnsi" w:eastAsiaTheme="minorEastAsia" w:hAnsiTheme="minorHAnsi" w:cstheme="minorBidi"/>
          <w:sz w:val="22"/>
          <w:szCs w:val="22"/>
          <w:lang w:val="en-US" w:eastAsia="de-DE"/>
        </w:rPr>
        <w:tab/>
      </w:r>
      <w:r>
        <w:rPr>
          <w:lang w:bidi="hi-IN"/>
        </w:rPr>
        <w:t>10m DEM</w:t>
      </w:r>
      <w:r>
        <w:tab/>
      </w:r>
      <w:r>
        <w:fldChar w:fldCharType="begin"/>
      </w:r>
      <w:r>
        <w:instrText xml:space="preserve"> PAGEREF _Toc499541166 \h </w:instrText>
      </w:r>
      <w:r>
        <w:fldChar w:fldCharType="separate"/>
      </w:r>
      <w:r>
        <w:t>41</w:t>
      </w:r>
      <w:r>
        <w:fldChar w:fldCharType="end"/>
      </w:r>
    </w:p>
    <w:p w14:paraId="799902A7" w14:textId="77777777" w:rsidR="00AB6ED6" w:rsidRPr="00AB6ED6" w:rsidRDefault="00AB6ED6">
      <w:pPr>
        <w:pStyle w:val="Verzeichnis2"/>
        <w:rPr>
          <w:rFonts w:asciiTheme="minorHAnsi" w:eastAsiaTheme="minorEastAsia" w:hAnsiTheme="minorHAnsi" w:cstheme="minorBidi"/>
          <w:sz w:val="22"/>
          <w:szCs w:val="22"/>
          <w:lang w:val="en-US" w:eastAsia="de-DE"/>
        </w:rPr>
      </w:pPr>
      <w:r>
        <w:rPr>
          <w:lang w:bidi="hi-IN"/>
        </w:rPr>
        <w:t>16.</w:t>
      </w:r>
      <w:r w:rsidRPr="00AB6ED6">
        <w:rPr>
          <w:rFonts w:asciiTheme="minorHAnsi" w:eastAsiaTheme="minorEastAsia" w:hAnsiTheme="minorHAnsi" w:cstheme="minorBidi"/>
          <w:sz w:val="22"/>
          <w:szCs w:val="22"/>
          <w:lang w:val="en-US" w:eastAsia="de-DE"/>
        </w:rPr>
        <w:tab/>
      </w:r>
      <w:r>
        <w:rPr>
          <w:lang w:bidi="hi-IN"/>
        </w:rPr>
        <w:t>Zoning Plan Upper Austria</w:t>
      </w:r>
      <w:r>
        <w:tab/>
      </w:r>
      <w:r>
        <w:fldChar w:fldCharType="begin"/>
      </w:r>
      <w:r>
        <w:instrText xml:space="preserve"> PAGEREF _Toc499541167 \h </w:instrText>
      </w:r>
      <w:r>
        <w:fldChar w:fldCharType="separate"/>
      </w:r>
      <w:r>
        <w:t>42</w:t>
      </w:r>
      <w:r>
        <w:fldChar w:fldCharType="end"/>
      </w:r>
    </w:p>
    <w:p w14:paraId="7E07BFE5" w14:textId="77777777" w:rsidR="00AB6ED6" w:rsidRPr="00AB6ED6" w:rsidRDefault="00AB6ED6">
      <w:pPr>
        <w:pStyle w:val="Verzeichnis2"/>
        <w:rPr>
          <w:rFonts w:asciiTheme="minorHAnsi" w:eastAsiaTheme="minorEastAsia" w:hAnsiTheme="minorHAnsi" w:cstheme="minorBidi"/>
          <w:sz w:val="22"/>
          <w:szCs w:val="22"/>
          <w:lang w:val="en-US" w:eastAsia="de-DE"/>
        </w:rPr>
      </w:pPr>
      <w:r>
        <w:rPr>
          <w:lang w:bidi="hi-IN"/>
        </w:rPr>
        <w:t>17.</w:t>
      </w:r>
      <w:r w:rsidRPr="00AB6ED6">
        <w:rPr>
          <w:rFonts w:asciiTheme="minorHAnsi" w:eastAsiaTheme="minorEastAsia" w:hAnsiTheme="minorHAnsi" w:cstheme="minorBidi"/>
          <w:sz w:val="22"/>
          <w:szCs w:val="22"/>
          <w:lang w:val="en-US" w:eastAsia="de-DE"/>
        </w:rPr>
        <w:tab/>
      </w:r>
      <w:r>
        <w:rPr>
          <w:lang w:bidi="hi-IN"/>
        </w:rPr>
        <w:t>20m HR soil sealing layer (0-100%)</w:t>
      </w:r>
      <w:r>
        <w:tab/>
      </w:r>
      <w:r>
        <w:fldChar w:fldCharType="begin"/>
      </w:r>
      <w:r>
        <w:instrText xml:space="preserve"> PAGEREF _Toc499541168 \h </w:instrText>
      </w:r>
      <w:r>
        <w:fldChar w:fldCharType="separate"/>
      </w:r>
      <w:r>
        <w:t>43</w:t>
      </w:r>
      <w:r>
        <w:fldChar w:fldCharType="end"/>
      </w:r>
    </w:p>
    <w:p w14:paraId="0A599E5E" w14:textId="77777777" w:rsidR="00AB6ED6" w:rsidRPr="00AB6ED6" w:rsidRDefault="00AB6ED6">
      <w:pPr>
        <w:pStyle w:val="Verzeichnis2"/>
        <w:rPr>
          <w:rFonts w:asciiTheme="minorHAnsi" w:eastAsiaTheme="minorEastAsia" w:hAnsiTheme="minorHAnsi" w:cstheme="minorBidi"/>
          <w:sz w:val="22"/>
          <w:szCs w:val="22"/>
          <w:lang w:val="en-US" w:eastAsia="de-DE"/>
        </w:rPr>
      </w:pPr>
      <w:r>
        <w:rPr>
          <w:lang w:bidi="hi-IN"/>
        </w:rPr>
        <w:t>18.</w:t>
      </w:r>
      <w:r w:rsidRPr="00AB6ED6">
        <w:rPr>
          <w:rFonts w:asciiTheme="minorHAnsi" w:eastAsiaTheme="minorEastAsia" w:hAnsiTheme="minorHAnsi" w:cstheme="minorBidi"/>
          <w:sz w:val="22"/>
          <w:szCs w:val="22"/>
          <w:lang w:val="en-US" w:eastAsia="de-DE"/>
        </w:rPr>
        <w:tab/>
      </w:r>
      <w:r>
        <w:rPr>
          <w:lang w:bidi="hi-IN"/>
        </w:rPr>
        <w:t>European Landslide Susceptibility Map</w:t>
      </w:r>
      <w:r>
        <w:tab/>
      </w:r>
      <w:r>
        <w:fldChar w:fldCharType="begin"/>
      </w:r>
      <w:r>
        <w:instrText xml:space="preserve"> PAGEREF _Toc499541169 \h </w:instrText>
      </w:r>
      <w:r>
        <w:fldChar w:fldCharType="separate"/>
      </w:r>
      <w:r>
        <w:t>43</w:t>
      </w:r>
      <w:r>
        <w:fldChar w:fldCharType="end"/>
      </w:r>
    </w:p>
    <w:p w14:paraId="2B1D3E76" w14:textId="77777777" w:rsidR="00AB6ED6" w:rsidRPr="00AB6ED6" w:rsidRDefault="00AB6ED6">
      <w:pPr>
        <w:pStyle w:val="Verzeichnis2"/>
        <w:rPr>
          <w:rFonts w:asciiTheme="minorHAnsi" w:eastAsiaTheme="minorEastAsia" w:hAnsiTheme="minorHAnsi" w:cstheme="minorBidi"/>
          <w:sz w:val="22"/>
          <w:szCs w:val="22"/>
          <w:lang w:val="en-US" w:eastAsia="de-DE"/>
        </w:rPr>
      </w:pPr>
      <w:r>
        <w:rPr>
          <w:lang w:bidi="hi-IN"/>
        </w:rPr>
        <w:t>19.</w:t>
      </w:r>
      <w:r w:rsidRPr="00AB6ED6">
        <w:rPr>
          <w:rFonts w:asciiTheme="minorHAnsi" w:eastAsiaTheme="minorEastAsia" w:hAnsiTheme="minorHAnsi" w:cstheme="minorBidi"/>
          <w:sz w:val="22"/>
          <w:szCs w:val="22"/>
          <w:lang w:val="en-US" w:eastAsia="de-DE"/>
        </w:rPr>
        <w:tab/>
      </w:r>
      <w:r>
        <w:rPr>
          <w:lang w:bidi="hi-IN"/>
        </w:rPr>
        <w:t>EURO-CORDEX ensemble climate simulations</w:t>
      </w:r>
      <w:r>
        <w:tab/>
      </w:r>
      <w:r>
        <w:fldChar w:fldCharType="begin"/>
      </w:r>
      <w:r>
        <w:instrText xml:space="preserve"> PAGEREF _Toc499541170 \h </w:instrText>
      </w:r>
      <w:r>
        <w:fldChar w:fldCharType="separate"/>
      </w:r>
      <w:r>
        <w:t>45</w:t>
      </w:r>
      <w:r>
        <w:fldChar w:fldCharType="end"/>
      </w:r>
    </w:p>
    <w:p w14:paraId="1BF20531" w14:textId="77777777" w:rsidR="00AB6ED6" w:rsidRPr="00AB6ED6" w:rsidRDefault="00AB6ED6">
      <w:pPr>
        <w:pStyle w:val="Verzeichnis2"/>
        <w:rPr>
          <w:rFonts w:asciiTheme="minorHAnsi" w:eastAsiaTheme="minorEastAsia" w:hAnsiTheme="minorHAnsi" w:cstheme="minorBidi"/>
          <w:sz w:val="22"/>
          <w:szCs w:val="22"/>
          <w:lang w:val="en-US" w:eastAsia="de-DE"/>
        </w:rPr>
      </w:pPr>
      <w:r>
        <w:rPr>
          <w:lang w:bidi="hi-IN"/>
        </w:rPr>
        <w:t>20.</w:t>
      </w:r>
      <w:r w:rsidRPr="00AB6ED6">
        <w:rPr>
          <w:rFonts w:asciiTheme="minorHAnsi" w:eastAsiaTheme="minorEastAsia" w:hAnsiTheme="minorHAnsi" w:cstheme="minorBidi"/>
          <w:sz w:val="22"/>
          <w:szCs w:val="22"/>
          <w:lang w:val="en-US" w:eastAsia="de-DE"/>
        </w:rPr>
        <w:tab/>
      </w:r>
      <w:r>
        <w:rPr>
          <w:lang w:bidi="hi-IN"/>
        </w:rPr>
        <w:t>Future flooding in Sweden</w:t>
      </w:r>
      <w:r>
        <w:tab/>
      </w:r>
      <w:r>
        <w:fldChar w:fldCharType="begin"/>
      </w:r>
      <w:r>
        <w:instrText xml:space="preserve"> PAGEREF _Toc499541171 \h </w:instrText>
      </w:r>
      <w:r>
        <w:fldChar w:fldCharType="separate"/>
      </w:r>
      <w:r>
        <w:t>46</w:t>
      </w:r>
      <w:r>
        <w:fldChar w:fldCharType="end"/>
      </w:r>
    </w:p>
    <w:p w14:paraId="2EBDF7DA" w14:textId="77777777" w:rsidR="00AB6ED6" w:rsidRPr="00AB6ED6" w:rsidRDefault="00AB6ED6">
      <w:pPr>
        <w:pStyle w:val="Verzeichnis2"/>
        <w:rPr>
          <w:rFonts w:asciiTheme="minorHAnsi" w:eastAsiaTheme="minorEastAsia" w:hAnsiTheme="minorHAnsi" w:cstheme="minorBidi"/>
          <w:sz w:val="22"/>
          <w:szCs w:val="22"/>
          <w:lang w:val="en-US" w:eastAsia="de-DE"/>
        </w:rPr>
      </w:pPr>
      <w:r>
        <w:rPr>
          <w:lang w:bidi="hi-IN"/>
        </w:rPr>
        <w:t>21.</w:t>
      </w:r>
      <w:r w:rsidRPr="00AB6ED6">
        <w:rPr>
          <w:rFonts w:asciiTheme="minorHAnsi" w:eastAsiaTheme="minorEastAsia" w:hAnsiTheme="minorHAnsi" w:cstheme="minorBidi"/>
          <w:sz w:val="22"/>
          <w:szCs w:val="22"/>
          <w:lang w:val="en-US" w:eastAsia="de-DE"/>
        </w:rPr>
        <w:tab/>
      </w:r>
      <w:r>
        <w:rPr>
          <w:lang w:bidi="hi-IN"/>
        </w:rPr>
        <w:t>European Climate Assessment &amp; Dataset (ECAD)</w:t>
      </w:r>
      <w:r>
        <w:tab/>
      </w:r>
      <w:r>
        <w:fldChar w:fldCharType="begin"/>
      </w:r>
      <w:r>
        <w:instrText xml:space="preserve"> PAGEREF _Toc499541172 \h </w:instrText>
      </w:r>
      <w:r>
        <w:fldChar w:fldCharType="separate"/>
      </w:r>
      <w:r>
        <w:t>47</w:t>
      </w:r>
      <w:r>
        <w:fldChar w:fldCharType="end"/>
      </w:r>
    </w:p>
    <w:p w14:paraId="48DA31DF" w14:textId="77777777" w:rsidR="00AB6ED6" w:rsidRPr="00AB6ED6" w:rsidRDefault="00AB6ED6">
      <w:pPr>
        <w:pStyle w:val="Verzeichnis2"/>
        <w:rPr>
          <w:rFonts w:asciiTheme="minorHAnsi" w:eastAsiaTheme="minorEastAsia" w:hAnsiTheme="minorHAnsi" w:cstheme="minorBidi"/>
          <w:sz w:val="22"/>
          <w:szCs w:val="22"/>
          <w:lang w:val="en-US" w:eastAsia="de-DE"/>
        </w:rPr>
      </w:pPr>
      <w:r>
        <w:rPr>
          <w:lang w:bidi="hi-IN"/>
        </w:rPr>
        <w:t>22.</w:t>
      </w:r>
      <w:r w:rsidRPr="00AB6ED6">
        <w:rPr>
          <w:rFonts w:asciiTheme="minorHAnsi" w:eastAsiaTheme="minorEastAsia" w:hAnsiTheme="minorHAnsi" w:cstheme="minorBidi"/>
          <w:sz w:val="22"/>
          <w:szCs w:val="22"/>
          <w:lang w:val="en-US" w:eastAsia="de-DE"/>
        </w:rPr>
        <w:tab/>
      </w:r>
      <w:r>
        <w:rPr>
          <w:lang w:bidi="hi-IN"/>
        </w:rPr>
        <w:t>Tree Cover Density (TCD) 2012</w:t>
      </w:r>
      <w:r>
        <w:tab/>
      </w:r>
      <w:r>
        <w:fldChar w:fldCharType="begin"/>
      </w:r>
      <w:r>
        <w:instrText xml:space="preserve"> PAGEREF _Toc499541173 \h </w:instrText>
      </w:r>
      <w:r>
        <w:fldChar w:fldCharType="separate"/>
      </w:r>
      <w:r>
        <w:t>50</w:t>
      </w:r>
      <w:r>
        <w:fldChar w:fldCharType="end"/>
      </w:r>
    </w:p>
    <w:p w14:paraId="75B82362" w14:textId="77777777" w:rsidR="00AB6ED6" w:rsidRPr="00AB6ED6" w:rsidRDefault="00AB6ED6">
      <w:pPr>
        <w:pStyle w:val="Verzeichnis2"/>
        <w:rPr>
          <w:rFonts w:asciiTheme="minorHAnsi" w:eastAsiaTheme="minorEastAsia" w:hAnsiTheme="minorHAnsi" w:cstheme="minorBidi"/>
          <w:sz w:val="22"/>
          <w:szCs w:val="22"/>
          <w:lang w:val="en-US" w:eastAsia="de-DE"/>
        </w:rPr>
      </w:pPr>
      <w:r>
        <w:rPr>
          <w:lang w:bidi="hi-IN"/>
        </w:rPr>
        <w:t>23.</w:t>
      </w:r>
      <w:r w:rsidRPr="00AB6ED6">
        <w:rPr>
          <w:rFonts w:asciiTheme="minorHAnsi" w:eastAsiaTheme="minorEastAsia" w:hAnsiTheme="minorHAnsi" w:cstheme="minorBidi"/>
          <w:sz w:val="22"/>
          <w:szCs w:val="22"/>
          <w:lang w:val="en-US" w:eastAsia="de-DE"/>
        </w:rPr>
        <w:tab/>
      </w:r>
      <w:r>
        <w:rPr>
          <w:lang w:bidi="hi-IN"/>
        </w:rPr>
        <w:t>European Settlement Map (ESM) 2016</w:t>
      </w:r>
      <w:r>
        <w:tab/>
      </w:r>
      <w:r>
        <w:fldChar w:fldCharType="begin"/>
      </w:r>
      <w:r>
        <w:instrText xml:space="preserve"> PAGEREF _Toc499541174 \h </w:instrText>
      </w:r>
      <w:r>
        <w:fldChar w:fldCharType="separate"/>
      </w:r>
      <w:r>
        <w:t>51</w:t>
      </w:r>
      <w:r>
        <w:fldChar w:fldCharType="end"/>
      </w:r>
    </w:p>
    <w:p w14:paraId="34324B9B" w14:textId="77777777" w:rsidR="00AB6ED6" w:rsidRPr="00AB6ED6" w:rsidRDefault="00AB6ED6">
      <w:pPr>
        <w:pStyle w:val="Verzeichnis2"/>
        <w:rPr>
          <w:rFonts w:asciiTheme="minorHAnsi" w:eastAsiaTheme="minorEastAsia" w:hAnsiTheme="minorHAnsi" w:cstheme="minorBidi"/>
          <w:sz w:val="22"/>
          <w:szCs w:val="22"/>
          <w:lang w:val="en-US" w:eastAsia="de-DE"/>
        </w:rPr>
      </w:pPr>
      <w:r>
        <w:rPr>
          <w:lang w:bidi="hi-IN"/>
        </w:rPr>
        <w:t>24.</w:t>
      </w:r>
      <w:r w:rsidRPr="00AB6ED6">
        <w:rPr>
          <w:rFonts w:asciiTheme="minorHAnsi" w:eastAsiaTheme="minorEastAsia" w:hAnsiTheme="minorHAnsi" w:cstheme="minorBidi"/>
          <w:sz w:val="22"/>
          <w:szCs w:val="22"/>
          <w:lang w:val="en-US" w:eastAsia="de-DE"/>
        </w:rPr>
        <w:tab/>
      </w:r>
      <w:r>
        <w:rPr>
          <w:lang w:bidi="hi-IN"/>
        </w:rPr>
        <w:t>Address Book - User Data</w:t>
      </w:r>
      <w:r>
        <w:tab/>
      </w:r>
      <w:r>
        <w:fldChar w:fldCharType="begin"/>
      </w:r>
      <w:r>
        <w:instrText xml:space="preserve"> PAGEREF _Toc499541175 \h </w:instrText>
      </w:r>
      <w:r>
        <w:fldChar w:fldCharType="separate"/>
      </w:r>
      <w:r>
        <w:t>53</w:t>
      </w:r>
      <w:r>
        <w:fldChar w:fldCharType="end"/>
      </w:r>
    </w:p>
    <w:p w14:paraId="088B4D75" w14:textId="77777777" w:rsidR="00AB6ED6" w:rsidRPr="00AB6ED6" w:rsidRDefault="00AB6ED6">
      <w:pPr>
        <w:pStyle w:val="Verzeichnis2"/>
        <w:rPr>
          <w:rFonts w:asciiTheme="minorHAnsi" w:eastAsiaTheme="minorEastAsia" w:hAnsiTheme="minorHAnsi" w:cstheme="minorBidi"/>
          <w:sz w:val="22"/>
          <w:szCs w:val="22"/>
          <w:lang w:val="en-US" w:eastAsia="de-DE"/>
        </w:rPr>
      </w:pPr>
      <w:r>
        <w:rPr>
          <w:lang w:bidi="hi-IN"/>
        </w:rPr>
        <w:t>25.</w:t>
      </w:r>
      <w:r w:rsidRPr="00AB6ED6">
        <w:rPr>
          <w:rFonts w:asciiTheme="minorHAnsi" w:eastAsiaTheme="minorEastAsia" w:hAnsiTheme="minorHAnsi" w:cstheme="minorBidi"/>
          <w:sz w:val="22"/>
          <w:szCs w:val="22"/>
          <w:lang w:val="en-US" w:eastAsia="de-DE"/>
        </w:rPr>
        <w:tab/>
      </w:r>
      <w:r>
        <w:rPr>
          <w:lang w:bidi="hi-IN"/>
        </w:rPr>
        <w:t>CLARITY mailing and document repository - User data</w:t>
      </w:r>
      <w:r>
        <w:tab/>
      </w:r>
      <w:r>
        <w:fldChar w:fldCharType="begin"/>
      </w:r>
      <w:r>
        <w:instrText xml:space="preserve"> PAGEREF _Toc499541176 \h </w:instrText>
      </w:r>
      <w:r>
        <w:fldChar w:fldCharType="separate"/>
      </w:r>
      <w:r>
        <w:t>54</w:t>
      </w:r>
      <w:r>
        <w:fldChar w:fldCharType="end"/>
      </w:r>
    </w:p>
    <w:p w14:paraId="6327344E" w14:textId="77777777" w:rsidR="00AB6ED6" w:rsidRPr="00AB6ED6" w:rsidRDefault="00AB6ED6">
      <w:pPr>
        <w:pStyle w:val="Verzeichnis2"/>
        <w:rPr>
          <w:rFonts w:asciiTheme="minorHAnsi" w:eastAsiaTheme="minorEastAsia" w:hAnsiTheme="minorHAnsi" w:cstheme="minorBidi"/>
          <w:sz w:val="22"/>
          <w:szCs w:val="22"/>
          <w:lang w:val="en-US" w:eastAsia="de-DE"/>
        </w:rPr>
      </w:pPr>
      <w:r>
        <w:rPr>
          <w:lang w:bidi="hi-IN"/>
        </w:rPr>
        <w:t>26.</w:t>
      </w:r>
      <w:r w:rsidRPr="00AB6ED6">
        <w:rPr>
          <w:rFonts w:asciiTheme="minorHAnsi" w:eastAsiaTheme="minorEastAsia" w:hAnsiTheme="minorHAnsi" w:cstheme="minorBidi"/>
          <w:sz w:val="22"/>
          <w:szCs w:val="22"/>
          <w:lang w:val="en-US" w:eastAsia="de-DE"/>
        </w:rPr>
        <w:tab/>
      </w:r>
      <w:r>
        <w:rPr>
          <w:lang w:bidi="hi-IN"/>
        </w:rPr>
        <w:t>CLARITY Catalogue - User data</w:t>
      </w:r>
      <w:r>
        <w:tab/>
      </w:r>
      <w:r>
        <w:fldChar w:fldCharType="begin"/>
      </w:r>
      <w:r>
        <w:instrText xml:space="preserve"> PAGEREF _Toc499541177 \h </w:instrText>
      </w:r>
      <w:r>
        <w:fldChar w:fldCharType="separate"/>
      </w:r>
      <w:r>
        <w:t>57</w:t>
      </w:r>
      <w:r>
        <w:fldChar w:fldCharType="end"/>
      </w:r>
    </w:p>
    <w:p w14:paraId="133FFE96" w14:textId="6477AF96" w:rsidR="006760B1" w:rsidRPr="003C0159" w:rsidRDefault="00917555" w:rsidP="005429B1">
      <w:pPr>
        <w:pStyle w:val="Textkrper"/>
      </w:pPr>
      <w:r w:rsidRPr="008219B0">
        <w:rPr>
          <w:noProof/>
        </w:rPr>
        <w:fldChar w:fldCharType="end"/>
      </w:r>
    </w:p>
    <w:p w14:paraId="1A429F7E" w14:textId="3177C027" w:rsidR="007F1E2D" w:rsidRPr="003C0159" w:rsidRDefault="00E77082" w:rsidP="005429B1">
      <w:pPr>
        <w:pStyle w:val="SNon-Header"/>
      </w:pPr>
      <w:bookmarkStart w:id="2" w:name="_Ref383692163"/>
      <w:bookmarkStart w:id="3" w:name="_Toc499541097"/>
      <w:r w:rsidRPr="003C0159">
        <w:lastRenderedPageBreak/>
        <w:t>CLARITY</w:t>
      </w:r>
      <w:r w:rsidR="007F1E2D" w:rsidRPr="003C0159">
        <w:t xml:space="preserve"> Project Overview</w:t>
      </w:r>
      <w:bookmarkEnd w:id="3"/>
    </w:p>
    <w:p w14:paraId="1DD2BC2A" w14:textId="7A11F680" w:rsidR="005C475D" w:rsidRPr="003C0159" w:rsidRDefault="005C475D" w:rsidP="005C475D">
      <w:pPr>
        <w:pStyle w:val="Textkrper"/>
        <w:rPr>
          <w:szCs w:val="22"/>
        </w:rPr>
      </w:pPr>
      <w:r w:rsidRPr="003C0159">
        <w:rPr>
          <w:szCs w:val="22"/>
        </w:rPr>
        <w:t>Urban areas and traffic infrastructure</w:t>
      </w:r>
      <w:r w:rsidR="005308D0" w:rsidRPr="003C0159">
        <w:rPr>
          <w:szCs w:val="22"/>
        </w:rPr>
        <w:t>s that are</w:t>
      </w:r>
      <w:r w:rsidRPr="003C0159">
        <w:rPr>
          <w:szCs w:val="22"/>
        </w:rPr>
        <w:t xml:space="preserve"> linking such areas are highly vulnerable to climate change. Smart use of existing climate intelligence can increase urban resilience and generate </w:t>
      </w:r>
      <w:r w:rsidR="009F6390" w:rsidRPr="003C0159">
        <w:rPr>
          <w:szCs w:val="22"/>
        </w:rPr>
        <w:t>benefits</w:t>
      </w:r>
      <w:r w:rsidRPr="003C0159">
        <w:rPr>
          <w:szCs w:val="22"/>
        </w:rPr>
        <w:t xml:space="preserve"> for businesses and society at large. Based on the results of FP7 climate change, future internet and crisis preparedness projects (SUDPLAN, ENVIROFI, CRISMA) with an average TRL of 4-5 and following an agile and user-centred design process, end-users, purveyors and providers of climate intelligence will co-create an integrated Climate Services Information System (CSIS) to integrate resilience into urban infrastructure. </w:t>
      </w:r>
    </w:p>
    <w:p w14:paraId="388952FA" w14:textId="5DF76F59" w:rsidR="005C475D" w:rsidRPr="003C0159" w:rsidRDefault="005C475D" w:rsidP="005C475D">
      <w:pPr>
        <w:pStyle w:val="Textkrper"/>
        <w:rPr>
          <w:szCs w:val="22"/>
        </w:rPr>
      </w:pPr>
      <w:r w:rsidRPr="003C0159">
        <w:rPr>
          <w:szCs w:val="22"/>
        </w:rPr>
        <w:t xml:space="preserve">As a result, CLARITY will provide an operational eco-system of </w:t>
      </w:r>
      <w:r w:rsidRPr="003C0159">
        <w:rPr>
          <w:noProof/>
          <w:szCs w:val="22"/>
        </w:rPr>
        <w:t>cloud</w:t>
      </w:r>
      <w:r w:rsidR="009F6390" w:rsidRPr="003C0159">
        <w:rPr>
          <w:noProof/>
          <w:szCs w:val="22"/>
        </w:rPr>
        <w:t>-</w:t>
      </w:r>
      <w:r w:rsidRPr="003C0159">
        <w:rPr>
          <w:noProof/>
          <w:szCs w:val="22"/>
        </w:rPr>
        <w:t>based</w:t>
      </w:r>
      <w:r w:rsidRPr="003C0159">
        <w:rPr>
          <w:szCs w:val="22"/>
        </w:rPr>
        <w:t xml:space="preserve"> climate services to calculate and present the expected effects of CC-induced and -amplified hazards at the level of risk, vulnerability and impact functions. CLARITY will offer </w:t>
      </w:r>
      <w:r w:rsidRPr="003C0159">
        <w:rPr>
          <w:noProof/>
          <w:szCs w:val="22"/>
        </w:rPr>
        <w:t>what-</w:t>
      </w:r>
      <w:r w:rsidR="009F6390" w:rsidRPr="003C0159">
        <w:rPr>
          <w:noProof/>
          <w:szCs w:val="22"/>
        </w:rPr>
        <w:t>i</w:t>
      </w:r>
      <w:r w:rsidRPr="003C0159">
        <w:rPr>
          <w:noProof/>
          <w:szCs w:val="22"/>
        </w:rPr>
        <w:t>f</w:t>
      </w:r>
      <w:r w:rsidRPr="003C0159">
        <w:rPr>
          <w:szCs w:val="22"/>
        </w:rPr>
        <w:t xml:space="preserve"> decision support functions to investigate the effects of adaptation measures and risk reduction options in the specific project </w:t>
      </w:r>
      <w:r w:rsidRPr="003C0159">
        <w:rPr>
          <w:noProof/>
          <w:szCs w:val="22"/>
        </w:rPr>
        <w:t>context</w:t>
      </w:r>
      <w:r w:rsidRPr="003C0159">
        <w:rPr>
          <w:szCs w:val="22"/>
        </w:rPr>
        <w:t xml:space="preserve"> and allow the comparison of alternative strategies. Four demonstration cases will showcase CLARITY climate services in different climatic, regional, infrastructure and hazard contexts in Italy, Sweden, Austria and Spain; focusing on the planning and implementation of urban infrastructure development projects. </w:t>
      </w:r>
    </w:p>
    <w:p w14:paraId="7B93F838" w14:textId="1BCC5E48" w:rsidR="00035047" w:rsidRPr="003C0159" w:rsidRDefault="005C475D" w:rsidP="005C475D">
      <w:pPr>
        <w:pStyle w:val="Textkrper"/>
      </w:pPr>
      <w:r w:rsidRPr="003C0159">
        <w:rPr>
          <w:szCs w:val="22"/>
        </w:rPr>
        <w:t>CLARITY will provide the practical means to include the effects of CC hazards and possible adaptation and risk management strategies into planning and implementation of such projects, focusing on increasing CC resilience. Decision makers involved in these projects will be empowered to perform climate proof and adaptive planning of adaptation and risk reduction options.</w:t>
      </w:r>
      <w:r w:rsidR="00E77082" w:rsidRPr="003C0159">
        <w:t xml:space="preserve"> </w:t>
      </w:r>
    </w:p>
    <w:p w14:paraId="500251B1" w14:textId="07DC5719" w:rsidR="00035047" w:rsidRPr="003C0159" w:rsidRDefault="00035047" w:rsidP="005429B1">
      <w:pPr>
        <w:pStyle w:val="SNon-Header2"/>
      </w:pPr>
      <w:r w:rsidRPr="003C0159">
        <w:t>Abbreviations and Glossary</w:t>
      </w:r>
    </w:p>
    <w:p w14:paraId="6848E0C0" w14:textId="58C3968A" w:rsidR="00035047" w:rsidRPr="003C0159" w:rsidRDefault="00E55981" w:rsidP="005429B1">
      <w:pPr>
        <w:pStyle w:val="Textkrper"/>
      </w:pPr>
      <w:r w:rsidRPr="003C0159">
        <w:t xml:space="preserve">A common glossary of terms for all </w:t>
      </w:r>
      <w:r w:rsidR="00FF32F3" w:rsidRPr="003C0159">
        <w:t>CLARITY</w:t>
      </w:r>
      <w:r w:rsidRPr="003C0159">
        <w:t xml:space="preserve"> deliverables, as well as a list of abbreviations, can be found in the public document “</w:t>
      </w:r>
      <w:r w:rsidR="00E77082" w:rsidRPr="003C0159">
        <w:t>CLARITY</w:t>
      </w:r>
      <w:r w:rsidRPr="003C0159">
        <w:t xml:space="preserve"> Glossary” </w:t>
      </w:r>
      <w:r w:rsidR="008E634A" w:rsidRPr="003C0159">
        <w:t xml:space="preserve">that is </w:t>
      </w:r>
      <w:r w:rsidRPr="003C0159">
        <w:t xml:space="preserve">available at </w:t>
      </w:r>
      <w:hyperlink r:id="rId12" w:history="1">
        <w:r w:rsidR="00E77082" w:rsidRPr="003C0159">
          <w:rPr>
            <w:rStyle w:val="Hyperlink"/>
            <w:rFonts w:asciiTheme="minorHAnsi" w:hAnsiTheme="minorHAnsi"/>
            <w:sz w:val="22"/>
          </w:rPr>
          <w:t>CLARITY</w:t>
        </w:r>
        <w:r w:rsidR="00CA1A68" w:rsidRPr="003C0159">
          <w:rPr>
            <w:rStyle w:val="Hyperlink"/>
            <w:rFonts w:asciiTheme="minorHAnsi" w:hAnsiTheme="minorHAnsi"/>
            <w:sz w:val="22"/>
          </w:rPr>
          <w:t>-H2020</w:t>
        </w:r>
        <w:r w:rsidR="00E77082" w:rsidRPr="003C0159">
          <w:rPr>
            <w:rStyle w:val="Hyperlink"/>
            <w:rFonts w:asciiTheme="minorHAnsi" w:hAnsiTheme="minorHAnsi"/>
            <w:sz w:val="22"/>
          </w:rPr>
          <w:t>.eu</w:t>
        </w:r>
      </w:hyperlink>
      <w:r w:rsidRPr="003C0159">
        <w:t>.</w:t>
      </w:r>
    </w:p>
    <w:p w14:paraId="5792B8AC" w14:textId="77777777" w:rsidR="00E55981" w:rsidRPr="003C0159" w:rsidRDefault="00E55981" w:rsidP="005429B1">
      <w:pPr>
        <w:pStyle w:val="Textkrper"/>
      </w:pPr>
    </w:p>
    <w:p w14:paraId="71745B9B" w14:textId="77777777" w:rsidR="007F1E2D" w:rsidRPr="003C0159" w:rsidRDefault="007F1E2D" w:rsidP="005429B1">
      <w:pPr>
        <w:pStyle w:val="SNon-Header"/>
      </w:pPr>
      <w:bookmarkStart w:id="4" w:name="_Toc499541098"/>
      <w:r w:rsidRPr="003C0159">
        <w:lastRenderedPageBreak/>
        <w:t>Executive Summary</w:t>
      </w:r>
      <w:bookmarkEnd w:id="4"/>
    </w:p>
    <w:p w14:paraId="276B22B4" w14:textId="787784F7" w:rsidR="00B260FD" w:rsidRPr="003C0159" w:rsidRDefault="009D61CE" w:rsidP="005429B1">
      <w:pPr>
        <w:pStyle w:val="Textkrper"/>
      </w:pPr>
      <w:r w:rsidRPr="003C0159">
        <w:t xml:space="preserve">This report </w:t>
      </w:r>
      <w:r w:rsidR="001A2C29" w:rsidRPr="003C0159">
        <w:t xml:space="preserve">is the first deliverable of Task 7.3 </w:t>
      </w:r>
      <w:r w:rsidR="009B7AAD" w:rsidRPr="003C0159">
        <w:t>“</w:t>
      </w:r>
      <w:r w:rsidR="001A2C29" w:rsidRPr="003C0159">
        <w:t>Data Management</w:t>
      </w:r>
      <w:r w:rsidR="009B7AAD" w:rsidRPr="003C0159">
        <w:t>”</w:t>
      </w:r>
      <w:r w:rsidR="001A2C29" w:rsidRPr="003C0159">
        <w:t xml:space="preserve"> and </w:t>
      </w:r>
      <w:r w:rsidRPr="003C0159">
        <w:t xml:space="preserve">describes the initial Data Management Plan (DMP) for the CLARITY project, funded by the EU’s Horizon 2020 Programme under Grant Agreement number </w:t>
      </w:r>
      <w:r w:rsidR="00600A77" w:rsidRPr="003C0159">
        <w:t>730355</w:t>
      </w:r>
      <w:r w:rsidRPr="003C0159">
        <w:t xml:space="preserve">. </w:t>
      </w:r>
      <w:r w:rsidR="00600A77" w:rsidRPr="003C0159">
        <w:t xml:space="preserve">The purpose of the DMP is to </w:t>
      </w:r>
      <w:r w:rsidR="001C7DC5" w:rsidRPr="003C0159">
        <w:t xml:space="preserve">provide an </w:t>
      </w:r>
      <w:r w:rsidR="001C7DC5" w:rsidRPr="003C0159">
        <w:rPr>
          <w:noProof/>
        </w:rPr>
        <w:t>overview o</w:t>
      </w:r>
      <w:r w:rsidR="00F810C7" w:rsidRPr="003C0159">
        <w:rPr>
          <w:noProof/>
        </w:rPr>
        <w:t>f</w:t>
      </w:r>
      <w:r w:rsidR="001C7DC5" w:rsidRPr="003C0159">
        <w:t xml:space="preserve"> all datasets collected and generated by the project and to define</w:t>
      </w:r>
      <w:r w:rsidR="00600A77" w:rsidRPr="003C0159">
        <w:t xml:space="preserve"> the CLARITY consortium</w:t>
      </w:r>
      <w:r w:rsidR="00B260FD" w:rsidRPr="003C0159">
        <w:t>’s</w:t>
      </w:r>
      <w:r w:rsidR="00600A77" w:rsidRPr="003C0159">
        <w:t xml:space="preserve"> data management policy that </w:t>
      </w:r>
      <w:r w:rsidR="001C7DC5" w:rsidRPr="003C0159">
        <w:t>is</w:t>
      </w:r>
      <w:r w:rsidR="00600A77" w:rsidRPr="003C0159">
        <w:t xml:space="preserve"> used with regard to </w:t>
      </w:r>
      <w:r w:rsidR="001C7DC5" w:rsidRPr="003C0159">
        <w:t>these datasets</w:t>
      </w:r>
      <w:r w:rsidR="00600A77" w:rsidRPr="003C0159">
        <w:t xml:space="preserve">. </w:t>
      </w:r>
    </w:p>
    <w:p w14:paraId="57B62EFE" w14:textId="321B692A" w:rsidR="00B260FD" w:rsidRPr="003C0159" w:rsidRDefault="00B260FD" w:rsidP="005429B1">
      <w:pPr>
        <w:pStyle w:val="Textkrper"/>
      </w:pPr>
      <w:r w:rsidRPr="003C0159">
        <w:t>The CLARITY DMP follows the structure of the Horizon 2020 DMP template</w:t>
      </w:r>
      <w:sdt>
        <w:sdtPr>
          <w:id w:val="1111098499"/>
          <w:citation/>
        </w:sdtPr>
        <w:sdtEndPr/>
        <w:sdtContent>
          <w:r w:rsidR="009E4AB3" w:rsidRPr="008219B0">
            <w:fldChar w:fldCharType="begin"/>
          </w:r>
          <w:r w:rsidR="009E4AB3" w:rsidRPr="00AB6ED6">
            <w:instrText xml:space="preserve"> CITATION Ram \l 1031 </w:instrText>
          </w:r>
          <w:r w:rsidR="009E4AB3" w:rsidRPr="008219B0">
            <w:fldChar w:fldCharType="separate"/>
          </w:r>
          <w:r w:rsidR="00AB6ED6">
            <w:rPr>
              <w:noProof/>
            </w:rPr>
            <w:t xml:space="preserve"> [1]</w:t>
          </w:r>
          <w:r w:rsidR="009E4AB3" w:rsidRPr="008219B0">
            <w:fldChar w:fldCharType="end"/>
          </w:r>
        </w:sdtContent>
      </w:sdt>
      <w:r w:rsidR="00CC5F35" w:rsidRPr="003C0159">
        <w:t>. It</w:t>
      </w:r>
      <w:r w:rsidRPr="003C0159">
        <w:t xml:space="preserve"> reflects the status of the data that is co</w:t>
      </w:r>
      <w:r w:rsidR="00750D67" w:rsidRPr="003C0159">
        <w:t xml:space="preserve">llected, processed or generated and </w:t>
      </w:r>
      <w:r w:rsidRPr="003C0159">
        <w:t xml:space="preserve">following what methodology and standards, whether and how this data will be shared and/or made open, and how it will be curated and preserved. </w:t>
      </w:r>
    </w:p>
    <w:p w14:paraId="29C98BD1" w14:textId="1A48382A" w:rsidR="00247CA7" w:rsidRPr="003C0159" w:rsidRDefault="00CC5F35" w:rsidP="00A97A88">
      <w:pPr>
        <w:pStyle w:val="Textkrper"/>
      </w:pPr>
      <w:r w:rsidRPr="003C0159">
        <w:t xml:space="preserve">This initial version of the DMP defines the general policy and approach to data management in CLARITY </w:t>
      </w:r>
      <w:r w:rsidR="00A97A88" w:rsidRPr="003C0159">
        <w:t>that handles data management related issues on</w:t>
      </w:r>
      <w:r w:rsidR="00F810C7" w:rsidRPr="003C0159">
        <w:t xml:space="preserve"> the</w:t>
      </w:r>
      <w:r w:rsidR="00A97A88" w:rsidRPr="003C0159">
        <w:t xml:space="preserve"> </w:t>
      </w:r>
      <w:r w:rsidR="00A97A88" w:rsidRPr="003C0159">
        <w:rPr>
          <w:noProof/>
        </w:rPr>
        <w:t>administrative</w:t>
      </w:r>
      <w:r w:rsidR="00A97A88" w:rsidRPr="003C0159">
        <w:t xml:space="preserve"> and technical level. This includes for example topics like data and meta-data collection, </w:t>
      </w:r>
      <w:r w:rsidR="009B7AAD" w:rsidRPr="003C0159">
        <w:t>publication and deposition of open data</w:t>
      </w:r>
      <w:r w:rsidR="00A97A88" w:rsidRPr="003C0159">
        <w:t>, the data repository infrastructure and compliance to the Open Access Infrastructure for Research in Europe (</w:t>
      </w:r>
      <w:proofErr w:type="spellStart"/>
      <w:r w:rsidR="00A97A88" w:rsidRPr="003C0159">
        <w:t>OpenAIRE</w:t>
      </w:r>
      <w:proofErr w:type="spellEnd"/>
      <w:r w:rsidR="00A97A88" w:rsidRPr="003C0159">
        <w:t>).</w:t>
      </w:r>
    </w:p>
    <w:p w14:paraId="7079E233" w14:textId="6023635C" w:rsidR="00B260FD" w:rsidRPr="003C0159" w:rsidRDefault="001A2C29" w:rsidP="005429B1">
      <w:pPr>
        <w:pStyle w:val="Textkrper"/>
      </w:pPr>
      <w:r w:rsidRPr="003C0159">
        <w:t xml:space="preserve">It furthermore summarises the </w:t>
      </w:r>
      <w:r w:rsidR="00247CA7" w:rsidRPr="003C0159">
        <w:t xml:space="preserve">intermediate </w:t>
      </w:r>
      <w:r w:rsidRPr="003C0159">
        <w:t xml:space="preserve">results of </w:t>
      </w:r>
      <w:r w:rsidR="00247CA7" w:rsidRPr="003C0159">
        <w:t xml:space="preserve">the </w:t>
      </w:r>
      <w:r w:rsidRPr="003C0159">
        <w:t xml:space="preserve">data collection activities in </w:t>
      </w:r>
      <w:r w:rsidR="00CD1E60" w:rsidRPr="003C0159">
        <w:t>Task 2.2 “Demonstrator-specific data collection”</w:t>
      </w:r>
      <w:r w:rsidR="009B7AAD" w:rsidRPr="003C0159">
        <w:t xml:space="preserve"> </w:t>
      </w:r>
      <w:r w:rsidRPr="003C0159">
        <w:t xml:space="preserve">that </w:t>
      </w:r>
      <w:r w:rsidR="00247CA7" w:rsidRPr="003C0159">
        <w:rPr>
          <w:noProof/>
        </w:rPr>
        <w:t>are</w:t>
      </w:r>
      <w:r w:rsidR="00247CA7" w:rsidRPr="003C0159">
        <w:t xml:space="preserve"> being</w:t>
      </w:r>
      <w:r w:rsidRPr="003C0159">
        <w:t xml:space="preserve"> </w:t>
      </w:r>
      <w:r w:rsidR="00247CA7" w:rsidRPr="003C0159">
        <w:t xml:space="preserve">carried out </w:t>
      </w:r>
      <w:r w:rsidRPr="003C0159">
        <w:t xml:space="preserve">according to the data collection concept introduced in </w:t>
      </w:r>
      <w:r w:rsidR="00CD1E60" w:rsidRPr="003C0159">
        <w:t xml:space="preserve">Task 2.2 “Data requirements definition, data collection concept, demonstration and result validation concept” </w:t>
      </w:r>
      <w:r w:rsidR="00247CA7" w:rsidRPr="003C0159">
        <w:t xml:space="preserve">and </w:t>
      </w:r>
      <w:r w:rsidR="00C11EBF" w:rsidRPr="003C0159">
        <w:t xml:space="preserve">the </w:t>
      </w:r>
      <w:r w:rsidR="00247CA7" w:rsidRPr="003C0159">
        <w:t>guidelines on FAIR (Findable, Accessible, Interoperable and Reusable) data management</w:t>
      </w:r>
      <w:r w:rsidR="009B7AAD" w:rsidRPr="003C0159">
        <w:t xml:space="preserve"> </w:t>
      </w:r>
      <w:sdt>
        <w:sdtPr>
          <w:id w:val="-229772743"/>
          <w:citation/>
        </w:sdtPr>
        <w:sdtEndPr/>
        <w:sdtContent>
          <w:r w:rsidR="009E4AB3" w:rsidRPr="008219B0">
            <w:fldChar w:fldCharType="begin"/>
          </w:r>
          <w:r w:rsidR="009E4AB3" w:rsidRPr="00AB6ED6">
            <w:instrText xml:space="preserve"> CITATION Dir16 \l 1031 </w:instrText>
          </w:r>
          <w:r w:rsidR="009E4AB3" w:rsidRPr="00AB6ED6">
            <w:fldChar w:fldCharType="separate"/>
          </w:r>
          <w:r w:rsidR="00AB6ED6">
            <w:rPr>
              <w:noProof/>
            </w:rPr>
            <w:t>[2]</w:t>
          </w:r>
          <w:r w:rsidR="009E4AB3" w:rsidRPr="008219B0">
            <w:fldChar w:fldCharType="end"/>
          </w:r>
        </w:sdtContent>
      </w:sdt>
      <w:r w:rsidR="00247CA7" w:rsidRPr="003C0159">
        <w:t xml:space="preserve">. </w:t>
      </w:r>
      <w:r w:rsidR="006C7B81" w:rsidRPr="003C0159">
        <w:t>The DMP</w:t>
      </w:r>
      <w:r w:rsidR="00B260FD" w:rsidRPr="003C0159">
        <w:t xml:space="preserve"> will evolve during the lifespan of the </w:t>
      </w:r>
      <w:r w:rsidR="00C11EBF" w:rsidRPr="003C0159">
        <w:t>project. N</w:t>
      </w:r>
      <w:r w:rsidR="006C7B81" w:rsidRPr="003C0159">
        <w:t xml:space="preserve">ext versions will </w:t>
      </w:r>
      <w:r w:rsidR="00C11EBF" w:rsidRPr="003C0159">
        <w:t>refine and enhance policy aspect</w:t>
      </w:r>
      <w:r w:rsidR="009E4AB3" w:rsidRPr="003C0159">
        <w:t xml:space="preserve">s and will </w:t>
      </w:r>
      <w:r w:rsidR="00750D67" w:rsidRPr="003C0159">
        <w:t>go</w:t>
      </w:r>
      <w:r w:rsidR="006C7B81" w:rsidRPr="003C0159">
        <w:t xml:space="preserve"> into more detail </w:t>
      </w:r>
      <w:r w:rsidR="00750D67" w:rsidRPr="003C0159">
        <w:t xml:space="preserve">regarding the </w:t>
      </w:r>
      <w:r w:rsidR="00C11EBF" w:rsidRPr="003C0159">
        <w:t xml:space="preserve">datasets collected and produced </w:t>
      </w:r>
      <w:r w:rsidR="009E4AB3" w:rsidRPr="003C0159">
        <w:t>by the CLARITY project.</w:t>
      </w:r>
    </w:p>
    <w:p w14:paraId="19C8B8A9" w14:textId="77777777" w:rsidR="00945BB7" w:rsidRPr="003C0159" w:rsidRDefault="00945BB7" w:rsidP="00F44631">
      <w:pPr>
        <w:pStyle w:val="berschrift1"/>
      </w:pPr>
      <w:bookmarkStart w:id="5" w:name="_Toc346711556"/>
      <w:bookmarkStart w:id="6" w:name="_Toc499541099"/>
      <w:bookmarkEnd w:id="1"/>
      <w:bookmarkEnd w:id="2"/>
      <w:r w:rsidRPr="003C0159">
        <w:lastRenderedPageBreak/>
        <w:t>Data Summary</w:t>
      </w:r>
      <w:bookmarkEnd w:id="6"/>
    </w:p>
    <w:p w14:paraId="29BD9494" w14:textId="6B8691D4" w:rsidR="00505C28" w:rsidRPr="003C0159" w:rsidRDefault="00505C28" w:rsidP="00945BB7">
      <w:pPr>
        <w:pStyle w:val="Textkrper"/>
      </w:pPr>
      <w:r w:rsidRPr="003C0159">
        <w:t xml:space="preserve">The assessment of climate change adaptation measures will require the </w:t>
      </w:r>
      <w:r w:rsidR="009B14F3" w:rsidRPr="003C0159">
        <w:t xml:space="preserve">collection, </w:t>
      </w:r>
      <w:r w:rsidRPr="003C0159">
        <w:t>processing and storage of a large variety of data sets related to the whole chain of climate change impact and adaptation assessment such as general environmental and meteorological variables, climate change projections based on relevant IPCC scenarios, downscaled climate projections, data on population, infrastructure, land use</w:t>
      </w:r>
      <w:r w:rsidR="009B14F3" w:rsidRPr="003C0159">
        <w:t>, etc.</w:t>
      </w:r>
    </w:p>
    <w:p w14:paraId="29D68EA0" w14:textId="1C34FD8E" w:rsidR="00FC422C" w:rsidRPr="003C0159" w:rsidRDefault="003F0704" w:rsidP="00362404">
      <w:pPr>
        <w:pStyle w:val="Textkrper"/>
      </w:pPr>
      <w:r w:rsidRPr="003C0159">
        <w:t>A</w:t>
      </w:r>
      <w:r w:rsidR="00FC422C" w:rsidRPr="003C0159">
        <w:t xml:space="preserve">s the data identification and collection activities are still ongoing, the initial DMP can </w:t>
      </w:r>
      <w:r w:rsidR="00362404" w:rsidRPr="003C0159">
        <w:t xml:space="preserve">currently </w:t>
      </w:r>
      <w:r w:rsidR="00FC422C" w:rsidRPr="003C0159">
        <w:t xml:space="preserve">only provide </w:t>
      </w:r>
      <w:r w:rsidR="00362404" w:rsidRPr="003C0159">
        <w:t xml:space="preserve">an incomplete picture of the </w:t>
      </w:r>
      <w:r w:rsidR="00FC422C" w:rsidRPr="003C0159">
        <w:t xml:space="preserve">datasets </w:t>
      </w:r>
      <w:r w:rsidR="00362404" w:rsidRPr="003C0159">
        <w:t xml:space="preserve">that </w:t>
      </w:r>
      <w:r w:rsidR="00FC422C" w:rsidRPr="003C0159">
        <w:t xml:space="preserve">are needed </w:t>
      </w:r>
      <w:r w:rsidRPr="003C0159">
        <w:t xml:space="preserve">in the different demonstration cases and the CLARITY CSIS in general. Nevertheless, </w:t>
      </w:r>
      <w:r w:rsidR="00D85D4C" w:rsidRPr="003C0159">
        <w:t xml:space="preserve">the </w:t>
      </w:r>
      <w:r w:rsidR="00D851EC" w:rsidRPr="003C0159">
        <w:t xml:space="preserve">current data summary </w:t>
      </w:r>
      <w:r w:rsidR="00D85D4C" w:rsidRPr="003C0159">
        <w:t xml:space="preserve">provides already a </w:t>
      </w:r>
      <w:r w:rsidR="00362404" w:rsidRPr="003C0159">
        <w:t xml:space="preserve">good </w:t>
      </w:r>
      <w:r w:rsidR="00362404" w:rsidRPr="009B143D">
        <w:rPr>
          <w:noProof/>
        </w:rPr>
        <w:t>overview o</w:t>
      </w:r>
      <w:r w:rsidR="009B143D">
        <w:rPr>
          <w:noProof/>
        </w:rPr>
        <w:t>f</w:t>
      </w:r>
      <w:r w:rsidR="00362404" w:rsidRPr="00941E3F">
        <w:t xml:space="preserve"> the different types </w:t>
      </w:r>
      <w:r w:rsidR="00D851EC" w:rsidRPr="00941E3F">
        <w:t xml:space="preserve">of </w:t>
      </w:r>
      <w:r w:rsidR="00362404" w:rsidRPr="00941E3F">
        <w:t xml:space="preserve">datasets </w:t>
      </w:r>
      <w:r w:rsidR="005644DA" w:rsidRPr="00941E3F">
        <w:t xml:space="preserve">that are </w:t>
      </w:r>
      <w:r w:rsidR="00362404" w:rsidRPr="00941E3F">
        <w:t>required</w:t>
      </w:r>
      <w:r w:rsidR="009B143D">
        <w:t xml:space="preserve"> the</w:t>
      </w:r>
      <w:r w:rsidR="00362404" w:rsidRPr="00941E3F">
        <w:t xml:space="preserve"> </w:t>
      </w:r>
      <w:r w:rsidR="00362404" w:rsidRPr="00941E3F">
        <w:rPr>
          <w:noProof/>
        </w:rPr>
        <w:t>input</w:t>
      </w:r>
      <w:r w:rsidR="00362404" w:rsidRPr="00941E3F">
        <w:t xml:space="preserve"> of models and tools</w:t>
      </w:r>
      <w:r w:rsidR="00CC52A4" w:rsidRPr="00941E3F">
        <w:t xml:space="preserve"> of WP2 “Demonstration &amp; Validation” and WP3 “Science Support”</w:t>
      </w:r>
      <w:r w:rsidR="00362404" w:rsidRPr="00941E3F">
        <w:t>.</w:t>
      </w:r>
      <w:r w:rsidR="00D85D4C" w:rsidRPr="00941E3F">
        <w:t xml:space="preserve"> </w:t>
      </w:r>
      <w:r w:rsidR="00D851EC" w:rsidRPr="00941E3F">
        <w:t xml:space="preserve">A detailed description of datasets following the </w:t>
      </w:r>
      <w:r w:rsidR="00D851EC" w:rsidRPr="003C0159">
        <w:t xml:space="preserve">methodology </w:t>
      </w:r>
      <w:r w:rsidR="00F25EE0" w:rsidRPr="003C0159">
        <w:t>and data survey (</w:t>
      </w:r>
      <w:r w:rsidR="00F25EE0" w:rsidRPr="008219B0">
        <w:fldChar w:fldCharType="begin"/>
      </w:r>
      <w:r w:rsidR="00F25EE0" w:rsidRPr="003C0159">
        <w:instrText xml:space="preserve"> REF Annex_1 \h </w:instrText>
      </w:r>
      <w:r w:rsidR="00E57287" w:rsidRPr="003C0159">
        <w:instrText xml:space="preserve"> \* MERGEFORMAT </w:instrText>
      </w:r>
      <w:r w:rsidR="00F25EE0" w:rsidRPr="00AB6ED6">
        <w:fldChar w:fldCharType="separate"/>
      </w:r>
      <w:r w:rsidR="00AB6ED6" w:rsidRPr="00941E3F">
        <w:t>Annex 1</w:t>
      </w:r>
      <w:r w:rsidR="00F25EE0" w:rsidRPr="008219B0">
        <w:fldChar w:fldCharType="end"/>
      </w:r>
      <w:r w:rsidR="00F25EE0" w:rsidRPr="003C0159">
        <w:t xml:space="preserve">) </w:t>
      </w:r>
      <w:r w:rsidR="00D851EC" w:rsidRPr="003C0159">
        <w:t xml:space="preserve">of Task 2.1 “Demonstrator-specific data collection” can be found </w:t>
      </w:r>
      <w:r w:rsidR="00D85D4C" w:rsidRPr="003C0159">
        <w:t>in</w:t>
      </w:r>
      <w:r w:rsidR="00555451" w:rsidRPr="003C0159">
        <w:t xml:space="preserve"> </w:t>
      </w:r>
      <w:r w:rsidR="00555451" w:rsidRPr="008219B0">
        <w:fldChar w:fldCharType="begin"/>
      </w:r>
      <w:r w:rsidR="00555451" w:rsidRPr="003C0159">
        <w:instrText xml:space="preserve"> REF Annex_2 \h </w:instrText>
      </w:r>
      <w:r w:rsidR="005C475D" w:rsidRPr="003C0159">
        <w:instrText xml:space="preserve"> \* MERGEFORMAT </w:instrText>
      </w:r>
      <w:r w:rsidR="00555451" w:rsidRPr="00AB6ED6">
        <w:fldChar w:fldCharType="separate"/>
      </w:r>
      <w:r w:rsidR="00AB6ED6" w:rsidRPr="003C0159">
        <w:t>Annex 2</w:t>
      </w:r>
      <w:r w:rsidR="00555451" w:rsidRPr="008219B0">
        <w:fldChar w:fldCharType="end"/>
      </w:r>
      <w:r w:rsidR="00D851EC" w:rsidRPr="003C0159">
        <w:t xml:space="preserve">. The contents of </w:t>
      </w:r>
      <w:r w:rsidR="00F25EE0" w:rsidRPr="003C0159">
        <w:t>these</w:t>
      </w:r>
      <w:r w:rsidR="00D851EC" w:rsidRPr="003C0159">
        <w:t xml:space="preserve"> annex</w:t>
      </w:r>
      <w:r w:rsidR="00F25EE0" w:rsidRPr="003C0159">
        <w:t>es</w:t>
      </w:r>
      <w:r w:rsidR="00D851EC" w:rsidRPr="003C0159">
        <w:t xml:space="preserve"> </w:t>
      </w:r>
      <w:r w:rsidR="00E056A6" w:rsidRPr="003C0159">
        <w:t xml:space="preserve">will eventually become part of </w:t>
      </w:r>
      <w:r w:rsidR="00F25EE0" w:rsidRPr="003C0159">
        <w:t xml:space="preserve">D2.1 “Demonstration and validation methodology” and </w:t>
      </w:r>
      <w:r w:rsidR="00D85D4C" w:rsidRPr="003C0159">
        <w:t>D2.2 “Catalogue of local data sources and sample datasets”</w:t>
      </w:r>
      <w:r w:rsidR="00E056A6" w:rsidRPr="003C0159">
        <w:t>.</w:t>
      </w:r>
    </w:p>
    <w:p w14:paraId="1D006313" w14:textId="5C6969D9" w:rsidR="009B14F3" w:rsidRPr="003C0159" w:rsidRDefault="00D85D4C" w:rsidP="00945BB7">
      <w:pPr>
        <w:pStyle w:val="Textkrper"/>
      </w:pPr>
      <w:r w:rsidRPr="003C0159">
        <w:t>While</w:t>
      </w:r>
      <w:r w:rsidR="003F0704" w:rsidRPr="003C0159">
        <w:t xml:space="preserve"> </w:t>
      </w:r>
      <w:r w:rsidRPr="003C0159">
        <w:t xml:space="preserve">the </w:t>
      </w:r>
      <w:r w:rsidR="003F0704" w:rsidRPr="003C0159">
        <w:t xml:space="preserve">focus of </w:t>
      </w:r>
      <w:r w:rsidR="005644DA" w:rsidRPr="003C0159">
        <w:t xml:space="preserve">the </w:t>
      </w:r>
      <w:r w:rsidRPr="003C0159">
        <w:t>first</w:t>
      </w:r>
      <w:r w:rsidR="003F0704" w:rsidRPr="003C0159">
        <w:t xml:space="preserve"> version of the </w:t>
      </w:r>
      <w:r w:rsidRPr="003C0159">
        <w:t>DMP is mainly on data collected, the next version will also report on data produced in the context of the project and n</w:t>
      </w:r>
      <w:r w:rsidR="003F0704" w:rsidRPr="003C0159">
        <w:t xml:space="preserve">on-sensitive data </w:t>
      </w:r>
      <w:r w:rsidRPr="003C0159">
        <w:t xml:space="preserve">that </w:t>
      </w:r>
      <w:r w:rsidR="00F25EE0" w:rsidRPr="003C0159">
        <w:t>can</w:t>
      </w:r>
      <w:r w:rsidR="003F0704" w:rsidRPr="003C0159">
        <w:t xml:space="preserve"> be made publicly available in open data repositories and registered at relevant catalogues.</w:t>
      </w:r>
    </w:p>
    <w:p w14:paraId="531F2503" w14:textId="1620AA8A" w:rsidR="00945BB7" w:rsidRPr="003C0159" w:rsidRDefault="00945BB7" w:rsidP="007A37A5">
      <w:pPr>
        <w:pStyle w:val="berschrift2"/>
        <w:numPr>
          <w:ilvl w:val="1"/>
          <w:numId w:val="2"/>
        </w:numPr>
      </w:pPr>
      <w:bookmarkStart w:id="7" w:name="_Toc499541100"/>
      <w:r w:rsidRPr="003C0159">
        <w:t xml:space="preserve">WP2 </w:t>
      </w:r>
      <w:r w:rsidR="00C740B9" w:rsidRPr="003C0159">
        <w:t>and</w:t>
      </w:r>
      <w:r w:rsidR="005322E9" w:rsidRPr="003C0159">
        <w:t xml:space="preserve"> WP3</w:t>
      </w:r>
      <w:bookmarkEnd w:id="7"/>
    </w:p>
    <w:p w14:paraId="53B8E242" w14:textId="37EFF3CC" w:rsidR="005D41FD" w:rsidRPr="003C0159" w:rsidRDefault="00C74F4C" w:rsidP="009F72C2">
      <w:pPr>
        <w:pStyle w:val="Textkrper"/>
      </w:pPr>
      <w:r w:rsidRPr="003C0159">
        <w:t>The data collected in WP2 “Demonstration &amp; Validation”</w:t>
      </w:r>
      <w:r w:rsidR="00521C26" w:rsidRPr="003C0159">
        <w:t>, which</w:t>
      </w:r>
      <w:r w:rsidRPr="003C0159">
        <w:t xml:space="preserve"> will be further processed and </w:t>
      </w:r>
      <w:r w:rsidR="00521C26" w:rsidRPr="003C0159">
        <w:t xml:space="preserve">extended, including new data generated </w:t>
      </w:r>
      <w:r w:rsidRPr="003C0159">
        <w:t>in WP3 “Science Support”</w:t>
      </w:r>
      <w:r w:rsidR="00521C26" w:rsidRPr="003C0159">
        <w:t xml:space="preserve">, </w:t>
      </w:r>
      <w:r w:rsidRPr="003C0159">
        <w:t xml:space="preserve">are needed to </w:t>
      </w:r>
      <w:r w:rsidR="005D41FD" w:rsidRPr="003C0159">
        <w:t xml:space="preserve">establish </w:t>
      </w:r>
      <w:r w:rsidRPr="003C0159">
        <w:t xml:space="preserve">the underlying scientific base and to </w:t>
      </w:r>
      <w:r w:rsidR="005D41FD" w:rsidRPr="003C0159">
        <w:t>s</w:t>
      </w:r>
      <w:r w:rsidRPr="003C0159">
        <w:t xml:space="preserve">upport the methodological approach for </w:t>
      </w:r>
      <w:r w:rsidR="00521C26" w:rsidRPr="003C0159">
        <w:t xml:space="preserve">the </w:t>
      </w:r>
      <w:r w:rsidRPr="003C0159">
        <w:t>development of CSIS</w:t>
      </w:r>
      <w:r w:rsidR="00521C26" w:rsidRPr="003C0159">
        <w:t xml:space="preserve"> and</w:t>
      </w:r>
      <w:r w:rsidRPr="003C0159">
        <w:t xml:space="preserve"> implementation of CLARITY demonstration cases. The identified data </w:t>
      </w:r>
      <w:r w:rsidR="00E24039" w:rsidRPr="003C0159">
        <w:t>to be</w:t>
      </w:r>
      <w:r w:rsidRPr="003C0159">
        <w:t xml:space="preserve"> collect</w:t>
      </w:r>
      <w:r w:rsidR="00E24039" w:rsidRPr="003C0159">
        <w:t>ed</w:t>
      </w:r>
      <w:r w:rsidRPr="003C0159">
        <w:t xml:space="preserve"> in the first phase of the project </w:t>
      </w:r>
      <w:r w:rsidR="001678EE" w:rsidRPr="003C0159">
        <w:t>comprise</w:t>
      </w:r>
      <w:r w:rsidRPr="003C0159">
        <w:t xml:space="preserve"> </w:t>
      </w:r>
      <w:r w:rsidR="00521C26" w:rsidRPr="003C0159">
        <w:t xml:space="preserve">a </w:t>
      </w:r>
      <w:r w:rsidRPr="003C0159">
        <w:t>variety of climate, environmental, geographical and morphological datasets</w:t>
      </w:r>
      <w:r w:rsidR="00E24039" w:rsidRPr="003C0159">
        <w:t>, as well as demographic and socio-economic datasets,</w:t>
      </w:r>
      <w:r w:rsidRPr="003C0159">
        <w:t xml:space="preserve"> which are primarily needed for hazard identification, climate change analysis and risk assessment </w:t>
      </w:r>
      <w:r w:rsidR="005D41FD" w:rsidRPr="003C0159">
        <w:t xml:space="preserve">in </w:t>
      </w:r>
      <w:r w:rsidR="00521C26" w:rsidRPr="003C0159">
        <w:t xml:space="preserve">the </w:t>
      </w:r>
      <w:r w:rsidR="005D41FD" w:rsidRPr="003C0159">
        <w:t>CLARITY demonstration cases</w:t>
      </w:r>
      <w:r w:rsidR="00E24039" w:rsidRPr="003C0159">
        <w:t>, and relevant for the implementation of adaptation measures assessment, e.g. through cost-benefit analysis</w:t>
      </w:r>
      <w:r w:rsidRPr="003C0159">
        <w:t xml:space="preserve">. The existing datasets originate from climate and environmental monitoring (e.g. European Climate Assessment &amp; Dataset, EEA Urban Atlas, Copernicus Land Monitoring Services, </w:t>
      </w:r>
      <w:r w:rsidR="0072665B" w:rsidRPr="003C0159">
        <w:t xml:space="preserve">LiDAR </w:t>
      </w:r>
      <w:proofErr w:type="spellStart"/>
      <w:r w:rsidR="0072665B" w:rsidRPr="003C0159">
        <w:t>a</w:t>
      </w:r>
      <w:r w:rsidRPr="003C0159">
        <w:t>ltimetric</w:t>
      </w:r>
      <w:proofErr w:type="spellEnd"/>
      <w:r w:rsidRPr="003C0159">
        <w:t xml:space="preserve"> information) or numerical model simulations (</w:t>
      </w:r>
      <w:r w:rsidR="0072665B" w:rsidRPr="003C0159">
        <w:t>e.g. CMIP5</w:t>
      </w:r>
      <w:r w:rsidR="005D41FD" w:rsidRPr="003C0159">
        <w:t xml:space="preserve">, </w:t>
      </w:r>
      <w:r w:rsidR="0072665B" w:rsidRPr="003C0159">
        <w:t xml:space="preserve">NOAA, ECMWF, </w:t>
      </w:r>
      <w:r w:rsidRPr="003C0159">
        <w:t xml:space="preserve">EURO-CORDEX). </w:t>
      </w:r>
      <w:r w:rsidR="00323304" w:rsidRPr="003C0159">
        <w:t>The data are used directly for analysis in demonstration cases or serve as input for high-resolution climate and environmental modelling</w:t>
      </w:r>
      <w:r w:rsidR="001678EE" w:rsidRPr="003C0159">
        <w:t xml:space="preserve"> in WP3</w:t>
      </w:r>
      <w:r w:rsidR="00323304" w:rsidRPr="003C0159">
        <w:t xml:space="preserve">. </w:t>
      </w:r>
      <w:r w:rsidR="0072665B" w:rsidRPr="003C0159">
        <w:t>Depend</w:t>
      </w:r>
      <w:r w:rsidR="00E24039" w:rsidRPr="003C0159">
        <w:t>ing</w:t>
      </w:r>
      <w:r w:rsidR="0072665B" w:rsidRPr="003C0159">
        <w:t xml:space="preserve"> on the dataset </w:t>
      </w:r>
      <w:r w:rsidR="00323304" w:rsidRPr="003C0159">
        <w:t xml:space="preserve">availability </w:t>
      </w:r>
      <w:r w:rsidR="0072665B" w:rsidRPr="003C0159">
        <w:t xml:space="preserve">and its </w:t>
      </w:r>
      <w:r w:rsidR="00323304" w:rsidRPr="003C0159">
        <w:t xml:space="preserve">intended use </w:t>
      </w:r>
      <w:r w:rsidR="0072665B" w:rsidRPr="003C0159">
        <w:t xml:space="preserve">in the project, the data </w:t>
      </w:r>
      <w:r w:rsidR="00323304" w:rsidRPr="003C0159">
        <w:t>coverage varies from</w:t>
      </w:r>
      <w:r w:rsidR="0072665B" w:rsidRPr="003C0159">
        <w:t xml:space="preserve"> European, national </w:t>
      </w:r>
      <w:r w:rsidR="00323304" w:rsidRPr="003C0159">
        <w:t>to</w:t>
      </w:r>
      <w:r w:rsidR="0072665B" w:rsidRPr="003C0159">
        <w:t xml:space="preserve"> local level. </w:t>
      </w:r>
      <w:r w:rsidRPr="003C0159">
        <w:t xml:space="preserve">The data are </w:t>
      </w:r>
      <w:r w:rsidR="00323304" w:rsidRPr="003C0159">
        <w:t xml:space="preserve">stored </w:t>
      </w:r>
      <w:r w:rsidRPr="003C0159">
        <w:t xml:space="preserve">in </w:t>
      </w:r>
      <w:proofErr w:type="spellStart"/>
      <w:r w:rsidR="00540784" w:rsidRPr="003C0159">
        <w:t>NetCDF</w:t>
      </w:r>
      <w:proofErr w:type="spellEnd"/>
      <w:r w:rsidR="00540784" w:rsidRPr="003C0159">
        <w:t>, GRIB</w:t>
      </w:r>
      <w:r w:rsidRPr="003C0159">
        <w:t xml:space="preserve">, ASCII, shape, raster and vector formats. The expected size of individual datasets </w:t>
      </w:r>
      <w:r w:rsidR="00323304" w:rsidRPr="003C0159">
        <w:t xml:space="preserve">ranges </w:t>
      </w:r>
      <w:r w:rsidRPr="003C0159">
        <w:t xml:space="preserve">between </w:t>
      </w:r>
      <w:r w:rsidR="009B143D">
        <w:t>a few</w:t>
      </w:r>
      <w:r w:rsidRPr="00AB6ED6">
        <w:rPr>
          <w:noProof/>
        </w:rPr>
        <w:t xml:space="preserve"> MB</w:t>
      </w:r>
      <w:r w:rsidRPr="003C0159">
        <w:t xml:space="preserve"> and 20 GB, with</w:t>
      </w:r>
      <w:r w:rsidR="009B143D">
        <w:t xml:space="preserve"> a</w:t>
      </w:r>
      <w:r w:rsidRPr="00941E3F">
        <w:t xml:space="preserve"> </w:t>
      </w:r>
      <w:r w:rsidRPr="00AB6ED6">
        <w:rPr>
          <w:noProof/>
        </w:rPr>
        <w:t>typical</w:t>
      </w:r>
      <w:r w:rsidRPr="003C0159">
        <w:t xml:space="preserve"> value of about 300 MB</w:t>
      </w:r>
      <w:r w:rsidR="005D41FD" w:rsidRPr="003C0159">
        <w:t xml:space="preserve"> per file</w:t>
      </w:r>
      <w:r w:rsidRPr="003C0159">
        <w:t xml:space="preserve">. However, </w:t>
      </w:r>
      <w:r w:rsidR="00323304" w:rsidRPr="003C0159">
        <w:t>raw</w:t>
      </w:r>
      <w:r w:rsidR="005D41FD" w:rsidRPr="003C0159">
        <w:t xml:space="preserve"> datasets can include </w:t>
      </w:r>
      <w:r w:rsidRPr="003C0159">
        <w:t>large number</w:t>
      </w:r>
      <w:r w:rsidR="00521C26" w:rsidRPr="003C0159">
        <w:t>s</w:t>
      </w:r>
      <w:r w:rsidRPr="003C0159">
        <w:t xml:space="preserve"> of </w:t>
      </w:r>
      <w:r w:rsidR="005D41FD" w:rsidRPr="003C0159">
        <w:t>files an</w:t>
      </w:r>
      <w:r w:rsidRPr="003C0159">
        <w:t xml:space="preserve">d these data </w:t>
      </w:r>
      <w:r w:rsidR="00323304" w:rsidRPr="003C0159">
        <w:t xml:space="preserve">will </w:t>
      </w:r>
      <w:r w:rsidRPr="003C0159">
        <w:t>preferen</w:t>
      </w:r>
      <w:r w:rsidR="00323304" w:rsidRPr="003C0159">
        <w:t xml:space="preserve">tially </w:t>
      </w:r>
      <w:r w:rsidR="00521C26" w:rsidRPr="003C0159">
        <w:t xml:space="preserve">be </w:t>
      </w:r>
      <w:r w:rsidRPr="003C0159">
        <w:t xml:space="preserve">processed offline by individual </w:t>
      </w:r>
      <w:r w:rsidR="00323304" w:rsidRPr="003C0159">
        <w:t xml:space="preserve">experts, while the </w:t>
      </w:r>
      <w:r w:rsidR="00540784" w:rsidRPr="003C0159">
        <w:t xml:space="preserve">aggregated </w:t>
      </w:r>
      <w:r w:rsidR="00323304" w:rsidRPr="003C0159">
        <w:t>data</w:t>
      </w:r>
      <w:r w:rsidR="00E60AFE" w:rsidRPr="003C0159">
        <w:t>,</w:t>
      </w:r>
      <w:r w:rsidR="00540784" w:rsidRPr="003C0159">
        <w:t xml:space="preserve"> data </w:t>
      </w:r>
      <w:r w:rsidR="00323304" w:rsidRPr="003C0159">
        <w:t xml:space="preserve">necessary for functionality of the CSIS and </w:t>
      </w:r>
      <w:r w:rsidR="00521C26" w:rsidRPr="003C0159">
        <w:t xml:space="preserve">for the </w:t>
      </w:r>
      <w:r w:rsidR="00323304" w:rsidRPr="003C0159">
        <w:t xml:space="preserve">integration of methodological modules </w:t>
      </w:r>
      <w:r w:rsidR="00F255E8" w:rsidRPr="003C0159">
        <w:t xml:space="preserve">(building blocks) </w:t>
      </w:r>
      <w:r w:rsidR="00323304" w:rsidRPr="003C0159">
        <w:t xml:space="preserve">will be stored on </w:t>
      </w:r>
      <w:r w:rsidR="00F255E8" w:rsidRPr="003C0159">
        <w:t xml:space="preserve">designated </w:t>
      </w:r>
      <w:r w:rsidR="001F6F35" w:rsidRPr="003C0159">
        <w:t xml:space="preserve">project specific </w:t>
      </w:r>
      <w:r w:rsidR="001A1B30" w:rsidRPr="003C0159">
        <w:t xml:space="preserve">or institutional </w:t>
      </w:r>
      <w:r w:rsidR="00F255E8" w:rsidRPr="003C0159">
        <w:t xml:space="preserve">data </w:t>
      </w:r>
      <w:r w:rsidR="001F6F35" w:rsidRPr="003C0159">
        <w:t>(cloud) data stores</w:t>
      </w:r>
      <w:r w:rsidR="001A1B30" w:rsidRPr="003C0159">
        <w:t>.</w:t>
      </w:r>
      <w:r w:rsidR="001678EE" w:rsidRPr="003C0159">
        <w:t xml:space="preserve"> </w:t>
      </w:r>
      <w:r w:rsidR="001A1B30" w:rsidRPr="003C0159">
        <w:t xml:space="preserve">Apart from local (institutional) data </w:t>
      </w:r>
      <w:r w:rsidR="007512C6" w:rsidRPr="003C0159">
        <w:t>that is subject to complex agreements, t</w:t>
      </w:r>
      <w:r w:rsidR="001678EE" w:rsidRPr="003C0159">
        <w:t>he data stored in the</w:t>
      </w:r>
      <w:r w:rsidR="001A1B30" w:rsidRPr="003C0159">
        <w:t xml:space="preserve">se joint or institutional </w:t>
      </w:r>
      <w:r w:rsidR="001678EE" w:rsidRPr="003C0159">
        <w:t xml:space="preserve">data </w:t>
      </w:r>
      <w:r w:rsidR="001A1B30" w:rsidRPr="003C0159">
        <w:t>stores</w:t>
      </w:r>
      <w:r w:rsidR="001678EE" w:rsidRPr="003C0159">
        <w:t xml:space="preserve"> </w:t>
      </w:r>
      <w:r w:rsidR="00E60AFE" w:rsidRPr="003C0159">
        <w:t>w</w:t>
      </w:r>
      <w:r w:rsidR="001678EE" w:rsidRPr="003C0159">
        <w:t>ill have</w:t>
      </w:r>
      <w:r w:rsidR="00540784" w:rsidRPr="003C0159">
        <w:t xml:space="preserve"> full access policy for the project partners</w:t>
      </w:r>
      <w:r w:rsidR="00E60AFE" w:rsidRPr="003C0159">
        <w:t xml:space="preserve"> </w:t>
      </w:r>
      <w:r w:rsidR="000D2707" w:rsidRPr="003C0159">
        <w:t xml:space="preserve">and will be considered for open </w:t>
      </w:r>
      <w:r w:rsidR="00F64C0E" w:rsidRPr="003C0159">
        <w:t xml:space="preserve">access </w:t>
      </w:r>
      <w:r w:rsidR="000D2707" w:rsidRPr="003C0159">
        <w:t xml:space="preserve">publication </w:t>
      </w:r>
      <w:r w:rsidR="001A1B30" w:rsidRPr="003C0159">
        <w:t xml:space="preserve">in open access repositories </w:t>
      </w:r>
      <w:r w:rsidR="00E60AFE" w:rsidRPr="003C0159">
        <w:t xml:space="preserve">unless restricted </w:t>
      </w:r>
      <w:r w:rsidR="001678EE" w:rsidRPr="003C0159">
        <w:t>by third-</w:t>
      </w:r>
      <w:r w:rsidR="00E60AFE" w:rsidRPr="003C0159">
        <w:t>party copyright</w:t>
      </w:r>
      <w:r w:rsidR="001678EE" w:rsidRPr="003C0159">
        <w:t>s or confidentiality agreements.</w:t>
      </w:r>
      <w:r w:rsidR="00E60AFE" w:rsidRPr="003C0159">
        <w:t xml:space="preserve"> </w:t>
      </w:r>
    </w:p>
    <w:p w14:paraId="343AB648" w14:textId="4A414A7A" w:rsidR="009F72C2" w:rsidRPr="003C0159" w:rsidRDefault="009F72C2" w:rsidP="009F72C2">
      <w:pPr>
        <w:pStyle w:val="Textkrper"/>
      </w:pPr>
      <w:proofErr w:type="gramStart"/>
      <w:r w:rsidRPr="003C0159">
        <w:t>A detailed description</w:t>
      </w:r>
      <w:r w:rsidR="009B143D">
        <w:t>s</w:t>
      </w:r>
      <w:proofErr w:type="gramEnd"/>
      <w:r w:rsidRPr="00941E3F">
        <w:t xml:space="preserve"> of the datasets </w:t>
      </w:r>
      <w:r w:rsidR="009B143D">
        <w:t xml:space="preserve">that are relevant to </w:t>
      </w:r>
      <w:r w:rsidRPr="00941E3F">
        <w:t xml:space="preserve">WP2 and WP3 </w:t>
      </w:r>
      <w:r w:rsidR="009B143D">
        <w:rPr>
          <w:noProof/>
        </w:rPr>
        <w:t>are</w:t>
      </w:r>
      <w:r w:rsidRPr="003C0159">
        <w:t xml:space="preserve"> available in </w:t>
      </w:r>
      <w:r w:rsidRPr="008219B0">
        <w:fldChar w:fldCharType="begin"/>
      </w:r>
      <w:r w:rsidRPr="003C0159">
        <w:instrText xml:space="preserve"> REF Annex_2 \h  \* MERGEFORMAT </w:instrText>
      </w:r>
      <w:r w:rsidRPr="00AB6ED6">
        <w:fldChar w:fldCharType="separate"/>
      </w:r>
      <w:r w:rsidR="00AB6ED6" w:rsidRPr="003C0159">
        <w:t>Annex 2</w:t>
      </w:r>
      <w:r w:rsidRPr="008219B0">
        <w:fldChar w:fldCharType="end"/>
      </w:r>
      <w:r w:rsidRPr="003C0159">
        <w:t>.</w:t>
      </w:r>
    </w:p>
    <w:p w14:paraId="444B7EE9" w14:textId="3AD8515D" w:rsidR="00C740B9" w:rsidRPr="003C0159" w:rsidRDefault="00C740B9" w:rsidP="007A37A5">
      <w:pPr>
        <w:pStyle w:val="berschrift2"/>
        <w:numPr>
          <w:ilvl w:val="1"/>
          <w:numId w:val="2"/>
        </w:numPr>
      </w:pPr>
      <w:bookmarkStart w:id="8" w:name="_Toc499541101"/>
      <w:r w:rsidRPr="003C0159">
        <w:t>WP1 and WP4</w:t>
      </w:r>
      <w:bookmarkEnd w:id="8"/>
    </w:p>
    <w:p w14:paraId="0D46BC4A" w14:textId="2C47FFAC" w:rsidR="00C740B9" w:rsidRPr="003C0159" w:rsidRDefault="00C740B9" w:rsidP="00782FB8">
      <w:pPr>
        <w:pStyle w:val="Textkrper"/>
      </w:pPr>
      <w:r w:rsidRPr="003C0159">
        <w:t xml:space="preserve">WP1 “Co-Creation” and WP4 “Technology Support” will </w:t>
      </w:r>
      <w:proofErr w:type="gramStart"/>
      <w:r w:rsidRPr="003C0159">
        <w:t>collect,</w:t>
      </w:r>
      <w:proofErr w:type="gramEnd"/>
      <w:r w:rsidRPr="003C0159">
        <w:t xml:space="preserve"> process and produce any (meta-) information that is needed in addition to the datasets from WP2 “Demonstration &amp; Validation” and WP3 </w:t>
      </w:r>
      <w:r w:rsidRPr="003C0159">
        <w:lastRenderedPageBreak/>
        <w:t xml:space="preserve">“Science Support” for the implementation of Building Blocks (modules) of the Non-paper Guidelines for Project Managers </w:t>
      </w:r>
      <w:sdt>
        <w:sdtPr>
          <w:id w:val="-748965771"/>
          <w:citation/>
        </w:sdtPr>
        <w:sdtEndPr/>
        <w:sdtContent>
          <w:r w:rsidRPr="008219B0">
            <w:fldChar w:fldCharType="begin"/>
          </w:r>
          <w:r w:rsidRPr="00AB6ED6">
            <w:instrText xml:space="preserve"> CITATION EUR13 \l 1031 </w:instrText>
          </w:r>
          <w:r w:rsidRPr="00AB6ED6">
            <w:fldChar w:fldCharType="separate"/>
          </w:r>
          <w:r w:rsidR="00AB6ED6">
            <w:rPr>
              <w:noProof/>
            </w:rPr>
            <w:t>[3]</w:t>
          </w:r>
          <w:r w:rsidRPr="008219B0">
            <w:fldChar w:fldCharType="end"/>
          </w:r>
        </w:sdtContent>
      </w:sdt>
      <w:r w:rsidRPr="003C0159">
        <w:t xml:space="preserve"> and their integration into the CLARITY Climate Services and the CSIS, respectively. As the type and extent of these datasets depend on work in progress, more details will be provided in the next version of the DMP.</w:t>
      </w:r>
    </w:p>
    <w:p w14:paraId="57C1D086" w14:textId="6D7DC6F6" w:rsidR="00C740B9" w:rsidRPr="003C0159" w:rsidRDefault="00C740B9" w:rsidP="007A37A5">
      <w:pPr>
        <w:pStyle w:val="berschrift2"/>
        <w:numPr>
          <w:ilvl w:val="1"/>
          <w:numId w:val="2"/>
        </w:numPr>
      </w:pPr>
      <w:bookmarkStart w:id="9" w:name="_Toc499541102"/>
      <w:r w:rsidRPr="003C0159">
        <w:t>WP6 and WP7</w:t>
      </w:r>
      <w:bookmarkEnd w:id="9"/>
      <w:r w:rsidRPr="003C0159">
        <w:t xml:space="preserve"> </w:t>
      </w:r>
    </w:p>
    <w:p w14:paraId="12989E9E" w14:textId="0842E8FD" w:rsidR="009D2872" w:rsidRPr="003C0159" w:rsidRDefault="003E1EE0" w:rsidP="00B46774">
      <w:pPr>
        <w:pStyle w:val="Textkrper"/>
      </w:pPr>
      <w:r w:rsidRPr="003C0159">
        <w:t xml:space="preserve">Data collected and produced in </w:t>
      </w:r>
      <w:r w:rsidR="00C740B9" w:rsidRPr="003C0159">
        <w:t xml:space="preserve">WP6 “Dissemination and Community Building” and WP7 “Project Management” </w:t>
      </w:r>
      <w:r w:rsidRPr="003C0159">
        <w:t>relates mainly to</w:t>
      </w:r>
      <w:r w:rsidR="009B143D">
        <w:t xml:space="preserve"> the</w:t>
      </w:r>
      <w:r w:rsidRPr="00941E3F">
        <w:t xml:space="preserve"> </w:t>
      </w:r>
      <w:r w:rsidRPr="00AB6ED6">
        <w:rPr>
          <w:noProof/>
        </w:rPr>
        <w:t>user</w:t>
      </w:r>
      <w:r w:rsidRPr="003C0159">
        <w:t xml:space="preserve"> account and profile information that is needed for project internal administrative purposes </w:t>
      </w:r>
      <w:r w:rsidR="00441625" w:rsidRPr="003C0159">
        <w:t>as well as</w:t>
      </w:r>
      <w:r w:rsidRPr="003C0159">
        <w:t xml:space="preserve"> external dissemination, community building and exploitation activities. </w:t>
      </w:r>
      <w:r w:rsidR="009D2872" w:rsidRPr="003C0159">
        <w:t>This encompasses both</w:t>
      </w:r>
      <w:r w:rsidRPr="003C0159">
        <w:t xml:space="preserve"> personal data of CLARITY </w:t>
      </w:r>
      <w:r w:rsidR="00441625" w:rsidRPr="003C0159">
        <w:t xml:space="preserve">partner personnel </w:t>
      </w:r>
      <w:r w:rsidR="00B46774" w:rsidRPr="003C0159">
        <w:t>for operating the project’s mailing lists</w:t>
      </w:r>
      <w:r w:rsidR="009D2872" w:rsidRPr="003C0159">
        <w:t xml:space="preserve">, </w:t>
      </w:r>
      <w:r w:rsidR="00B46774" w:rsidRPr="003C0159">
        <w:t xml:space="preserve">collaboration platform (Drupal) </w:t>
      </w:r>
      <w:r w:rsidR="009D2872" w:rsidRPr="003C0159">
        <w:t xml:space="preserve">and </w:t>
      </w:r>
      <w:proofErr w:type="gramStart"/>
      <w:r w:rsidR="009D2872" w:rsidRPr="003C0159">
        <w:t xml:space="preserve">the </w:t>
      </w:r>
      <w:r w:rsidR="00B46774" w:rsidRPr="003C0159">
        <w:t>and</w:t>
      </w:r>
      <w:proofErr w:type="gramEnd"/>
      <w:r w:rsidR="00B46774" w:rsidRPr="003C0159">
        <w:t xml:space="preserve"> </w:t>
      </w:r>
      <w:r w:rsidR="009D2872" w:rsidRPr="003C0159">
        <w:t>document repository (</w:t>
      </w:r>
      <w:proofErr w:type="spellStart"/>
      <w:r w:rsidR="009D2872" w:rsidRPr="003C0159">
        <w:t>ownCloud</w:t>
      </w:r>
      <w:proofErr w:type="spellEnd"/>
      <w:r w:rsidR="009D2872" w:rsidRPr="003C0159">
        <w:t xml:space="preserve">) and </w:t>
      </w:r>
      <w:r w:rsidR="00B46774" w:rsidRPr="003C0159">
        <w:t xml:space="preserve">personal data of external users for providing CLARITY community </w:t>
      </w:r>
      <w:r w:rsidR="00A56C27" w:rsidRPr="003C0159">
        <w:t xml:space="preserve">functionality (newsletters, </w:t>
      </w:r>
      <w:r w:rsidR="00F8310B" w:rsidRPr="003C0159">
        <w:t>event invitations, etc.</w:t>
      </w:r>
      <w:r w:rsidR="00A56C27" w:rsidRPr="003C0159">
        <w:t>)</w:t>
      </w:r>
      <w:r w:rsidR="009D2872" w:rsidRPr="003C0159">
        <w:t>.</w:t>
      </w:r>
    </w:p>
    <w:p w14:paraId="7BE6239D" w14:textId="45D2FA7E" w:rsidR="00CC52A4" w:rsidRPr="003C0159" w:rsidRDefault="009D2872" w:rsidP="009D2872">
      <w:pPr>
        <w:pStyle w:val="Textkrper"/>
      </w:pPr>
      <w:r w:rsidRPr="003C0159">
        <w:t xml:space="preserve">The </w:t>
      </w:r>
      <w:r w:rsidR="00CC52A4" w:rsidRPr="00AB6ED6">
        <w:rPr>
          <w:noProof/>
        </w:rPr>
        <w:t>datasets</w:t>
      </w:r>
      <w:r w:rsidRPr="003C0159">
        <w:t xml:space="preserve"> comprise information like name, organization</w:t>
      </w:r>
      <w:r w:rsidR="00CC52A4" w:rsidRPr="003C0159">
        <w:t>, email address, role, etc. that is</w:t>
      </w:r>
      <w:r w:rsidRPr="003C0159">
        <w:t xml:space="preserve"> for the most part </w:t>
      </w:r>
      <w:r w:rsidR="00B46774" w:rsidRPr="003C0159">
        <w:t>collected from the respective users</w:t>
      </w:r>
      <w:r w:rsidRPr="003C0159">
        <w:t xml:space="preserve"> through direct input when registering at the respective website</w:t>
      </w:r>
      <w:r w:rsidR="00881B00" w:rsidRPr="003C0159">
        <w:t xml:space="preserve">s and confirmed with </w:t>
      </w:r>
      <w:r w:rsidR="00881B00" w:rsidRPr="00AB6ED6">
        <w:rPr>
          <w:noProof/>
        </w:rPr>
        <w:t>double-opt</w:t>
      </w:r>
      <w:r w:rsidR="003F75A4">
        <w:rPr>
          <w:noProof/>
        </w:rPr>
        <w:t>-</w:t>
      </w:r>
      <w:r w:rsidR="00881B00" w:rsidRPr="00AB6ED6">
        <w:rPr>
          <w:noProof/>
        </w:rPr>
        <w:t>in</w:t>
      </w:r>
      <w:r w:rsidR="00881B00" w:rsidRPr="003C0159">
        <w:t xml:space="preserve">. </w:t>
      </w:r>
    </w:p>
    <w:p w14:paraId="6F306C5F" w14:textId="5062C291" w:rsidR="00CC52A4" w:rsidRPr="003C0159" w:rsidRDefault="001B19F6" w:rsidP="001B19F6">
      <w:pPr>
        <w:pStyle w:val="Textkrper"/>
      </w:pPr>
      <w:r w:rsidRPr="003C0159">
        <w:t>The datasets, which in general do not exceed a size of 100k per user account, are stored in an internal restricted repository under</w:t>
      </w:r>
      <w:r w:rsidR="003F75A4">
        <w:t xml:space="preserve"> the</w:t>
      </w:r>
      <w:r w:rsidRPr="00941E3F">
        <w:t xml:space="preserve"> </w:t>
      </w:r>
      <w:r w:rsidRPr="00AB6ED6">
        <w:rPr>
          <w:noProof/>
        </w:rPr>
        <w:t>regime</w:t>
      </w:r>
      <w:r w:rsidRPr="003C0159">
        <w:t xml:space="preserve"> of data protection and privacy and will not be made openly available. </w:t>
      </w:r>
    </w:p>
    <w:p w14:paraId="1B7CC7DD" w14:textId="49E09B40" w:rsidR="00CD1E60" w:rsidRPr="003C0159" w:rsidRDefault="009F72C2" w:rsidP="00CD1E60">
      <w:pPr>
        <w:pStyle w:val="Textkrper"/>
      </w:pPr>
      <w:r w:rsidRPr="003C0159">
        <w:t>A</w:t>
      </w:r>
      <w:r w:rsidR="00CD1E60" w:rsidRPr="003C0159">
        <w:t xml:space="preserve"> detailed description</w:t>
      </w:r>
      <w:r w:rsidR="003F75A4">
        <w:t>s</w:t>
      </w:r>
      <w:r w:rsidR="00CD1E60" w:rsidRPr="00941E3F">
        <w:t xml:space="preserve"> of </w:t>
      </w:r>
      <w:r w:rsidRPr="00941E3F">
        <w:t xml:space="preserve">the </w:t>
      </w:r>
      <w:r w:rsidR="00CD1E60" w:rsidRPr="00941E3F">
        <w:t xml:space="preserve">datasets related WP6 and WP7 </w:t>
      </w:r>
      <w:r w:rsidR="003F75A4">
        <w:rPr>
          <w:noProof/>
        </w:rPr>
        <w:t>are</w:t>
      </w:r>
      <w:r w:rsidR="00CD1E60" w:rsidRPr="00941E3F">
        <w:t xml:space="preserve"> available in </w:t>
      </w:r>
      <w:r w:rsidR="00CD1E60" w:rsidRPr="008219B0">
        <w:fldChar w:fldCharType="begin"/>
      </w:r>
      <w:r w:rsidR="00CD1E60" w:rsidRPr="003C0159">
        <w:instrText xml:space="preserve"> REF Annex_2 \h </w:instrText>
      </w:r>
      <w:r w:rsidR="00E57287" w:rsidRPr="003C0159">
        <w:instrText xml:space="preserve"> \* MERGEFORMAT </w:instrText>
      </w:r>
      <w:r w:rsidR="00CD1E60" w:rsidRPr="00AB6ED6">
        <w:fldChar w:fldCharType="separate"/>
      </w:r>
      <w:r w:rsidR="00AB6ED6" w:rsidRPr="003C0159">
        <w:t>Annex 2</w:t>
      </w:r>
      <w:r w:rsidR="00CD1E60" w:rsidRPr="008219B0">
        <w:fldChar w:fldCharType="end"/>
      </w:r>
      <w:r w:rsidR="00CD1E60" w:rsidRPr="003C0159">
        <w:t>.</w:t>
      </w:r>
    </w:p>
    <w:p w14:paraId="6B1C2422" w14:textId="77777777" w:rsidR="00945BB7" w:rsidRPr="003C0159" w:rsidRDefault="00945BB7" w:rsidP="00782FB8">
      <w:pPr>
        <w:pStyle w:val="Textkrper"/>
      </w:pPr>
      <w:bookmarkStart w:id="10" w:name="__RefHeading___Toc6606_1703622956"/>
      <w:bookmarkEnd w:id="10"/>
      <w:r w:rsidRPr="003C0159">
        <w:br w:type="page"/>
      </w:r>
    </w:p>
    <w:p w14:paraId="31A31447" w14:textId="6B7AB9CD" w:rsidR="00945BB7" w:rsidRPr="003C0159" w:rsidRDefault="00D077BF" w:rsidP="00D077BF">
      <w:pPr>
        <w:pStyle w:val="berschrift1"/>
      </w:pPr>
      <w:bookmarkStart w:id="11" w:name="_Toc499541103"/>
      <w:r w:rsidRPr="003C0159">
        <w:lastRenderedPageBreak/>
        <w:t>Data Management Policy</w:t>
      </w:r>
      <w:bookmarkEnd w:id="11"/>
    </w:p>
    <w:p w14:paraId="03CB9A74" w14:textId="13A6F74B" w:rsidR="00D520E3" w:rsidRPr="003C0159" w:rsidRDefault="00D520E3" w:rsidP="00782FB8">
      <w:pPr>
        <w:pStyle w:val="Textkrper"/>
      </w:pPr>
      <w:r w:rsidRPr="003C0159">
        <w:t>CLARITY’s general data management policy</w:t>
      </w:r>
      <w:r w:rsidR="007A45DE" w:rsidRPr="003C0159">
        <w:t xml:space="preserve"> that is presented in the subsequent chapters</w:t>
      </w:r>
      <w:r w:rsidRPr="003C0159">
        <w:t xml:space="preserve"> </w:t>
      </w:r>
      <w:r w:rsidR="007A45DE" w:rsidRPr="003C0159">
        <w:t>has been developed in</w:t>
      </w:r>
      <w:r w:rsidRPr="003C0159">
        <w:t xml:space="preserve"> accordance to </w:t>
      </w:r>
      <w:r w:rsidR="00B534D5" w:rsidRPr="003C0159">
        <w:t xml:space="preserve">Horizon 2020 FAIR principles </w:t>
      </w:r>
      <w:sdt>
        <w:sdtPr>
          <w:id w:val="1340891962"/>
          <w:citation/>
        </w:sdtPr>
        <w:sdtEndPr/>
        <w:sdtContent>
          <w:r w:rsidR="00B534D5" w:rsidRPr="008219B0">
            <w:fldChar w:fldCharType="begin"/>
          </w:r>
          <w:r w:rsidR="00B534D5" w:rsidRPr="00AB6ED6">
            <w:instrText xml:space="preserve"> CITATION Dir16 \l 1031 </w:instrText>
          </w:r>
          <w:r w:rsidR="00B534D5" w:rsidRPr="00AB6ED6">
            <w:fldChar w:fldCharType="separate"/>
          </w:r>
          <w:r w:rsidR="00AB6ED6">
            <w:rPr>
              <w:noProof/>
            </w:rPr>
            <w:t>[2]</w:t>
          </w:r>
          <w:r w:rsidR="00B534D5" w:rsidRPr="008219B0">
            <w:fldChar w:fldCharType="end"/>
          </w:r>
        </w:sdtContent>
      </w:sdt>
      <w:r w:rsidR="003E23FA" w:rsidRPr="003C0159">
        <w:t xml:space="preserve">, </w:t>
      </w:r>
      <w:r w:rsidR="00B534D5" w:rsidRPr="003C0159">
        <w:t xml:space="preserve">open data requirements </w:t>
      </w:r>
      <w:sdt>
        <w:sdtPr>
          <w:id w:val="1251853344"/>
          <w:citation/>
        </w:sdtPr>
        <w:sdtEndPr/>
        <w:sdtContent>
          <w:r w:rsidR="00B534D5" w:rsidRPr="008219B0">
            <w:fldChar w:fldCharType="begin"/>
          </w:r>
          <w:r w:rsidR="00B534D5" w:rsidRPr="00AB6ED6">
            <w:instrText xml:space="preserve"> CITATION Dir21 \l 1031 </w:instrText>
          </w:r>
          <w:r w:rsidR="00B534D5" w:rsidRPr="00AB6ED6">
            <w:fldChar w:fldCharType="separate"/>
          </w:r>
          <w:r w:rsidR="00AB6ED6">
            <w:rPr>
              <w:noProof/>
            </w:rPr>
            <w:t>[4]</w:t>
          </w:r>
          <w:r w:rsidR="00B534D5" w:rsidRPr="008219B0">
            <w:fldChar w:fldCharType="end"/>
          </w:r>
        </w:sdtContent>
      </w:sdt>
      <w:r w:rsidR="003E23FA" w:rsidRPr="003C0159">
        <w:t xml:space="preserve"> and implementation guidelines </w:t>
      </w:r>
      <w:sdt>
        <w:sdtPr>
          <w:id w:val="-1296820037"/>
          <w:citation/>
        </w:sdtPr>
        <w:sdtEndPr/>
        <w:sdtContent>
          <w:r w:rsidR="003E23FA" w:rsidRPr="008219B0">
            <w:fldChar w:fldCharType="begin"/>
          </w:r>
          <w:r w:rsidR="003E23FA" w:rsidRPr="003C0159">
            <w:instrText xml:space="preserve"> CITATION Eur17 \l 1031 </w:instrText>
          </w:r>
          <w:r w:rsidR="003E23FA" w:rsidRPr="00AB6ED6">
            <w:fldChar w:fldCharType="separate"/>
          </w:r>
          <w:r w:rsidR="00AB6ED6">
            <w:rPr>
              <w:noProof/>
            </w:rPr>
            <w:t>[5]</w:t>
          </w:r>
          <w:r w:rsidR="003E23FA" w:rsidRPr="008219B0">
            <w:fldChar w:fldCharType="end"/>
          </w:r>
        </w:sdtContent>
      </w:sdt>
      <w:r w:rsidR="007A45DE" w:rsidRPr="003C0159">
        <w:t>. It applies mainly to new results that are produced in CLARITY and that are to be made available by the project consortium as open source, open science and open data.</w:t>
      </w:r>
    </w:p>
    <w:p w14:paraId="584DBF3C" w14:textId="77777777" w:rsidR="00945BB7" w:rsidRPr="003C0159" w:rsidRDefault="00945BB7" w:rsidP="00F44631">
      <w:pPr>
        <w:pStyle w:val="berschrift2"/>
      </w:pPr>
      <w:bookmarkStart w:id="12" w:name="_Toc499541104"/>
      <w:r w:rsidRPr="003C0159">
        <w:t>Making data findable, including provisions for metadata</w:t>
      </w:r>
      <w:bookmarkEnd w:id="12"/>
    </w:p>
    <w:p w14:paraId="39AE39AA" w14:textId="0B4FCCEB" w:rsidR="00945BB7" w:rsidRPr="003C0159" w:rsidRDefault="00945BB7" w:rsidP="00E70C59">
      <w:pPr>
        <w:pStyle w:val="berschrift3"/>
      </w:pPr>
      <w:bookmarkStart w:id="13" w:name="__RefHeading___Toc4176_4285440131"/>
      <w:bookmarkStart w:id="14" w:name="_Toc499541105"/>
      <w:bookmarkEnd w:id="13"/>
      <w:r w:rsidRPr="003C0159">
        <w:t>Are the data produced and/or used in the project discoverable with metadata, identifiable and locatable by means of a standard identification mechanism (e.g. persistent and unique identifiers such as Digital Object Identifiers)?</w:t>
      </w:r>
      <w:bookmarkEnd w:id="14"/>
    </w:p>
    <w:p w14:paraId="6BE6F291" w14:textId="0EE958C6" w:rsidR="00945BB7" w:rsidRPr="003C0159" w:rsidRDefault="00945BB7" w:rsidP="00945BB7">
      <w:pPr>
        <w:pStyle w:val="Textkrper"/>
      </w:pPr>
      <w:r w:rsidRPr="003C0159">
        <w:t xml:space="preserve">All open data, publications and open source software produced in CLARITY (open CLARITY results) will identifiable and locatable by means of a persistent Uniform Resource Locator (URI). If possible, open CLARITY results will be assigned a </w:t>
      </w:r>
      <w:r w:rsidRPr="003C0159">
        <w:rPr>
          <w:b/>
          <w:bCs/>
        </w:rPr>
        <w:t>Digital Object Identifier</w:t>
      </w:r>
      <w:r w:rsidRPr="003C0159">
        <w:t xml:space="preserve"> (DOI) in order to make content easily and uniquely citable. Thereby, CLARITY relies on external </w:t>
      </w:r>
      <w:proofErr w:type="gramStart"/>
      <w:r w:rsidRPr="003C0159">
        <w:t>services,</w:t>
      </w:r>
      <w:proofErr w:type="gramEnd"/>
      <w:r w:rsidRPr="003C0159">
        <w:t xml:space="preserve"> since DOIs can only be assigned by DOI registrants through a DOI registration agency (see </w:t>
      </w:r>
      <w:hyperlink r:id="rId13" w:history="1">
        <w:r w:rsidR="00CD3071" w:rsidRPr="003C0159">
          <w:rPr>
            <w:rStyle w:val="Hyperlink"/>
            <w:rFonts w:asciiTheme="minorHAnsi" w:hAnsiTheme="minorHAnsi"/>
            <w:sz w:val="22"/>
          </w:rPr>
          <w:t>https://www.doi.org/doi_handbook/8_Registration_Agencies.html</w:t>
        </w:r>
      </w:hyperlink>
      <w:r w:rsidRPr="003C0159">
        <w:t>).</w:t>
      </w:r>
    </w:p>
    <w:p w14:paraId="15F48D47" w14:textId="2A0C0755" w:rsidR="00945BB7" w:rsidRPr="003C0159" w:rsidRDefault="00945BB7" w:rsidP="00945BB7">
      <w:pPr>
        <w:pStyle w:val="Textkrper"/>
      </w:pPr>
      <w:r w:rsidRPr="003C0159">
        <w:t xml:space="preserve">Open CLARITY results that are deposited in the CLARITY </w:t>
      </w:r>
      <w:r w:rsidRPr="003C0159">
        <w:rPr>
          <w:b/>
          <w:bCs/>
        </w:rPr>
        <w:t>default Open Access repository</w:t>
      </w:r>
      <w:r w:rsidRPr="003C0159">
        <w:t xml:space="preserve"> (</w:t>
      </w:r>
      <w:proofErr w:type="spellStart"/>
      <w:r w:rsidRPr="003C0159">
        <w:t>Zenodo</w:t>
      </w:r>
      <w:proofErr w:type="spellEnd"/>
      <w:r w:rsidRPr="003C0159">
        <w:t xml:space="preserve">, see </w:t>
      </w:r>
      <w:r w:rsidRPr="008219B0">
        <w:fldChar w:fldCharType="begin"/>
      </w:r>
      <w:r w:rsidRPr="003C0159">
        <w:instrText>REF __RefHeading___Toc1722_1611646261 \r \h</w:instrText>
      </w:r>
      <w:r w:rsidR="00E57287" w:rsidRPr="003C0159">
        <w:instrText xml:space="preserve"> \* MERGEFORMAT </w:instrText>
      </w:r>
      <w:r w:rsidRPr="00AB6ED6">
        <w:fldChar w:fldCharType="separate"/>
      </w:r>
      <w:r w:rsidR="00AB6ED6">
        <w:t>2.2.7</w:t>
      </w:r>
      <w:r w:rsidRPr="008219B0">
        <w:fldChar w:fldCharType="end"/>
      </w:r>
      <w:r w:rsidRPr="003C0159">
        <w:t xml:space="preserve">) will be assigned a DOI automatically and will benefit also from </w:t>
      </w:r>
      <w:proofErr w:type="spellStart"/>
      <w:r w:rsidRPr="003C0159">
        <w:t>Zenodo’s</w:t>
      </w:r>
      <w:proofErr w:type="spellEnd"/>
      <w:r w:rsidRPr="003C0159">
        <w:t xml:space="preserve"> DOI versioning support (see </w:t>
      </w:r>
      <w:r w:rsidRPr="008219B0">
        <w:fldChar w:fldCharType="begin"/>
      </w:r>
      <w:r w:rsidRPr="003C0159">
        <w:instrText>REF __RefHeading___Toc1724_1611646261 \r \h</w:instrText>
      </w:r>
      <w:r w:rsidR="00E57287" w:rsidRPr="003C0159">
        <w:instrText xml:space="preserve"> \* MERGEFORMAT </w:instrText>
      </w:r>
      <w:r w:rsidRPr="00AB6ED6">
        <w:fldChar w:fldCharType="separate"/>
      </w:r>
      <w:r w:rsidR="00AB6ED6">
        <w:t>2.1.4</w:t>
      </w:r>
      <w:r w:rsidRPr="008219B0">
        <w:fldChar w:fldCharType="end"/>
      </w:r>
      <w:r w:rsidRPr="003C0159">
        <w:t xml:space="preserve">). </w:t>
      </w:r>
    </w:p>
    <w:p w14:paraId="61DCA625" w14:textId="01B04DA3" w:rsidR="00945BB7" w:rsidRPr="003C0159" w:rsidRDefault="00945BB7" w:rsidP="00945BB7">
      <w:pPr>
        <w:pStyle w:val="Textkrper"/>
      </w:pPr>
      <w:r w:rsidRPr="003C0159">
        <w:t>Open CLARITY results that are deposited in institutional repositories</w:t>
      </w:r>
      <w:r w:rsidR="008D5AF2" w:rsidRPr="003C0159">
        <w:t xml:space="preserve">, repositories of scientific publishers or other data and research repositories </w:t>
      </w:r>
      <w:r w:rsidRPr="003C0159">
        <w:t xml:space="preserve">will be </w:t>
      </w:r>
      <w:r w:rsidR="008D5AF2" w:rsidRPr="003C0159">
        <w:rPr>
          <w:b/>
        </w:rPr>
        <w:t>at least</w:t>
      </w:r>
      <w:r w:rsidR="008D5AF2" w:rsidRPr="003C0159">
        <w:t xml:space="preserve"> </w:t>
      </w:r>
      <w:r w:rsidRPr="003C0159">
        <w:t xml:space="preserve">indefinable by a persistent URI. If the institution is a DOI registrant that has an agreement with a DOI registration agency, a DOI will be assigned, too. </w:t>
      </w:r>
    </w:p>
    <w:p w14:paraId="68DED2F9" w14:textId="5C884AB2" w:rsidR="00945BB7" w:rsidRPr="003C0159" w:rsidRDefault="00945BB7" w:rsidP="00945BB7">
      <w:pPr>
        <w:pStyle w:val="Textkrper"/>
      </w:pPr>
      <w:r w:rsidRPr="003C0159">
        <w:t xml:space="preserve">Whether scientific publications will be assigned a unique identifier like DOI, Publisher Item Identifier (PII), International Standard Serial Number (ISSN), etc. </w:t>
      </w:r>
      <w:r w:rsidRPr="003C0159">
        <w:rPr>
          <w:b/>
          <w:bCs/>
        </w:rPr>
        <w:t>depends on the open access strategy</w:t>
      </w:r>
      <w:r w:rsidRPr="003C0159">
        <w:t xml:space="preserve"> (green or gold) chosen by the editors and thus also on the respective scientific publisher</w:t>
      </w:r>
      <w:r w:rsidR="008D5AF2" w:rsidRPr="003C0159">
        <w:t xml:space="preserve"> </w:t>
      </w:r>
      <w:r w:rsidR="008D5AF2" w:rsidRPr="003C0159">
        <w:rPr>
          <w:b/>
        </w:rPr>
        <w:t>and the chosen research repository</w:t>
      </w:r>
      <w:r w:rsidRPr="003C0159">
        <w:t>.</w:t>
      </w:r>
      <w:r w:rsidR="00CF515B" w:rsidRPr="003C0159">
        <w:t xml:space="preserve"> </w:t>
      </w:r>
      <w:proofErr w:type="spellStart"/>
      <w:r w:rsidR="00FA27D3" w:rsidRPr="003C0159">
        <w:t>Zenodo</w:t>
      </w:r>
      <w:proofErr w:type="spellEnd"/>
      <w:r w:rsidR="00FA27D3" w:rsidRPr="003C0159">
        <w:t xml:space="preserve"> (</w:t>
      </w:r>
      <w:hyperlink r:id="rId14" w:history="1">
        <w:r w:rsidR="00FA27D3" w:rsidRPr="003C0159">
          <w:rPr>
            <w:rStyle w:val="Hyperlink"/>
            <w:rFonts w:asciiTheme="minorHAnsi" w:hAnsiTheme="minorHAnsi"/>
            <w:sz w:val="22"/>
          </w:rPr>
          <w:t>http://help.zenodo.org/features/</w:t>
        </w:r>
      </w:hyperlink>
      <w:r w:rsidR="00FA27D3" w:rsidRPr="003C0159">
        <w:t xml:space="preserve">) </w:t>
      </w:r>
      <w:r w:rsidR="00FA27D3" w:rsidRPr="00AB6ED6">
        <w:rPr>
          <w:noProof/>
        </w:rPr>
        <w:t>is</w:t>
      </w:r>
      <w:r w:rsidR="00FA27D3" w:rsidRPr="003C0159">
        <w:t xml:space="preserve"> for example, one of the open data repository </w:t>
      </w:r>
      <w:r w:rsidR="00CF515B" w:rsidRPr="003C0159">
        <w:t>repositor</w:t>
      </w:r>
      <w:r w:rsidR="00FA27D3" w:rsidRPr="003C0159">
        <w:t>ies</w:t>
      </w:r>
      <w:r w:rsidR="00CF515B" w:rsidRPr="003C0159">
        <w:t xml:space="preserve"> that can generate DOIs for research results.</w:t>
      </w:r>
      <w:r w:rsidR="000D1D25" w:rsidRPr="003C0159">
        <w:t xml:space="preserve"> </w:t>
      </w:r>
      <w:r w:rsidRPr="003C0159">
        <w:t xml:space="preserve">See also </w:t>
      </w:r>
      <w:r w:rsidRPr="008219B0">
        <w:fldChar w:fldCharType="begin"/>
      </w:r>
      <w:r w:rsidRPr="003C0159">
        <w:instrText>REF __RefHeading___Toc9352_1703622956 \r \h</w:instrText>
      </w:r>
      <w:r w:rsidR="00E57287" w:rsidRPr="003C0159">
        <w:instrText xml:space="preserve"> \* MERGEFORMAT </w:instrText>
      </w:r>
      <w:r w:rsidRPr="00AB6ED6">
        <w:fldChar w:fldCharType="separate"/>
      </w:r>
      <w:r w:rsidR="00AB6ED6">
        <w:t>2.2.3</w:t>
      </w:r>
      <w:r w:rsidRPr="008219B0">
        <w:fldChar w:fldCharType="end"/>
      </w:r>
      <w:r w:rsidRPr="003C0159">
        <w:t>.</w:t>
      </w:r>
    </w:p>
    <w:p w14:paraId="47508C20" w14:textId="684D9C9F" w:rsidR="00945BB7" w:rsidRPr="003C0159" w:rsidRDefault="00945BB7" w:rsidP="00E70C59">
      <w:pPr>
        <w:pStyle w:val="berschrift3"/>
      </w:pPr>
      <w:bookmarkStart w:id="15" w:name="_Toc499541106"/>
      <w:r w:rsidRPr="003C0159">
        <w:t>What naming conventions do you follow?</w:t>
      </w:r>
      <w:bookmarkEnd w:id="15"/>
    </w:p>
    <w:p w14:paraId="781C7027" w14:textId="48B0BA2B" w:rsidR="00945BB7" w:rsidRPr="003C0159" w:rsidRDefault="00945BB7" w:rsidP="00E85559">
      <w:pPr>
        <w:pStyle w:val="Textkrper"/>
      </w:pPr>
      <w:r w:rsidRPr="003C0159">
        <w:t xml:space="preserve">File names </w:t>
      </w:r>
      <w:r w:rsidR="00E85559" w:rsidRPr="003C0159">
        <w:t xml:space="preserve">will </w:t>
      </w:r>
      <w:r w:rsidRPr="003C0159">
        <w:t xml:space="preserve">include at least a version number (see </w:t>
      </w:r>
      <w:r w:rsidRPr="008219B0">
        <w:fldChar w:fldCharType="begin"/>
      </w:r>
      <w:r w:rsidRPr="003C0159">
        <w:instrText>REF __RefHeading___Toc1724_1611646261 \r \h</w:instrText>
      </w:r>
      <w:r w:rsidR="00E57287" w:rsidRPr="003C0159">
        <w:instrText xml:space="preserve"> \* MERGEFORMAT </w:instrText>
      </w:r>
      <w:r w:rsidRPr="00AB6ED6">
        <w:fldChar w:fldCharType="separate"/>
      </w:r>
      <w:r w:rsidR="00AB6ED6">
        <w:t>2.1.4</w:t>
      </w:r>
      <w:r w:rsidRPr="008219B0">
        <w:fldChar w:fldCharType="end"/>
      </w:r>
      <w:r w:rsidRPr="003C0159">
        <w:t xml:space="preserve">) </w:t>
      </w:r>
      <w:r w:rsidRPr="00AB6ED6">
        <w:rPr>
          <w:noProof/>
        </w:rPr>
        <w:t>and</w:t>
      </w:r>
      <w:r w:rsidR="003F75A4">
        <w:rPr>
          <w:noProof/>
        </w:rPr>
        <w:t>/</w:t>
      </w:r>
      <w:r w:rsidRPr="00AB6ED6">
        <w:rPr>
          <w:noProof/>
        </w:rPr>
        <w:t>or</w:t>
      </w:r>
      <w:r w:rsidRPr="003C0159">
        <w:t xml:space="preserve"> a time stamp.</w:t>
      </w:r>
      <w:r w:rsidR="00D35B16" w:rsidRPr="003C0159">
        <w:t xml:space="preserve"> </w:t>
      </w:r>
      <w:r w:rsidR="00E85559" w:rsidRPr="003C0159">
        <w:t>Datasets</w:t>
      </w:r>
      <w:r w:rsidR="00D35B16" w:rsidRPr="003C0159">
        <w:t xml:space="preserve"> that </w:t>
      </w:r>
      <w:r w:rsidR="00E85559" w:rsidRPr="003C0159">
        <w:t>are produced by</w:t>
      </w:r>
      <w:r w:rsidR="00D35B16" w:rsidRPr="003C0159">
        <w:t xml:space="preserve"> </w:t>
      </w:r>
      <w:r w:rsidR="00E85559" w:rsidRPr="003C0159">
        <w:t xml:space="preserve">(climate) models should follow the standard </w:t>
      </w:r>
      <w:proofErr w:type="spellStart"/>
      <w:r w:rsidR="00E85559" w:rsidRPr="003C0159">
        <w:t>NetCDF</w:t>
      </w:r>
      <w:proofErr w:type="spellEnd"/>
      <w:r w:rsidR="00E85559" w:rsidRPr="003C0159">
        <w:t xml:space="preserve"> Climate and Forecast (CF) Metadata convention (</w:t>
      </w:r>
      <w:hyperlink r:id="rId15" w:history="1">
        <w:r w:rsidR="00E85559" w:rsidRPr="003C0159">
          <w:rPr>
            <w:rStyle w:val="Hyperlink"/>
            <w:rFonts w:asciiTheme="minorHAnsi" w:hAnsiTheme="minorHAnsi"/>
            <w:sz w:val="22"/>
          </w:rPr>
          <w:t>https://cf-trac.llnl.gov/trac</w:t>
        </w:r>
      </w:hyperlink>
      <w:r w:rsidR="00E85559" w:rsidRPr="003C0159">
        <w:t>)</w:t>
      </w:r>
      <w:r w:rsidR="0080768A" w:rsidRPr="003C0159">
        <w:t xml:space="preserve"> and, if applicable, adhere to the common naming system of the Coupled Model </w:t>
      </w:r>
      <w:proofErr w:type="spellStart"/>
      <w:r w:rsidR="0080768A" w:rsidRPr="003C0159">
        <w:t>Intercomparison</w:t>
      </w:r>
      <w:proofErr w:type="spellEnd"/>
      <w:r w:rsidR="0080768A" w:rsidRPr="003C0159">
        <w:t xml:space="preserve"> Project (CMIP5) Model Output Format and Metadata Requirements </w:t>
      </w:r>
      <w:sdt>
        <w:sdtPr>
          <w:id w:val="616265717"/>
          <w:citation/>
        </w:sdtPr>
        <w:sdtEndPr/>
        <w:sdtContent>
          <w:r w:rsidR="0080768A" w:rsidRPr="008219B0">
            <w:fldChar w:fldCharType="begin"/>
          </w:r>
          <w:r w:rsidR="0080768A" w:rsidRPr="00AB6ED6">
            <w:instrText xml:space="preserve"> CITATION Tay10 \l 1031 </w:instrText>
          </w:r>
          <w:r w:rsidR="0080768A" w:rsidRPr="00AB6ED6">
            <w:fldChar w:fldCharType="separate"/>
          </w:r>
          <w:r w:rsidR="00AB6ED6">
            <w:rPr>
              <w:noProof/>
            </w:rPr>
            <w:t>[6]</w:t>
          </w:r>
          <w:r w:rsidR="0080768A" w:rsidRPr="008219B0">
            <w:fldChar w:fldCharType="end"/>
          </w:r>
        </w:sdtContent>
      </w:sdt>
      <w:r w:rsidR="0080768A" w:rsidRPr="003C0159">
        <w:t xml:space="preserve">. </w:t>
      </w:r>
    </w:p>
    <w:p w14:paraId="760781C6" w14:textId="3B99AFFD" w:rsidR="00945BB7" w:rsidRPr="003C0159" w:rsidRDefault="00945BB7" w:rsidP="00E70C59">
      <w:pPr>
        <w:pStyle w:val="berschrift3"/>
      </w:pPr>
      <w:bookmarkStart w:id="16" w:name="_Toc499541107"/>
      <w:r w:rsidRPr="003C0159">
        <w:t>Will search keywords be provided that optimize possibilities for re-use?</w:t>
      </w:r>
      <w:bookmarkEnd w:id="16"/>
    </w:p>
    <w:p w14:paraId="190A81A4" w14:textId="7CD3DABE" w:rsidR="00945BB7" w:rsidRPr="003C0159" w:rsidRDefault="00F25EE0" w:rsidP="00945BB7">
      <w:pPr>
        <w:pStyle w:val="Textkrper"/>
      </w:pPr>
      <w:r w:rsidRPr="003C0159">
        <w:t>All</w:t>
      </w:r>
      <w:r w:rsidR="00945BB7" w:rsidRPr="003C0159">
        <w:t xml:space="preserve"> </w:t>
      </w:r>
      <w:r w:rsidRPr="003C0159">
        <w:t>o</w:t>
      </w:r>
      <w:r w:rsidR="00945BB7" w:rsidRPr="003C0159">
        <w:t xml:space="preserve">pen CLARITY results deposited in a repository will provide search keywords together with their metadata (see </w:t>
      </w:r>
      <w:r w:rsidR="00945BB7" w:rsidRPr="008219B0">
        <w:fldChar w:fldCharType="begin"/>
      </w:r>
      <w:r w:rsidR="00945BB7" w:rsidRPr="003C0159">
        <w:instrText>REF __RefHeading___Toc3334_1283140823 \r \h</w:instrText>
      </w:r>
      <w:r w:rsidR="00E57287" w:rsidRPr="003C0159">
        <w:instrText xml:space="preserve"> \* MERGEFORMAT </w:instrText>
      </w:r>
      <w:r w:rsidR="00945BB7" w:rsidRPr="00AB6ED6">
        <w:fldChar w:fldCharType="separate"/>
      </w:r>
      <w:r w:rsidR="00AB6ED6">
        <w:t>2.1.5</w:t>
      </w:r>
      <w:r w:rsidR="00945BB7" w:rsidRPr="008219B0">
        <w:fldChar w:fldCharType="end"/>
      </w:r>
      <w:r w:rsidR="00945BB7" w:rsidRPr="003C0159">
        <w:t xml:space="preserve">). Keywords for open data will be selected from controlled vocabularies that are suitable for the specific type of the data (see </w:t>
      </w:r>
      <w:r w:rsidR="00945BB7" w:rsidRPr="008219B0">
        <w:fldChar w:fldCharType="begin"/>
      </w:r>
      <w:r w:rsidR="00945BB7" w:rsidRPr="003C0159">
        <w:instrText>REF __RefHeading___Toc3356_1283140823 \r \h</w:instrText>
      </w:r>
      <w:r w:rsidR="00E57287" w:rsidRPr="003C0159">
        <w:instrText xml:space="preserve"> \* MERGEFORMAT </w:instrText>
      </w:r>
      <w:r w:rsidR="00945BB7" w:rsidRPr="00AB6ED6">
        <w:fldChar w:fldCharType="separate"/>
      </w:r>
      <w:r w:rsidR="00AB6ED6">
        <w:t>2.3.3</w:t>
      </w:r>
      <w:r w:rsidR="00945BB7" w:rsidRPr="008219B0">
        <w:fldChar w:fldCharType="end"/>
      </w:r>
      <w:r w:rsidR="00945BB7" w:rsidRPr="003C0159">
        <w:t xml:space="preserve">). </w:t>
      </w:r>
    </w:p>
    <w:p w14:paraId="431C3C08" w14:textId="77777777" w:rsidR="00945BB7" w:rsidRPr="003C0159" w:rsidRDefault="00945BB7" w:rsidP="00E70C59">
      <w:pPr>
        <w:pStyle w:val="berschrift3"/>
      </w:pPr>
      <w:bookmarkStart w:id="17" w:name="__RefHeading___Toc1724_1611646261"/>
      <w:bookmarkStart w:id="18" w:name="_Toc499541108"/>
      <w:bookmarkEnd w:id="17"/>
      <w:r w:rsidRPr="003C0159">
        <w:t>Do you provide clear version numbers?</w:t>
      </w:r>
      <w:bookmarkEnd w:id="18"/>
      <w:r w:rsidRPr="003C0159">
        <w:t xml:space="preserve"> </w:t>
      </w:r>
    </w:p>
    <w:p w14:paraId="2D37D560" w14:textId="5682D127" w:rsidR="00945BB7" w:rsidRPr="00941E3F" w:rsidRDefault="00945BB7" w:rsidP="00945BB7">
      <w:pPr>
        <w:pStyle w:val="Textkrper"/>
      </w:pPr>
      <w:r w:rsidRPr="003C0159">
        <w:t>Open source software will follow the semantic versioning schema (</w:t>
      </w:r>
      <w:hyperlink r:id="rId16" w:history="1">
        <w:r w:rsidR="00FF75B0" w:rsidRPr="003C0159">
          <w:rPr>
            <w:rStyle w:val="Hyperlink"/>
            <w:rFonts w:asciiTheme="minorHAnsi" w:hAnsiTheme="minorHAnsi"/>
            <w:sz w:val="22"/>
          </w:rPr>
          <w:t>http://semver.org</w:t>
        </w:r>
      </w:hyperlink>
      <w:r w:rsidRPr="003C0159">
        <w:t xml:space="preserve">). The same can also be applied to datasets. For </w:t>
      </w:r>
      <w:r w:rsidRPr="00AB6ED6">
        <w:rPr>
          <w:noProof/>
        </w:rPr>
        <w:t>publications</w:t>
      </w:r>
      <w:r w:rsidR="00AC5136">
        <w:rPr>
          <w:noProof/>
        </w:rPr>
        <w:t>,</w:t>
      </w:r>
      <w:r w:rsidRPr="00941E3F">
        <w:t xml:space="preserve"> versioning is in general not necessary.</w:t>
      </w:r>
    </w:p>
    <w:p w14:paraId="52018EE1" w14:textId="32BD924D" w:rsidR="00945BB7" w:rsidRPr="003C0159" w:rsidRDefault="00945BB7" w:rsidP="00945BB7">
      <w:pPr>
        <w:pStyle w:val="Textkrper"/>
      </w:pPr>
      <w:r w:rsidRPr="00941E3F">
        <w:t xml:space="preserve">Additionally, all open data, publications and open source software deposited in the </w:t>
      </w:r>
      <w:proofErr w:type="spellStart"/>
      <w:r w:rsidRPr="00941E3F">
        <w:t>Zenodo</w:t>
      </w:r>
      <w:proofErr w:type="spellEnd"/>
      <w:r w:rsidRPr="00941E3F">
        <w:t xml:space="preserve"> repository (see </w:t>
      </w:r>
      <w:r w:rsidRPr="008219B0">
        <w:fldChar w:fldCharType="begin"/>
      </w:r>
      <w:r w:rsidRPr="003C0159">
        <w:instrText>REF __RefHeading___Toc9352_1703622956 \r \h</w:instrText>
      </w:r>
      <w:r w:rsidR="00E57287" w:rsidRPr="003C0159">
        <w:instrText xml:space="preserve"> \* MERGEFORMAT </w:instrText>
      </w:r>
      <w:r w:rsidRPr="00AB6ED6">
        <w:fldChar w:fldCharType="separate"/>
      </w:r>
      <w:r w:rsidR="00AB6ED6">
        <w:t>2.2.3</w:t>
      </w:r>
      <w:r w:rsidRPr="008219B0">
        <w:fldChar w:fldCharType="end"/>
      </w:r>
      <w:r w:rsidRPr="003C0159">
        <w:t xml:space="preserve">) will use DOI versioning. DOI versioning allows for updating a dataset after it has been published and </w:t>
      </w:r>
      <w:r w:rsidRPr="003C0159">
        <w:lastRenderedPageBreak/>
        <w:t xml:space="preserve">to cite either a specific version of a dataset or all versions of a dataset (see </w:t>
      </w:r>
      <w:hyperlink r:id="rId17" w:history="1">
        <w:r w:rsidR="00FF75B0" w:rsidRPr="003C0159">
          <w:rPr>
            <w:rStyle w:val="Hyperlink"/>
            <w:rFonts w:asciiTheme="minorHAnsi" w:hAnsiTheme="minorHAnsi"/>
            <w:sz w:val="22"/>
          </w:rPr>
          <w:t>https://blogs.OpenAIRE.eu/?p=2010</w:t>
        </w:r>
      </w:hyperlink>
      <w:r w:rsidRPr="003C0159">
        <w:t>).</w:t>
      </w:r>
    </w:p>
    <w:p w14:paraId="20D320C3" w14:textId="77777777" w:rsidR="00945BB7" w:rsidRPr="003C0159" w:rsidRDefault="00945BB7" w:rsidP="00E70C59">
      <w:pPr>
        <w:pStyle w:val="berschrift3"/>
      </w:pPr>
      <w:bookmarkStart w:id="19" w:name="__RefHeading___Toc3334_1283140823"/>
      <w:bookmarkStart w:id="20" w:name="Decision_01"/>
      <w:bookmarkStart w:id="21" w:name="_Toc499541109"/>
      <w:bookmarkEnd w:id="19"/>
      <w:r w:rsidRPr="003C0159">
        <w:t>What metadata will be created? In case metadata standards do not exist in your discipline, please outline what type of metadata will be created and how.</w:t>
      </w:r>
      <w:bookmarkEnd w:id="20"/>
      <w:bookmarkEnd w:id="21"/>
    </w:p>
    <w:p w14:paraId="31679E99" w14:textId="2A5C34B9" w:rsidR="00501EA8" w:rsidRPr="003C0159" w:rsidRDefault="00945BB7" w:rsidP="00945BB7">
      <w:pPr>
        <w:pStyle w:val="Textkrper"/>
      </w:pPr>
      <w:proofErr w:type="gramStart"/>
      <w:r w:rsidRPr="003C0159">
        <w:t>“It is essential to provide as much accurate metadata as possible, as rich metadata significantly improves the data’s findability and re-usability” [1].</w:t>
      </w:r>
      <w:proofErr w:type="gramEnd"/>
      <w:r w:rsidRPr="003C0159">
        <w:t xml:space="preserve"> Metadata for describing the data that is collected and generated by the CLARITY project is not only needed for facilitating open access to the data, it may also be needed by the CSIS, e.g. when searching or accessing data. There are many different meta-data standards for many different types of data and it may not be possible to find one that fits all purposes. Therefore, a pragmatic and feasible approach is to agree on a </w:t>
      </w:r>
      <w:r w:rsidRPr="003C0159">
        <w:rPr>
          <w:b/>
          <w:bCs/>
        </w:rPr>
        <w:t xml:space="preserve">common and minimal </w:t>
      </w:r>
      <w:r w:rsidR="00ED38C3" w:rsidRPr="003C0159">
        <w:rPr>
          <w:b/>
          <w:bCs/>
        </w:rPr>
        <w:t xml:space="preserve">catalogue </w:t>
      </w:r>
      <w:r w:rsidRPr="003C0159">
        <w:rPr>
          <w:b/>
          <w:bCs/>
        </w:rPr>
        <w:t>metadata schema</w:t>
      </w:r>
      <w:r w:rsidRPr="003C0159">
        <w:t xml:space="preserve"> </w:t>
      </w:r>
      <w:r w:rsidR="006A4800" w:rsidRPr="003C0159">
        <w:t xml:space="preserve">for those datasets that are published in public catalogues and data repositories </w:t>
      </w:r>
      <w:r w:rsidRPr="003C0159">
        <w:t xml:space="preserve">and to use data-type specific </w:t>
      </w:r>
      <w:r w:rsidR="006A4800" w:rsidRPr="003C0159">
        <w:t xml:space="preserve">schema </w:t>
      </w:r>
      <w:r w:rsidRPr="003C0159">
        <w:t xml:space="preserve">extensions, if necessary. </w:t>
      </w:r>
    </w:p>
    <w:p w14:paraId="383B4007" w14:textId="33DAF86A" w:rsidR="00945BB7" w:rsidRPr="003C0159" w:rsidRDefault="004759C0" w:rsidP="00945BB7">
      <w:pPr>
        <w:pStyle w:val="Textkrper"/>
        <w:rPr>
          <w:b/>
        </w:rPr>
      </w:pPr>
      <w:r w:rsidRPr="003C0159">
        <w:rPr>
          <w:b/>
        </w:rPr>
        <w:t xml:space="preserve">Default Catalogue </w:t>
      </w:r>
      <w:r w:rsidR="00945BB7" w:rsidRPr="003C0159">
        <w:rPr>
          <w:b/>
        </w:rPr>
        <w:t>Metadata schema for open data generated by the project</w:t>
      </w:r>
    </w:p>
    <w:p w14:paraId="5B143001" w14:textId="4736E5F5" w:rsidR="00715C39" w:rsidRPr="003C0159" w:rsidRDefault="00945BB7" w:rsidP="00945BB7">
      <w:pPr>
        <w:pStyle w:val="Textkrper"/>
      </w:pPr>
      <w:r w:rsidRPr="003C0159">
        <w:t xml:space="preserve">In general, the </w:t>
      </w:r>
      <w:proofErr w:type="spellStart"/>
      <w:r w:rsidRPr="003C0159">
        <w:t>Zenodo</w:t>
      </w:r>
      <w:proofErr w:type="spellEnd"/>
      <w:r w:rsidRPr="003C0159">
        <w:t xml:space="preserve"> deposition metadata domain model (</w:t>
      </w:r>
      <w:hyperlink r:id="rId18" w:anchor="representation" w:history="1">
        <w:r w:rsidR="0002092F" w:rsidRPr="003C0159">
          <w:rPr>
            <w:rStyle w:val="Hyperlink"/>
            <w:rFonts w:asciiTheme="minorHAnsi" w:hAnsiTheme="minorHAnsi"/>
            <w:sz w:val="22"/>
          </w:rPr>
          <w:t>http://developers.Zenodo.org/#representation</w:t>
        </w:r>
      </w:hyperlink>
      <w:r w:rsidRPr="003C0159">
        <w:t xml:space="preserve">) which is based on </w:t>
      </w:r>
      <w:proofErr w:type="spellStart"/>
      <w:r w:rsidRPr="003C0159">
        <w:t>DataCite's</w:t>
      </w:r>
      <w:proofErr w:type="spellEnd"/>
      <w:r w:rsidRPr="003C0159">
        <w:t xml:space="preserve"> metadata schema (</w:t>
      </w:r>
      <w:hyperlink r:id="rId19" w:history="1">
        <w:r w:rsidR="0002092F" w:rsidRPr="003C0159">
          <w:rPr>
            <w:rStyle w:val="Hyperlink"/>
            <w:rFonts w:asciiTheme="minorHAnsi" w:hAnsiTheme="minorHAnsi"/>
            <w:sz w:val="22"/>
          </w:rPr>
          <w:t>https://schema.datacite.org/</w:t>
        </w:r>
      </w:hyperlink>
      <w:r w:rsidRPr="003C0159">
        <w:t xml:space="preserve">) minimum and recommended terms will be used for open data </w:t>
      </w:r>
      <w:r w:rsidRPr="003C0159">
        <w:rPr>
          <w:b/>
          <w:bCs/>
        </w:rPr>
        <w:t>generated</w:t>
      </w:r>
      <w:r w:rsidRPr="003C0159">
        <w:t xml:space="preserve"> by the project and deposited in an appropriate repository (see </w:t>
      </w:r>
      <w:r w:rsidRPr="008219B0">
        <w:fldChar w:fldCharType="begin"/>
      </w:r>
      <w:r w:rsidRPr="003C0159">
        <w:instrText>REF __RefHeading___Toc9352_1703622956 \r \h</w:instrText>
      </w:r>
      <w:r w:rsidR="00E57287" w:rsidRPr="003C0159">
        <w:instrText xml:space="preserve"> \* MERGEFORMAT </w:instrText>
      </w:r>
      <w:r w:rsidRPr="00AB6ED6">
        <w:fldChar w:fldCharType="separate"/>
      </w:r>
      <w:r w:rsidR="00AB6ED6">
        <w:t>2.2.3</w:t>
      </w:r>
      <w:r w:rsidRPr="008219B0">
        <w:fldChar w:fldCharType="end"/>
      </w:r>
      <w:r w:rsidRPr="003C0159">
        <w:t xml:space="preserve">). </w:t>
      </w:r>
    </w:p>
    <w:p w14:paraId="54141F0A" w14:textId="1A0F614B" w:rsidR="00945BB7" w:rsidRPr="003C0159" w:rsidRDefault="00945BB7" w:rsidP="00945BB7">
      <w:pPr>
        <w:pStyle w:val="Textkrper"/>
      </w:pPr>
      <w:r w:rsidRPr="003C0159">
        <w:t>For CLARITY, the following deposition metadata fields are mandatory:</w:t>
      </w:r>
    </w:p>
    <w:p w14:paraId="22F79BF3" w14:textId="77777777" w:rsidR="00945BB7" w:rsidRPr="003C0159" w:rsidRDefault="00945BB7" w:rsidP="007A37A5">
      <w:pPr>
        <w:pStyle w:val="Textkrper"/>
        <w:numPr>
          <w:ilvl w:val="0"/>
          <w:numId w:val="4"/>
        </w:numPr>
      </w:pPr>
      <w:proofErr w:type="gramStart"/>
      <w:r w:rsidRPr="003C0159">
        <w:rPr>
          <w:b/>
          <w:bCs/>
        </w:rPr>
        <w:t>title</w:t>
      </w:r>
      <w:proofErr w:type="gramEnd"/>
      <w:r w:rsidRPr="003C0159">
        <w:br/>
      </w:r>
      <w:proofErr w:type="spellStart"/>
      <w:r w:rsidRPr="003C0159">
        <w:t>Title</w:t>
      </w:r>
      <w:proofErr w:type="spellEnd"/>
      <w:r w:rsidRPr="003C0159">
        <w:t xml:space="preserve"> of the deposition.</w:t>
      </w:r>
    </w:p>
    <w:p w14:paraId="1026808A" w14:textId="77777777" w:rsidR="00945BB7" w:rsidRPr="003C0159" w:rsidRDefault="00945BB7" w:rsidP="007A37A5">
      <w:pPr>
        <w:pStyle w:val="Textkrper"/>
        <w:numPr>
          <w:ilvl w:val="0"/>
          <w:numId w:val="4"/>
        </w:numPr>
      </w:pPr>
      <w:proofErr w:type="gramStart"/>
      <w:r w:rsidRPr="003C0159">
        <w:rPr>
          <w:b/>
          <w:bCs/>
        </w:rPr>
        <w:t>description</w:t>
      </w:r>
      <w:proofErr w:type="gramEnd"/>
      <w:r w:rsidRPr="003C0159">
        <w:br/>
        <w:t xml:space="preserve">Abstract or description for deposition. </w:t>
      </w:r>
    </w:p>
    <w:p w14:paraId="301DD7A5" w14:textId="77777777" w:rsidR="00945BB7" w:rsidRPr="003C0159" w:rsidRDefault="00945BB7" w:rsidP="007A37A5">
      <w:pPr>
        <w:pStyle w:val="Textkrper"/>
        <w:numPr>
          <w:ilvl w:val="0"/>
          <w:numId w:val="4"/>
        </w:numPr>
      </w:pPr>
      <w:r w:rsidRPr="003C0159">
        <w:rPr>
          <w:b/>
          <w:bCs/>
        </w:rPr>
        <w:t>files</w:t>
      </w:r>
      <w:r w:rsidRPr="003C0159">
        <w:tab/>
        <w:t>Deposition files identifiers, filenames, size of the files in bytes and MD5 checksum of files</w:t>
      </w:r>
    </w:p>
    <w:p w14:paraId="03E6A08C" w14:textId="4A0D2B72" w:rsidR="00945BB7" w:rsidRPr="003C0159" w:rsidRDefault="00945BB7" w:rsidP="007A37A5">
      <w:pPr>
        <w:pStyle w:val="Textkrper"/>
        <w:numPr>
          <w:ilvl w:val="0"/>
          <w:numId w:val="4"/>
        </w:numPr>
      </w:pPr>
      <w:proofErr w:type="spellStart"/>
      <w:proofErr w:type="gramStart"/>
      <w:r w:rsidRPr="003C0159">
        <w:rPr>
          <w:b/>
          <w:bCs/>
        </w:rPr>
        <w:t>upload_type</w:t>
      </w:r>
      <w:proofErr w:type="spellEnd"/>
      <w:proofErr w:type="gramEnd"/>
      <w:r w:rsidRPr="003C0159">
        <w:br/>
        <w:t>Type of the deposition from</w:t>
      </w:r>
      <w:r w:rsidR="00AC5136">
        <w:t xml:space="preserve"> a</w:t>
      </w:r>
      <w:r w:rsidRPr="00941E3F">
        <w:t xml:space="preserve"> </w:t>
      </w:r>
      <w:r w:rsidRPr="00AB6ED6">
        <w:rPr>
          <w:noProof/>
        </w:rPr>
        <w:t>controlled</w:t>
      </w:r>
      <w:r w:rsidRPr="003C0159">
        <w:t xml:space="preserve"> vocabulary (publication, dataset, software, …).</w:t>
      </w:r>
    </w:p>
    <w:p w14:paraId="41A9D8E6" w14:textId="77777777" w:rsidR="00945BB7" w:rsidRPr="003C0159" w:rsidRDefault="00945BB7" w:rsidP="007A37A5">
      <w:pPr>
        <w:pStyle w:val="Textkrper"/>
        <w:numPr>
          <w:ilvl w:val="0"/>
          <w:numId w:val="4"/>
        </w:numPr>
      </w:pPr>
      <w:proofErr w:type="spellStart"/>
      <w:proofErr w:type="gramStart"/>
      <w:r w:rsidRPr="003C0159">
        <w:rPr>
          <w:b/>
          <w:bCs/>
        </w:rPr>
        <w:t>publication_date</w:t>
      </w:r>
      <w:proofErr w:type="spellEnd"/>
      <w:proofErr w:type="gramEnd"/>
      <w:r w:rsidRPr="003C0159">
        <w:br/>
        <w:t>Date of publication in ISO8601 format (YYYY-MM-DD).</w:t>
      </w:r>
    </w:p>
    <w:p w14:paraId="2BF2D8AE" w14:textId="33D2A7FC" w:rsidR="00945BB7" w:rsidRPr="003C0159" w:rsidRDefault="00945BB7" w:rsidP="007A37A5">
      <w:pPr>
        <w:pStyle w:val="Textkrper"/>
        <w:numPr>
          <w:ilvl w:val="0"/>
          <w:numId w:val="4"/>
        </w:numPr>
      </w:pPr>
      <w:proofErr w:type="gramStart"/>
      <w:r w:rsidRPr="003C0159">
        <w:rPr>
          <w:b/>
          <w:bCs/>
        </w:rPr>
        <w:t>creators</w:t>
      </w:r>
      <w:proofErr w:type="gramEnd"/>
      <w:r w:rsidRPr="003C0159">
        <w:tab/>
      </w:r>
      <w:r w:rsidR="000B3D58" w:rsidRPr="003C0159">
        <w:br/>
      </w:r>
      <w:r w:rsidRPr="003C0159">
        <w:t>The creators/authors of the deposition.</w:t>
      </w:r>
    </w:p>
    <w:p w14:paraId="1E6F5EFC" w14:textId="7D59EE16" w:rsidR="00945BB7" w:rsidRPr="003C0159" w:rsidRDefault="00945BB7" w:rsidP="007A37A5">
      <w:pPr>
        <w:pStyle w:val="Textkrper"/>
        <w:numPr>
          <w:ilvl w:val="0"/>
          <w:numId w:val="4"/>
        </w:numPr>
      </w:pPr>
      <w:proofErr w:type="gramStart"/>
      <w:r w:rsidRPr="003C0159">
        <w:rPr>
          <w:b/>
          <w:bCs/>
        </w:rPr>
        <w:t>license</w:t>
      </w:r>
      <w:proofErr w:type="gramEnd"/>
      <w:r w:rsidRPr="003C0159">
        <w:br/>
        <w:t xml:space="preserve">Open license from controlled vocabulary “Open Definition Licenses Service” (see </w:t>
      </w:r>
      <w:r w:rsidRPr="008219B0">
        <w:fldChar w:fldCharType="begin"/>
      </w:r>
      <w:r w:rsidRPr="003C0159">
        <w:instrText>REF __RefHeading___Toc3392_4285440131 \r \h</w:instrText>
      </w:r>
      <w:r w:rsidR="00E57287" w:rsidRPr="003C0159">
        <w:instrText xml:space="preserve"> \* MERGEFORMAT </w:instrText>
      </w:r>
      <w:r w:rsidRPr="00AB6ED6">
        <w:fldChar w:fldCharType="separate"/>
      </w:r>
      <w:r w:rsidR="00AB6ED6">
        <w:t>2.3.2</w:t>
      </w:r>
      <w:r w:rsidRPr="008219B0">
        <w:fldChar w:fldCharType="end"/>
      </w:r>
      <w:r w:rsidRPr="003C0159">
        <w:t xml:space="preserve">and </w:t>
      </w:r>
      <w:r w:rsidRPr="008219B0">
        <w:fldChar w:fldCharType="begin"/>
      </w:r>
      <w:r w:rsidRPr="003C0159">
        <w:instrText>REF __RefHeading___Toc3390_4285440131 \r \h</w:instrText>
      </w:r>
      <w:r w:rsidR="00E57287" w:rsidRPr="003C0159">
        <w:instrText xml:space="preserve"> \* MERGEFORMAT </w:instrText>
      </w:r>
      <w:r w:rsidRPr="00AB6ED6">
        <w:fldChar w:fldCharType="separate"/>
      </w:r>
      <w:r w:rsidR="00AB6ED6">
        <w:t>2.2.11</w:t>
      </w:r>
      <w:r w:rsidRPr="008219B0">
        <w:fldChar w:fldCharType="end"/>
      </w:r>
      <w:r w:rsidRPr="003C0159">
        <w:t>).</w:t>
      </w:r>
    </w:p>
    <w:p w14:paraId="319B9FDF" w14:textId="3E8E1ED8" w:rsidR="00945BB7" w:rsidRPr="003C0159" w:rsidRDefault="00945BB7" w:rsidP="007A37A5">
      <w:pPr>
        <w:pStyle w:val="Textkrper"/>
        <w:numPr>
          <w:ilvl w:val="0"/>
          <w:numId w:val="4"/>
        </w:numPr>
      </w:pPr>
      <w:proofErr w:type="spellStart"/>
      <w:r w:rsidRPr="003C0159">
        <w:rPr>
          <w:b/>
          <w:bCs/>
        </w:rPr>
        <w:t>doi</w:t>
      </w:r>
      <w:proofErr w:type="spellEnd"/>
      <w:r w:rsidRPr="003C0159">
        <w:t xml:space="preserve"> </w:t>
      </w:r>
      <w:r w:rsidRPr="003C0159">
        <w:br/>
        <w:t xml:space="preserve">Digital Object Identifier assigned by the DOI registrant (e.g. </w:t>
      </w:r>
      <w:proofErr w:type="spellStart"/>
      <w:r w:rsidRPr="003C0159">
        <w:t>Zenodo</w:t>
      </w:r>
      <w:proofErr w:type="spellEnd"/>
      <w:r w:rsidRPr="003C0159">
        <w:t xml:space="preserve">), also used for versioning (see </w:t>
      </w:r>
      <w:r w:rsidRPr="008219B0">
        <w:fldChar w:fldCharType="begin"/>
      </w:r>
      <w:r w:rsidRPr="003C0159">
        <w:instrText>REF __RefHeading___Toc1724_1611646261 \r \h</w:instrText>
      </w:r>
      <w:r w:rsidR="00E57287" w:rsidRPr="003C0159">
        <w:instrText xml:space="preserve"> \* MERGEFORMAT </w:instrText>
      </w:r>
      <w:r w:rsidRPr="00AB6ED6">
        <w:fldChar w:fldCharType="separate"/>
      </w:r>
      <w:r w:rsidR="00AB6ED6">
        <w:t>2.1.4</w:t>
      </w:r>
      <w:r w:rsidRPr="008219B0">
        <w:fldChar w:fldCharType="end"/>
      </w:r>
      <w:r w:rsidRPr="003C0159">
        <w:t>)</w:t>
      </w:r>
    </w:p>
    <w:p w14:paraId="3A50FBF0" w14:textId="77777777" w:rsidR="00945BB7" w:rsidRPr="003C0159" w:rsidRDefault="00945BB7" w:rsidP="007A37A5">
      <w:pPr>
        <w:pStyle w:val="Textkrper"/>
        <w:numPr>
          <w:ilvl w:val="0"/>
          <w:numId w:val="4"/>
        </w:numPr>
      </w:pPr>
      <w:proofErr w:type="gramStart"/>
      <w:r w:rsidRPr="003C0159">
        <w:rPr>
          <w:b/>
          <w:bCs/>
        </w:rPr>
        <w:t>keywords</w:t>
      </w:r>
      <w:proofErr w:type="gramEnd"/>
      <w:r w:rsidRPr="003C0159">
        <w:t xml:space="preserve"> </w:t>
      </w:r>
      <w:r w:rsidRPr="003C0159">
        <w:br/>
      </w:r>
      <w:r w:rsidRPr="00AB6ED6">
        <w:rPr>
          <w:noProof/>
        </w:rPr>
        <w:t>Free form</w:t>
      </w:r>
      <w:r w:rsidRPr="003C0159">
        <w:t xml:space="preserve"> keywords for this deposition.</w:t>
      </w:r>
    </w:p>
    <w:p w14:paraId="4FDDFC6E" w14:textId="1BC297AF" w:rsidR="00945BB7" w:rsidRPr="003C0159" w:rsidRDefault="00945BB7" w:rsidP="007A37A5">
      <w:pPr>
        <w:pStyle w:val="Textkrper"/>
        <w:numPr>
          <w:ilvl w:val="0"/>
          <w:numId w:val="4"/>
        </w:numPr>
      </w:pPr>
      <w:proofErr w:type="spellStart"/>
      <w:proofErr w:type="gramStart"/>
      <w:r w:rsidRPr="003C0159">
        <w:rPr>
          <w:b/>
          <w:bCs/>
        </w:rPr>
        <w:t>related_identifiers</w:t>
      </w:r>
      <w:proofErr w:type="spellEnd"/>
      <w:proofErr w:type="gramEnd"/>
      <w:r w:rsidRPr="003C0159">
        <w:rPr>
          <w:b/>
          <w:bCs/>
        </w:rPr>
        <w:t xml:space="preserve"> </w:t>
      </w:r>
      <w:r w:rsidRPr="003C0159">
        <w:br/>
        <w:t xml:space="preserve">Persistent identifiers of related publications, datasets and software (see </w:t>
      </w:r>
      <w:r w:rsidRPr="008219B0">
        <w:fldChar w:fldCharType="begin"/>
      </w:r>
      <w:r w:rsidRPr="003C0159">
        <w:instrText>REF __RefHeading___Toc4531_3970457364 \r \h</w:instrText>
      </w:r>
      <w:r w:rsidR="00E57287" w:rsidRPr="003C0159">
        <w:instrText xml:space="preserve"> \* MERGEFORMAT </w:instrText>
      </w:r>
      <w:r w:rsidRPr="00AB6ED6">
        <w:fldChar w:fldCharType="separate"/>
      </w:r>
      <w:r w:rsidR="00AB6ED6">
        <w:t>2.2.6</w:t>
      </w:r>
      <w:r w:rsidRPr="008219B0">
        <w:fldChar w:fldCharType="end"/>
      </w:r>
      <w:r w:rsidRPr="003C0159">
        <w:t xml:space="preserve">). </w:t>
      </w:r>
    </w:p>
    <w:p w14:paraId="1229E46D" w14:textId="18A5DEFF" w:rsidR="00945BB7" w:rsidRPr="003C0159" w:rsidRDefault="00945BB7" w:rsidP="007A37A5">
      <w:pPr>
        <w:pStyle w:val="Textkrper"/>
        <w:numPr>
          <w:ilvl w:val="0"/>
          <w:numId w:val="4"/>
        </w:numPr>
      </w:pPr>
      <w:r w:rsidRPr="003C0159">
        <w:rPr>
          <w:b/>
          <w:bCs/>
        </w:rPr>
        <w:t>communities</w:t>
      </w:r>
      <w:r w:rsidRPr="003C0159">
        <w:t xml:space="preserve"> </w:t>
      </w:r>
      <w:r w:rsidRPr="003C0159">
        <w:br/>
        <w:t>List of communities the deposition to appears in (</w:t>
      </w:r>
      <w:hyperlink r:id="rId20" w:history="1">
        <w:r w:rsidR="000B3D58" w:rsidRPr="003C0159">
          <w:rPr>
            <w:rStyle w:val="Hyperlink"/>
            <w:rFonts w:asciiTheme="minorHAnsi" w:hAnsiTheme="minorHAnsi"/>
            <w:sz w:val="22"/>
          </w:rPr>
          <w:t>https://zenodo.org/communities/clarity/</w:t>
        </w:r>
      </w:hyperlink>
      <w:r w:rsidRPr="003C0159">
        <w:t>)</w:t>
      </w:r>
    </w:p>
    <w:p w14:paraId="6C2CE29E" w14:textId="00334EC2" w:rsidR="00945BB7" w:rsidRPr="003C0159" w:rsidRDefault="00945BB7" w:rsidP="007A37A5">
      <w:pPr>
        <w:pStyle w:val="Textkrper"/>
        <w:numPr>
          <w:ilvl w:val="0"/>
          <w:numId w:val="4"/>
        </w:numPr>
      </w:pPr>
      <w:proofErr w:type="gramStart"/>
      <w:r w:rsidRPr="003C0159">
        <w:rPr>
          <w:b/>
          <w:bCs/>
        </w:rPr>
        <w:t>grants</w:t>
      </w:r>
      <w:proofErr w:type="gramEnd"/>
      <w:r w:rsidRPr="003C0159">
        <w:br/>
        <w:t xml:space="preserve">List of European Commission FP7 grants which have funded the research for this deposition (730355). Needed to establish the relationship to CLARITY in </w:t>
      </w:r>
      <w:proofErr w:type="spellStart"/>
      <w:r w:rsidRPr="003C0159">
        <w:t>OpenAIRE</w:t>
      </w:r>
      <w:proofErr w:type="spellEnd"/>
      <w:r w:rsidRPr="003C0159">
        <w:t xml:space="preserve"> </w:t>
      </w:r>
      <w:r w:rsidRPr="003C0159">
        <w:lastRenderedPageBreak/>
        <w:t>(</w:t>
      </w:r>
      <w:hyperlink r:id="rId21" w:history="1">
        <w:r w:rsidR="000B3D58" w:rsidRPr="003C0159">
          <w:rPr>
            <w:rStyle w:val="Hyperlink"/>
            <w:rFonts w:asciiTheme="minorHAnsi" w:hAnsiTheme="minorHAnsi"/>
            <w:sz w:val="22"/>
          </w:rPr>
          <w:t>https://www.OpenAIRE.eu/search/project?projectId=corda__h2020::42171f776c336559bebf4a4ec817d79a</w:t>
        </w:r>
      </w:hyperlink>
      <w:r w:rsidRPr="003C0159">
        <w:t>) and CORDIS (</w:t>
      </w:r>
      <w:hyperlink r:id="rId22" w:history="1">
        <w:r w:rsidR="00894A05" w:rsidRPr="003C0159">
          <w:rPr>
            <w:rStyle w:val="Hyperlink"/>
            <w:rFonts w:asciiTheme="minorHAnsi" w:hAnsiTheme="minorHAnsi"/>
            <w:sz w:val="22"/>
          </w:rPr>
          <w:t>http://cordis.europa.eu/project/rcn/210518_en.html</w:t>
        </w:r>
      </w:hyperlink>
      <w:r w:rsidRPr="003C0159">
        <w:t>)</w:t>
      </w:r>
    </w:p>
    <w:p w14:paraId="10FEAA02" w14:textId="3EE2EE3F" w:rsidR="00945BB7" w:rsidRPr="003C0159" w:rsidRDefault="00945BB7" w:rsidP="00715C39">
      <w:pPr>
        <w:pStyle w:val="Textkrper"/>
      </w:pPr>
      <w:r w:rsidRPr="003C0159">
        <w:t xml:space="preserve">This minimal metadata schema </w:t>
      </w:r>
      <w:r w:rsidRPr="003C0159">
        <w:rPr>
          <w:b/>
          <w:bCs/>
        </w:rPr>
        <w:t>can be extended</w:t>
      </w:r>
      <w:r w:rsidRPr="003C0159">
        <w:t xml:space="preserve"> by arbitrary subjects from </w:t>
      </w:r>
      <w:proofErr w:type="gramStart"/>
      <w:r w:rsidRPr="003C0159">
        <w:t>a taxonomy</w:t>
      </w:r>
      <w:proofErr w:type="gramEnd"/>
      <w:r w:rsidRPr="003C0159">
        <w:t xml:space="preserve"> or controlled vocabulary as described in the </w:t>
      </w:r>
      <w:proofErr w:type="spellStart"/>
      <w:r w:rsidRPr="003C0159">
        <w:t>Zenodo</w:t>
      </w:r>
      <w:proofErr w:type="spellEnd"/>
      <w:r w:rsidRPr="003C0159">
        <w:t xml:space="preserve"> API documentation. It is compatible </w:t>
      </w:r>
      <w:r w:rsidR="00AC5136">
        <w:rPr>
          <w:noProof/>
        </w:rPr>
        <w:t>with</w:t>
      </w:r>
      <w:r w:rsidRPr="003C0159">
        <w:t xml:space="preserve"> the Dublin Core metadata standard (</w:t>
      </w:r>
      <w:hyperlink r:id="rId23" w:history="1">
        <w:r w:rsidR="000B3D58" w:rsidRPr="003C0159">
          <w:rPr>
            <w:rStyle w:val="Hyperlink"/>
            <w:rFonts w:asciiTheme="minorHAnsi" w:hAnsiTheme="minorHAnsi"/>
            <w:sz w:val="22"/>
          </w:rPr>
          <w:t>http://dublincore.org/</w:t>
        </w:r>
      </w:hyperlink>
      <w:r w:rsidRPr="003C0159">
        <w:t>) and thus can be interpreted by OAI-PMH (</w:t>
      </w:r>
      <w:hyperlink r:id="rId24" w:history="1">
        <w:r w:rsidR="000B3D58" w:rsidRPr="003C0159">
          <w:rPr>
            <w:rStyle w:val="Hyperlink"/>
            <w:rFonts w:asciiTheme="minorHAnsi" w:hAnsiTheme="minorHAnsi"/>
            <w:sz w:val="22"/>
          </w:rPr>
          <w:t>https://www.openarchives.org/pmh/</w:t>
        </w:r>
      </w:hyperlink>
      <w:r w:rsidRPr="003C0159">
        <w:t>) catalogue harvesters like those used by CKAN (</w:t>
      </w:r>
      <w:hyperlink r:id="rId25" w:history="1">
        <w:r w:rsidR="000B3D58" w:rsidRPr="003C0159">
          <w:rPr>
            <w:rStyle w:val="Hyperlink"/>
            <w:rFonts w:asciiTheme="minorHAnsi" w:hAnsiTheme="minorHAnsi"/>
            <w:sz w:val="22"/>
          </w:rPr>
          <w:t>https://ckan.org/portfolio/federate/</w:t>
        </w:r>
      </w:hyperlink>
      <w:r w:rsidRPr="003C0159">
        <w:t xml:space="preserve">) and </w:t>
      </w:r>
      <w:proofErr w:type="spellStart"/>
      <w:r w:rsidRPr="003C0159">
        <w:t>OpenAIRE</w:t>
      </w:r>
      <w:proofErr w:type="spellEnd"/>
      <w:r w:rsidRPr="003C0159">
        <w:t xml:space="preserve"> (</w:t>
      </w:r>
      <w:hyperlink r:id="rId26" w:anchor="cha_oai_pmh" w:history="1">
        <w:r w:rsidR="00572D3C" w:rsidRPr="003C0159">
          <w:rPr>
            <w:rStyle w:val="Hyperlink"/>
            <w:rFonts w:asciiTheme="minorHAnsi" w:hAnsiTheme="minorHAnsi"/>
            <w:sz w:val="22"/>
          </w:rPr>
          <w:t>http://api.OpenAIRE.eu/#cha_oai_pmh</w:t>
        </w:r>
      </w:hyperlink>
      <w:r w:rsidRPr="003C0159">
        <w:t>).</w:t>
      </w:r>
      <w:r w:rsidR="00715C39" w:rsidRPr="003C0159">
        <w:t xml:space="preserve"> Metadata is stored internally in JSON-format according to a defined JSON schema (</w:t>
      </w:r>
      <w:hyperlink r:id="rId27" w:history="1">
        <w:r w:rsidR="00715C39" w:rsidRPr="003C0159">
          <w:rPr>
            <w:rStyle w:val="Hyperlink"/>
            <w:rFonts w:asciiTheme="minorHAnsi" w:hAnsiTheme="minorHAnsi"/>
            <w:sz w:val="22"/>
          </w:rPr>
          <w:t>https://zenodo.org/schemas/records/record-v1.0.0.json</w:t>
        </w:r>
      </w:hyperlink>
      <w:r w:rsidR="00715C39" w:rsidRPr="003C0159">
        <w:t>) and can</w:t>
      </w:r>
      <w:r w:rsidR="00AC5136">
        <w:t xml:space="preserve"> be</w:t>
      </w:r>
      <w:r w:rsidR="00715C39" w:rsidRPr="00941E3F">
        <w:t xml:space="preserve"> </w:t>
      </w:r>
      <w:r w:rsidR="00715C39" w:rsidRPr="00AB6ED6">
        <w:rPr>
          <w:noProof/>
        </w:rPr>
        <w:t>exported</w:t>
      </w:r>
      <w:r w:rsidR="00715C39" w:rsidRPr="003C0159">
        <w:t xml:space="preserve"> in several standard formats such as MARCXML, Dublin Core, and </w:t>
      </w:r>
      <w:proofErr w:type="spellStart"/>
      <w:r w:rsidR="00715C39" w:rsidRPr="003C0159">
        <w:t>DataCite</w:t>
      </w:r>
      <w:proofErr w:type="spellEnd"/>
      <w:r w:rsidR="00715C39" w:rsidRPr="003C0159">
        <w:t xml:space="preserve"> Metadata Schema.</w:t>
      </w:r>
    </w:p>
    <w:p w14:paraId="14CCC3B4" w14:textId="7E4469AC" w:rsidR="00945BB7" w:rsidRPr="003C0159" w:rsidRDefault="004759C0" w:rsidP="00945BB7">
      <w:pPr>
        <w:pStyle w:val="Textkrper"/>
        <w:rPr>
          <w:b/>
        </w:rPr>
      </w:pPr>
      <w:r w:rsidRPr="003C0159">
        <w:rPr>
          <w:b/>
        </w:rPr>
        <w:t xml:space="preserve">Default Catalogue </w:t>
      </w:r>
      <w:r w:rsidR="00945BB7" w:rsidRPr="003C0159">
        <w:rPr>
          <w:b/>
        </w:rPr>
        <w:t>Metadata schema for open data collected by the project</w:t>
      </w:r>
    </w:p>
    <w:p w14:paraId="05917912" w14:textId="22DAAC92" w:rsidR="00FC0BD3" w:rsidRPr="003C0159" w:rsidRDefault="00945BB7" w:rsidP="006D4DB6">
      <w:pPr>
        <w:pStyle w:val="Textkrper"/>
      </w:pPr>
      <w:r w:rsidRPr="003C0159">
        <w:t>The CKAN domain model (</w:t>
      </w:r>
      <w:hyperlink r:id="rId28" w:history="1">
        <w:r w:rsidR="00572D3C" w:rsidRPr="003C0159">
          <w:rPr>
            <w:rStyle w:val="Hyperlink"/>
            <w:rFonts w:asciiTheme="minorHAnsi" w:hAnsiTheme="minorHAnsi"/>
            <w:sz w:val="22"/>
          </w:rPr>
          <w:t>http://docs.ckan.org/en/ckan-1.7.4/domain-model.html</w:t>
        </w:r>
      </w:hyperlink>
      <w:r w:rsidRPr="003C0159">
        <w:t xml:space="preserve">) is used for metadata of data </w:t>
      </w:r>
      <w:r w:rsidRPr="003C0159">
        <w:rPr>
          <w:b/>
          <w:bCs/>
        </w:rPr>
        <w:t>collected</w:t>
      </w:r>
      <w:r w:rsidRPr="003C0159">
        <w:t xml:space="preserve"> by the project </w:t>
      </w:r>
      <w:r w:rsidR="00FC0BD3" w:rsidRPr="003C0159">
        <w:t>if this data is</w:t>
      </w:r>
      <w:r w:rsidRPr="003C0159">
        <w:t xml:space="preserve"> </w:t>
      </w:r>
      <w:r w:rsidR="00FC0BD3" w:rsidRPr="003C0159">
        <w:t xml:space="preserve">also </w:t>
      </w:r>
      <w:r w:rsidRPr="003C0159">
        <w:t xml:space="preserve">stored in a </w:t>
      </w:r>
      <w:r w:rsidR="004759C0" w:rsidRPr="003C0159">
        <w:t xml:space="preserve">dedicated public </w:t>
      </w:r>
      <w:r w:rsidRPr="003C0159">
        <w:t xml:space="preserve">CKAN catalogue. This domain model </w:t>
      </w:r>
      <w:r w:rsidRPr="003C0159">
        <w:rPr>
          <w:b/>
          <w:bCs/>
        </w:rPr>
        <w:t>can be extended</w:t>
      </w:r>
      <w:r w:rsidRPr="003C0159">
        <w:t xml:space="preserve"> by arbitrary metadata fields as described in the CKAN extension guide (</w:t>
      </w:r>
      <w:hyperlink r:id="rId29" w:history="1">
        <w:r w:rsidR="00572D3C" w:rsidRPr="003C0159">
          <w:rPr>
            <w:rStyle w:val="Hyperlink"/>
            <w:rFonts w:asciiTheme="minorHAnsi" w:hAnsiTheme="minorHAnsi"/>
            <w:sz w:val="22"/>
          </w:rPr>
          <w:t>http://docs.ckan.org/en/latest/extensions/adding-custom-fields.html</w:t>
        </w:r>
      </w:hyperlink>
      <w:r w:rsidRPr="003C0159">
        <w:t xml:space="preserve">) and is therefore compatible </w:t>
      </w:r>
      <w:r w:rsidR="006D0825">
        <w:rPr>
          <w:noProof/>
        </w:rPr>
        <w:t>with</w:t>
      </w:r>
      <w:r w:rsidRPr="003C0159">
        <w:t xml:space="preserve"> </w:t>
      </w:r>
      <w:proofErr w:type="spellStart"/>
      <w:r w:rsidRPr="003C0159">
        <w:t>Zenodo’s</w:t>
      </w:r>
      <w:proofErr w:type="spellEnd"/>
      <w:r w:rsidRPr="003C0159">
        <w:t xml:space="preserve"> deposition metadata domain model.</w:t>
      </w:r>
      <w:r w:rsidR="00FC0BD3" w:rsidRPr="003C0159">
        <w:t xml:space="preserve"> </w:t>
      </w:r>
    </w:p>
    <w:p w14:paraId="5C45B184" w14:textId="2FE877E3" w:rsidR="00945BB7" w:rsidRPr="003C0159" w:rsidRDefault="00945BB7" w:rsidP="00945BB7">
      <w:pPr>
        <w:pStyle w:val="Textkrper"/>
      </w:pPr>
      <w:r w:rsidRPr="003C0159">
        <w:t>Extension</w:t>
      </w:r>
      <w:r w:rsidR="00FC0BD3" w:rsidRPr="003C0159">
        <w:t>s</w:t>
      </w:r>
      <w:r w:rsidRPr="003C0159">
        <w:t xml:space="preserve"> to the default metadata schemas described above, e.g. for supporting spatial metadata or linked data, will be described in future versions of the data management plan</w:t>
      </w:r>
      <w:r w:rsidR="00572D3C" w:rsidRPr="003C0159">
        <w:t>, if necessary</w:t>
      </w:r>
      <w:r w:rsidRPr="003C0159">
        <w:t xml:space="preserve">. </w:t>
      </w:r>
    </w:p>
    <w:p w14:paraId="4F29FFE8" w14:textId="3A1B3408" w:rsidR="00501EA8" w:rsidRPr="003C0159" w:rsidRDefault="00501EA8" w:rsidP="00945BB7">
      <w:pPr>
        <w:pStyle w:val="Textkrper"/>
      </w:pPr>
      <w:r w:rsidRPr="003C0159">
        <w:t xml:space="preserve">Additionally, separate metadata files that follow a different standard than the default catalogue metadata schema can be published together with the original dataset in the respective catalogue or repository. This is especially </w:t>
      </w:r>
      <w:r w:rsidRPr="00AB6ED6">
        <w:rPr>
          <w:noProof/>
        </w:rPr>
        <w:t>relevant</w:t>
      </w:r>
      <w:r w:rsidRPr="003C0159">
        <w:t xml:space="preserve"> if INSPIRE Metadata (based on </w:t>
      </w:r>
      <w:r w:rsidRPr="003C0159">
        <w:rPr>
          <w:rStyle w:val="st"/>
        </w:rPr>
        <w:t xml:space="preserve">EN </w:t>
      </w:r>
      <w:r w:rsidRPr="003C0159">
        <w:rPr>
          <w:rStyle w:val="Hervorhebung"/>
          <w:i w:val="0"/>
        </w:rPr>
        <w:t>ISO 19115</w:t>
      </w:r>
      <w:r w:rsidR="00894A05" w:rsidRPr="003C0159">
        <w:rPr>
          <w:rStyle w:val="Hervorhebung"/>
          <w:i w:val="0"/>
        </w:rPr>
        <w:t xml:space="preserve"> </w:t>
      </w:r>
      <w:r w:rsidRPr="003C0159">
        <w:rPr>
          <w:rStyle w:val="st"/>
        </w:rPr>
        <w:t>and EN ISO 19119) is available for datasets collected or has to be made available for datasets produced by the project.</w:t>
      </w:r>
    </w:p>
    <w:p w14:paraId="5CB8AF06" w14:textId="40A7EC53" w:rsidR="00501EA8" w:rsidRPr="003C0159" w:rsidRDefault="00501EA8" w:rsidP="00E83B62">
      <w:pPr>
        <w:pStyle w:val="Textkrper"/>
      </w:pPr>
      <w:r w:rsidRPr="003C0159">
        <w:t xml:space="preserve">For data that is </w:t>
      </w:r>
      <w:r w:rsidRPr="003C0159">
        <w:rPr>
          <w:bCs/>
        </w:rPr>
        <w:t>collected</w:t>
      </w:r>
      <w:r w:rsidRPr="003C0159">
        <w:t xml:space="preserve"> or produced by the project but </w:t>
      </w:r>
      <w:r w:rsidRPr="003C0159">
        <w:rPr>
          <w:b/>
        </w:rPr>
        <w:t>not</w:t>
      </w:r>
      <w:r w:rsidRPr="003C0159">
        <w:t xml:space="preserve"> made available in a public catalogue or data repository (e.g. for licensing or privacy reasons), only metadata according to the internal </w:t>
      </w:r>
      <w:r w:rsidR="00FB66CD" w:rsidRPr="003C0159">
        <w:t>d</w:t>
      </w:r>
      <w:r w:rsidRPr="003C0159">
        <w:t xml:space="preserve">ataset </w:t>
      </w:r>
      <w:r w:rsidR="00FB66CD" w:rsidRPr="003C0159">
        <w:t>m</w:t>
      </w:r>
      <w:r w:rsidRPr="003C0159">
        <w:t xml:space="preserve">etadata </w:t>
      </w:r>
      <w:r w:rsidR="00FB66CD" w:rsidRPr="003C0159">
        <w:t>s</w:t>
      </w:r>
      <w:r w:rsidR="00E83B62" w:rsidRPr="003C0159">
        <w:t xml:space="preserve">chema </w:t>
      </w:r>
      <w:r w:rsidR="00C144E0" w:rsidRPr="003C0159">
        <w:t>of the</w:t>
      </w:r>
      <w:r w:rsidR="00E83B62" w:rsidRPr="003C0159">
        <w:t xml:space="preserve"> </w:t>
      </w:r>
      <w:r w:rsidR="00C144E0" w:rsidRPr="003C0159">
        <w:t>CLARITY data survey</w:t>
      </w:r>
      <w:r w:rsidRPr="003C0159">
        <w:t xml:space="preserve">. </w:t>
      </w:r>
      <w:r w:rsidR="00E83B62" w:rsidRPr="003C0159">
        <w:t xml:space="preserve">This internal metadata schema is used by CLARITY’s technical coordination site to collect information on datasets in accordance </w:t>
      </w:r>
      <w:r w:rsidR="006D0825">
        <w:rPr>
          <w:noProof/>
        </w:rPr>
        <w:t>with</w:t>
      </w:r>
      <w:r w:rsidR="00E83B62" w:rsidRPr="003C0159">
        <w:t xml:space="preserve"> the CLARITY data management policy and is described in</w:t>
      </w:r>
      <w:r w:rsidR="00C144E0" w:rsidRPr="003C0159">
        <w:t xml:space="preserve"> </w:t>
      </w:r>
      <w:r w:rsidR="00C144E0" w:rsidRPr="008219B0">
        <w:fldChar w:fldCharType="begin"/>
      </w:r>
      <w:r w:rsidR="00C144E0" w:rsidRPr="003C0159">
        <w:instrText xml:space="preserve"> REF Annex_1 \h </w:instrText>
      </w:r>
      <w:r w:rsidR="00E57287" w:rsidRPr="003C0159">
        <w:instrText xml:space="preserve"> \* MERGEFORMAT </w:instrText>
      </w:r>
      <w:r w:rsidR="00C144E0" w:rsidRPr="00AB6ED6">
        <w:fldChar w:fldCharType="separate"/>
      </w:r>
      <w:r w:rsidR="00AB6ED6" w:rsidRPr="00941E3F">
        <w:t>Annex 1</w:t>
      </w:r>
      <w:r w:rsidR="00C144E0" w:rsidRPr="008219B0">
        <w:fldChar w:fldCharType="end"/>
      </w:r>
      <w:r w:rsidR="00E83B62" w:rsidRPr="003C0159">
        <w:t>.</w:t>
      </w:r>
    </w:p>
    <w:p w14:paraId="78B7EAAB" w14:textId="77777777" w:rsidR="00945BB7" w:rsidRPr="003C0159" w:rsidRDefault="00945BB7" w:rsidP="00224928">
      <w:pPr>
        <w:pStyle w:val="berschrift2"/>
      </w:pPr>
      <w:bookmarkStart w:id="22" w:name="_Toc499541110"/>
      <w:r w:rsidRPr="003C0159">
        <w:t>Making data openly accessible</w:t>
      </w:r>
      <w:bookmarkEnd w:id="22"/>
    </w:p>
    <w:p w14:paraId="42B29A88" w14:textId="424582EE" w:rsidR="00945BB7" w:rsidRPr="003C0159" w:rsidRDefault="00945BB7" w:rsidP="00E70C59">
      <w:pPr>
        <w:pStyle w:val="berschrift3"/>
      </w:pPr>
      <w:bookmarkStart w:id="23" w:name="__RefHeading___Toc4099_3970457364"/>
      <w:bookmarkStart w:id="24" w:name="Decision_02"/>
      <w:bookmarkStart w:id="25" w:name="_Toc499541111"/>
      <w:bookmarkEnd w:id="23"/>
      <w:r w:rsidRPr="003C0159">
        <w:t xml:space="preserve">Which data produced and/or used in the project will be made openly available as the default? If certain datasets cannot be shared (or need to be shared under restrictions), explain </w:t>
      </w:r>
      <w:r w:rsidRPr="00AB6ED6">
        <w:rPr>
          <w:noProof/>
        </w:rPr>
        <w:t>why,</w:t>
      </w:r>
      <w:r w:rsidRPr="003C0159">
        <w:t xml:space="preserve"> clearly separating legal and contractual reasons from voluntary restrictions.</w:t>
      </w:r>
      <w:bookmarkEnd w:id="24"/>
      <w:bookmarkEnd w:id="25"/>
    </w:p>
    <w:p w14:paraId="58DF2959" w14:textId="77777777" w:rsidR="00945BB7" w:rsidRPr="003C0159" w:rsidRDefault="00945BB7" w:rsidP="00945BB7">
      <w:pPr>
        <w:pStyle w:val="Textkrper"/>
      </w:pPr>
      <w:r w:rsidRPr="003C0159">
        <w:t xml:space="preserve">The different types of data that are generated during the project for the four demonstrator sites or for general purpose are </w:t>
      </w:r>
      <w:r w:rsidRPr="003C0159">
        <w:rPr>
          <w:b/>
          <w:bCs/>
        </w:rPr>
        <w:t>open by default</w:t>
      </w:r>
      <w:r w:rsidRPr="003C0159">
        <w:t xml:space="preserve"> with the following general exceptions:</w:t>
      </w:r>
    </w:p>
    <w:p w14:paraId="0442224A" w14:textId="676C9D6D" w:rsidR="00945BB7" w:rsidRPr="003C0159" w:rsidRDefault="00945BB7" w:rsidP="007A37A5">
      <w:pPr>
        <w:pStyle w:val="Textkrper"/>
        <w:numPr>
          <w:ilvl w:val="0"/>
          <w:numId w:val="3"/>
        </w:numPr>
      </w:pPr>
      <w:r w:rsidRPr="003C0159">
        <w:rPr>
          <w:b/>
          <w:bCs/>
        </w:rPr>
        <w:t>copyright and permissions for reusing third-party data sets</w:t>
      </w:r>
      <w:r w:rsidR="000B3D58" w:rsidRPr="003C0159">
        <w:rPr>
          <w:b/>
          <w:bCs/>
        </w:rPr>
        <w:tab/>
      </w:r>
      <w:r w:rsidRPr="003C0159">
        <w:br/>
        <w:t xml:space="preserve">Processing and combining input data from many different sources may lead to </w:t>
      </w:r>
      <w:r w:rsidRPr="003C0159">
        <w:rPr>
          <w:b/>
          <w:bCs/>
        </w:rPr>
        <w:t>unclear IPR situations</w:t>
      </w:r>
      <w:r w:rsidRPr="003C0159">
        <w:t xml:space="preserve"> regarding the generated output data, therefore such repurposed data (e.g. model output data) can only be made open if any of the underlying data (e.g. model input data) is open, too.</w:t>
      </w:r>
    </w:p>
    <w:p w14:paraId="782A1405" w14:textId="4BA8EB95" w:rsidR="00945BB7" w:rsidRPr="003C0159" w:rsidRDefault="00945BB7" w:rsidP="007A37A5">
      <w:pPr>
        <w:pStyle w:val="Textkrper"/>
        <w:numPr>
          <w:ilvl w:val="0"/>
          <w:numId w:val="3"/>
        </w:numPr>
      </w:pPr>
      <w:proofErr w:type="gramStart"/>
      <w:r w:rsidRPr="003C0159">
        <w:rPr>
          <w:b/>
          <w:bCs/>
        </w:rPr>
        <w:t>personal</w:t>
      </w:r>
      <w:proofErr w:type="gramEnd"/>
      <w:r w:rsidRPr="003C0159">
        <w:rPr>
          <w:b/>
          <w:bCs/>
        </w:rPr>
        <w:t xml:space="preserve"> data treatment and confidentiality issues</w:t>
      </w:r>
      <w:r w:rsidR="000B3D58" w:rsidRPr="003C0159">
        <w:rPr>
          <w:b/>
          <w:bCs/>
        </w:rPr>
        <w:tab/>
      </w:r>
      <w:r w:rsidRPr="003C0159">
        <w:br/>
        <w:t xml:space="preserve">Datasets referring to the quality and quantity of certain elements at risk, such as people and critical infrastructures, are not open by default as their publication may pose </w:t>
      </w:r>
      <w:r w:rsidRPr="003C0159">
        <w:rPr>
          <w:b/>
          <w:bCs/>
        </w:rPr>
        <w:t>privacy, ethical or security risks</w:t>
      </w:r>
      <w:r w:rsidRPr="003C0159">
        <w:t xml:space="preserve">. </w:t>
      </w:r>
    </w:p>
    <w:p w14:paraId="014F0B4A" w14:textId="65F881C7" w:rsidR="00945BB7" w:rsidRPr="003C0159" w:rsidRDefault="00945BB7" w:rsidP="007A37A5">
      <w:pPr>
        <w:pStyle w:val="Textkrper"/>
        <w:numPr>
          <w:ilvl w:val="0"/>
          <w:numId w:val="3"/>
        </w:numPr>
      </w:pPr>
      <w:proofErr w:type="gramStart"/>
      <w:r w:rsidRPr="003C0159">
        <w:rPr>
          <w:b/>
          <w:bCs/>
        </w:rPr>
        <w:t>data-driven</w:t>
      </w:r>
      <w:proofErr w:type="gramEnd"/>
      <w:r w:rsidRPr="003C0159">
        <w:rPr>
          <w:b/>
          <w:bCs/>
        </w:rPr>
        <w:t xml:space="preserve"> business model</w:t>
      </w:r>
      <w:r w:rsidR="000B3D58" w:rsidRPr="003C0159">
        <w:rPr>
          <w:b/>
          <w:bCs/>
        </w:rPr>
        <w:tab/>
      </w:r>
      <w:r w:rsidRPr="003C0159">
        <w:br/>
        <w:t xml:space="preserve">Data that is </w:t>
      </w:r>
      <w:r w:rsidRPr="003C0159">
        <w:rPr>
          <w:b/>
          <w:bCs/>
        </w:rPr>
        <w:t>exploited commercially</w:t>
      </w:r>
      <w:r w:rsidRPr="003C0159">
        <w:t xml:space="preserve"> through the MyClimateService.</w:t>
      </w:r>
      <w:r w:rsidRPr="00AB6ED6">
        <w:rPr>
          <w:noProof/>
        </w:rPr>
        <w:t>eu</w:t>
      </w:r>
      <w:r w:rsidRPr="003C0159">
        <w:t xml:space="preserve"> marketplace will not be made open.</w:t>
      </w:r>
    </w:p>
    <w:p w14:paraId="5070D8F1" w14:textId="08BDE6B4" w:rsidR="00945BB7" w:rsidRPr="003C0159" w:rsidRDefault="00945BB7" w:rsidP="007A37A5">
      <w:pPr>
        <w:pStyle w:val="Textkrper"/>
        <w:numPr>
          <w:ilvl w:val="0"/>
          <w:numId w:val="3"/>
        </w:numPr>
      </w:pPr>
      <w:r w:rsidRPr="003C0159">
        <w:rPr>
          <w:b/>
          <w:bCs/>
        </w:rPr>
        <w:lastRenderedPageBreak/>
        <w:t xml:space="preserve">user-generated content </w:t>
      </w:r>
      <w:r w:rsidR="000B3D58" w:rsidRPr="003C0159">
        <w:rPr>
          <w:b/>
          <w:bCs/>
        </w:rPr>
        <w:tab/>
      </w:r>
      <w:r w:rsidRPr="003C0159">
        <w:br/>
        <w:t xml:space="preserve">Data related to individual adaptation scenarios (e.g. adaptation options, performance indicators, criteria, etc.) that is generated by (external) end users during the usage of CRISMA climate services, is only be made open with </w:t>
      </w:r>
      <w:r w:rsidRPr="003C0159">
        <w:rPr>
          <w:b/>
          <w:bCs/>
        </w:rPr>
        <w:t>explicit permission</w:t>
      </w:r>
      <w:r w:rsidRPr="003C0159">
        <w:t xml:space="preserve"> from the end user.</w:t>
      </w:r>
    </w:p>
    <w:p w14:paraId="143F8533" w14:textId="5B4BA930" w:rsidR="00945BB7" w:rsidRPr="003C0159" w:rsidRDefault="00945BB7" w:rsidP="00945BB7">
      <w:pPr>
        <w:pStyle w:val="Textkrper"/>
      </w:pPr>
      <w:r w:rsidRPr="003C0159">
        <w:t xml:space="preserve">If there are restrictions on data needed to validate the results presented in scientific publications, access to individuals with legitimate interest will be granted on request as described in </w:t>
      </w:r>
      <w:r w:rsidRPr="008219B0">
        <w:fldChar w:fldCharType="begin"/>
      </w:r>
      <w:r w:rsidRPr="003C0159">
        <w:instrText>REF __RefHeading___Toc4101_3970457364 \r \h</w:instrText>
      </w:r>
      <w:r w:rsidR="00E57287" w:rsidRPr="003C0159">
        <w:instrText xml:space="preserve"> \* MERGEFORMAT </w:instrText>
      </w:r>
      <w:r w:rsidRPr="00AB6ED6">
        <w:fldChar w:fldCharType="separate"/>
      </w:r>
      <w:r w:rsidR="00AB6ED6">
        <w:t>2.2.9</w:t>
      </w:r>
      <w:r w:rsidRPr="008219B0">
        <w:fldChar w:fldCharType="end"/>
      </w:r>
      <w:proofErr w:type="gramStart"/>
      <w:r w:rsidRPr="003C0159">
        <w:t>.</w:t>
      </w:r>
      <w:proofErr w:type="gramEnd"/>
      <w:r w:rsidRPr="003C0159">
        <w:t xml:space="preserve"> For more information on data generated and </w:t>
      </w:r>
      <w:r w:rsidRPr="00AB6ED6">
        <w:rPr>
          <w:noProof/>
        </w:rPr>
        <w:t>collect</w:t>
      </w:r>
      <w:r w:rsidR="006D0825">
        <w:rPr>
          <w:noProof/>
        </w:rPr>
        <w:t>ed</w:t>
      </w:r>
      <w:r w:rsidRPr="00941E3F">
        <w:t xml:space="preserve"> by the project and specific exceptions from open access, please refer</w:t>
      </w:r>
      <w:r w:rsidR="00C144E0" w:rsidRPr="00941E3F">
        <w:t xml:space="preserve"> to the datasets listed in </w:t>
      </w:r>
      <w:r w:rsidR="00C144E0" w:rsidRPr="008219B0">
        <w:fldChar w:fldCharType="begin"/>
      </w:r>
      <w:r w:rsidR="00C144E0" w:rsidRPr="003C0159">
        <w:instrText xml:space="preserve"> REF Annex_2 \h </w:instrText>
      </w:r>
      <w:r w:rsidR="00E57287" w:rsidRPr="003C0159">
        <w:instrText xml:space="preserve"> \* MERGEFORMAT </w:instrText>
      </w:r>
      <w:r w:rsidR="00C144E0" w:rsidRPr="00AB6ED6">
        <w:fldChar w:fldCharType="separate"/>
      </w:r>
      <w:r w:rsidR="00AB6ED6" w:rsidRPr="003C0159">
        <w:t>Annex 2</w:t>
      </w:r>
      <w:r w:rsidR="00C144E0" w:rsidRPr="008219B0">
        <w:fldChar w:fldCharType="end"/>
      </w:r>
      <w:r w:rsidRPr="003C0159">
        <w:t xml:space="preserve">. </w:t>
      </w:r>
    </w:p>
    <w:p w14:paraId="63E5A6D4" w14:textId="77777777" w:rsidR="00945BB7" w:rsidRPr="003C0159" w:rsidRDefault="00945BB7" w:rsidP="00E70C59">
      <w:pPr>
        <w:pStyle w:val="berschrift3"/>
      </w:pPr>
      <w:bookmarkStart w:id="26" w:name="Decision_03"/>
      <w:bookmarkStart w:id="27" w:name="_Toc499541112"/>
      <w:r w:rsidRPr="003C0159">
        <w:t>Note that in multi-beneficiary projects it is also possible for specific beneficiaries to keep their data closed if relevant provisions are made in the consortium agreement and are in line with the reasons for opting out.</w:t>
      </w:r>
      <w:bookmarkEnd w:id="26"/>
      <w:bookmarkEnd w:id="27"/>
    </w:p>
    <w:p w14:paraId="551B8E93" w14:textId="3F768025" w:rsidR="004569C1" w:rsidRPr="003C0159" w:rsidRDefault="00C144E0" w:rsidP="00945BB7">
      <w:pPr>
        <w:pStyle w:val="Textkrper"/>
      </w:pPr>
      <w:r w:rsidRPr="003C0159">
        <w:t xml:space="preserve">Currently, no beneficiary has the intention to opt-out from the open data pilot. </w:t>
      </w:r>
      <w:proofErr w:type="gramStart"/>
      <w:r w:rsidRPr="003C0159">
        <w:t>If</w:t>
      </w:r>
      <w:r w:rsidR="006D0825">
        <w:t xml:space="preserve"> the</w:t>
      </w:r>
      <w:r w:rsidRPr="00941E3F">
        <w:t xml:space="preserve"> </w:t>
      </w:r>
      <w:r w:rsidRPr="00AB6ED6">
        <w:rPr>
          <w:noProof/>
        </w:rPr>
        <w:t>situation</w:t>
      </w:r>
      <w:r w:rsidRPr="003C0159">
        <w:t xml:space="preserve"> changes, the consortium agreement </w:t>
      </w:r>
      <w:r w:rsidR="00C36BCA" w:rsidRPr="003C0159">
        <w:t>will be changed and the</w:t>
      </w:r>
      <w:r w:rsidRPr="003C0159">
        <w:t xml:space="preserve"> DMP</w:t>
      </w:r>
      <w:r w:rsidR="00C36BCA" w:rsidRPr="003C0159">
        <w:t xml:space="preserve"> updated accordingly</w:t>
      </w:r>
      <w:r w:rsidRPr="003C0159">
        <w:t>.</w:t>
      </w:r>
      <w:proofErr w:type="gramEnd"/>
    </w:p>
    <w:p w14:paraId="71B0FCD4" w14:textId="3BBE38A5" w:rsidR="00945BB7" w:rsidRPr="003C0159" w:rsidRDefault="00945BB7" w:rsidP="00E70C59">
      <w:pPr>
        <w:pStyle w:val="berschrift3"/>
      </w:pPr>
      <w:bookmarkStart w:id="28" w:name="__RefHeading___Toc9352_1703622956"/>
      <w:bookmarkStart w:id="29" w:name="Decision_04"/>
      <w:bookmarkStart w:id="30" w:name="_Ref497403744"/>
      <w:bookmarkStart w:id="31" w:name="_Toc499541113"/>
      <w:bookmarkEnd w:id="28"/>
      <w:bookmarkEnd w:id="29"/>
      <w:r w:rsidRPr="003C0159">
        <w:t>How will the data be made accessible (e.g. by deposition in a repository)?</w:t>
      </w:r>
      <w:bookmarkEnd w:id="30"/>
      <w:bookmarkEnd w:id="31"/>
    </w:p>
    <w:p w14:paraId="0B8FE617" w14:textId="7B00D53E" w:rsidR="00DB69DC" w:rsidRPr="003C0159" w:rsidRDefault="00DB69DC" w:rsidP="00DB69DC">
      <w:pPr>
        <w:pStyle w:val="Textkrper"/>
      </w:pPr>
      <w:r w:rsidRPr="003C0159">
        <w:t xml:space="preserve">CLARITY open results will be made accessible according to the Rules on Open Access to Scientific Publications and Open Access to Research Data in Horizon 2020 </w:t>
      </w:r>
      <w:sdt>
        <w:sdtPr>
          <w:id w:val="-1961183732"/>
          <w:citation/>
        </w:sdtPr>
        <w:sdtEndPr/>
        <w:sdtContent>
          <w:r w:rsidRPr="008219B0">
            <w:fldChar w:fldCharType="begin"/>
          </w:r>
          <w:r w:rsidRPr="00AB6ED6">
            <w:instrText xml:space="preserve"> CITATION Dir21 \l 1031 </w:instrText>
          </w:r>
          <w:r w:rsidRPr="00AB6ED6">
            <w:fldChar w:fldCharType="separate"/>
          </w:r>
          <w:r w:rsidR="00AB6ED6">
            <w:rPr>
              <w:noProof/>
            </w:rPr>
            <w:t>[4]</w:t>
          </w:r>
          <w:r w:rsidRPr="008219B0">
            <w:fldChar w:fldCharType="end"/>
          </w:r>
        </w:sdtContent>
      </w:sdt>
      <w:r w:rsidRPr="003C0159">
        <w:t>.</w:t>
      </w:r>
    </w:p>
    <w:p w14:paraId="2DE03ABE" w14:textId="77777777" w:rsidR="00945BB7" w:rsidRPr="003C0159" w:rsidRDefault="00945BB7" w:rsidP="00945BB7">
      <w:pPr>
        <w:pStyle w:val="Textkrper"/>
        <w:rPr>
          <w:b/>
        </w:rPr>
      </w:pPr>
      <w:r w:rsidRPr="003C0159">
        <w:rPr>
          <w:b/>
        </w:rPr>
        <w:t>Open Data</w:t>
      </w:r>
    </w:p>
    <w:p w14:paraId="0E3A49E4" w14:textId="0D74DE17" w:rsidR="00945BB7" w:rsidRPr="003C0159" w:rsidRDefault="00945BB7" w:rsidP="00945BB7">
      <w:pPr>
        <w:pStyle w:val="Textkrper"/>
      </w:pPr>
      <w:r w:rsidRPr="003C0159">
        <w:t xml:space="preserve">All </w:t>
      </w:r>
      <w:r w:rsidRPr="003C0159">
        <w:rPr>
          <w:b/>
          <w:bCs/>
        </w:rPr>
        <w:t>open results</w:t>
      </w:r>
      <w:r w:rsidRPr="003C0159">
        <w:t xml:space="preserve"> (data, software, scientific publications) of the project will be openly accessible at an appropriate </w:t>
      </w:r>
      <w:r w:rsidRPr="003C0159">
        <w:rPr>
          <w:b/>
          <w:bCs/>
        </w:rPr>
        <w:t>Open Access repository</w:t>
      </w:r>
      <w:r w:rsidRPr="003C0159">
        <w:t xml:space="preserve"> (see </w:t>
      </w:r>
      <w:r w:rsidRPr="008219B0">
        <w:fldChar w:fldCharType="begin"/>
      </w:r>
      <w:r w:rsidRPr="003C0159">
        <w:instrText>REF __RefHeading___Toc1722_1611646261 \r \h</w:instrText>
      </w:r>
      <w:r w:rsidR="00E57287" w:rsidRPr="003C0159">
        <w:instrText xml:space="preserve"> \* MERGEFORMAT </w:instrText>
      </w:r>
      <w:r w:rsidRPr="00AB6ED6">
        <w:fldChar w:fldCharType="separate"/>
      </w:r>
      <w:r w:rsidR="00AB6ED6">
        <w:t>2.2.7</w:t>
      </w:r>
      <w:r w:rsidRPr="008219B0">
        <w:fldChar w:fldCharType="end"/>
      </w:r>
      <w:r w:rsidRPr="003C0159">
        <w:t>) as soon as possible. Specifically, research data needed to validate the results in the scientific publications will be deposited in a data repository at the same time as</w:t>
      </w:r>
      <w:r w:rsidR="006D0825">
        <w:t xml:space="preserve"> a</w:t>
      </w:r>
      <w:r w:rsidRPr="00941E3F">
        <w:t xml:space="preserve"> </w:t>
      </w:r>
      <w:r w:rsidRPr="00AB6ED6">
        <w:rPr>
          <w:noProof/>
        </w:rPr>
        <w:t>publication</w:t>
      </w:r>
      <w:r w:rsidRPr="003C0159">
        <w:t xml:space="preserve">. Non-public research data (see </w:t>
      </w:r>
      <w:r w:rsidRPr="008219B0">
        <w:fldChar w:fldCharType="begin"/>
      </w:r>
      <w:r w:rsidRPr="003C0159">
        <w:instrText>REF __RefHeading___Toc4099_3970457364 \r \h</w:instrText>
      </w:r>
      <w:r w:rsidR="00E57287" w:rsidRPr="003C0159">
        <w:instrText xml:space="preserve"> \* MERGEFORMAT </w:instrText>
      </w:r>
      <w:r w:rsidRPr="00AB6ED6">
        <w:fldChar w:fldCharType="separate"/>
      </w:r>
      <w:r w:rsidR="00AB6ED6">
        <w:t>2.2.1</w:t>
      </w:r>
      <w:r w:rsidRPr="008219B0">
        <w:fldChar w:fldCharType="end"/>
      </w:r>
      <w:r w:rsidRPr="003C0159">
        <w:t xml:space="preserve">) will be archived at the repository using a restricted access option (see </w:t>
      </w:r>
      <w:r w:rsidRPr="008219B0">
        <w:fldChar w:fldCharType="begin"/>
      </w:r>
      <w:r w:rsidRPr="003C0159">
        <w:instrText>REF __RefHeading___Toc4101_3970457364 \r \h</w:instrText>
      </w:r>
      <w:r w:rsidR="00E57287" w:rsidRPr="003C0159">
        <w:instrText xml:space="preserve"> \* MERGEFORMAT </w:instrText>
      </w:r>
      <w:r w:rsidRPr="00AB6ED6">
        <w:fldChar w:fldCharType="separate"/>
      </w:r>
      <w:r w:rsidR="00AB6ED6">
        <w:t>2.2.9</w:t>
      </w:r>
      <w:r w:rsidRPr="008219B0">
        <w:fldChar w:fldCharType="end"/>
      </w:r>
      <w:r w:rsidRPr="003C0159">
        <w:t>).</w:t>
      </w:r>
    </w:p>
    <w:p w14:paraId="6D317283" w14:textId="77777777" w:rsidR="00945BB7" w:rsidRPr="003C0159" w:rsidRDefault="00945BB7" w:rsidP="00945BB7">
      <w:pPr>
        <w:pStyle w:val="Textkrper"/>
        <w:rPr>
          <w:b/>
        </w:rPr>
      </w:pPr>
      <w:r w:rsidRPr="003C0159">
        <w:rPr>
          <w:b/>
        </w:rPr>
        <w:t>Scientific Publications</w:t>
      </w:r>
    </w:p>
    <w:p w14:paraId="1F08327D" w14:textId="11BE1238" w:rsidR="003F5F6F" w:rsidRPr="003C0159" w:rsidRDefault="00945BB7" w:rsidP="007035D1">
      <w:pPr>
        <w:pStyle w:val="Textkrper"/>
      </w:pPr>
      <w:r w:rsidRPr="003C0159">
        <w:t xml:space="preserve">Providing open access to peer-reviewed scientific publications can be ensured either by publishing in green or gold </w:t>
      </w:r>
      <w:proofErr w:type="gramStart"/>
      <w:r w:rsidRPr="003C0159">
        <w:t>open</w:t>
      </w:r>
      <w:proofErr w:type="gramEnd"/>
      <w:r w:rsidRPr="003C0159">
        <w:t xml:space="preserve"> access journals with or without author processing fees. Any scientific publications from CLARITY and the related bibliographic metadata must be made available as open access and announced on the project website (</w:t>
      </w:r>
      <w:hyperlink r:id="rId30" w:history="1">
        <w:r w:rsidR="00F66C5F" w:rsidRPr="003C0159">
          <w:rPr>
            <w:rStyle w:val="Hyperlink"/>
            <w:rFonts w:asciiTheme="minorHAnsi" w:hAnsiTheme="minorHAnsi"/>
            <w:sz w:val="22"/>
          </w:rPr>
          <w:t>http://www.clarity-h2020.eu/</w:t>
        </w:r>
      </w:hyperlink>
      <w:r w:rsidRPr="003C0159">
        <w:t xml:space="preserve">) as well as in the </w:t>
      </w:r>
      <w:proofErr w:type="spellStart"/>
      <w:r w:rsidRPr="003C0159">
        <w:t>OpenAIRE</w:t>
      </w:r>
      <w:proofErr w:type="spellEnd"/>
      <w:r w:rsidRPr="003C0159">
        <w:t xml:space="preserve"> portal (</w:t>
      </w:r>
      <w:hyperlink r:id="rId31" w:history="1">
        <w:r w:rsidR="00BE122F" w:rsidRPr="003C0159">
          <w:rPr>
            <w:rStyle w:val="Hyperlink"/>
            <w:rFonts w:asciiTheme="minorHAnsi" w:hAnsiTheme="minorHAnsi"/>
            <w:sz w:val="22"/>
          </w:rPr>
          <w:t>https://www.OpenAIRE.eu/</w:t>
        </w:r>
      </w:hyperlink>
      <w:r w:rsidRPr="003C0159">
        <w:t>) and the R&amp;I Participant Portal (</w:t>
      </w:r>
      <w:hyperlink r:id="rId32" w:history="1">
        <w:r w:rsidR="00BE122F" w:rsidRPr="003C0159">
          <w:rPr>
            <w:rStyle w:val="Hyperlink"/>
            <w:rFonts w:asciiTheme="minorHAnsi" w:hAnsiTheme="minorHAnsi"/>
            <w:sz w:val="22"/>
          </w:rPr>
          <w:t>https://ec.europa.eu/research/participants</w:t>
        </w:r>
      </w:hyperlink>
      <w:r w:rsidRPr="003C0159">
        <w:t xml:space="preserve">). To automate the process </w:t>
      </w:r>
      <w:r w:rsidR="00BE122F" w:rsidRPr="003C0159">
        <w:t xml:space="preserve">of reporting scientific publications and related research data in </w:t>
      </w:r>
      <w:proofErr w:type="spellStart"/>
      <w:r w:rsidRPr="003C0159">
        <w:t>OpenAIRE</w:t>
      </w:r>
      <w:proofErr w:type="spellEnd"/>
      <w:r w:rsidRPr="003C0159">
        <w:t xml:space="preserve">, the publication </w:t>
      </w:r>
      <w:r w:rsidRPr="003C0159">
        <w:rPr>
          <w:b/>
        </w:rPr>
        <w:t>should</w:t>
      </w:r>
      <w:r w:rsidRPr="003C0159">
        <w:t xml:space="preserve"> be deposited in an </w:t>
      </w:r>
      <w:proofErr w:type="spellStart"/>
      <w:r w:rsidRPr="003C0159">
        <w:t>OpenAIRE</w:t>
      </w:r>
      <w:proofErr w:type="spellEnd"/>
      <w:r w:rsidRPr="003C0159">
        <w:t xml:space="preserve">-compliant repository, either by the authors of the publication (green open access) or by a scientific publisher (gold open access). </w:t>
      </w:r>
      <w:r w:rsidR="00F14408" w:rsidRPr="003C0159">
        <w:t>While a</w:t>
      </w:r>
      <w:r w:rsidR="007035D1" w:rsidRPr="003C0159">
        <w:t xml:space="preserve">dditional </w:t>
      </w:r>
      <w:r w:rsidR="00F66C5F" w:rsidRPr="003C0159">
        <w:t xml:space="preserve">forms of </w:t>
      </w:r>
      <w:r w:rsidR="00F66C5F" w:rsidRPr="003C0159">
        <w:rPr>
          <w:b/>
        </w:rPr>
        <w:t>disseminating</w:t>
      </w:r>
      <w:r w:rsidR="00F66C5F" w:rsidRPr="003C0159">
        <w:t xml:space="preserve"> open access papers</w:t>
      </w:r>
      <w:r w:rsidR="00F14408" w:rsidRPr="003C0159">
        <w:t>,</w:t>
      </w:r>
      <w:r w:rsidR="00F66C5F" w:rsidRPr="003C0159">
        <w:t xml:space="preserve"> includ</w:t>
      </w:r>
      <w:r w:rsidR="00F14408" w:rsidRPr="003C0159">
        <w:t>ing</w:t>
      </w:r>
      <w:r w:rsidR="00F66C5F" w:rsidRPr="003C0159">
        <w:t xml:space="preserve"> academic social network sites such as ResearchGate (</w:t>
      </w:r>
      <w:hyperlink r:id="rId33" w:history="1">
        <w:r w:rsidR="00BE122F" w:rsidRPr="003C0159">
          <w:rPr>
            <w:rStyle w:val="Hyperlink"/>
            <w:rFonts w:asciiTheme="minorHAnsi" w:hAnsiTheme="minorHAnsi"/>
            <w:sz w:val="22"/>
          </w:rPr>
          <w:t>https://www.researchgate.net/</w:t>
        </w:r>
      </w:hyperlink>
      <w:r w:rsidR="00F66C5F" w:rsidRPr="003C0159">
        <w:t>)</w:t>
      </w:r>
      <w:r w:rsidR="000D1D25" w:rsidRPr="003C0159">
        <w:t xml:space="preserve"> are possible</w:t>
      </w:r>
      <w:r w:rsidR="00F14408" w:rsidRPr="003C0159">
        <w:t xml:space="preserve">, an electronic copy of the publication has to be deposited in </w:t>
      </w:r>
      <w:r w:rsidR="00F14408" w:rsidRPr="003C0159">
        <w:rPr>
          <w:b/>
        </w:rPr>
        <w:t>suitable open access repository</w:t>
      </w:r>
      <w:r w:rsidR="00F14408" w:rsidRPr="003C0159">
        <w:t xml:space="preserve"> (see </w:t>
      </w:r>
      <w:r w:rsidR="00F14408" w:rsidRPr="008219B0">
        <w:fldChar w:fldCharType="begin"/>
      </w:r>
      <w:r w:rsidR="00F14408" w:rsidRPr="003C0159">
        <w:instrText>REF __RefHeading___Toc1722_1611646261 \r \h</w:instrText>
      </w:r>
      <w:r w:rsidR="00E57287" w:rsidRPr="003C0159">
        <w:instrText xml:space="preserve"> \* MERGEFORMAT </w:instrText>
      </w:r>
      <w:r w:rsidR="00F14408" w:rsidRPr="00AB6ED6">
        <w:fldChar w:fldCharType="separate"/>
      </w:r>
      <w:r w:rsidR="00AB6ED6">
        <w:t>2.2.7</w:t>
      </w:r>
      <w:r w:rsidR="00F14408" w:rsidRPr="008219B0">
        <w:fldChar w:fldCharType="end"/>
      </w:r>
      <w:r w:rsidR="00F14408" w:rsidRPr="003C0159">
        <w:t>) in the first place.</w:t>
      </w:r>
      <w:r w:rsidR="00BE122F" w:rsidRPr="003C0159">
        <w:t xml:space="preserve"> </w:t>
      </w:r>
      <w:r w:rsidR="000D1D25" w:rsidRPr="003C0159">
        <w:t>A</w:t>
      </w:r>
      <w:r w:rsidR="003F5F6F" w:rsidRPr="003C0159">
        <w:t xml:space="preserve">ccording to the European Research Council’s Guidelines on Open Access </w:t>
      </w:r>
      <w:sdt>
        <w:sdtPr>
          <w:id w:val="473959271"/>
          <w:citation/>
        </w:sdtPr>
        <w:sdtEndPr/>
        <w:sdtContent>
          <w:r w:rsidR="003F5F6F" w:rsidRPr="008219B0">
            <w:fldChar w:fldCharType="begin"/>
          </w:r>
          <w:r w:rsidR="003F5F6F" w:rsidRPr="003C0159">
            <w:instrText xml:space="preserve"> CITATION Eur17 \l 1031 </w:instrText>
          </w:r>
          <w:r w:rsidR="003F5F6F" w:rsidRPr="00AB6ED6">
            <w:fldChar w:fldCharType="separate"/>
          </w:r>
          <w:r w:rsidR="00AB6ED6">
            <w:rPr>
              <w:noProof/>
            </w:rPr>
            <w:t>[5]</w:t>
          </w:r>
          <w:r w:rsidR="003F5F6F" w:rsidRPr="008219B0">
            <w:fldChar w:fldCharType="end"/>
          </w:r>
        </w:sdtContent>
      </w:sdt>
      <w:r w:rsidR="003F5F6F" w:rsidRPr="003C0159">
        <w:t xml:space="preserve">, “Venues such as Research Gate or Academia.edu that require users to register in order to access content </w:t>
      </w:r>
      <w:r w:rsidR="003F5F6F" w:rsidRPr="003C0159">
        <w:rPr>
          <w:b/>
        </w:rPr>
        <w:t>do not count as repositories</w:t>
      </w:r>
      <w:r w:rsidR="003F5F6F" w:rsidRPr="003C0159">
        <w:t>. The posting of publications on a personal, institutional or project specific webpage or the deposit in a publically accessible Dropbox account is not sufficient to satisfy the requirements either.”</w:t>
      </w:r>
    </w:p>
    <w:p w14:paraId="16F41300" w14:textId="45D3A3C9" w:rsidR="00945BB7" w:rsidRPr="003C0159" w:rsidRDefault="00BE122F" w:rsidP="00945BB7">
      <w:pPr>
        <w:pStyle w:val="Textkrper"/>
      </w:pPr>
      <w:r w:rsidRPr="003C0159">
        <w:t xml:space="preserve">If </w:t>
      </w:r>
      <w:r w:rsidR="007C6D53" w:rsidRPr="003C0159">
        <w:t xml:space="preserve">the chosen repository is </w:t>
      </w:r>
      <w:r w:rsidRPr="003C0159">
        <w:t xml:space="preserve">not fully </w:t>
      </w:r>
      <w:proofErr w:type="spellStart"/>
      <w:r w:rsidRPr="003C0159">
        <w:t>OpenAIRE</w:t>
      </w:r>
      <w:proofErr w:type="spellEnd"/>
      <w:r w:rsidRPr="003C0159">
        <w:t xml:space="preserve"> complaint</w:t>
      </w:r>
      <w:r w:rsidR="007C6D53" w:rsidRPr="003C0159">
        <w:t>,</w:t>
      </w:r>
      <w:r w:rsidRPr="003C0159">
        <w:t xml:space="preserve"> </w:t>
      </w:r>
      <w:r w:rsidR="007C6D53" w:rsidRPr="003C0159">
        <w:t xml:space="preserve">the publications or data </w:t>
      </w:r>
      <w:r w:rsidR="007C6D53" w:rsidRPr="003C0159">
        <w:rPr>
          <w:b/>
        </w:rPr>
        <w:t>must</w:t>
      </w:r>
      <w:r w:rsidR="007C6D53" w:rsidRPr="003C0159">
        <w:t xml:space="preserve"> be l</w:t>
      </w:r>
      <w:r w:rsidRPr="003C0159">
        <w:t>ink</w:t>
      </w:r>
      <w:r w:rsidR="007C6D53" w:rsidRPr="003C0159">
        <w:t xml:space="preserve">ed at </w:t>
      </w:r>
      <w:hyperlink r:id="rId34" w:history="1">
        <w:r w:rsidR="007C6D53" w:rsidRPr="003C0159">
          <w:rPr>
            <w:rStyle w:val="Hyperlink"/>
            <w:rFonts w:asciiTheme="minorHAnsi" w:hAnsiTheme="minorHAnsi"/>
            <w:sz w:val="22"/>
          </w:rPr>
          <w:t>https://www.openaire.eu/participate/claim</w:t>
        </w:r>
      </w:hyperlink>
      <w:r w:rsidR="007C6D53" w:rsidRPr="003C0159">
        <w:t xml:space="preserve"> with the respective funding agency (European Commission). </w:t>
      </w:r>
      <w:r w:rsidR="00945BB7" w:rsidRPr="003C0159">
        <w:t xml:space="preserve">Green open access journals or gold open access journals without author processing fees should be preferred for disseminating CLARITY scientific publications. </w:t>
      </w:r>
      <w:r w:rsidR="00A32D6B" w:rsidRPr="003C0159">
        <w:t xml:space="preserve">Nevertheless, the journal’s visibility and prestige (translated in the Impact Factor) of the journal, together with the speed of publication, should be considered when choosing a journal for publication of a manuscript. </w:t>
      </w:r>
      <w:r w:rsidR="00945BB7" w:rsidRPr="003C0159">
        <w:t xml:space="preserve">According to the EC recommendation, authors of the publication are encouraged to retain their copyright and grant adequate licences to publishers (see </w:t>
      </w:r>
      <w:r w:rsidR="00945BB7" w:rsidRPr="008219B0">
        <w:fldChar w:fldCharType="begin"/>
      </w:r>
      <w:r w:rsidR="00945BB7" w:rsidRPr="003C0159">
        <w:instrText>REF __RefHeading___Toc10007_1703622956 \r \h</w:instrText>
      </w:r>
      <w:r w:rsidR="00E57287" w:rsidRPr="003C0159">
        <w:instrText xml:space="preserve"> \* MERGEFORMAT </w:instrText>
      </w:r>
      <w:r w:rsidR="00945BB7" w:rsidRPr="00AB6ED6">
        <w:fldChar w:fldCharType="separate"/>
      </w:r>
      <w:r w:rsidR="00AB6ED6">
        <w:t>2.4.1</w:t>
      </w:r>
      <w:r w:rsidR="00945BB7" w:rsidRPr="008219B0">
        <w:fldChar w:fldCharType="end"/>
      </w:r>
      <w:r w:rsidR="00945BB7" w:rsidRPr="003C0159">
        <w:t>).</w:t>
      </w:r>
    </w:p>
    <w:p w14:paraId="2C899528" w14:textId="77777777" w:rsidR="00945BB7" w:rsidRPr="003C0159" w:rsidRDefault="00945BB7" w:rsidP="00945BB7">
      <w:pPr>
        <w:pStyle w:val="Textkrper"/>
        <w:rPr>
          <w:b/>
        </w:rPr>
      </w:pPr>
      <w:r w:rsidRPr="003C0159">
        <w:rPr>
          <w:b/>
        </w:rPr>
        <w:lastRenderedPageBreak/>
        <w:t>Green open access (self-archiving)</w:t>
      </w:r>
    </w:p>
    <w:p w14:paraId="352BF52D" w14:textId="436510D1" w:rsidR="00945BB7" w:rsidRPr="00941E3F" w:rsidRDefault="00945BB7" w:rsidP="00945BB7">
      <w:pPr>
        <w:pStyle w:val="Textkrper"/>
      </w:pPr>
      <w:r w:rsidRPr="003C0159">
        <w:t xml:space="preserve">Green open access or self-archiving means that the published article or the final peer-reviewed manuscript is </w:t>
      </w:r>
      <w:r w:rsidRPr="003C0159">
        <w:rPr>
          <w:b/>
          <w:bCs/>
        </w:rPr>
        <w:t>archived by the researcher itself</w:t>
      </w:r>
      <w:r w:rsidRPr="003C0159">
        <w:t xml:space="preserve"> in an online repository, in most cases after its publication in the journal. The journal must grant the researcher the permission to self-archive the final peer-reviewed </w:t>
      </w:r>
      <w:r w:rsidRPr="00AB6ED6">
        <w:rPr>
          <w:noProof/>
        </w:rPr>
        <w:t>article</w:t>
      </w:r>
      <w:r w:rsidR="006F3582" w:rsidRPr="00AB6ED6">
        <w:rPr>
          <w:noProof/>
        </w:rPr>
        <w:t>,</w:t>
      </w:r>
      <w:r w:rsidRPr="00AB6ED6">
        <w:rPr>
          <w:noProof/>
        </w:rPr>
        <w:t xml:space="preserve"> at</w:t>
      </w:r>
      <w:r w:rsidRPr="003C0159">
        <w:t xml:space="preserve"> the latest</w:t>
      </w:r>
      <w:r w:rsidR="006F3582">
        <w:t>,</w:t>
      </w:r>
      <w:r w:rsidRPr="00941E3F">
        <w:t xml:space="preserve"> 12 months after publication.</w:t>
      </w:r>
    </w:p>
    <w:p w14:paraId="72698A6C" w14:textId="77777777" w:rsidR="00945BB7" w:rsidRPr="00941E3F" w:rsidRDefault="00945BB7" w:rsidP="00945BB7">
      <w:pPr>
        <w:pStyle w:val="Textkrper"/>
        <w:rPr>
          <w:b/>
        </w:rPr>
      </w:pPr>
      <w:r w:rsidRPr="00941E3F">
        <w:rPr>
          <w:b/>
        </w:rPr>
        <w:t>Gold open access (open access publishing)</w:t>
      </w:r>
    </w:p>
    <w:p w14:paraId="55F05196" w14:textId="08C8ABDC" w:rsidR="00945BB7" w:rsidRPr="003C0159" w:rsidRDefault="00945BB7" w:rsidP="00945BB7">
      <w:pPr>
        <w:pStyle w:val="Textkrper"/>
      </w:pPr>
      <w:r w:rsidRPr="00941E3F">
        <w:t xml:space="preserve">Gold open access means that the publication is </w:t>
      </w:r>
      <w:r w:rsidRPr="00941E3F">
        <w:rPr>
          <w:b/>
          <w:bCs/>
        </w:rPr>
        <w:t>available by the scientific publisher</w:t>
      </w:r>
      <w:r w:rsidRPr="003C0159">
        <w:t xml:space="preserve"> as open access. Some journals require an author-processing fee for publishing open access. Author-publishing fees for gold open access journals can be reimbursed within the project period and budget. Some publishers allow the researcher to deposit a copy of the article in a repository, sometimes with an embargo period (see </w:t>
      </w:r>
      <w:r w:rsidRPr="008219B0">
        <w:fldChar w:fldCharType="begin"/>
      </w:r>
      <w:r w:rsidRPr="003C0159">
        <w:instrText>REF __RefHeading___Toc5166_2295559298 \r \h</w:instrText>
      </w:r>
      <w:r w:rsidR="00E57287" w:rsidRPr="003C0159">
        <w:instrText xml:space="preserve"> \* MERGEFORMAT </w:instrText>
      </w:r>
      <w:r w:rsidRPr="00AB6ED6">
        <w:fldChar w:fldCharType="separate"/>
      </w:r>
      <w:r w:rsidR="00AB6ED6">
        <w:t>2.4.2</w:t>
      </w:r>
      <w:r w:rsidRPr="008219B0">
        <w:fldChar w:fldCharType="end"/>
      </w:r>
      <w:r w:rsidRPr="003C0159">
        <w:t>).</w:t>
      </w:r>
    </w:p>
    <w:p w14:paraId="7F76C72C" w14:textId="77777777" w:rsidR="00945BB7" w:rsidRPr="003C0159" w:rsidRDefault="00945BB7" w:rsidP="00E70C59">
      <w:pPr>
        <w:pStyle w:val="berschrift3"/>
      </w:pPr>
      <w:bookmarkStart w:id="32" w:name="__RefHeading___Toc4652_4285440131"/>
      <w:bookmarkStart w:id="33" w:name="_Toc499541114"/>
      <w:bookmarkEnd w:id="32"/>
      <w:r w:rsidRPr="003C0159">
        <w:t>What methods or software tools are needed to access the data?</w:t>
      </w:r>
      <w:bookmarkEnd w:id="33"/>
      <w:r w:rsidRPr="003C0159">
        <w:t xml:space="preserve"> </w:t>
      </w:r>
    </w:p>
    <w:p w14:paraId="0AC3E178" w14:textId="2A65FCB8" w:rsidR="00945BB7" w:rsidRPr="003C0159" w:rsidRDefault="00945BB7" w:rsidP="00945BB7">
      <w:pPr>
        <w:pStyle w:val="Textkrper"/>
      </w:pPr>
      <w:r w:rsidRPr="003C0159">
        <w:t xml:space="preserve">Regarding the mere access to open data </w:t>
      </w:r>
      <w:r w:rsidRPr="003C0159">
        <w:rPr>
          <w:b/>
          <w:bCs/>
        </w:rPr>
        <w:t>deposited as data files</w:t>
      </w:r>
      <w:r w:rsidRPr="003C0159">
        <w:t xml:space="preserve"> in a data repository, there are no special methods or software tools needed. The files can be downloaded from the data repository via HTTP protocol using a standard web browser. This implies, however, that open data that is originally stored in a database or another type of data store, has to be exported (“dumped”) to a file before it can be deposited in a repository. Repository APIs (see </w:t>
      </w:r>
      <w:r w:rsidRPr="008219B0">
        <w:fldChar w:fldCharType="begin"/>
      </w:r>
      <w:r w:rsidRPr="003C0159">
        <w:instrText>REF __RefHeading___Toc1722_1611646261 \r \h</w:instrText>
      </w:r>
      <w:r w:rsidR="00E57287" w:rsidRPr="003C0159">
        <w:instrText xml:space="preserve"> \* MERGEFORMAT </w:instrText>
      </w:r>
      <w:r w:rsidRPr="00AB6ED6">
        <w:fldChar w:fldCharType="separate"/>
      </w:r>
      <w:r w:rsidR="00AB6ED6">
        <w:t>2.2.7</w:t>
      </w:r>
      <w:r w:rsidRPr="008219B0">
        <w:fldChar w:fldCharType="end"/>
      </w:r>
      <w:r w:rsidRPr="003C0159">
        <w:t xml:space="preserve">), DOI versioning (see </w:t>
      </w:r>
      <w:r w:rsidRPr="008219B0">
        <w:fldChar w:fldCharType="begin"/>
      </w:r>
      <w:r w:rsidRPr="003C0159">
        <w:instrText>REF __RefHeading___Toc1724_1611646261 \r \h</w:instrText>
      </w:r>
      <w:r w:rsidR="00E57287" w:rsidRPr="003C0159">
        <w:instrText xml:space="preserve"> \* MERGEFORMAT </w:instrText>
      </w:r>
      <w:r w:rsidRPr="00AB6ED6">
        <w:fldChar w:fldCharType="separate"/>
      </w:r>
      <w:r w:rsidR="00AB6ED6">
        <w:t>2.1.4</w:t>
      </w:r>
      <w:r w:rsidRPr="008219B0">
        <w:fldChar w:fldCharType="end"/>
      </w:r>
      <w:r w:rsidRPr="003C0159">
        <w:t>) and the respective database tools can help to automate this export tasks.</w:t>
      </w:r>
    </w:p>
    <w:p w14:paraId="17AD5D16" w14:textId="594771C9" w:rsidR="00945BB7" w:rsidRPr="003C0159" w:rsidRDefault="00945BB7" w:rsidP="00945BB7">
      <w:pPr>
        <w:pStyle w:val="Textkrper"/>
      </w:pPr>
      <w:r w:rsidRPr="003C0159">
        <w:t xml:space="preserve">Regarding software and tools for </w:t>
      </w:r>
      <w:r w:rsidRPr="003C0159">
        <w:rPr>
          <w:b/>
          <w:bCs/>
        </w:rPr>
        <w:t>offline</w:t>
      </w:r>
      <w:r w:rsidRPr="003C0159">
        <w:t xml:space="preserve"> viewing, interpreting, processing and editing of data files downloaded from the data repository, it heavily depends on the type and format of the data (see </w:t>
      </w:r>
      <w:r w:rsidRPr="008219B0">
        <w:fldChar w:fldCharType="begin"/>
      </w:r>
      <w:r w:rsidRPr="003C0159">
        <w:instrText>REF __RefHeading___Toc4384_3970457364 \r \h</w:instrText>
      </w:r>
      <w:r w:rsidR="00E57287" w:rsidRPr="003C0159">
        <w:instrText xml:space="preserve"> \* MERGEFORMAT </w:instrText>
      </w:r>
      <w:r w:rsidRPr="00AB6ED6">
        <w:fldChar w:fldCharType="separate"/>
      </w:r>
      <w:r w:rsidR="00AB6ED6">
        <w:t>2.3.1</w:t>
      </w:r>
      <w:r w:rsidRPr="008219B0">
        <w:fldChar w:fldCharType="end"/>
      </w:r>
      <w:r w:rsidRPr="003C0159">
        <w:t xml:space="preserve">). However, for open data that is generated within the CSIS directly, the data can be accessed </w:t>
      </w:r>
      <w:r w:rsidRPr="003C0159">
        <w:rPr>
          <w:b/>
          <w:bCs/>
        </w:rPr>
        <w:t>online</w:t>
      </w:r>
      <w:r w:rsidRPr="003C0159">
        <w:t xml:space="preserve"> either through the </w:t>
      </w:r>
      <w:r w:rsidRPr="00AB6ED6">
        <w:rPr>
          <w:noProof/>
        </w:rPr>
        <w:t>well</w:t>
      </w:r>
      <w:r w:rsidR="006F3582">
        <w:rPr>
          <w:noProof/>
        </w:rPr>
        <w:t>-</w:t>
      </w:r>
      <w:r w:rsidRPr="00AB6ED6">
        <w:rPr>
          <w:noProof/>
        </w:rPr>
        <w:t>defined</w:t>
      </w:r>
      <w:r w:rsidRPr="003C0159">
        <w:t xml:space="preserve"> service APIs (e.g. OGC WMS) or through respective user interfaces of the CSIS. Moreover, those CSIS components that are published as open source software (see </w:t>
      </w:r>
      <w:r w:rsidRPr="008219B0">
        <w:fldChar w:fldCharType="begin"/>
      </w:r>
      <w:r w:rsidRPr="003C0159">
        <w:instrText>REF __RefHeading___Toc4531_3970457364 \r \h</w:instrText>
      </w:r>
      <w:r w:rsidR="00E57287" w:rsidRPr="003C0159">
        <w:instrText xml:space="preserve"> \* MERGEFORMAT </w:instrText>
      </w:r>
      <w:r w:rsidRPr="00AB6ED6">
        <w:fldChar w:fldCharType="separate"/>
      </w:r>
      <w:r w:rsidR="00AB6ED6">
        <w:t>2.2.6</w:t>
      </w:r>
      <w:r w:rsidRPr="008219B0">
        <w:fldChar w:fldCharType="end"/>
      </w:r>
      <w:r w:rsidRPr="003C0159">
        <w:t>) are also deposited in a repository and thus can be linked with the data with help of appropriate metadata (</w:t>
      </w:r>
      <w:proofErr w:type="spellStart"/>
      <w:r w:rsidRPr="003C0159">
        <w:t>related_identifers</w:t>
      </w:r>
      <w:proofErr w:type="spellEnd"/>
      <w:r w:rsidRPr="003C0159">
        <w:t xml:space="preserve">, see </w:t>
      </w:r>
      <w:r w:rsidRPr="008219B0">
        <w:fldChar w:fldCharType="begin"/>
      </w:r>
      <w:r w:rsidRPr="003C0159">
        <w:instrText>REF __RefHeading___Toc3334_1283140823 \r \h</w:instrText>
      </w:r>
      <w:r w:rsidR="00E57287" w:rsidRPr="003C0159">
        <w:instrText xml:space="preserve"> \* MERGEFORMAT </w:instrText>
      </w:r>
      <w:r w:rsidRPr="00AB6ED6">
        <w:fldChar w:fldCharType="separate"/>
      </w:r>
      <w:r w:rsidR="00AB6ED6">
        <w:t>2.1.5</w:t>
      </w:r>
      <w:r w:rsidRPr="008219B0">
        <w:fldChar w:fldCharType="end"/>
      </w:r>
      <w:r w:rsidRPr="003C0159">
        <w:t>).</w:t>
      </w:r>
    </w:p>
    <w:p w14:paraId="70D8DA13" w14:textId="77777777" w:rsidR="00945BB7" w:rsidRPr="003C0159" w:rsidRDefault="00945BB7" w:rsidP="00E70C59">
      <w:pPr>
        <w:pStyle w:val="berschrift3"/>
      </w:pPr>
      <w:bookmarkStart w:id="34" w:name="_Toc499541115"/>
      <w:r w:rsidRPr="003C0159">
        <w:t>Is documentation about the software needed to access the data included?</w:t>
      </w:r>
      <w:bookmarkEnd w:id="34"/>
    </w:p>
    <w:p w14:paraId="4A32F6E0" w14:textId="77777777" w:rsidR="00945BB7" w:rsidRPr="003C0159" w:rsidRDefault="00945BB7" w:rsidP="00945BB7">
      <w:pPr>
        <w:pStyle w:val="Textkrper"/>
      </w:pPr>
      <w:r w:rsidRPr="003C0159">
        <w:t xml:space="preserve">Documentation of (open source) software needed to access the data and developed by CLARITY will be made available on the CLARITY website and the respective source code and release repositories. </w:t>
      </w:r>
    </w:p>
    <w:p w14:paraId="2035BF7A" w14:textId="77777777" w:rsidR="00945BB7" w:rsidRPr="003C0159" w:rsidRDefault="00945BB7" w:rsidP="00E70C59">
      <w:pPr>
        <w:pStyle w:val="berschrift3"/>
      </w:pPr>
      <w:bookmarkStart w:id="35" w:name="__RefHeading___Toc4531_3970457364"/>
      <w:bookmarkStart w:id="36" w:name="Decision_05"/>
      <w:bookmarkStart w:id="37" w:name="_Toc499541116"/>
      <w:bookmarkEnd w:id="35"/>
      <w:r w:rsidRPr="003C0159">
        <w:t>Is it possible to include the relevant software (e.g. in open source code)?</w:t>
      </w:r>
      <w:bookmarkEnd w:id="36"/>
      <w:bookmarkEnd w:id="37"/>
    </w:p>
    <w:p w14:paraId="48FF6577" w14:textId="730C3D7A" w:rsidR="00945BB7" w:rsidRPr="003C0159" w:rsidRDefault="00945BB7" w:rsidP="00945BB7">
      <w:pPr>
        <w:pStyle w:val="Textkrper"/>
      </w:pPr>
      <w:r w:rsidRPr="003C0159">
        <w:t xml:space="preserve">As described in </w:t>
      </w:r>
      <w:r w:rsidRPr="008219B0">
        <w:fldChar w:fldCharType="begin"/>
      </w:r>
      <w:r w:rsidRPr="003C0159">
        <w:instrText>REF __RefHeading___Toc4652_4285440131 \r \h</w:instrText>
      </w:r>
      <w:r w:rsidR="00E57287" w:rsidRPr="003C0159">
        <w:instrText xml:space="preserve"> \* MERGEFORMAT </w:instrText>
      </w:r>
      <w:r w:rsidRPr="00AB6ED6">
        <w:fldChar w:fldCharType="separate"/>
      </w:r>
      <w:r w:rsidR="00AB6ED6">
        <w:t>2.2.4</w:t>
      </w:r>
      <w:r w:rsidRPr="008219B0">
        <w:fldChar w:fldCharType="end"/>
      </w:r>
      <w:r w:rsidRPr="003C0159">
        <w:t xml:space="preserve">, open source software developed by CLARITY </w:t>
      </w:r>
      <w:r w:rsidR="00F05627" w:rsidRPr="003C0159">
        <w:t xml:space="preserve">and hosted in the public CLARITY </w:t>
      </w:r>
      <w:proofErr w:type="spellStart"/>
      <w:r w:rsidR="00F05627" w:rsidRPr="003C0159">
        <w:t>GithHub</w:t>
      </w:r>
      <w:proofErr w:type="spellEnd"/>
      <w:r w:rsidR="00F05627" w:rsidRPr="003C0159">
        <w:t xml:space="preserve"> source code management system </w:t>
      </w:r>
      <w:r w:rsidR="002C5A18" w:rsidRPr="003C0159">
        <w:t xml:space="preserve">at </w:t>
      </w:r>
      <w:hyperlink r:id="rId35" w:history="1">
        <w:r w:rsidR="00F05627" w:rsidRPr="003C0159">
          <w:rPr>
            <w:rStyle w:val="Hyperlink"/>
            <w:rFonts w:asciiTheme="minorHAnsi" w:hAnsiTheme="minorHAnsi"/>
            <w:sz w:val="22"/>
          </w:rPr>
          <w:t>https://github.com/clarity-h2020</w:t>
        </w:r>
      </w:hyperlink>
      <w:r w:rsidR="00F05627" w:rsidRPr="003C0159">
        <w:t xml:space="preserve"> </w:t>
      </w:r>
      <w:r w:rsidRPr="003C0159">
        <w:t>will be made available together with the respective open data in a repository</w:t>
      </w:r>
      <w:r w:rsidR="00A32D6B" w:rsidRPr="003C0159">
        <w:t xml:space="preserve"> (see </w:t>
      </w:r>
      <w:r w:rsidR="00A32D6B" w:rsidRPr="008219B0">
        <w:fldChar w:fldCharType="begin"/>
      </w:r>
      <w:r w:rsidR="00A32D6B" w:rsidRPr="003C0159">
        <w:instrText xml:space="preserve"> REF _Ref497403744 \r \h </w:instrText>
      </w:r>
      <w:r w:rsidR="00E57287" w:rsidRPr="003C0159">
        <w:instrText xml:space="preserve"> \* MERGEFORMAT </w:instrText>
      </w:r>
      <w:r w:rsidR="00A32D6B" w:rsidRPr="00AB6ED6">
        <w:fldChar w:fldCharType="separate"/>
      </w:r>
      <w:r w:rsidR="00AB6ED6">
        <w:t>2.2.3</w:t>
      </w:r>
      <w:r w:rsidR="00A32D6B" w:rsidRPr="008219B0">
        <w:fldChar w:fldCharType="end"/>
      </w:r>
      <w:r w:rsidR="00A32D6B" w:rsidRPr="003C0159">
        <w:t>)</w:t>
      </w:r>
      <w:r w:rsidRPr="003C0159">
        <w:t xml:space="preserve">. Moreover, </w:t>
      </w:r>
      <w:r w:rsidR="00F05627" w:rsidRPr="003C0159">
        <w:t xml:space="preserve">since </w:t>
      </w:r>
      <w:r w:rsidRPr="003C0159">
        <w:t xml:space="preserve">the source code of the software is stored on GitHub, releases can automatically be published in a </w:t>
      </w:r>
      <w:r w:rsidR="002C5A18" w:rsidRPr="003C0159">
        <w:t xml:space="preserve">supported </w:t>
      </w:r>
      <w:r w:rsidRPr="003C0159">
        <w:t xml:space="preserve">repository (see </w:t>
      </w:r>
      <w:hyperlink r:id="rId36" w:history="1">
        <w:r w:rsidR="00F05627" w:rsidRPr="003C0159">
          <w:rPr>
            <w:rStyle w:val="Hyperlink"/>
            <w:rFonts w:asciiTheme="minorHAnsi" w:hAnsiTheme="minorHAnsi"/>
            <w:sz w:val="22"/>
          </w:rPr>
          <w:t>https://guides.github.com/activities/citable-code/</w:t>
        </w:r>
      </w:hyperlink>
      <w:r w:rsidRPr="003C0159">
        <w:t>).</w:t>
      </w:r>
      <w:r w:rsidR="00A32D6B" w:rsidRPr="003C0159">
        <w:t xml:space="preserve"> </w:t>
      </w:r>
    </w:p>
    <w:p w14:paraId="08E45E46" w14:textId="77777777" w:rsidR="00945BB7" w:rsidRPr="00941E3F" w:rsidRDefault="00945BB7" w:rsidP="00E70C59">
      <w:pPr>
        <w:pStyle w:val="berschrift3"/>
      </w:pPr>
      <w:bookmarkStart w:id="38" w:name="__RefHeading___Toc1722_1611646261"/>
      <w:bookmarkStart w:id="39" w:name="Decision_06"/>
      <w:bookmarkStart w:id="40" w:name="_Ref497758275"/>
      <w:bookmarkStart w:id="41" w:name="_Toc499541117"/>
      <w:bookmarkEnd w:id="38"/>
      <w:bookmarkEnd w:id="39"/>
      <w:r w:rsidRPr="003C0159">
        <w:t>Where will the data and associated metadata, documentation and code be deposited? Preference should be given to ce</w:t>
      </w:r>
      <w:r w:rsidRPr="00941E3F">
        <w:t>rtified repositories which support open access where possible.</w:t>
      </w:r>
      <w:bookmarkEnd w:id="40"/>
      <w:bookmarkEnd w:id="41"/>
    </w:p>
    <w:p w14:paraId="3C016751" w14:textId="77777777" w:rsidR="00945BB7" w:rsidRPr="00941E3F" w:rsidRDefault="00945BB7" w:rsidP="00945BB7">
      <w:pPr>
        <w:pStyle w:val="Textkrper"/>
        <w:rPr>
          <w:b/>
        </w:rPr>
      </w:pPr>
      <w:r w:rsidRPr="00941E3F">
        <w:rPr>
          <w:b/>
        </w:rPr>
        <w:t>Open Data and Open Source Software</w:t>
      </w:r>
    </w:p>
    <w:p w14:paraId="1CE557A2" w14:textId="414185AF" w:rsidR="00945BB7" w:rsidRPr="00941E3F" w:rsidRDefault="00945BB7" w:rsidP="00945BB7">
      <w:pPr>
        <w:pStyle w:val="Textkrper"/>
      </w:pPr>
      <w:r w:rsidRPr="00941E3F">
        <w:t xml:space="preserve">Some CLARITY partners like UNINA and AEMET already operate their own </w:t>
      </w:r>
      <w:proofErr w:type="spellStart"/>
      <w:r w:rsidRPr="00941E3F">
        <w:t>OpenAIRE</w:t>
      </w:r>
      <w:proofErr w:type="spellEnd"/>
      <w:r w:rsidRPr="00941E3F">
        <w:t>-compliant repositories (</w:t>
      </w:r>
      <w:hyperlink r:id="rId37" w:history="1">
        <w:r w:rsidR="0002092F" w:rsidRPr="00941E3F">
          <w:rPr>
            <w:rStyle w:val="Hyperlink"/>
            <w:rFonts w:asciiTheme="minorHAnsi" w:hAnsiTheme="minorHAnsi"/>
            <w:sz w:val="22"/>
          </w:rPr>
          <w:t>https://www.OpenAIRE.eu/search/organization?</w:t>
        </w:r>
      </w:hyperlink>
      <w:hyperlink r:id="rId38">
        <w:r w:rsidRPr="00941E3F">
          <w:t>organizationId=dedup_wf_001::745e00fd93e980bf964e10bcd9bfa04a</w:t>
        </w:r>
      </w:hyperlink>
      <w:r w:rsidRPr="00941E3F">
        <w:t xml:space="preserve"> and </w:t>
      </w:r>
      <w:hyperlink r:id="rId39" w:history="1">
        <w:r w:rsidR="0002092F" w:rsidRPr="00941E3F">
          <w:rPr>
            <w:rStyle w:val="Hyperlink"/>
            <w:rFonts w:asciiTheme="minorHAnsi" w:hAnsiTheme="minorHAnsi"/>
            <w:sz w:val="22"/>
          </w:rPr>
          <w:t>https://www.OpenAIRE.eu/search/organization?organizationId=dedup_wf_001::745e00fd93e980bf964e10bcd9bfa04a</w:t>
        </w:r>
      </w:hyperlink>
      <w:r w:rsidRPr="00941E3F">
        <w:t>) while other partners like ZAMG make use external institutional repositories (</w:t>
      </w:r>
      <w:hyperlink r:id="rId40" w:history="1">
        <w:r w:rsidR="006C041A" w:rsidRPr="00941E3F">
          <w:rPr>
            <w:rStyle w:val="Hyperlink"/>
            <w:rFonts w:asciiTheme="minorHAnsi" w:hAnsiTheme="minorHAnsi"/>
            <w:sz w:val="22"/>
          </w:rPr>
          <w:t>https://data.ccca.ac.at/organization/zamg</w:t>
        </w:r>
      </w:hyperlink>
      <w:r w:rsidRPr="00941E3F">
        <w:t xml:space="preserve">) or do not have access to an institutional repository at all. </w:t>
      </w:r>
    </w:p>
    <w:p w14:paraId="255FA716" w14:textId="69F84EE7" w:rsidR="00945BB7" w:rsidRPr="003C0159" w:rsidRDefault="00945BB7" w:rsidP="00945BB7">
      <w:pPr>
        <w:pStyle w:val="Textkrper"/>
      </w:pPr>
      <w:r w:rsidRPr="00941E3F">
        <w:lastRenderedPageBreak/>
        <w:t xml:space="preserve">To ensure that data management procedures are unified across the project, a </w:t>
      </w:r>
      <w:r w:rsidRPr="00941E3F">
        <w:rPr>
          <w:b/>
          <w:bCs/>
        </w:rPr>
        <w:t>common default Open Access repository</w:t>
      </w:r>
      <w:r w:rsidRPr="00941E3F">
        <w:t xml:space="preserve"> for open data and open source software generated within the project has been chosen. In the end, it is up to the owner of the data or software to decide whether he wants to use an institutional repository or the CLARITY default repository. However, repositories other than the default one should be </w:t>
      </w:r>
      <w:proofErr w:type="spellStart"/>
      <w:r w:rsidRPr="00941E3F">
        <w:t>OpenAIRE</w:t>
      </w:r>
      <w:proofErr w:type="spellEnd"/>
      <w:r w:rsidRPr="00941E3F">
        <w:t xml:space="preserve">-compliant and issue a DOI as highlighted in </w:t>
      </w:r>
      <w:r w:rsidRPr="00941E3F">
        <w:fldChar w:fldCharType="begin"/>
      </w:r>
      <w:r w:rsidRPr="00941E3F">
        <w:instrText>REF __RefHeading___Toc9352_1703622956 \r \h</w:instrText>
      </w:r>
      <w:r w:rsidR="00E57287" w:rsidRPr="00941E3F">
        <w:instrText xml:space="preserve"> \* MERGEFORMAT </w:instrText>
      </w:r>
      <w:r w:rsidRPr="00941E3F">
        <w:fldChar w:fldCharType="separate"/>
      </w:r>
      <w:r w:rsidR="00AB6ED6">
        <w:t>2.2.3</w:t>
      </w:r>
      <w:r w:rsidRPr="00941E3F">
        <w:fldChar w:fldCharType="end"/>
      </w:r>
      <w:r w:rsidRPr="00941E3F">
        <w:t xml:space="preserve">. The default repository of the CLARITY project for depositing publications, open data and open source software is </w:t>
      </w:r>
      <w:proofErr w:type="spellStart"/>
      <w:r w:rsidRPr="00941E3F">
        <w:rPr>
          <w:b/>
        </w:rPr>
        <w:t>Zenodo</w:t>
      </w:r>
      <w:proofErr w:type="spellEnd"/>
      <w:r w:rsidRPr="00941E3F">
        <w:t xml:space="preserve"> (</w:t>
      </w:r>
      <w:hyperlink r:id="rId41" w:history="1">
        <w:r w:rsidR="0002092F" w:rsidRPr="00941E3F">
          <w:rPr>
            <w:rStyle w:val="Hyperlink"/>
            <w:rFonts w:asciiTheme="minorHAnsi" w:hAnsiTheme="minorHAnsi"/>
            <w:sz w:val="22"/>
          </w:rPr>
          <w:t>http://www.zenodo.org</w:t>
        </w:r>
      </w:hyperlink>
      <w:r w:rsidRPr="00941E3F">
        <w:t xml:space="preserve">). </w:t>
      </w:r>
      <w:proofErr w:type="spellStart"/>
      <w:r w:rsidRPr="00941E3F">
        <w:t>Zenodo</w:t>
      </w:r>
      <w:proofErr w:type="spellEnd"/>
      <w:r w:rsidRPr="00941E3F">
        <w:t xml:space="preserve"> is an EC-</w:t>
      </w:r>
      <w:r w:rsidRPr="00AB6ED6">
        <w:rPr>
          <w:noProof/>
        </w:rPr>
        <w:t>co</w:t>
      </w:r>
      <w:r w:rsidR="006F3582" w:rsidRPr="00AB6ED6">
        <w:rPr>
          <w:noProof/>
        </w:rPr>
        <w:t>-</w:t>
      </w:r>
      <w:r w:rsidRPr="00AB6ED6">
        <w:rPr>
          <w:noProof/>
        </w:rPr>
        <w:t>funded</w:t>
      </w:r>
      <w:r w:rsidRPr="003C0159">
        <w:t xml:space="preserve">, multidisciplinary repository, for publications and data. A DOI is automatically assigned to all </w:t>
      </w:r>
      <w:proofErr w:type="spellStart"/>
      <w:r w:rsidRPr="003C0159">
        <w:t>Zenodo</w:t>
      </w:r>
      <w:proofErr w:type="spellEnd"/>
      <w:r w:rsidRPr="003C0159">
        <w:t xml:space="preserve"> files, which can be uploaded in any file format. </w:t>
      </w:r>
      <w:proofErr w:type="spellStart"/>
      <w:r w:rsidRPr="003C0159">
        <w:t>Zenodo</w:t>
      </w:r>
      <w:proofErr w:type="spellEnd"/>
      <w:r w:rsidRPr="003C0159">
        <w:t xml:space="preserve"> allows researchers to deposit both publications and research </w:t>
      </w:r>
      <w:r w:rsidRPr="00AB6ED6">
        <w:rPr>
          <w:noProof/>
        </w:rPr>
        <w:t>data,</w:t>
      </w:r>
      <w:r w:rsidRPr="003C0159">
        <w:t xml:space="preserve"> while providing means to link them. Data is stored in the CERN cloud infrastructure. </w:t>
      </w:r>
      <w:proofErr w:type="spellStart"/>
      <w:r w:rsidRPr="003C0159">
        <w:t>Zenodo</w:t>
      </w:r>
      <w:proofErr w:type="spellEnd"/>
      <w:r w:rsidRPr="003C0159">
        <w:t xml:space="preserve"> is compliant with the open data requirements of Horizon 2020, the EU Research and Innovation funding programme and </w:t>
      </w:r>
      <w:proofErr w:type="spellStart"/>
      <w:r w:rsidRPr="003C0159">
        <w:t>OpenAIRE</w:t>
      </w:r>
      <w:proofErr w:type="spellEnd"/>
      <w:r w:rsidRPr="003C0159">
        <w:t xml:space="preserve">. Furthermore, a </w:t>
      </w:r>
      <w:r w:rsidR="006C041A" w:rsidRPr="003C0159">
        <w:t xml:space="preserve">CLARITY </w:t>
      </w:r>
      <w:r w:rsidRPr="003C0159">
        <w:t>project page (community) has been set</w:t>
      </w:r>
      <w:r w:rsidR="006C041A" w:rsidRPr="003C0159">
        <w:t xml:space="preserve"> </w:t>
      </w:r>
      <w:r w:rsidRPr="003C0159">
        <w:t xml:space="preserve">up </w:t>
      </w:r>
      <w:r w:rsidR="006C041A" w:rsidRPr="003C0159">
        <w:t xml:space="preserve">at </w:t>
      </w:r>
      <w:hyperlink r:id="rId42" w:history="1">
        <w:r w:rsidR="006C041A" w:rsidRPr="003C0159">
          <w:rPr>
            <w:rStyle w:val="Hyperlink"/>
            <w:rFonts w:asciiTheme="minorHAnsi" w:hAnsiTheme="minorHAnsi"/>
            <w:sz w:val="22"/>
          </w:rPr>
          <w:t>https://zenodo.org/communities/clarity/</w:t>
        </w:r>
      </w:hyperlink>
      <w:r w:rsidR="006C041A" w:rsidRPr="003C0159">
        <w:t xml:space="preserve"> f</w:t>
      </w:r>
      <w:r w:rsidRPr="003C0159">
        <w:t>or easy upload of project datasets.</w:t>
      </w:r>
    </w:p>
    <w:p w14:paraId="6199CA89" w14:textId="77777777" w:rsidR="00945BB7" w:rsidRPr="003C0159" w:rsidRDefault="00945BB7" w:rsidP="00945BB7">
      <w:pPr>
        <w:pStyle w:val="Textkrper"/>
        <w:rPr>
          <w:b/>
        </w:rPr>
      </w:pPr>
      <w:r w:rsidRPr="003C0159">
        <w:rPr>
          <w:b/>
        </w:rPr>
        <w:t>Scientific Publications</w:t>
      </w:r>
    </w:p>
    <w:p w14:paraId="63FBD7EA" w14:textId="7175A067" w:rsidR="00945BB7" w:rsidRPr="003C0159" w:rsidRDefault="00945BB7" w:rsidP="00945BB7">
      <w:pPr>
        <w:pStyle w:val="Textkrper"/>
      </w:pPr>
      <w:r w:rsidRPr="003C0159">
        <w:t xml:space="preserve">As described in </w:t>
      </w:r>
      <w:r w:rsidRPr="008219B0">
        <w:fldChar w:fldCharType="begin"/>
      </w:r>
      <w:r w:rsidRPr="003C0159">
        <w:instrText>REF __RefHeading___Toc9352_1703622956 \r \h</w:instrText>
      </w:r>
      <w:r w:rsidR="00E57287" w:rsidRPr="003C0159">
        <w:instrText xml:space="preserve"> \* MERGEFORMAT </w:instrText>
      </w:r>
      <w:r w:rsidRPr="00AB6ED6">
        <w:fldChar w:fldCharType="separate"/>
      </w:r>
      <w:r w:rsidR="00AB6ED6">
        <w:t>2.2.3</w:t>
      </w:r>
      <w:r w:rsidRPr="008219B0">
        <w:fldChar w:fldCharType="end"/>
      </w:r>
      <w:r w:rsidRPr="003C0159">
        <w:t xml:space="preserve">, there are two possibilities for </w:t>
      </w:r>
      <w:r w:rsidR="006F3582">
        <w:t xml:space="preserve">a </w:t>
      </w:r>
      <w:r w:rsidRPr="00AB6ED6">
        <w:rPr>
          <w:noProof/>
        </w:rPr>
        <w:t>researcher</w:t>
      </w:r>
      <w:r w:rsidRPr="003C0159">
        <w:t xml:space="preserve">: publishing in green or in gold open access journals. In case of green open access, </w:t>
      </w:r>
      <w:proofErr w:type="spellStart"/>
      <w:r w:rsidRPr="003C0159">
        <w:t>Zenodo</w:t>
      </w:r>
      <w:proofErr w:type="spellEnd"/>
      <w:r w:rsidRPr="003C0159">
        <w:t xml:space="preserve"> </w:t>
      </w:r>
      <w:r w:rsidR="006C041A" w:rsidRPr="003C0159">
        <w:t xml:space="preserve">can be chosen </w:t>
      </w:r>
      <w:r w:rsidR="006C041A" w:rsidRPr="003C0159">
        <w:rPr>
          <w:bCs/>
        </w:rPr>
        <w:t>by the researcher</w:t>
      </w:r>
      <w:r w:rsidR="006C041A" w:rsidRPr="003C0159">
        <w:t xml:space="preserve"> </w:t>
      </w:r>
      <w:r w:rsidRPr="003C0159">
        <w:t>as</w:t>
      </w:r>
      <w:r w:rsidR="006F3582">
        <w:t xml:space="preserve"> a</w:t>
      </w:r>
      <w:r w:rsidRPr="00941E3F">
        <w:t xml:space="preserve"> </w:t>
      </w:r>
      <w:r w:rsidR="006C041A" w:rsidRPr="00AB6ED6">
        <w:rPr>
          <w:noProof/>
        </w:rPr>
        <w:t>primary</w:t>
      </w:r>
      <w:r w:rsidR="006C041A" w:rsidRPr="003C0159">
        <w:t xml:space="preserve"> </w:t>
      </w:r>
      <w:r w:rsidRPr="003C0159">
        <w:rPr>
          <w:bCs/>
        </w:rPr>
        <w:t>repository</w:t>
      </w:r>
      <w:r w:rsidRPr="003C0159">
        <w:t xml:space="preserve"> for self-archiving</w:t>
      </w:r>
      <w:r w:rsidR="00DF3823" w:rsidRPr="003C0159">
        <w:t xml:space="preserve">. This leaves still the possibility </w:t>
      </w:r>
      <w:r w:rsidR="00FA27D3" w:rsidRPr="003C0159">
        <w:t>for</w:t>
      </w:r>
      <w:r w:rsidR="006F3582">
        <w:t xml:space="preserve"> the</w:t>
      </w:r>
      <w:r w:rsidR="00FA27D3" w:rsidRPr="00941E3F">
        <w:t xml:space="preserve"> </w:t>
      </w:r>
      <w:r w:rsidR="00FA27D3" w:rsidRPr="00AB6ED6">
        <w:rPr>
          <w:b/>
          <w:noProof/>
        </w:rPr>
        <w:t>additional</w:t>
      </w:r>
      <w:r w:rsidR="00FA27D3" w:rsidRPr="003C0159">
        <w:t xml:space="preserve"> dissemination of the </w:t>
      </w:r>
      <w:r w:rsidR="00DF3823" w:rsidRPr="003C0159">
        <w:t xml:space="preserve">published publication also at academic social network sites </w:t>
      </w:r>
      <w:r w:rsidR="006C041A" w:rsidRPr="003C0159">
        <w:t>like</w:t>
      </w:r>
      <w:r w:rsidRPr="003C0159">
        <w:t xml:space="preserve"> </w:t>
      </w:r>
      <w:r w:rsidR="006C041A" w:rsidRPr="003C0159">
        <w:t>ResearchGate</w:t>
      </w:r>
      <w:r w:rsidR="00FA27D3" w:rsidRPr="003C0159">
        <w:t xml:space="preserve"> that do not count as suitable open access repository</w:t>
      </w:r>
      <w:r w:rsidR="006C041A" w:rsidRPr="003C0159">
        <w:t xml:space="preserve">. </w:t>
      </w:r>
      <w:r w:rsidRPr="003C0159">
        <w:t xml:space="preserve">For finding suitable green open access publishers, researchers are encouraged to consult </w:t>
      </w:r>
      <w:r w:rsidRPr="00AB6ED6">
        <w:rPr>
          <w:noProof/>
        </w:rPr>
        <w:t>RoMEO</w:t>
      </w:r>
      <w:r w:rsidRPr="003C0159">
        <w:t xml:space="preserve"> (</w:t>
      </w:r>
      <w:hyperlink r:id="rId43" w:history="1">
        <w:r w:rsidR="000B3D58" w:rsidRPr="003C0159">
          <w:rPr>
            <w:rStyle w:val="Hyperlink"/>
            <w:rFonts w:asciiTheme="minorHAnsi" w:hAnsiTheme="minorHAnsi"/>
            <w:sz w:val="22"/>
          </w:rPr>
          <w:t>http://sherpa.ac.uk/romeo</w:t>
        </w:r>
      </w:hyperlink>
      <w:r w:rsidRPr="003C0159">
        <w:t>), a searchable database of publisher's policies regarding the self- archiving of journal articles on the web and in Open Access repositories.</w:t>
      </w:r>
    </w:p>
    <w:p w14:paraId="4F97064C" w14:textId="24E5039D" w:rsidR="00945BB7" w:rsidRPr="003C0159" w:rsidRDefault="00945BB7" w:rsidP="00945BB7">
      <w:pPr>
        <w:pStyle w:val="Textkrper"/>
      </w:pPr>
      <w:r w:rsidRPr="003C0159">
        <w:t xml:space="preserve">In case of gold open access, the scientific publisher’s modalities for open access (e.g. embargo periods) must allow the researcher to fulfil the EC’s open access obligations. Furthermore, the </w:t>
      </w:r>
      <w:r w:rsidRPr="003C0159">
        <w:rPr>
          <w:b/>
          <w:bCs/>
        </w:rPr>
        <w:t>repository</w:t>
      </w:r>
      <w:r w:rsidRPr="003C0159">
        <w:t xml:space="preserve"> </w:t>
      </w:r>
      <w:r w:rsidRPr="003C0159">
        <w:rPr>
          <w:b/>
          <w:bCs/>
        </w:rPr>
        <w:t>used by the scientific publisher</w:t>
      </w:r>
      <w:r w:rsidRPr="003C0159">
        <w:t xml:space="preserve"> should be </w:t>
      </w:r>
      <w:proofErr w:type="spellStart"/>
      <w:r w:rsidRPr="003C0159">
        <w:t>OpenAIRE</w:t>
      </w:r>
      <w:proofErr w:type="spellEnd"/>
      <w:r w:rsidRPr="003C0159">
        <w:t xml:space="preserve">-compliant and issue a DOI (see </w:t>
      </w:r>
      <w:r w:rsidRPr="008219B0">
        <w:fldChar w:fldCharType="begin"/>
      </w:r>
      <w:r w:rsidRPr="003C0159">
        <w:instrText>REF __RefHeading___Toc4176_4285440131 \r \h</w:instrText>
      </w:r>
      <w:r w:rsidR="00E57287" w:rsidRPr="003C0159">
        <w:instrText xml:space="preserve"> \* MERGEFORMAT </w:instrText>
      </w:r>
      <w:r w:rsidRPr="00AB6ED6">
        <w:fldChar w:fldCharType="separate"/>
      </w:r>
      <w:r w:rsidR="00AB6ED6">
        <w:t>2.1.1</w:t>
      </w:r>
      <w:r w:rsidRPr="008219B0">
        <w:fldChar w:fldCharType="end"/>
      </w:r>
      <w:r w:rsidRPr="003C0159">
        <w:t xml:space="preserve"> and </w:t>
      </w:r>
      <w:r w:rsidRPr="008219B0">
        <w:fldChar w:fldCharType="begin"/>
      </w:r>
      <w:r w:rsidRPr="003C0159">
        <w:instrText>REF __RefHeading___Toc1722_1611646261 \r \h</w:instrText>
      </w:r>
      <w:r w:rsidR="00E57287" w:rsidRPr="003C0159">
        <w:instrText xml:space="preserve"> \* MERGEFORMAT </w:instrText>
      </w:r>
      <w:r w:rsidRPr="00AB6ED6">
        <w:fldChar w:fldCharType="separate"/>
      </w:r>
      <w:r w:rsidR="00AB6ED6">
        <w:t>2.2.7</w:t>
      </w:r>
      <w:r w:rsidRPr="008219B0">
        <w:fldChar w:fldCharType="end"/>
      </w:r>
      <w:r w:rsidRPr="003C0159">
        <w:t>) if the researcher is not allowed to allow to deposit a copy of the publication</w:t>
      </w:r>
      <w:r w:rsidR="004F279A" w:rsidRPr="003C0159">
        <w:t xml:space="preserve"> in a repository of his choice</w:t>
      </w:r>
      <w:r w:rsidRPr="003C0159">
        <w:t>. For finding suitable gold open access publisher</w:t>
      </w:r>
      <w:r w:rsidR="004F279A" w:rsidRPr="003C0159">
        <w:t>s</w:t>
      </w:r>
      <w:r w:rsidRPr="003C0159">
        <w:t>, researchers are encouraged to consult the Directory of Open Access Journals (</w:t>
      </w:r>
      <w:hyperlink r:id="rId44" w:history="1">
        <w:r w:rsidR="00894A05" w:rsidRPr="003C0159">
          <w:rPr>
            <w:rStyle w:val="Hyperlink"/>
            <w:rFonts w:asciiTheme="minorHAnsi" w:hAnsiTheme="minorHAnsi"/>
            <w:sz w:val="22"/>
          </w:rPr>
          <w:t>https://doaj.org/</w:t>
        </w:r>
      </w:hyperlink>
      <w:r w:rsidRPr="003C0159">
        <w:t xml:space="preserve">), a service that indexes high quality, </w:t>
      </w:r>
      <w:r w:rsidRPr="00AB6ED6">
        <w:rPr>
          <w:noProof/>
        </w:rPr>
        <w:t>peer</w:t>
      </w:r>
      <w:r w:rsidR="006F3582">
        <w:rPr>
          <w:noProof/>
        </w:rPr>
        <w:t>-</w:t>
      </w:r>
      <w:r w:rsidRPr="00AB6ED6">
        <w:rPr>
          <w:noProof/>
        </w:rPr>
        <w:t>reviewed</w:t>
      </w:r>
      <w:r w:rsidRPr="003C0159">
        <w:t xml:space="preserve"> open access academic journals that use an appropriate quality control system.</w:t>
      </w:r>
    </w:p>
    <w:p w14:paraId="6FD966BA" w14:textId="77777777" w:rsidR="00945BB7" w:rsidRPr="003C0159" w:rsidRDefault="00945BB7" w:rsidP="00E70C59">
      <w:pPr>
        <w:pStyle w:val="berschrift3"/>
      </w:pPr>
      <w:bookmarkStart w:id="42" w:name="_Toc499541118"/>
      <w:r w:rsidRPr="003C0159">
        <w:t>Have you explored appropriate arrangements with the identified repository?</w:t>
      </w:r>
      <w:bookmarkEnd w:id="42"/>
    </w:p>
    <w:p w14:paraId="0246D49A" w14:textId="6F04E113" w:rsidR="00945BB7" w:rsidRPr="003C0159" w:rsidRDefault="004F279A" w:rsidP="00945BB7">
      <w:pPr>
        <w:pStyle w:val="Textkrper"/>
      </w:pPr>
      <w:r w:rsidRPr="003C0159">
        <w:t>Currently</w:t>
      </w:r>
      <w:r w:rsidR="00715C39" w:rsidRPr="003C0159">
        <w:t>,</w:t>
      </w:r>
      <w:r w:rsidRPr="003C0159">
        <w:t xml:space="preserve"> there is no need for such an arrangement. </w:t>
      </w:r>
      <w:proofErr w:type="spellStart"/>
      <w:r w:rsidRPr="003C0159">
        <w:t>Zenodo</w:t>
      </w:r>
      <w:proofErr w:type="spellEnd"/>
      <w:r w:rsidRPr="003C0159">
        <w:t xml:space="preserve"> is </w:t>
      </w:r>
      <w:proofErr w:type="spellStart"/>
      <w:r w:rsidRPr="003C0159">
        <w:t>OpenAIRE’s</w:t>
      </w:r>
      <w:proofErr w:type="spellEnd"/>
      <w:r w:rsidRPr="003C0159">
        <w:t xml:space="preserve"> recommended “catch-all” repository for projects like CLARITY without ready access to an organized data centre. </w:t>
      </w:r>
    </w:p>
    <w:p w14:paraId="7256C221" w14:textId="77777777" w:rsidR="00945BB7" w:rsidRPr="003C0159" w:rsidRDefault="00945BB7" w:rsidP="00E70C59">
      <w:pPr>
        <w:pStyle w:val="berschrift3"/>
      </w:pPr>
      <w:bookmarkStart w:id="43" w:name="__RefHeading___Toc4101_3970457364"/>
      <w:bookmarkStart w:id="44" w:name="_Toc499541119"/>
      <w:bookmarkEnd w:id="43"/>
      <w:r w:rsidRPr="003C0159">
        <w:t>If there are restrictions on use, how will access be provided?</w:t>
      </w:r>
      <w:bookmarkEnd w:id="44"/>
    </w:p>
    <w:p w14:paraId="05624FF3" w14:textId="6D2F6531" w:rsidR="00945BB7" w:rsidRPr="003C0159" w:rsidRDefault="00945BB7" w:rsidP="00945BB7">
      <w:pPr>
        <w:pStyle w:val="Textkrper"/>
      </w:pPr>
      <w:r w:rsidRPr="003C0159">
        <w:t xml:space="preserve">Where a restriction on open access to research data is necessary, attempts will be made to make data available under controlled conditions to other individual researchers. In the case where restricted or embargoed data is stored in the </w:t>
      </w:r>
      <w:proofErr w:type="spellStart"/>
      <w:r w:rsidRPr="003C0159">
        <w:t>Zenodo</w:t>
      </w:r>
      <w:proofErr w:type="spellEnd"/>
      <w:r w:rsidRPr="003C0159">
        <w:t xml:space="preserve"> repository, information about the restricted data will be published in the repository, and details of when the data will become available will be included in the metadata. According to the Q&amp;A session “Open Research Data in </w:t>
      </w:r>
      <w:r w:rsidR="008D21C5" w:rsidRPr="003C0159">
        <w:t xml:space="preserve">H2020 and </w:t>
      </w:r>
      <w:proofErr w:type="spellStart"/>
      <w:r w:rsidR="008D21C5" w:rsidRPr="003C0159">
        <w:t>Zenodo</w:t>
      </w:r>
      <w:proofErr w:type="spellEnd"/>
      <w:r w:rsidR="008D21C5" w:rsidRPr="003C0159">
        <w:t xml:space="preserve"> repository” </w:t>
      </w:r>
      <w:sdt>
        <w:sdtPr>
          <w:id w:val="1795868780"/>
          <w:citation/>
        </w:sdtPr>
        <w:sdtEndPr/>
        <w:sdtContent>
          <w:r w:rsidR="008D21C5" w:rsidRPr="008219B0">
            <w:fldChar w:fldCharType="begin"/>
          </w:r>
          <w:r w:rsidR="00DD7AA5" w:rsidRPr="00AB6ED6">
            <w:instrText xml:space="preserve">CITATION Gro16 \l 1031 </w:instrText>
          </w:r>
          <w:r w:rsidR="008D21C5" w:rsidRPr="00AB6ED6">
            <w:fldChar w:fldCharType="separate"/>
          </w:r>
          <w:r w:rsidR="00AB6ED6">
            <w:rPr>
              <w:noProof/>
            </w:rPr>
            <w:t>[7]</w:t>
          </w:r>
          <w:r w:rsidR="008D21C5" w:rsidRPr="008219B0">
            <w:fldChar w:fldCharType="end"/>
          </w:r>
        </w:sdtContent>
      </w:sdt>
      <w:r w:rsidRPr="003C0159">
        <w:t xml:space="preserve">, Metadata for both open, closed, embargoed and restricted records are always publicly available in </w:t>
      </w:r>
      <w:proofErr w:type="spellStart"/>
      <w:r w:rsidRPr="003C0159">
        <w:t>Zenodo</w:t>
      </w:r>
      <w:proofErr w:type="spellEnd"/>
      <w:r w:rsidRPr="003C0159">
        <w:t xml:space="preserve">. Data files </w:t>
      </w:r>
      <w:r w:rsidR="006F3582">
        <w:t xml:space="preserve">and data sets </w:t>
      </w:r>
      <w:r w:rsidRPr="00941E3F">
        <w:t xml:space="preserve">for restricted access records are only visible </w:t>
      </w:r>
      <w:r w:rsidR="006F3582">
        <w:t xml:space="preserve">to </w:t>
      </w:r>
      <w:r w:rsidRPr="00941E3F">
        <w:t>their owners and to those the owner grants access.</w:t>
      </w:r>
      <w:r w:rsidR="00CF2B1E">
        <w:t xml:space="preserve"> </w:t>
      </w:r>
      <w:r w:rsidRPr="00941E3F">
        <w:t xml:space="preserve"> Restricted access allows a researcher to upload a dataset and provide the conditions under which he/she grants access to the data. Researchers wishing to request access must provide a justification for how they fulfil these conditions. The owner of the dataset gets notified for each new </w:t>
      </w:r>
      <w:r w:rsidRPr="00AB6ED6">
        <w:rPr>
          <w:noProof/>
        </w:rPr>
        <w:t>request</w:t>
      </w:r>
      <w:r w:rsidRPr="003C0159">
        <w:t xml:space="preserve"> and can decide to either accept or reject the request. If the request is accepted, the requester receives a secret link which usually expires within 1-12 months. </w:t>
      </w:r>
    </w:p>
    <w:p w14:paraId="27A1CD4F" w14:textId="77777777" w:rsidR="00945BB7" w:rsidRPr="003C0159" w:rsidRDefault="00945BB7" w:rsidP="00E70C59">
      <w:pPr>
        <w:pStyle w:val="berschrift3"/>
      </w:pPr>
      <w:bookmarkStart w:id="45" w:name="_Toc499541120"/>
      <w:r w:rsidRPr="003C0159">
        <w:t>Is there a need for a data access committee?</w:t>
      </w:r>
      <w:bookmarkEnd w:id="45"/>
    </w:p>
    <w:p w14:paraId="054E13BD" w14:textId="6D4A4122" w:rsidR="00945BB7" w:rsidRPr="003C0159" w:rsidRDefault="00CC47A4" w:rsidP="00945BB7">
      <w:pPr>
        <w:pStyle w:val="Textkrper"/>
      </w:pPr>
      <w:r w:rsidRPr="003C0159">
        <w:t>In case</w:t>
      </w:r>
      <w:r w:rsidR="00B23154" w:rsidRPr="003C0159">
        <w:t xml:space="preserve"> </w:t>
      </w:r>
      <w:r w:rsidRPr="003C0159">
        <w:t>there are any</w:t>
      </w:r>
      <w:r w:rsidR="00B23154" w:rsidRPr="003C0159">
        <w:t xml:space="preserve"> </w:t>
      </w:r>
      <w:r w:rsidRPr="003C0159">
        <w:t>issues</w:t>
      </w:r>
      <w:r w:rsidR="00B23154" w:rsidRPr="003C0159">
        <w:t xml:space="preserve"> regarding the restr</w:t>
      </w:r>
      <w:r w:rsidRPr="003C0159">
        <w:t>icted access to research results</w:t>
      </w:r>
      <w:r w:rsidR="00B23154" w:rsidRPr="003C0159">
        <w:t xml:space="preserve">, </w:t>
      </w:r>
      <w:r w:rsidRPr="003C0159">
        <w:t>CLARITY’s</w:t>
      </w:r>
      <w:r w:rsidR="00B23154" w:rsidRPr="003C0159">
        <w:t xml:space="preserve"> quality assurance and ethics board </w:t>
      </w:r>
      <w:r w:rsidRPr="003C0159">
        <w:t xml:space="preserve">can act as data access committee and seek </w:t>
      </w:r>
      <w:r w:rsidR="00777295" w:rsidRPr="003C0159">
        <w:t>clarification.</w:t>
      </w:r>
    </w:p>
    <w:p w14:paraId="1F57EA71" w14:textId="176FF89A" w:rsidR="00945BB7" w:rsidRPr="003C0159" w:rsidRDefault="00945BB7" w:rsidP="00E70C59">
      <w:pPr>
        <w:pStyle w:val="berschrift3"/>
      </w:pPr>
      <w:bookmarkStart w:id="46" w:name="__RefHeading___Toc3390_4285440131"/>
      <w:bookmarkStart w:id="47" w:name="_Toc499541121"/>
      <w:bookmarkEnd w:id="46"/>
      <w:r w:rsidRPr="003C0159">
        <w:lastRenderedPageBreak/>
        <w:t xml:space="preserve">Are there </w:t>
      </w:r>
      <w:r w:rsidRPr="00AB6ED6">
        <w:rPr>
          <w:noProof/>
        </w:rPr>
        <w:t>well</w:t>
      </w:r>
      <w:r w:rsidR="007A057D">
        <w:rPr>
          <w:noProof/>
        </w:rPr>
        <w:t>-</w:t>
      </w:r>
      <w:r w:rsidRPr="00AB6ED6">
        <w:rPr>
          <w:noProof/>
        </w:rPr>
        <w:t>described</w:t>
      </w:r>
      <w:r w:rsidRPr="003C0159">
        <w:t xml:space="preserve"> conditions for access (i.e. a </w:t>
      </w:r>
      <w:r w:rsidRPr="00AB6ED6">
        <w:rPr>
          <w:noProof/>
        </w:rPr>
        <w:t>machine</w:t>
      </w:r>
      <w:r w:rsidR="007A057D">
        <w:rPr>
          <w:noProof/>
        </w:rPr>
        <w:t>-</w:t>
      </w:r>
      <w:r w:rsidRPr="00AB6ED6">
        <w:rPr>
          <w:noProof/>
        </w:rPr>
        <w:t>readable</w:t>
      </w:r>
      <w:r w:rsidRPr="003C0159">
        <w:t xml:space="preserve"> license)?</w:t>
      </w:r>
      <w:bookmarkEnd w:id="47"/>
      <w:r w:rsidRPr="003C0159">
        <w:t xml:space="preserve"> </w:t>
      </w:r>
    </w:p>
    <w:p w14:paraId="0AC9AE0C" w14:textId="68095379" w:rsidR="00945BB7" w:rsidRPr="003C0159" w:rsidRDefault="00CC47A4" w:rsidP="00945BB7">
      <w:pPr>
        <w:pStyle w:val="Textkrper"/>
      </w:pPr>
      <w:r w:rsidRPr="003C0159">
        <w:t>The</w:t>
      </w:r>
      <w:r w:rsidR="00945BB7" w:rsidRPr="003C0159">
        <w:t xml:space="preserve"> license for open data as well as the conditions for access and possible embargo periods are distributed in machine-readable format as part of the metadata (see </w:t>
      </w:r>
      <w:r w:rsidR="00945BB7" w:rsidRPr="008219B0">
        <w:fldChar w:fldCharType="begin"/>
      </w:r>
      <w:r w:rsidR="00945BB7" w:rsidRPr="003C0159">
        <w:instrText>REF __RefHeading___Toc3334_1283140823 \r \h</w:instrText>
      </w:r>
      <w:r w:rsidR="00E57287" w:rsidRPr="003C0159">
        <w:instrText xml:space="preserve"> \* MERGEFORMAT </w:instrText>
      </w:r>
      <w:r w:rsidR="00945BB7" w:rsidRPr="00AB6ED6">
        <w:fldChar w:fldCharType="separate"/>
      </w:r>
      <w:r w:rsidR="00AB6ED6">
        <w:t>2.1.5</w:t>
      </w:r>
      <w:r w:rsidR="00945BB7" w:rsidRPr="008219B0">
        <w:fldChar w:fldCharType="end"/>
      </w:r>
      <w:r w:rsidR="00945BB7" w:rsidRPr="003C0159">
        <w:t>). Moreover, the license for open data will be selected from the list of licenses conformant with the principles of the Open Definition (</w:t>
      </w:r>
      <w:hyperlink r:id="rId45" w:history="1">
        <w:r w:rsidRPr="003C0159">
          <w:rPr>
            <w:rStyle w:val="Hyperlink"/>
            <w:rFonts w:asciiTheme="minorHAnsi" w:hAnsiTheme="minorHAnsi"/>
            <w:sz w:val="22"/>
          </w:rPr>
          <w:t>http://opendefinition.org/licenses/</w:t>
        </w:r>
      </w:hyperlink>
      <w:r w:rsidR="00945BB7" w:rsidRPr="003C0159">
        <w:t>).</w:t>
      </w:r>
    </w:p>
    <w:p w14:paraId="7626B04A" w14:textId="77777777" w:rsidR="00945BB7" w:rsidRPr="003C0159" w:rsidRDefault="00945BB7" w:rsidP="00E70C59">
      <w:pPr>
        <w:pStyle w:val="berschrift3"/>
      </w:pPr>
      <w:bookmarkStart w:id="48" w:name="_Toc499541122"/>
      <w:r w:rsidRPr="003C0159">
        <w:t>How will the identity of the person accessing the data be ascertained?</w:t>
      </w:r>
      <w:bookmarkEnd w:id="48"/>
    </w:p>
    <w:p w14:paraId="4545EDFC" w14:textId="71F48339" w:rsidR="00945BB7" w:rsidRPr="003C0159" w:rsidRDefault="00945BB7" w:rsidP="00945BB7">
      <w:pPr>
        <w:pStyle w:val="Textkrper"/>
      </w:pPr>
      <w:r w:rsidRPr="003C0159">
        <w:t xml:space="preserve">The identity of the person that intends to gain access to </w:t>
      </w:r>
      <w:r w:rsidRPr="003C0159">
        <w:rPr>
          <w:b/>
          <w:bCs/>
        </w:rPr>
        <w:t>restricted data</w:t>
      </w:r>
      <w:r w:rsidRPr="003C0159">
        <w:t xml:space="preserve"> </w:t>
      </w:r>
      <w:r w:rsidR="00CC47A4" w:rsidRPr="003C0159">
        <w:t>stored in CLARITY’s default repository (</w:t>
      </w:r>
      <w:proofErr w:type="spellStart"/>
      <w:r w:rsidR="00CC47A4" w:rsidRPr="003C0159">
        <w:t>Zenodo</w:t>
      </w:r>
      <w:proofErr w:type="spellEnd"/>
      <w:r w:rsidR="00CC47A4" w:rsidRPr="003C0159">
        <w:t xml:space="preserve">, see </w:t>
      </w:r>
      <w:r w:rsidR="00CC47A4" w:rsidRPr="008219B0">
        <w:fldChar w:fldCharType="begin"/>
      </w:r>
      <w:r w:rsidR="00CC47A4" w:rsidRPr="003C0159">
        <w:instrText xml:space="preserve"> REF _Ref497758275 \r \h </w:instrText>
      </w:r>
      <w:r w:rsidR="00E57287" w:rsidRPr="003C0159">
        <w:instrText xml:space="preserve"> \* MERGEFORMAT </w:instrText>
      </w:r>
      <w:r w:rsidR="00CC47A4" w:rsidRPr="00AB6ED6">
        <w:fldChar w:fldCharType="separate"/>
      </w:r>
      <w:r w:rsidR="00AB6ED6">
        <w:t>2.2.7</w:t>
      </w:r>
      <w:r w:rsidR="00CC47A4" w:rsidRPr="008219B0">
        <w:fldChar w:fldCharType="end"/>
      </w:r>
      <w:r w:rsidR="00CC47A4" w:rsidRPr="003C0159">
        <w:t xml:space="preserve">) </w:t>
      </w:r>
      <w:r w:rsidRPr="003C0159">
        <w:t xml:space="preserve">will be ascertained according to the mechanism described in </w:t>
      </w:r>
      <w:r w:rsidRPr="008219B0">
        <w:fldChar w:fldCharType="begin"/>
      </w:r>
      <w:r w:rsidRPr="003C0159">
        <w:instrText>REF __RefHeading___Toc4101_3970457364 \r \h</w:instrText>
      </w:r>
      <w:r w:rsidR="00E57287" w:rsidRPr="003C0159">
        <w:instrText xml:space="preserve"> \* MERGEFORMAT </w:instrText>
      </w:r>
      <w:r w:rsidRPr="00AB6ED6">
        <w:fldChar w:fldCharType="separate"/>
      </w:r>
      <w:r w:rsidR="00AB6ED6">
        <w:t>2.2.9</w:t>
      </w:r>
      <w:r w:rsidRPr="008219B0">
        <w:fldChar w:fldCharType="end"/>
      </w:r>
      <w:r w:rsidRPr="003C0159">
        <w:t>.</w:t>
      </w:r>
    </w:p>
    <w:p w14:paraId="26C7B3FD" w14:textId="77777777" w:rsidR="00945BB7" w:rsidRPr="003C0159" w:rsidRDefault="00945BB7" w:rsidP="00224928">
      <w:pPr>
        <w:pStyle w:val="berschrift2"/>
      </w:pPr>
      <w:bookmarkStart w:id="49" w:name="_Toc499541123"/>
      <w:r w:rsidRPr="003C0159">
        <w:t>Making data interoperable</w:t>
      </w:r>
      <w:bookmarkEnd w:id="49"/>
      <w:r w:rsidRPr="003C0159">
        <w:t xml:space="preserve"> </w:t>
      </w:r>
    </w:p>
    <w:p w14:paraId="5650C9C6" w14:textId="0FE6C2AC" w:rsidR="00945BB7" w:rsidRPr="003C0159" w:rsidRDefault="00945BB7" w:rsidP="00E70C59">
      <w:pPr>
        <w:pStyle w:val="berschrift3"/>
      </w:pPr>
      <w:bookmarkStart w:id="50" w:name="__RefHeading___Toc4384_3970457364"/>
      <w:bookmarkStart w:id="51" w:name="_Toc499541124"/>
      <w:bookmarkEnd w:id="50"/>
      <w:r w:rsidRPr="003C0159">
        <w:t>Are the data produced in the project interoperable, that is allowing data exchange and re-use between researchers, institutions, organisations, countries, etc. (i.e. adhering to standards for formats, as much as possible compliant with available (open) software applications, and in particular facilitating re-combinations with different datasets from different origins)?</w:t>
      </w:r>
      <w:bookmarkEnd w:id="51"/>
    </w:p>
    <w:p w14:paraId="0C2FC6A0" w14:textId="32207EA8" w:rsidR="002D4166" w:rsidRPr="003C0159" w:rsidRDefault="00945BB7" w:rsidP="005D6354">
      <w:pPr>
        <w:pStyle w:val="Textkrper"/>
      </w:pPr>
      <w:r w:rsidRPr="003C0159">
        <w:t xml:space="preserve">This </w:t>
      </w:r>
      <w:r w:rsidR="00CC47A4" w:rsidRPr="003C0159">
        <w:t>can only be partially answered, as the data collection is still in progress</w:t>
      </w:r>
      <w:r w:rsidRPr="003C0159">
        <w:t>.</w:t>
      </w:r>
      <w:r w:rsidR="005D6354" w:rsidRPr="003C0159">
        <w:t xml:space="preserve"> However, most datasets related to (climate) models are distributed in the </w:t>
      </w:r>
      <w:proofErr w:type="spellStart"/>
      <w:r w:rsidR="002D4166" w:rsidRPr="003C0159">
        <w:t>NetCDF</w:t>
      </w:r>
      <w:proofErr w:type="spellEnd"/>
      <w:r w:rsidR="002D4166" w:rsidRPr="003C0159">
        <w:t xml:space="preserve"> (Network Common Data Form)</w:t>
      </w:r>
      <w:r w:rsidR="005D6354" w:rsidRPr="003C0159">
        <w:t xml:space="preserve">. </w:t>
      </w:r>
      <w:proofErr w:type="spellStart"/>
      <w:r w:rsidR="005D6354" w:rsidRPr="003C0159">
        <w:t>NetCDF</w:t>
      </w:r>
      <w:proofErr w:type="spellEnd"/>
      <w:r w:rsidR="005D6354" w:rsidRPr="003C0159">
        <w:t xml:space="preserve"> consist of self-describing, machine-independent data formats that facilitate the exchange and reuse of scientific data. Many (open source) software applications do exist that are able to read and generate </w:t>
      </w:r>
      <w:proofErr w:type="spellStart"/>
      <w:r w:rsidR="005D6354" w:rsidRPr="003C0159">
        <w:t>NetCDF</w:t>
      </w:r>
      <w:proofErr w:type="spellEnd"/>
      <w:r w:rsidR="005D6354" w:rsidRPr="003C0159">
        <w:t xml:space="preserve"> datasets.</w:t>
      </w:r>
    </w:p>
    <w:p w14:paraId="2CA01D0C" w14:textId="77777777" w:rsidR="00945BB7" w:rsidRPr="003C0159" w:rsidRDefault="00945BB7" w:rsidP="00E70C59">
      <w:pPr>
        <w:pStyle w:val="berschrift3"/>
      </w:pPr>
      <w:bookmarkStart w:id="52" w:name="__RefHeading___Toc3392_4285440131"/>
      <w:bookmarkStart w:id="53" w:name="_Toc499541125"/>
      <w:bookmarkEnd w:id="52"/>
      <w:r w:rsidRPr="003C0159">
        <w:t>What data and metadata vocabularies, standards or methodologies will you follow to make your data interoperable?</w:t>
      </w:r>
      <w:bookmarkEnd w:id="53"/>
      <w:r w:rsidRPr="003C0159">
        <w:t xml:space="preserve"> </w:t>
      </w:r>
    </w:p>
    <w:p w14:paraId="15871EB8" w14:textId="75569C3C" w:rsidR="00945BB7" w:rsidRPr="003C0159" w:rsidRDefault="00945BB7" w:rsidP="00945BB7">
      <w:pPr>
        <w:pStyle w:val="Textkrper"/>
      </w:pPr>
      <w:proofErr w:type="gramStart"/>
      <w:r w:rsidRPr="003C0159">
        <w:t xml:space="preserve">See </w:t>
      </w:r>
      <w:r w:rsidRPr="008219B0">
        <w:fldChar w:fldCharType="begin"/>
      </w:r>
      <w:r w:rsidRPr="003C0159">
        <w:instrText>REF __RefHeading___Toc3334_1283140823 \r \h</w:instrText>
      </w:r>
      <w:r w:rsidR="00E57287" w:rsidRPr="003C0159">
        <w:instrText xml:space="preserve"> \* MERGEFORMAT </w:instrText>
      </w:r>
      <w:r w:rsidRPr="00AB6ED6">
        <w:fldChar w:fldCharType="separate"/>
      </w:r>
      <w:r w:rsidR="00AB6ED6">
        <w:t>2.1.5</w:t>
      </w:r>
      <w:r w:rsidRPr="008219B0">
        <w:fldChar w:fldCharType="end"/>
      </w:r>
      <w:r w:rsidRPr="003C0159">
        <w:t xml:space="preserve"> and </w:t>
      </w:r>
      <w:r w:rsidRPr="008219B0">
        <w:fldChar w:fldCharType="begin"/>
      </w:r>
      <w:r w:rsidRPr="003C0159">
        <w:instrText>REF __RefHeading___Toc3356_1283140823 \r \h</w:instrText>
      </w:r>
      <w:r w:rsidR="00E57287" w:rsidRPr="003C0159">
        <w:instrText xml:space="preserve"> \* MERGEFORMAT </w:instrText>
      </w:r>
      <w:r w:rsidRPr="00AB6ED6">
        <w:fldChar w:fldCharType="separate"/>
      </w:r>
      <w:r w:rsidR="00AB6ED6">
        <w:t>2.3.3</w:t>
      </w:r>
      <w:r w:rsidRPr="008219B0">
        <w:fldChar w:fldCharType="end"/>
      </w:r>
      <w:r w:rsidRPr="003C0159">
        <w:t>.</w:t>
      </w:r>
      <w:proofErr w:type="gramEnd"/>
    </w:p>
    <w:p w14:paraId="7BB225A6" w14:textId="77777777" w:rsidR="00945BB7" w:rsidRPr="003C0159" w:rsidRDefault="00945BB7" w:rsidP="00E70C59">
      <w:pPr>
        <w:pStyle w:val="berschrift3"/>
      </w:pPr>
      <w:bookmarkStart w:id="54" w:name="__RefHeading___Toc3356_1283140823"/>
      <w:bookmarkStart w:id="55" w:name="_Toc499541126"/>
      <w:bookmarkEnd w:id="54"/>
      <w:r w:rsidRPr="003C0159">
        <w:t>Will you be using standard vocabularies for all data types present in your data set, to allow inter-disciplinary interoperability?</w:t>
      </w:r>
      <w:bookmarkEnd w:id="55"/>
      <w:r w:rsidRPr="003C0159">
        <w:t xml:space="preserve"> </w:t>
      </w:r>
    </w:p>
    <w:p w14:paraId="7C5B42F8" w14:textId="2D3524F3" w:rsidR="00945BB7" w:rsidRPr="003C0159" w:rsidRDefault="00945BB7" w:rsidP="00945BB7">
      <w:pPr>
        <w:pStyle w:val="Textkrper"/>
      </w:pPr>
      <w:r w:rsidRPr="003C0159">
        <w:t xml:space="preserve">The following standard vocabularies will be used in the default metadata schema (see </w:t>
      </w:r>
      <w:r w:rsidRPr="008219B0">
        <w:fldChar w:fldCharType="begin"/>
      </w:r>
      <w:r w:rsidRPr="003C0159">
        <w:instrText>REF __RefHeading___Toc3334_1283140823 \r \h</w:instrText>
      </w:r>
      <w:r w:rsidR="00E57287" w:rsidRPr="003C0159">
        <w:instrText xml:space="preserve"> \* MERGEFORMAT </w:instrText>
      </w:r>
      <w:r w:rsidRPr="00AB6ED6">
        <w:fldChar w:fldCharType="separate"/>
      </w:r>
      <w:r w:rsidR="00AB6ED6">
        <w:t>2.1.5</w:t>
      </w:r>
      <w:r w:rsidRPr="008219B0">
        <w:fldChar w:fldCharType="end"/>
      </w:r>
      <w:r w:rsidRPr="003C0159">
        <w:t>) for all types of open data:</w:t>
      </w:r>
    </w:p>
    <w:p w14:paraId="54251310" w14:textId="3FEF0198" w:rsidR="00945BB7" w:rsidRPr="003C0159" w:rsidRDefault="00945BB7" w:rsidP="007A37A5">
      <w:pPr>
        <w:pStyle w:val="Textkrper"/>
        <w:numPr>
          <w:ilvl w:val="0"/>
          <w:numId w:val="11"/>
        </w:numPr>
      </w:pPr>
      <w:r w:rsidRPr="003C0159">
        <w:t>License: Open Definition (</w:t>
      </w:r>
      <w:hyperlink r:id="rId46" w:history="1">
        <w:r w:rsidR="00F05627" w:rsidRPr="003C0159">
          <w:rPr>
            <w:rStyle w:val="Hyperlink"/>
            <w:rFonts w:asciiTheme="minorHAnsi" w:hAnsiTheme="minorHAnsi"/>
            <w:sz w:val="22"/>
          </w:rPr>
          <w:t>http://opendefinition.org/</w:t>
        </w:r>
      </w:hyperlink>
      <w:r w:rsidRPr="003C0159">
        <w:t>)</w:t>
      </w:r>
    </w:p>
    <w:p w14:paraId="2D59271A" w14:textId="4F1D0699" w:rsidR="00945BB7" w:rsidRPr="003C0159" w:rsidRDefault="00945BB7" w:rsidP="007A37A5">
      <w:pPr>
        <w:pStyle w:val="Textkrper"/>
        <w:numPr>
          <w:ilvl w:val="0"/>
          <w:numId w:val="11"/>
        </w:numPr>
      </w:pPr>
      <w:r w:rsidRPr="003C0159">
        <w:t xml:space="preserve">Funders: </w:t>
      </w:r>
      <w:proofErr w:type="spellStart"/>
      <w:r w:rsidRPr="003C0159">
        <w:t>FundRef</w:t>
      </w:r>
      <w:proofErr w:type="spellEnd"/>
      <w:r w:rsidRPr="003C0159">
        <w:t xml:space="preserve"> (</w:t>
      </w:r>
      <w:hyperlink r:id="rId47" w:history="1">
        <w:r w:rsidR="00F05627" w:rsidRPr="003C0159">
          <w:rPr>
            <w:rStyle w:val="Hyperlink"/>
            <w:rFonts w:asciiTheme="minorHAnsi" w:hAnsiTheme="minorHAnsi"/>
            <w:sz w:val="22"/>
          </w:rPr>
          <w:t>https://www.crossref.org/services/funder-registry/</w:t>
        </w:r>
      </w:hyperlink>
      <w:r w:rsidRPr="003C0159">
        <w:t>)</w:t>
      </w:r>
    </w:p>
    <w:p w14:paraId="503DE590" w14:textId="27930861" w:rsidR="00945BB7" w:rsidRPr="00AB6ED6" w:rsidRDefault="00945BB7" w:rsidP="007A37A5">
      <w:pPr>
        <w:pStyle w:val="Textkrper"/>
        <w:numPr>
          <w:ilvl w:val="0"/>
          <w:numId w:val="11"/>
        </w:numPr>
        <w:rPr>
          <w:lang w:val="fr-FR"/>
        </w:rPr>
      </w:pPr>
      <w:r w:rsidRPr="00AB6ED6">
        <w:rPr>
          <w:lang w:val="fr-FR"/>
        </w:rPr>
        <w:t xml:space="preserve">Grants: </w:t>
      </w:r>
      <w:proofErr w:type="spellStart"/>
      <w:r w:rsidRPr="00AB6ED6">
        <w:rPr>
          <w:lang w:val="fr-FR"/>
        </w:rPr>
        <w:t>OpenAIRE</w:t>
      </w:r>
      <w:proofErr w:type="spellEnd"/>
      <w:r w:rsidRPr="00AB6ED6">
        <w:rPr>
          <w:lang w:val="fr-FR"/>
        </w:rPr>
        <w:t xml:space="preserve"> (</w:t>
      </w:r>
      <w:hyperlink r:id="rId48" w:history="1">
        <w:r w:rsidR="00F05627" w:rsidRPr="00AB6ED6">
          <w:rPr>
            <w:rStyle w:val="Hyperlink"/>
            <w:rFonts w:asciiTheme="minorHAnsi" w:hAnsiTheme="minorHAnsi"/>
            <w:sz w:val="22"/>
            <w:lang w:val="fr-FR"/>
          </w:rPr>
          <w:t>http://api.OpenAIRE.eu/</w:t>
        </w:r>
      </w:hyperlink>
      <w:r w:rsidRPr="00AB6ED6">
        <w:rPr>
          <w:lang w:val="fr-FR"/>
        </w:rPr>
        <w:t>)</w:t>
      </w:r>
    </w:p>
    <w:p w14:paraId="719CAC56" w14:textId="4EB54130" w:rsidR="00945BB7" w:rsidRPr="003C0159" w:rsidRDefault="00945BB7" w:rsidP="00945BB7">
      <w:pPr>
        <w:pStyle w:val="Textkrper"/>
      </w:pPr>
      <w:r w:rsidRPr="003C0159">
        <w:t>Vocabularies for keywords and other metadata properties have yet to be selected. Some candidates are CUASHI (</w:t>
      </w:r>
      <w:hyperlink r:id="rId49" w:history="1">
        <w:r w:rsidR="00F05627" w:rsidRPr="003C0159">
          <w:rPr>
            <w:rStyle w:val="Hyperlink"/>
            <w:rFonts w:asciiTheme="minorHAnsi" w:hAnsiTheme="minorHAnsi"/>
            <w:sz w:val="22"/>
          </w:rPr>
          <w:t>http://hiscentral.cuahsi.org/</w:t>
        </w:r>
      </w:hyperlink>
      <w:r w:rsidRPr="003C0159">
        <w:t>) for hydrological data and general ISO 19115 keywords for other data. Additional vocabularies used will be reported in future versions of the data management plan.</w:t>
      </w:r>
    </w:p>
    <w:p w14:paraId="228C5615" w14:textId="77777777" w:rsidR="00945BB7" w:rsidRPr="003C0159" w:rsidRDefault="00945BB7" w:rsidP="00E70C59">
      <w:pPr>
        <w:pStyle w:val="berschrift3"/>
      </w:pPr>
      <w:bookmarkStart w:id="56" w:name="_Toc499541127"/>
      <w:r w:rsidRPr="003C0159">
        <w:t>In case it is unavoidable that you use uncommon or generate project specific ontologies or vocabularies, will you provide mappings to more commonly used ontologies?</w:t>
      </w:r>
      <w:bookmarkEnd w:id="56"/>
      <w:r w:rsidRPr="003C0159">
        <w:t xml:space="preserve"> </w:t>
      </w:r>
    </w:p>
    <w:p w14:paraId="7CCF1A66" w14:textId="50E347C3" w:rsidR="00945BB7" w:rsidRPr="003C0159" w:rsidRDefault="00194A40" w:rsidP="00194A40">
      <w:pPr>
        <w:pStyle w:val="Textkrper"/>
      </w:pPr>
      <w:r w:rsidRPr="003C0159">
        <w:t xml:space="preserve">Currently, </w:t>
      </w:r>
      <w:r w:rsidR="008845E1" w:rsidRPr="003C0159">
        <w:t>CLARITY does not intend to introduce new project specific ontologies or vocabularies</w:t>
      </w:r>
      <w:r w:rsidRPr="003C0159">
        <w:t>.</w:t>
      </w:r>
    </w:p>
    <w:p w14:paraId="3034B2CB" w14:textId="13E1EFED" w:rsidR="00945BB7" w:rsidRPr="003C0159" w:rsidRDefault="00945BB7" w:rsidP="00224928">
      <w:pPr>
        <w:pStyle w:val="berschrift2"/>
      </w:pPr>
      <w:bookmarkStart w:id="57" w:name="_Toc499541128"/>
      <w:r w:rsidRPr="003C0159">
        <w:t>Increase data re-use (through clarifying licences)</w:t>
      </w:r>
      <w:bookmarkEnd w:id="57"/>
    </w:p>
    <w:p w14:paraId="70BBD369" w14:textId="2B1392C8" w:rsidR="00945BB7" w:rsidRPr="003C0159" w:rsidRDefault="00945BB7" w:rsidP="00E70C59">
      <w:pPr>
        <w:pStyle w:val="berschrift3"/>
      </w:pPr>
      <w:bookmarkStart w:id="58" w:name="__RefHeading___Toc10007_1703622956"/>
      <w:bookmarkStart w:id="59" w:name="Decision_07"/>
      <w:bookmarkStart w:id="60" w:name="_Toc499541129"/>
      <w:bookmarkEnd w:id="58"/>
      <w:r w:rsidRPr="003C0159">
        <w:t>How will the data be licensed to permit the widest re-use possible?</w:t>
      </w:r>
      <w:bookmarkEnd w:id="59"/>
      <w:bookmarkEnd w:id="60"/>
    </w:p>
    <w:p w14:paraId="70AA4FCA" w14:textId="77777777" w:rsidR="00945BB7" w:rsidRPr="003C0159" w:rsidRDefault="00945BB7" w:rsidP="00945BB7">
      <w:pPr>
        <w:pStyle w:val="Textkrper"/>
        <w:rPr>
          <w:b/>
        </w:rPr>
      </w:pPr>
      <w:r w:rsidRPr="003C0159">
        <w:rPr>
          <w:b/>
        </w:rPr>
        <w:t>Open Data and Open Source Software</w:t>
      </w:r>
    </w:p>
    <w:p w14:paraId="50C3E0E8" w14:textId="1A92A103" w:rsidR="00945BB7" w:rsidRPr="003C0159" w:rsidRDefault="00945BB7" w:rsidP="00945BB7">
      <w:pPr>
        <w:pStyle w:val="Textkrper"/>
      </w:pPr>
      <w:r w:rsidRPr="003C0159">
        <w:lastRenderedPageBreak/>
        <w:t xml:space="preserve">According to article 26 of the Grant Agreement, data and software are owned by the beneficiary that generates them. Notwithstanding the above owners of </w:t>
      </w:r>
      <w:r w:rsidRPr="003C0159">
        <w:rPr>
          <w:b/>
          <w:bCs/>
        </w:rPr>
        <w:t>open results</w:t>
      </w:r>
      <w:r w:rsidRPr="003C0159">
        <w:t xml:space="preserve"> arising from the CLARITY project are encouraged to release their work under a Creative Commons license, preferably Creative Commons Attribution 4.0 (CC-BY-4.0, </w:t>
      </w:r>
      <w:hyperlink r:id="rId50" w:history="1">
        <w:r w:rsidR="00894A05" w:rsidRPr="003C0159">
          <w:rPr>
            <w:rStyle w:val="Hyperlink"/>
            <w:rFonts w:asciiTheme="minorHAnsi" w:hAnsiTheme="minorHAnsi"/>
            <w:sz w:val="22"/>
          </w:rPr>
          <w:t>http://opendefinition.org/licenses/cc-by/</w:t>
        </w:r>
      </w:hyperlink>
      <w:r w:rsidRPr="003C0159">
        <w:t>).</w:t>
      </w:r>
    </w:p>
    <w:p w14:paraId="05980D1C" w14:textId="77777777" w:rsidR="00945BB7" w:rsidRPr="003C0159" w:rsidRDefault="00945BB7" w:rsidP="00945BB7">
      <w:pPr>
        <w:pStyle w:val="Textkrper"/>
        <w:rPr>
          <w:b/>
        </w:rPr>
      </w:pPr>
      <w:r w:rsidRPr="003C0159">
        <w:rPr>
          <w:b/>
        </w:rPr>
        <w:t>Scientific Publications</w:t>
      </w:r>
    </w:p>
    <w:p w14:paraId="353BA312" w14:textId="625968B3" w:rsidR="00945BB7" w:rsidRPr="003C0159" w:rsidRDefault="00945BB7" w:rsidP="00945BB7">
      <w:pPr>
        <w:pStyle w:val="Textkrper"/>
      </w:pPr>
      <w:r w:rsidRPr="003C0159">
        <w:t xml:space="preserve">Authors of scientific publications arising from the CLARITY project are encouraged to seek an agreement with the scientific publisher of the publication (see </w:t>
      </w:r>
      <w:r w:rsidRPr="008219B0">
        <w:fldChar w:fldCharType="begin"/>
      </w:r>
      <w:r w:rsidRPr="003C0159">
        <w:instrText>REF __RefHeading___Toc9352_1703622956 \r \h</w:instrText>
      </w:r>
      <w:r w:rsidR="00E57287" w:rsidRPr="003C0159">
        <w:instrText xml:space="preserve"> \* MERGEFORMAT </w:instrText>
      </w:r>
      <w:r w:rsidRPr="00AB6ED6">
        <w:fldChar w:fldCharType="separate"/>
      </w:r>
      <w:r w:rsidR="00AB6ED6">
        <w:t>2.2.3</w:t>
      </w:r>
      <w:r w:rsidRPr="008219B0">
        <w:fldChar w:fldCharType="end"/>
      </w:r>
      <w:r w:rsidRPr="003C0159">
        <w:t>) that allows the authors to</w:t>
      </w:r>
    </w:p>
    <w:p w14:paraId="4BEBB059" w14:textId="77777777" w:rsidR="00945BB7" w:rsidRPr="003C0159" w:rsidRDefault="00945BB7" w:rsidP="007A37A5">
      <w:pPr>
        <w:pStyle w:val="Textkrper"/>
        <w:numPr>
          <w:ilvl w:val="0"/>
          <w:numId w:val="5"/>
        </w:numPr>
      </w:pPr>
      <w:r w:rsidRPr="003C0159">
        <w:t>retain the ownership of the copyright for their work and to</w:t>
      </w:r>
    </w:p>
    <w:p w14:paraId="2BD912C3" w14:textId="6D8A4026" w:rsidR="00945BB7" w:rsidRPr="003C0159" w:rsidRDefault="00945BB7" w:rsidP="007A37A5">
      <w:pPr>
        <w:pStyle w:val="Textkrper"/>
        <w:numPr>
          <w:ilvl w:val="0"/>
          <w:numId w:val="5"/>
        </w:numPr>
      </w:pPr>
      <w:proofErr w:type="gramStart"/>
      <w:r w:rsidRPr="003C0159">
        <w:t>deposit</w:t>
      </w:r>
      <w:proofErr w:type="gramEnd"/>
      <w:r w:rsidRPr="003C0159">
        <w:t xml:space="preserve"> the publication in an Open Access repository.</w:t>
      </w:r>
    </w:p>
    <w:p w14:paraId="41B180CE" w14:textId="77777777" w:rsidR="00945BB7" w:rsidRPr="003C0159" w:rsidRDefault="00945BB7" w:rsidP="00E70C59">
      <w:pPr>
        <w:pStyle w:val="berschrift3"/>
      </w:pPr>
      <w:bookmarkStart w:id="61" w:name="__RefHeading___Toc5166_2295559298"/>
      <w:bookmarkStart w:id="62" w:name="_Toc499541130"/>
      <w:bookmarkEnd w:id="61"/>
      <w:r w:rsidRPr="003C0159">
        <w:t>When will the data be made available for re-use? If an embargo is sought to give time to publish or seek patents, specify why and how long this will apply, bearing in mind that research data should be made available as soon as possible.</w:t>
      </w:r>
      <w:bookmarkEnd w:id="62"/>
    </w:p>
    <w:p w14:paraId="51A740FE" w14:textId="2EA9F3DB" w:rsidR="00945BB7" w:rsidRPr="003C0159" w:rsidRDefault="00945BB7" w:rsidP="00945BB7">
      <w:pPr>
        <w:pStyle w:val="Textkrper"/>
      </w:pPr>
      <w:r w:rsidRPr="003C0159">
        <w:t xml:space="preserve">Research data needed to validate the results of the scientific publications will be made available as open access at the same time as the publication. If an embargo period is imposed by the publisher, the publication and the related data are not made openly accessible until the embargo period has expired. In Horizon 2020, the embargo period must be shorter than 6 months. Information (metadata) about the publication and the related data will be made available at the same time as the publication, regardless of whether an embargo period has been imposed. Details of when the publication and the data will become available will be in included in the metadata as described in </w:t>
      </w:r>
      <w:r w:rsidRPr="008219B0">
        <w:fldChar w:fldCharType="begin"/>
      </w:r>
      <w:r w:rsidRPr="003C0159">
        <w:instrText>REF __RefHeading___Toc4101_3970457364 \r \h</w:instrText>
      </w:r>
      <w:r w:rsidR="00E57287" w:rsidRPr="003C0159">
        <w:instrText xml:space="preserve"> \* MERGEFORMAT </w:instrText>
      </w:r>
      <w:r w:rsidRPr="00AB6ED6">
        <w:fldChar w:fldCharType="separate"/>
      </w:r>
      <w:r w:rsidR="00AB6ED6">
        <w:t>2.2.9</w:t>
      </w:r>
      <w:r w:rsidRPr="008219B0">
        <w:fldChar w:fldCharType="end"/>
      </w:r>
      <w:r w:rsidRPr="003C0159">
        <w:t>.</w:t>
      </w:r>
    </w:p>
    <w:p w14:paraId="1875282B" w14:textId="3DA0F5FA" w:rsidR="00945BB7" w:rsidRPr="003C0159" w:rsidRDefault="00945BB7" w:rsidP="00E70C59">
      <w:pPr>
        <w:pStyle w:val="berschrift3"/>
      </w:pPr>
      <w:bookmarkStart w:id="63" w:name="_Toc499541131"/>
      <w:r w:rsidRPr="003C0159">
        <w:t xml:space="preserve">Are the data produced and/or used in the project </w:t>
      </w:r>
      <w:r w:rsidRPr="00AB6ED6">
        <w:rPr>
          <w:noProof/>
        </w:rPr>
        <w:t>usable</w:t>
      </w:r>
      <w:r w:rsidRPr="003C0159">
        <w:t xml:space="preserve"> by third parties, in particular after the end of the project? If the re-use of some data is restricted, explain why.</w:t>
      </w:r>
      <w:bookmarkEnd w:id="63"/>
      <w:r w:rsidRPr="003C0159">
        <w:t xml:space="preserve"> </w:t>
      </w:r>
    </w:p>
    <w:p w14:paraId="6192AF91" w14:textId="63093CFA" w:rsidR="00945BB7" w:rsidRPr="003C0159" w:rsidRDefault="00194A40" w:rsidP="00945BB7">
      <w:pPr>
        <w:pStyle w:val="Textkrper"/>
      </w:pPr>
      <w:r w:rsidRPr="003C0159">
        <w:t xml:space="preserve">Open results produced by the project and deposited in a respective repository are </w:t>
      </w:r>
      <w:r w:rsidRPr="00AB6ED6">
        <w:rPr>
          <w:noProof/>
        </w:rPr>
        <w:t>usable</w:t>
      </w:r>
      <w:r w:rsidRPr="003C0159">
        <w:t xml:space="preserve"> by third parties after the end of the project. </w:t>
      </w:r>
      <w:r w:rsidR="00945BB7" w:rsidRPr="003C0159">
        <w:t xml:space="preserve">If confidentiality, security, personal data protection obligations or IPR issues related to </w:t>
      </w:r>
      <w:r w:rsidRPr="003C0159">
        <w:t>specific research data that is needed to validate a scientific publication</w:t>
      </w:r>
      <w:r w:rsidR="00945BB7" w:rsidRPr="003C0159">
        <w:t xml:space="preserve"> </w:t>
      </w:r>
      <w:r w:rsidRPr="003C0159">
        <w:t>forbid open access</w:t>
      </w:r>
      <w:r w:rsidR="00945BB7" w:rsidRPr="003C0159">
        <w:t xml:space="preserve">, the data may be deposited in a restricted repository and access may be granted upon request and under the conditions of a restricted license (see also </w:t>
      </w:r>
      <w:r w:rsidR="00945BB7" w:rsidRPr="008219B0">
        <w:fldChar w:fldCharType="begin"/>
      </w:r>
      <w:r w:rsidR="00945BB7" w:rsidRPr="003C0159">
        <w:instrText>REF __RefHeading___Toc4101_3970457364 \r \h</w:instrText>
      </w:r>
      <w:r w:rsidR="00E57287" w:rsidRPr="003C0159">
        <w:instrText xml:space="preserve"> \* MERGEFORMAT </w:instrText>
      </w:r>
      <w:r w:rsidR="00945BB7" w:rsidRPr="00AB6ED6">
        <w:fldChar w:fldCharType="separate"/>
      </w:r>
      <w:r w:rsidR="00AB6ED6">
        <w:t>2.2.9</w:t>
      </w:r>
      <w:r w:rsidR="00945BB7" w:rsidRPr="008219B0">
        <w:fldChar w:fldCharType="end"/>
      </w:r>
      <w:r w:rsidR="00945BB7" w:rsidRPr="003C0159">
        <w:t>).</w:t>
      </w:r>
    </w:p>
    <w:p w14:paraId="5366457C" w14:textId="77777777" w:rsidR="00945BB7" w:rsidRPr="003C0159" w:rsidRDefault="00945BB7" w:rsidP="00E70C59">
      <w:pPr>
        <w:pStyle w:val="berschrift3"/>
      </w:pPr>
      <w:bookmarkStart w:id="64" w:name="_Toc499541132"/>
      <w:r w:rsidRPr="003C0159">
        <w:t>How long is it intended that the data remains re-usable?</w:t>
      </w:r>
      <w:bookmarkEnd w:id="64"/>
    </w:p>
    <w:p w14:paraId="19B77BC8" w14:textId="5B755EB0" w:rsidR="00945BB7" w:rsidRPr="003C0159" w:rsidRDefault="00945BB7" w:rsidP="00945BB7">
      <w:pPr>
        <w:pStyle w:val="Textkrper"/>
      </w:pPr>
      <w:r w:rsidRPr="003C0159">
        <w:t xml:space="preserve">The </w:t>
      </w:r>
      <w:r w:rsidR="00B23154" w:rsidRPr="003C0159">
        <w:t>open results</w:t>
      </w:r>
      <w:r w:rsidRPr="003C0159">
        <w:t xml:space="preserve"> that are deposited in the </w:t>
      </w:r>
      <w:proofErr w:type="spellStart"/>
      <w:r w:rsidRPr="003C0159">
        <w:t>Zenodo</w:t>
      </w:r>
      <w:proofErr w:type="spellEnd"/>
      <w:r w:rsidRPr="003C0159">
        <w:t xml:space="preserve"> repository will be available at least 5 years after the conclusion of the project. </w:t>
      </w:r>
      <w:r w:rsidR="00B23154" w:rsidRPr="003C0159">
        <w:t xml:space="preserve">According to </w:t>
      </w:r>
      <w:proofErr w:type="spellStart"/>
      <w:r w:rsidR="00B23154" w:rsidRPr="003C0159">
        <w:t>Zenodo’s</w:t>
      </w:r>
      <w:proofErr w:type="spellEnd"/>
      <w:r w:rsidR="00B23154" w:rsidRPr="003C0159">
        <w:t xml:space="preserve"> general policies (</w:t>
      </w:r>
      <w:hyperlink r:id="rId51" w:history="1">
        <w:r w:rsidR="00B23154" w:rsidRPr="003C0159">
          <w:rPr>
            <w:rStyle w:val="Hyperlink"/>
            <w:rFonts w:asciiTheme="minorHAnsi" w:hAnsiTheme="minorHAnsi"/>
            <w:sz w:val="22"/>
          </w:rPr>
          <w:t>http://about.zenodo.org/policies/</w:t>
        </w:r>
      </w:hyperlink>
      <w:r w:rsidR="00B23154" w:rsidRPr="003C0159">
        <w:t>), “items will be retained for the lifetime of the repository. This is currently the lifetime of the host laboratory CERN, which currently has an experimental programme defined for the next 20 years at least.”</w:t>
      </w:r>
    </w:p>
    <w:p w14:paraId="2F147249" w14:textId="77777777" w:rsidR="00945BB7" w:rsidRPr="003C0159" w:rsidRDefault="00945BB7" w:rsidP="00E70C59">
      <w:pPr>
        <w:pStyle w:val="berschrift3"/>
      </w:pPr>
      <w:bookmarkStart w:id="65" w:name="_Toc499541133"/>
      <w:r w:rsidRPr="003C0159">
        <w:t>Are data quality assurance processes described?</w:t>
      </w:r>
      <w:bookmarkEnd w:id="65"/>
    </w:p>
    <w:p w14:paraId="177404C9" w14:textId="12691190" w:rsidR="00945BB7" w:rsidRPr="003C0159" w:rsidRDefault="00945BB7" w:rsidP="00945BB7">
      <w:pPr>
        <w:pStyle w:val="Textkrper"/>
      </w:pPr>
      <w:r w:rsidRPr="003C0159">
        <w:t xml:space="preserve">Quality assurance concerning accuracy and completeness of metadata will be performed by the data </w:t>
      </w:r>
      <w:r w:rsidRPr="00AB6ED6">
        <w:rPr>
          <w:noProof/>
        </w:rPr>
        <w:t>man</w:t>
      </w:r>
      <w:r w:rsidR="007A057D">
        <w:rPr>
          <w:noProof/>
        </w:rPr>
        <w:t>a</w:t>
      </w:r>
      <w:r w:rsidRPr="00AB6ED6">
        <w:rPr>
          <w:noProof/>
        </w:rPr>
        <w:t>gers</w:t>
      </w:r>
      <w:r w:rsidRPr="003C0159">
        <w:t xml:space="preserve"> mentioned in </w:t>
      </w:r>
      <w:r w:rsidRPr="008219B0">
        <w:fldChar w:fldCharType="begin"/>
      </w:r>
      <w:r w:rsidRPr="003C0159">
        <w:instrText>REF __RefHeading___Toc6227_2295559298 \r \h</w:instrText>
      </w:r>
      <w:r w:rsidR="00E57287" w:rsidRPr="003C0159">
        <w:instrText xml:space="preserve"> \* MERGEFORMAT </w:instrText>
      </w:r>
      <w:r w:rsidRPr="00AB6ED6">
        <w:fldChar w:fldCharType="separate"/>
      </w:r>
      <w:r w:rsidR="00AB6ED6">
        <w:t>2.6</w:t>
      </w:r>
      <w:r w:rsidRPr="008219B0">
        <w:fldChar w:fldCharType="end"/>
      </w:r>
      <w:r w:rsidR="00E70C59" w:rsidRPr="003C0159">
        <w:t xml:space="preserve"> according to the quality control procedures</w:t>
      </w:r>
      <w:r w:rsidR="00777295" w:rsidRPr="003C0159">
        <w:t xml:space="preserve"> </w:t>
      </w:r>
      <w:r w:rsidR="00E70C59" w:rsidRPr="003C0159">
        <w:t xml:space="preserve">described in D7.7 “Quality and Ethics Plan” </w:t>
      </w:r>
      <w:sdt>
        <w:sdtPr>
          <w:id w:val="1314834063"/>
          <w:citation/>
        </w:sdtPr>
        <w:sdtEndPr/>
        <w:sdtContent>
          <w:r w:rsidR="00E70C59" w:rsidRPr="008219B0">
            <w:fldChar w:fldCharType="begin"/>
          </w:r>
          <w:r w:rsidR="00E70C59" w:rsidRPr="00AB6ED6">
            <w:instrText xml:space="preserve"> CITATION Sch17 \l 1031 </w:instrText>
          </w:r>
          <w:r w:rsidR="00E70C59" w:rsidRPr="00AB6ED6">
            <w:fldChar w:fldCharType="separate"/>
          </w:r>
          <w:r w:rsidR="00AB6ED6">
            <w:rPr>
              <w:noProof/>
            </w:rPr>
            <w:t>[8]</w:t>
          </w:r>
          <w:r w:rsidR="00E70C59" w:rsidRPr="008219B0">
            <w:fldChar w:fldCharType="end"/>
          </w:r>
        </w:sdtContent>
      </w:sdt>
      <w:r w:rsidR="00E70C59" w:rsidRPr="003C0159">
        <w:t>.</w:t>
      </w:r>
    </w:p>
    <w:p w14:paraId="58E861EB" w14:textId="77777777" w:rsidR="00945BB7" w:rsidRPr="003C0159" w:rsidRDefault="00945BB7" w:rsidP="00224928">
      <w:pPr>
        <w:pStyle w:val="berschrift2"/>
      </w:pPr>
      <w:bookmarkStart w:id="66" w:name="_Toc499541134"/>
      <w:r w:rsidRPr="003C0159">
        <w:t>Allocation of resources</w:t>
      </w:r>
      <w:bookmarkEnd w:id="66"/>
    </w:p>
    <w:p w14:paraId="66015879" w14:textId="747535C2" w:rsidR="00945BB7" w:rsidRPr="003C0159" w:rsidRDefault="00945BB7" w:rsidP="00E70C59">
      <w:pPr>
        <w:pStyle w:val="berschrift3"/>
      </w:pPr>
      <w:bookmarkStart w:id="67" w:name="__RefHeading___Toc4543_1809884918"/>
      <w:bookmarkStart w:id="68" w:name="_Toc499541135"/>
      <w:bookmarkEnd w:id="67"/>
      <w:r w:rsidRPr="003C0159">
        <w:t xml:space="preserve">What are the </w:t>
      </w:r>
      <w:r w:rsidRPr="00AB6ED6">
        <w:rPr>
          <w:noProof/>
        </w:rPr>
        <w:t xml:space="preserve">costs </w:t>
      </w:r>
      <w:r w:rsidR="007A057D">
        <w:rPr>
          <w:noProof/>
        </w:rPr>
        <w:t>of</w:t>
      </w:r>
      <w:r w:rsidRPr="003C0159">
        <w:t xml:space="preserve"> making data FAIR in your project?</w:t>
      </w:r>
      <w:bookmarkEnd w:id="68"/>
    </w:p>
    <w:p w14:paraId="4F917E4B" w14:textId="0413DAE0" w:rsidR="00945BB7" w:rsidRPr="003C0159" w:rsidRDefault="00945BB7" w:rsidP="00945BB7">
      <w:pPr>
        <w:pStyle w:val="Textkrper"/>
      </w:pPr>
      <w:r w:rsidRPr="003C0159">
        <w:t>There are no immediate costs anticipated to make the open results generated in CLARITY FAIR. Especially no costs are foreseen for storing open results in the project's default repository (</w:t>
      </w:r>
      <w:proofErr w:type="spellStart"/>
      <w:r w:rsidRPr="003C0159">
        <w:t>Zenodo</w:t>
      </w:r>
      <w:proofErr w:type="spellEnd"/>
      <w:r w:rsidR="00E720B2" w:rsidRPr="003C0159">
        <w:t xml:space="preserve">, see </w:t>
      </w:r>
      <w:r w:rsidR="00E720B2" w:rsidRPr="008219B0">
        <w:fldChar w:fldCharType="begin"/>
      </w:r>
      <w:r w:rsidR="00E720B2" w:rsidRPr="003C0159">
        <w:instrText xml:space="preserve"> REF _Ref497758275 \r \h </w:instrText>
      </w:r>
      <w:r w:rsidR="00E57287" w:rsidRPr="003C0159">
        <w:instrText xml:space="preserve"> \* MERGEFORMAT </w:instrText>
      </w:r>
      <w:r w:rsidR="00E720B2" w:rsidRPr="00AB6ED6">
        <w:fldChar w:fldCharType="separate"/>
      </w:r>
      <w:r w:rsidR="00AB6ED6">
        <w:t>2.2.7</w:t>
      </w:r>
      <w:r w:rsidR="00E720B2" w:rsidRPr="008219B0">
        <w:fldChar w:fldCharType="end"/>
      </w:r>
      <w:r w:rsidRPr="003C0159">
        <w:t>).</w:t>
      </w:r>
      <w:r w:rsidR="001D7236" w:rsidRPr="003C0159">
        <w:t xml:space="preserve"> Additional details will be reported, as needed, in future versions of the DMP.</w:t>
      </w:r>
    </w:p>
    <w:p w14:paraId="1BA6DE70" w14:textId="419DCFF9" w:rsidR="00945BB7" w:rsidRPr="003C0159" w:rsidRDefault="00945BB7" w:rsidP="00E70C59">
      <w:pPr>
        <w:pStyle w:val="berschrift3"/>
      </w:pPr>
      <w:bookmarkStart w:id="69" w:name="_Toc499541136"/>
      <w:r w:rsidRPr="003C0159">
        <w:lastRenderedPageBreak/>
        <w:t>How will these be covered? Note that costs related to open access to research data are eligible as part of the Horizon 2020 grant (if compliant with the Grant Agreement conditions).</w:t>
      </w:r>
      <w:bookmarkEnd w:id="69"/>
    </w:p>
    <w:p w14:paraId="6BB02455" w14:textId="305BAFFF" w:rsidR="00945BB7" w:rsidRPr="00941E3F" w:rsidRDefault="00945BB7" w:rsidP="00945BB7">
      <w:pPr>
        <w:pStyle w:val="Textkrper"/>
      </w:pPr>
      <w:r w:rsidRPr="003C0159">
        <w:t xml:space="preserve">Any unforeseen costs related to open access to research data in Horizon 2020 are eligible for reimbursement during the duration of the project under the conditions defined in the Grant Agreement, in </w:t>
      </w:r>
      <w:r w:rsidRPr="00AB6ED6">
        <w:rPr>
          <w:noProof/>
        </w:rPr>
        <w:t>particular</w:t>
      </w:r>
      <w:r w:rsidR="000A4A1C">
        <w:rPr>
          <w:noProof/>
        </w:rPr>
        <w:t xml:space="preserve">, </w:t>
      </w:r>
      <w:proofErr w:type="gramStart"/>
      <w:r w:rsidR="000A4A1C">
        <w:rPr>
          <w:noProof/>
        </w:rPr>
        <w:t xml:space="preserve">in </w:t>
      </w:r>
      <w:r w:rsidRPr="00941E3F">
        <w:t xml:space="preserve"> Article</w:t>
      </w:r>
      <w:proofErr w:type="gramEnd"/>
      <w:r w:rsidRPr="00941E3F">
        <w:t xml:space="preserve"> 6 and Article 6.2.D.3.</w:t>
      </w:r>
    </w:p>
    <w:p w14:paraId="5F6ED32D" w14:textId="77777777" w:rsidR="00945BB7" w:rsidRPr="00941E3F" w:rsidRDefault="00945BB7" w:rsidP="00224928">
      <w:pPr>
        <w:pStyle w:val="berschrift2"/>
      </w:pPr>
      <w:bookmarkStart w:id="70" w:name="__RefHeading___Toc6227_2295559298"/>
      <w:bookmarkStart w:id="71" w:name="_Toc499541137"/>
      <w:bookmarkEnd w:id="70"/>
      <w:r w:rsidRPr="00941E3F">
        <w:t>Who will be responsible for data management in your project?</w:t>
      </w:r>
      <w:bookmarkEnd w:id="71"/>
    </w:p>
    <w:p w14:paraId="0B94AC2D" w14:textId="466FF9FE" w:rsidR="00945BB7" w:rsidRPr="00941E3F" w:rsidRDefault="00945BB7" w:rsidP="00945BB7">
      <w:pPr>
        <w:pStyle w:val="Textkrper"/>
      </w:pPr>
      <w:r w:rsidRPr="00941E3F">
        <w:t>Data management activities concern the whole project and need</w:t>
      </w:r>
      <w:r w:rsidR="000A4A1C">
        <w:t>s</w:t>
      </w:r>
      <w:r w:rsidRPr="00941E3F">
        <w:t xml:space="preserve"> to be coordinated and monitored both at project and work package level. Data management is also linked to publication of project results and thus dissemination activities.</w:t>
      </w:r>
      <w:r w:rsidR="00E720B2" w:rsidRPr="00941E3F">
        <w:t xml:space="preserve"> </w:t>
      </w:r>
      <w:r w:rsidRPr="00941E3F">
        <w:t>Therefore, the following roles and responsibilities can be identified:</w:t>
      </w:r>
    </w:p>
    <w:p w14:paraId="619DE894" w14:textId="77777777" w:rsidR="00945BB7" w:rsidRPr="003C0159" w:rsidRDefault="00945BB7" w:rsidP="00E70C59">
      <w:pPr>
        <w:pStyle w:val="berschrift3"/>
      </w:pPr>
      <w:bookmarkStart w:id="72" w:name="_Toc499541138"/>
      <w:r w:rsidRPr="003C0159">
        <w:t>Roles</w:t>
      </w:r>
      <w:bookmarkEnd w:id="72"/>
    </w:p>
    <w:p w14:paraId="01F05262" w14:textId="77777777" w:rsidR="00945BB7" w:rsidRPr="003C0159" w:rsidRDefault="00945BB7" w:rsidP="00945BB7">
      <w:pPr>
        <w:pStyle w:val="Textkrper"/>
      </w:pPr>
      <w:r w:rsidRPr="003C0159">
        <w:t xml:space="preserve">The </w:t>
      </w:r>
      <w:r w:rsidRPr="003C0159">
        <w:rPr>
          <w:b/>
          <w:bCs/>
        </w:rPr>
        <w:t>Project Data Manager</w:t>
      </w:r>
      <w:r w:rsidRPr="003C0159">
        <w:t xml:space="preserve"> (T7.3 task leader) is responsible for </w:t>
      </w:r>
    </w:p>
    <w:p w14:paraId="7B951A31" w14:textId="77777777" w:rsidR="00945BB7" w:rsidRPr="003C0159" w:rsidRDefault="00945BB7" w:rsidP="007A37A5">
      <w:pPr>
        <w:pStyle w:val="Textkrper"/>
        <w:numPr>
          <w:ilvl w:val="0"/>
          <w:numId w:val="6"/>
        </w:numPr>
      </w:pPr>
      <w:r w:rsidRPr="003C0159">
        <w:t>developing the data management plan and policy in cooperation with the project management in WP7 and the technical partners</w:t>
      </w:r>
    </w:p>
    <w:p w14:paraId="221ACA88" w14:textId="77777777" w:rsidR="00945BB7" w:rsidRPr="003C0159" w:rsidRDefault="00945BB7" w:rsidP="007A37A5">
      <w:pPr>
        <w:pStyle w:val="Textkrper"/>
        <w:numPr>
          <w:ilvl w:val="0"/>
          <w:numId w:val="6"/>
        </w:numPr>
      </w:pPr>
      <w:r w:rsidRPr="003C0159">
        <w:t>coordinating the technical realisation in WP1/WP4 (data survey, data repositories, metadata catalogues, ...)</w:t>
      </w:r>
    </w:p>
    <w:p w14:paraId="78D89034" w14:textId="77777777" w:rsidR="00945BB7" w:rsidRPr="003C0159" w:rsidRDefault="00945BB7" w:rsidP="007A37A5">
      <w:pPr>
        <w:pStyle w:val="Textkrper"/>
        <w:numPr>
          <w:ilvl w:val="0"/>
          <w:numId w:val="6"/>
        </w:numPr>
      </w:pPr>
      <w:r w:rsidRPr="003C0159">
        <w:t>monitoring data management activities (both collection and publication) and deadlines and sending reminders to WP data managers</w:t>
      </w:r>
    </w:p>
    <w:p w14:paraId="27212210" w14:textId="77777777" w:rsidR="00945BB7" w:rsidRPr="003C0159" w:rsidRDefault="00945BB7" w:rsidP="007A37A5">
      <w:pPr>
        <w:pStyle w:val="Textkrper"/>
        <w:numPr>
          <w:ilvl w:val="0"/>
          <w:numId w:val="6"/>
        </w:numPr>
      </w:pPr>
      <w:r w:rsidRPr="003C0159">
        <w:t xml:space="preserve">providing support to WP data managers </w:t>
      </w:r>
    </w:p>
    <w:p w14:paraId="3D248D5D" w14:textId="77777777" w:rsidR="00945BB7" w:rsidRPr="003C0159" w:rsidRDefault="00945BB7" w:rsidP="007A37A5">
      <w:pPr>
        <w:pStyle w:val="Textkrper"/>
        <w:numPr>
          <w:ilvl w:val="0"/>
          <w:numId w:val="6"/>
        </w:numPr>
      </w:pPr>
      <w:r w:rsidRPr="003C0159">
        <w:t>writing the data management plan (D7.x)</w:t>
      </w:r>
    </w:p>
    <w:p w14:paraId="3E50028D" w14:textId="77777777" w:rsidR="00945BB7" w:rsidRPr="003C0159" w:rsidRDefault="00945BB7" w:rsidP="007A37A5">
      <w:pPr>
        <w:pStyle w:val="Textkrper"/>
        <w:numPr>
          <w:ilvl w:val="0"/>
          <w:numId w:val="6"/>
        </w:numPr>
      </w:pPr>
      <w:r w:rsidRPr="003C0159">
        <w:t>providing solutions for specific issues in accordance with project management</w:t>
      </w:r>
    </w:p>
    <w:p w14:paraId="1E7EA5EE" w14:textId="77777777" w:rsidR="00945BB7" w:rsidRPr="003C0159" w:rsidRDefault="00945BB7" w:rsidP="00945BB7">
      <w:pPr>
        <w:pStyle w:val="Textkrper"/>
      </w:pPr>
      <w:r w:rsidRPr="003C0159">
        <w:t xml:space="preserve">The </w:t>
      </w:r>
      <w:proofErr w:type="spellStart"/>
      <w:r w:rsidRPr="003C0159">
        <w:rPr>
          <w:b/>
          <w:bCs/>
        </w:rPr>
        <w:t>Workpackage</w:t>
      </w:r>
      <w:proofErr w:type="spellEnd"/>
      <w:r w:rsidRPr="003C0159">
        <w:rPr>
          <w:b/>
          <w:bCs/>
        </w:rPr>
        <w:t xml:space="preserve"> Data Managers</w:t>
      </w:r>
      <w:r w:rsidRPr="003C0159">
        <w:t xml:space="preserve"> are responsible for </w:t>
      </w:r>
    </w:p>
    <w:p w14:paraId="7BB0529B" w14:textId="77777777" w:rsidR="00945BB7" w:rsidRPr="003C0159" w:rsidRDefault="00945BB7" w:rsidP="007A37A5">
      <w:pPr>
        <w:pStyle w:val="Textkrper"/>
        <w:numPr>
          <w:ilvl w:val="0"/>
          <w:numId w:val="7"/>
        </w:numPr>
      </w:pPr>
      <w:r w:rsidRPr="003C0159">
        <w:t>the implementation of the data management policy in their respective WPs</w:t>
      </w:r>
    </w:p>
    <w:p w14:paraId="365DF886" w14:textId="77777777" w:rsidR="00945BB7" w:rsidRPr="003C0159" w:rsidRDefault="00945BB7" w:rsidP="007A37A5">
      <w:pPr>
        <w:pStyle w:val="Textkrper"/>
        <w:numPr>
          <w:ilvl w:val="0"/>
          <w:numId w:val="7"/>
        </w:numPr>
      </w:pPr>
      <w:r w:rsidRPr="003C0159">
        <w:t>monitoring data management activities and deadlines and sending reminders to partners</w:t>
      </w:r>
    </w:p>
    <w:p w14:paraId="4E13FC07" w14:textId="77777777" w:rsidR="00945BB7" w:rsidRPr="003C0159" w:rsidRDefault="00945BB7" w:rsidP="007A37A5">
      <w:pPr>
        <w:pStyle w:val="Textkrper"/>
        <w:numPr>
          <w:ilvl w:val="0"/>
          <w:numId w:val="7"/>
        </w:numPr>
      </w:pPr>
      <w:r w:rsidRPr="003C0159">
        <w:t>offering customized help and further guidance for filling out the WP data surveys</w:t>
      </w:r>
    </w:p>
    <w:p w14:paraId="6FB88017" w14:textId="77777777" w:rsidR="00945BB7" w:rsidRPr="003C0159" w:rsidRDefault="00945BB7" w:rsidP="007A37A5">
      <w:pPr>
        <w:pStyle w:val="Textkrper"/>
        <w:numPr>
          <w:ilvl w:val="0"/>
          <w:numId w:val="7"/>
        </w:numPr>
      </w:pPr>
      <w:r w:rsidRPr="003C0159">
        <w:t>asking partners for missing information or clarifications</w:t>
      </w:r>
    </w:p>
    <w:p w14:paraId="1416F39C" w14:textId="77777777" w:rsidR="00945BB7" w:rsidRPr="003C0159" w:rsidRDefault="00945BB7" w:rsidP="007A37A5">
      <w:pPr>
        <w:pStyle w:val="Textkrper"/>
        <w:numPr>
          <w:ilvl w:val="0"/>
          <w:numId w:val="7"/>
        </w:numPr>
      </w:pPr>
      <w:r w:rsidRPr="003C0159">
        <w:t>providing input to the data management plan by analysing and summarising the WP-specific data surveys</w:t>
      </w:r>
    </w:p>
    <w:p w14:paraId="4F8C67E3" w14:textId="77777777" w:rsidR="00945BB7" w:rsidRPr="003C0159" w:rsidRDefault="00945BB7" w:rsidP="007A37A5">
      <w:pPr>
        <w:pStyle w:val="Textkrper"/>
        <w:numPr>
          <w:ilvl w:val="0"/>
          <w:numId w:val="7"/>
        </w:numPr>
      </w:pPr>
      <w:r w:rsidRPr="003C0159">
        <w:t>offering customized help and further guidance for publishing open data and open source software</w:t>
      </w:r>
    </w:p>
    <w:p w14:paraId="587A3C7D" w14:textId="77777777" w:rsidR="00945BB7" w:rsidRPr="003C0159" w:rsidRDefault="00945BB7" w:rsidP="007A37A5">
      <w:pPr>
        <w:pStyle w:val="Textkrper"/>
        <w:numPr>
          <w:ilvl w:val="0"/>
          <w:numId w:val="7"/>
        </w:numPr>
      </w:pPr>
      <w:r w:rsidRPr="003C0159">
        <w:t xml:space="preserve">monitoring that open results (data and software) are deposited in the default repository or a complementary </w:t>
      </w:r>
      <w:proofErr w:type="spellStart"/>
      <w:r w:rsidRPr="003C0159">
        <w:t>OpenAIRE</w:t>
      </w:r>
      <w:proofErr w:type="spellEnd"/>
      <w:r w:rsidRPr="003C0159">
        <w:t>-compliant repository and sending reminders to partners</w:t>
      </w:r>
    </w:p>
    <w:p w14:paraId="646F7D1F" w14:textId="1BFA8A59" w:rsidR="00945BB7" w:rsidRPr="003C0159" w:rsidRDefault="00945BB7" w:rsidP="007A37A5">
      <w:pPr>
        <w:pStyle w:val="Textkrper"/>
        <w:numPr>
          <w:ilvl w:val="0"/>
          <w:numId w:val="7"/>
        </w:numPr>
      </w:pPr>
      <w:r w:rsidRPr="003C0159">
        <w:t xml:space="preserve">monitoring that open results available in </w:t>
      </w:r>
      <w:proofErr w:type="spellStart"/>
      <w:r w:rsidRPr="003C0159">
        <w:t>OpenAIRE</w:t>
      </w:r>
      <w:proofErr w:type="spellEnd"/>
      <w:r w:rsidRPr="003C0159">
        <w:t xml:space="preserve"> are properly linked with CLARITY (see </w:t>
      </w:r>
      <w:hyperlink r:id="rId52" w:history="1">
        <w:r w:rsidR="00894A05" w:rsidRPr="003C0159">
          <w:rPr>
            <w:rStyle w:val="Hyperlink"/>
            <w:rFonts w:asciiTheme="minorHAnsi" w:hAnsiTheme="minorHAnsi"/>
            <w:sz w:val="22"/>
          </w:rPr>
          <w:t>https://www.OpenAIRE.eu/participate/claim</w:t>
        </w:r>
      </w:hyperlink>
      <w:r w:rsidRPr="003C0159">
        <w:t>)</w:t>
      </w:r>
    </w:p>
    <w:p w14:paraId="4EBC8B49" w14:textId="20A6E66E" w:rsidR="00B75998" w:rsidRPr="003C0159" w:rsidRDefault="00B75998" w:rsidP="007A37A5">
      <w:pPr>
        <w:pStyle w:val="Textkrper"/>
        <w:numPr>
          <w:ilvl w:val="0"/>
          <w:numId w:val="7"/>
        </w:numPr>
      </w:pPr>
      <w:r w:rsidRPr="003C0159">
        <w:t>contact</w:t>
      </w:r>
      <w:r w:rsidR="00E720B2" w:rsidRPr="003C0159">
        <w:t>ing</w:t>
      </w:r>
      <w:r w:rsidRPr="003C0159">
        <w:t xml:space="preserve"> </w:t>
      </w:r>
      <w:r w:rsidR="00E720B2" w:rsidRPr="003C0159">
        <w:t>the quality assurance</w:t>
      </w:r>
      <w:r w:rsidRPr="003C0159">
        <w:t xml:space="preserve"> and ethi</w:t>
      </w:r>
      <w:r w:rsidR="00E720B2" w:rsidRPr="003C0159">
        <w:t>cs committee in case of questions and ethical and privacy issues that may forbid a publication of the data</w:t>
      </w:r>
    </w:p>
    <w:p w14:paraId="241FF5D1" w14:textId="77777777" w:rsidR="00945BB7" w:rsidRPr="003C0159" w:rsidRDefault="00945BB7" w:rsidP="00945BB7">
      <w:pPr>
        <w:pStyle w:val="Textkrper"/>
      </w:pPr>
      <w:r w:rsidRPr="003C0159">
        <w:t xml:space="preserve">The </w:t>
      </w:r>
      <w:r w:rsidRPr="003C0159">
        <w:rPr>
          <w:b/>
          <w:bCs/>
        </w:rPr>
        <w:t>Dissemination Manager</w:t>
      </w:r>
      <w:r w:rsidRPr="003C0159">
        <w:t xml:space="preserve"> is responsible for </w:t>
      </w:r>
    </w:p>
    <w:p w14:paraId="79260773" w14:textId="77777777" w:rsidR="00945BB7" w:rsidRPr="003C0159" w:rsidRDefault="00945BB7" w:rsidP="007A37A5">
      <w:pPr>
        <w:pStyle w:val="Textkrper"/>
        <w:numPr>
          <w:ilvl w:val="0"/>
          <w:numId w:val="8"/>
        </w:numPr>
      </w:pPr>
      <w:r w:rsidRPr="003C0159">
        <w:t>offering assistance in choosing the right publication path (green or gold open access)</w:t>
      </w:r>
    </w:p>
    <w:p w14:paraId="42F8AD48" w14:textId="77777777" w:rsidR="00945BB7" w:rsidRPr="003C0159" w:rsidRDefault="00945BB7" w:rsidP="007A37A5">
      <w:pPr>
        <w:pStyle w:val="Textkrper"/>
        <w:numPr>
          <w:ilvl w:val="0"/>
          <w:numId w:val="8"/>
        </w:numPr>
      </w:pPr>
      <w:r w:rsidRPr="003C0159">
        <w:t>offering customized help and further guidance for publishing scientific publications</w:t>
      </w:r>
    </w:p>
    <w:p w14:paraId="591C6937" w14:textId="3BE4B083" w:rsidR="00945BB7" w:rsidRPr="003C0159" w:rsidRDefault="00945BB7" w:rsidP="007A37A5">
      <w:pPr>
        <w:pStyle w:val="Textkrper"/>
        <w:numPr>
          <w:ilvl w:val="0"/>
          <w:numId w:val="8"/>
        </w:numPr>
      </w:pPr>
      <w:r w:rsidRPr="003C0159">
        <w:lastRenderedPageBreak/>
        <w:t xml:space="preserve">ensuring that the open access policy of the journal complies with the H2020 open data requirements </w:t>
      </w:r>
      <w:sdt>
        <w:sdtPr>
          <w:id w:val="-920337669"/>
          <w:citation/>
        </w:sdtPr>
        <w:sdtEndPr/>
        <w:sdtContent>
          <w:r w:rsidR="00CC2484" w:rsidRPr="008219B0">
            <w:fldChar w:fldCharType="begin"/>
          </w:r>
          <w:r w:rsidR="00CC2484" w:rsidRPr="00AB6ED6">
            <w:instrText xml:space="preserve"> CITATION Dir21 \l 1031 </w:instrText>
          </w:r>
          <w:r w:rsidR="00CC2484" w:rsidRPr="00AB6ED6">
            <w:fldChar w:fldCharType="separate"/>
          </w:r>
          <w:r w:rsidR="00AB6ED6">
            <w:rPr>
              <w:noProof/>
            </w:rPr>
            <w:t>[4]</w:t>
          </w:r>
          <w:r w:rsidR="00CC2484" w:rsidRPr="008219B0">
            <w:fldChar w:fldCharType="end"/>
          </w:r>
        </w:sdtContent>
      </w:sdt>
      <w:r w:rsidR="00CC2484" w:rsidRPr="003C0159">
        <w:t xml:space="preserve"> </w:t>
      </w:r>
      <w:r w:rsidRPr="003C0159">
        <w:t>before the researcher submits a manuscript</w:t>
      </w:r>
    </w:p>
    <w:p w14:paraId="31FD3674" w14:textId="77777777" w:rsidR="00945BB7" w:rsidRPr="003C0159" w:rsidRDefault="00945BB7" w:rsidP="007A37A5">
      <w:pPr>
        <w:pStyle w:val="Textkrper"/>
        <w:numPr>
          <w:ilvl w:val="0"/>
          <w:numId w:val="8"/>
        </w:numPr>
      </w:pPr>
      <w:r w:rsidRPr="003C0159">
        <w:t>monitoring that green access (self-archiving) publications are deposited in repositories and sending reminders to partners</w:t>
      </w:r>
    </w:p>
    <w:p w14:paraId="5A1EC0F4" w14:textId="77777777" w:rsidR="00945BB7" w:rsidRPr="003C0159" w:rsidRDefault="00945BB7" w:rsidP="007A37A5">
      <w:pPr>
        <w:pStyle w:val="Textkrper"/>
        <w:numPr>
          <w:ilvl w:val="0"/>
          <w:numId w:val="8"/>
        </w:numPr>
      </w:pPr>
      <w:r w:rsidRPr="003C0159">
        <w:t xml:space="preserve">monitoring that metadata about publications is made available in the R&amp;I Participant Portal (preferably automatically through </w:t>
      </w:r>
      <w:proofErr w:type="spellStart"/>
      <w:r w:rsidRPr="003C0159">
        <w:t>OpenAIRE</w:t>
      </w:r>
      <w:proofErr w:type="spellEnd"/>
      <w:r w:rsidRPr="003C0159">
        <w:t>) and on the CLARITY website</w:t>
      </w:r>
    </w:p>
    <w:p w14:paraId="68DD2F0C" w14:textId="77777777" w:rsidR="00945BB7" w:rsidRPr="003C0159" w:rsidRDefault="00945BB7" w:rsidP="007A37A5">
      <w:pPr>
        <w:pStyle w:val="Textkrper"/>
        <w:numPr>
          <w:ilvl w:val="0"/>
          <w:numId w:val="8"/>
        </w:numPr>
      </w:pPr>
      <w:r w:rsidRPr="003C0159">
        <w:t>monitoring that research data related to a publication is made available in repositories and linked to respective publication</w:t>
      </w:r>
    </w:p>
    <w:p w14:paraId="0862DA78" w14:textId="77777777" w:rsidR="00945BB7" w:rsidRPr="003C0159" w:rsidRDefault="00945BB7" w:rsidP="007A37A5">
      <w:pPr>
        <w:pStyle w:val="Textkrper"/>
        <w:numPr>
          <w:ilvl w:val="0"/>
          <w:numId w:val="8"/>
        </w:numPr>
      </w:pPr>
      <w:r w:rsidRPr="003C0159">
        <w:t>monitoring possible embargo periods and sending reminders to partners</w:t>
      </w:r>
    </w:p>
    <w:p w14:paraId="5363F1C7" w14:textId="18482B56" w:rsidR="00945BB7" w:rsidRPr="003C0159" w:rsidRDefault="00945BB7" w:rsidP="007A37A5">
      <w:pPr>
        <w:pStyle w:val="Textkrper"/>
        <w:numPr>
          <w:ilvl w:val="0"/>
          <w:numId w:val="8"/>
        </w:numPr>
      </w:pPr>
      <w:r w:rsidRPr="003C0159">
        <w:t xml:space="preserve">monitoring that publications available in </w:t>
      </w:r>
      <w:proofErr w:type="spellStart"/>
      <w:r w:rsidRPr="003C0159">
        <w:t>OpenAIRE</w:t>
      </w:r>
      <w:proofErr w:type="spellEnd"/>
      <w:r w:rsidRPr="003C0159">
        <w:t xml:space="preserve"> are properly linked with CLARITY (see </w:t>
      </w:r>
      <w:hyperlink r:id="rId53" w:history="1">
        <w:r w:rsidR="00894A05" w:rsidRPr="003C0159">
          <w:rPr>
            <w:rStyle w:val="Hyperlink"/>
            <w:rFonts w:asciiTheme="minorHAnsi" w:hAnsiTheme="minorHAnsi"/>
            <w:sz w:val="22"/>
          </w:rPr>
          <w:t>https://www.OpenAIRE.eu/participate/claim</w:t>
        </w:r>
      </w:hyperlink>
      <w:r w:rsidRPr="003C0159">
        <w:t>)</w:t>
      </w:r>
    </w:p>
    <w:p w14:paraId="3C3F445F" w14:textId="1C37DA8A" w:rsidR="00945BB7" w:rsidRPr="003C0159" w:rsidRDefault="00D15A68" w:rsidP="00945BB7">
      <w:pPr>
        <w:pStyle w:val="Textkrper"/>
      </w:pPr>
      <w:r w:rsidRPr="003C0159">
        <w:t xml:space="preserve">The Quality Assurance and Ethics Manager </w:t>
      </w:r>
      <w:r w:rsidR="00945BB7" w:rsidRPr="003C0159">
        <w:t xml:space="preserve">is responsible for </w:t>
      </w:r>
    </w:p>
    <w:p w14:paraId="622ECB9F" w14:textId="278E7F03" w:rsidR="00945BB7" w:rsidRPr="003C0159" w:rsidRDefault="00945BB7" w:rsidP="007A37A5">
      <w:pPr>
        <w:pStyle w:val="Textkrper"/>
        <w:numPr>
          <w:ilvl w:val="0"/>
          <w:numId w:val="9"/>
        </w:numPr>
      </w:pPr>
      <w:r w:rsidRPr="003C0159">
        <w:t xml:space="preserve">performing a quality assurance and ethics assessment of open data before their publication </w:t>
      </w:r>
    </w:p>
    <w:p w14:paraId="20AB70C1" w14:textId="3DD7E372" w:rsidR="00B75998" w:rsidRPr="003C0159" w:rsidRDefault="00D15A68" w:rsidP="007A37A5">
      <w:pPr>
        <w:pStyle w:val="Textkrper"/>
        <w:numPr>
          <w:ilvl w:val="0"/>
          <w:numId w:val="9"/>
        </w:numPr>
      </w:pPr>
      <w:r w:rsidRPr="003C0159">
        <w:t>keeping</w:t>
      </w:r>
      <w:r w:rsidR="00B75998" w:rsidRPr="003C0159">
        <w:t xml:space="preserve"> contact with data manager</w:t>
      </w:r>
      <w:r w:rsidR="009660D1" w:rsidRPr="003C0159">
        <w:t>s</w:t>
      </w:r>
      <w:r w:rsidR="00B75998" w:rsidRPr="003C0159">
        <w:t xml:space="preserve"> </w:t>
      </w:r>
      <w:r w:rsidR="009660D1" w:rsidRPr="003C0159">
        <w:t xml:space="preserve">and </w:t>
      </w:r>
      <w:r w:rsidR="00B75998" w:rsidRPr="003C0159">
        <w:t xml:space="preserve">decide </w:t>
      </w:r>
      <w:r w:rsidR="00CC2484" w:rsidRPr="003C0159">
        <w:t>together</w:t>
      </w:r>
      <w:r w:rsidR="00B75998" w:rsidRPr="003C0159">
        <w:t xml:space="preserve"> with the ethical committee</w:t>
      </w:r>
      <w:r w:rsidR="009660D1" w:rsidRPr="003C0159">
        <w:t xml:space="preserve"> on critical issues</w:t>
      </w:r>
    </w:p>
    <w:p w14:paraId="38468E2B" w14:textId="77777777" w:rsidR="00945BB7" w:rsidRPr="003C0159" w:rsidRDefault="00945BB7" w:rsidP="00945BB7">
      <w:pPr>
        <w:pStyle w:val="Textkrper"/>
      </w:pPr>
      <w:r w:rsidRPr="003C0159">
        <w:t xml:space="preserve">The Data Provider / Scientist is responsible for </w:t>
      </w:r>
    </w:p>
    <w:p w14:paraId="05C8E7AF" w14:textId="27DFDBB2" w:rsidR="00945BB7" w:rsidRPr="003C0159" w:rsidRDefault="009660D1" w:rsidP="007A37A5">
      <w:pPr>
        <w:pStyle w:val="Textkrper"/>
        <w:numPr>
          <w:ilvl w:val="0"/>
          <w:numId w:val="9"/>
        </w:numPr>
      </w:pPr>
      <w:r w:rsidRPr="003C0159">
        <w:t>i</w:t>
      </w:r>
      <w:r w:rsidR="00945BB7" w:rsidRPr="003C0159">
        <w:t xml:space="preserve">nforming </w:t>
      </w:r>
      <w:r w:rsidRPr="003C0159">
        <w:t xml:space="preserve">the </w:t>
      </w:r>
      <w:r w:rsidR="00D13B6A" w:rsidRPr="003C0159">
        <w:t>d</w:t>
      </w:r>
      <w:r w:rsidRPr="003C0159">
        <w:t xml:space="preserve">ata &amp; dissemination </w:t>
      </w:r>
      <w:r w:rsidRPr="00AB6ED6">
        <w:rPr>
          <w:noProof/>
        </w:rPr>
        <w:t>m</w:t>
      </w:r>
      <w:r w:rsidR="00945BB7" w:rsidRPr="00AB6ED6">
        <w:rPr>
          <w:noProof/>
        </w:rPr>
        <w:t>an</w:t>
      </w:r>
      <w:r w:rsidR="000A4A1C">
        <w:rPr>
          <w:noProof/>
        </w:rPr>
        <w:t>a</w:t>
      </w:r>
      <w:r w:rsidR="00945BB7" w:rsidRPr="00AB6ED6">
        <w:rPr>
          <w:noProof/>
        </w:rPr>
        <w:t>gers</w:t>
      </w:r>
      <w:r w:rsidR="00945BB7" w:rsidRPr="003C0159">
        <w:t xml:space="preserve"> when new open data / papers ready for publication are available</w:t>
      </w:r>
    </w:p>
    <w:p w14:paraId="076CD2CF" w14:textId="62DEDE70" w:rsidR="00945BB7" w:rsidRPr="003C0159" w:rsidRDefault="00945BB7" w:rsidP="007A37A5">
      <w:pPr>
        <w:pStyle w:val="Textkrper"/>
        <w:numPr>
          <w:ilvl w:val="0"/>
          <w:numId w:val="9"/>
        </w:numPr>
      </w:pPr>
      <w:r w:rsidRPr="003C0159">
        <w:t>describing the data (by means of appropriate metadata) or scientific publication in accordance to the CLARITY data management policy (e.g. according to the chosen metadata standard) and with help of the tools (e.g. template, web for</w:t>
      </w:r>
      <w:r w:rsidR="009660D1" w:rsidRPr="003C0159">
        <w:t>m, ...) provided by the project</w:t>
      </w:r>
    </w:p>
    <w:p w14:paraId="74E00572" w14:textId="0B301C7F" w:rsidR="00945BB7" w:rsidRPr="003C0159" w:rsidRDefault="00945BB7" w:rsidP="007A37A5">
      <w:pPr>
        <w:pStyle w:val="Textkrper"/>
        <w:numPr>
          <w:ilvl w:val="0"/>
          <w:numId w:val="9"/>
        </w:numPr>
      </w:pPr>
      <w:r w:rsidRPr="003C0159">
        <w:t xml:space="preserve">depositing (publishing into a repository) the data or scientific publication in accordance to the CLARITY data management policy and with help of the tools (catalogue, repository, ...) provided by the project </w:t>
      </w:r>
    </w:p>
    <w:p w14:paraId="4FC1DCAC" w14:textId="4709584A" w:rsidR="009660D1" w:rsidRPr="003C0159" w:rsidRDefault="009660D1" w:rsidP="009660D1">
      <w:pPr>
        <w:pStyle w:val="Textkrper"/>
      </w:pPr>
      <w:r w:rsidRPr="003C0159">
        <w:t xml:space="preserve">The designated persons for the roles are listed in D7.7 “Quality and Ethics Plan” </w:t>
      </w:r>
      <w:sdt>
        <w:sdtPr>
          <w:id w:val="-1997873088"/>
          <w:citation/>
        </w:sdtPr>
        <w:sdtEndPr/>
        <w:sdtContent>
          <w:r w:rsidRPr="008219B0">
            <w:fldChar w:fldCharType="begin"/>
          </w:r>
          <w:r w:rsidRPr="00AB6ED6">
            <w:instrText xml:space="preserve"> CITATION Sch17 \l 1031 </w:instrText>
          </w:r>
          <w:r w:rsidRPr="00AB6ED6">
            <w:fldChar w:fldCharType="separate"/>
          </w:r>
          <w:r w:rsidR="00AB6ED6">
            <w:rPr>
              <w:noProof/>
            </w:rPr>
            <w:t>[8]</w:t>
          </w:r>
          <w:r w:rsidRPr="008219B0">
            <w:fldChar w:fldCharType="end"/>
          </w:r>
        </w:sdtContent>
      </w:sdt>
      <w:r w:rsidRPr="003C0159">
        <w:t>.</w:t>
      </w:r>
    </w:p>
    <w:p w14:paraId="513DD3BC" w14:textId="4F9C45BE" w:rsidR="00945BB7" w:rsidRPr="003C0159" w:rsidRDefault="00945BB7" w:rsidP="00E70C59">
      <w:pPr>
        <w:pStyle w:val="berschrift3"/>
      </w:pPr>
      <w:bookmarkStart w:id="73" w:name="_Toc499541139"/>
      <w:r w:rsidRPr="003C0159">
        <w:t xml:space="preserve">Are the resources for </w:t>
      </w:r>
      <w:r w:rsidRPr="00AB6ED6">
        <w:rPr>
          <w:noProof/>
        </w:rPr>
        <w:t>long</w:t>
      </w:r>
      <w:r w:rsidR="000A4A1C">
        <w:rPr>
          <w:noProof/>
        </w:rPr>
        <w:t>-</w:t>
      </w:r>
      <w:r w:rsidRPr="00AB6ED6">
        <w:rPr>
          <w:noProof/>
        </w:rPr>
        <w:t>term</w:t>
      </w:r>
      <w:r w:rsidRPr="003C0159">
        <w:t xml:space="preserve"> preservation discussed (costs and potential value, who decides and how what data will be kept and for how long)?</w:t>
      </w:r>
      <w:bookmarkEnd w:id="73"/>
    </w:p>
    <w:p w14:paraId="6B45E85A" w14:textId="392C6403" w:rsidR="00945BB7" w:rsidRPr="003C0159" w:rsidRDefault="00945BB7" w:rsidP="00945BB7">
      <w:pPr>
        <w:pStyle w:val="Textkrper"/>
      </w:pPr>
      <w:r w:rsidRPr="003C0159">
        <w:t xml:space="preserve">No immediate costs are anticipated for open data that is stored for </w:t>
      </w:r>
      <w:r w:rsidRPr="00AB6ED6">
        <w:rPr>
          <w:noProof/>
        </w:rPr>
        <w:t>long</w:t>
      </w:r>
      <w:r w:rsidR="000A4A1C">
        <w:rPr>
          <w:noProof/>
        </w:rPr>
        <w:t>-</w:t>
      </w:r>
      <w:r w:rsidRPr="00AB6ED6">
        <w:rPr>
          <w:noProof/>
        </w:rPr>
        <w:t>term</w:t>
      </w:r>
      <w:r w:rsidRPr="003C0159">
        <w:t xml:space="preserve"> preservation in the </w:t>
      </w:r>
      <w:proofErr w:type="spellStart"/>
      <w:r w:rsidRPr="003C0159">
        <w:t>Zenodo</w:t>
      </w:r>
      <w:proofErr w:type="spellEnd"/>
      <w:r w:rsidRPr="003C0159">
        <w:t xml:space="preserve"> repository. See also </w:t>
      </w:r>
      <w:r w:rsidRPr="008219B0">
        <w:fldChar w:fldCharType="begin"/>
      </w:r>
      <w:r w:rsidRPr="003C0159">
        <w:instrText>REF __RefHeading___Toc4543_1809884918 \r \h</w:instrText>
      </w:r>
      <w:r w:rsidR="00E57287" w:rsidRPr="003C0159">
        <w:instrText xml:space="preserve"> \* MERGEFORMAT </w:instrText>
      </w:r>
      <w:r w:rsidRPr="00AB6ED6">
        <w:fldChar w:fldCharType="separate"/>
      </w:r>
      <w:r w:rsidR="00AB6ED6">
        <w:t>2.5.1</w:t>
      </w:r>
      <w:r w:rsidRPr="008219B0">
        <w:fldChar w:fldCharType="end"/>
      </w:r>
      <w:r w:rsidRPr="003C0159">
        <w:t>.</w:t>
      </w:r>
      <w:r w:rsidR="001D7236" w:rsidRPr="003C0159">
        <w:t xml:space="preserve"> Additional details will be reported, as needed, in future versions of the DMP.</w:t>
      </w:r>
    </w:p>
    <w:p w14:paraId="73EFA37A" w14:textId="77777777" w:rsidR="00945BB7" w:rsidRPr="003C0159" w:rsidRDefault="00945BB7" w:rsidP="00D077BF">
      <w:pPr>
        <w:pStyle w:val="berschrift2"/>
      </w:pPr>
      <w:bookmarkStart w:id="74" w:name="_Toc499541140"/>
      <w:r w:rsidRPr="003C0159">
        <w:t>Data security</w:t>
      </w:r>
      <w:bookmarkEnd w:id="74"/>
    </w:p>
    <w:p w14:paraId="4B5F76FB" w14:textId="2A52CD55" w:rsidR="00945BB7" w:rsidRPr="003C0159" w:rsidRDefault="00945BB7" w:rsidP="00E70C59">
      <w:pPr>
        <w:pStyle w:val="berschrift3"/>
      </w:pPr>
      <w:bookmarkStart w:id="75" w:name="_Toc499541141"/>
      <w:r w:rsidRPr="003C0159">
        <w:t>What provisions are in place for data security (including data recovery as well as secure storage and transfer of sensitive data)?</w:t>
      </w:r>
      <w:bookmarkEnd w:id="75"/>
    </w:p>
    <w:p w14:paraId="2864582C" w14:textId="6A859F6A" w:rsidR="00945BB7" w:rsidRPr="003C0159" w:rsidRDefault="00945BB7" w:rsidP="00945BB7">
      <w:pPr>
        <w:pStyle w:val="Textkrper"/>
      </w:pPr>
      <w:r w:rsidRPr="003C0159">
        <w:t xml:space="preserve">Open results deposited in the </w:t>
      </w:r>
      <w:proofErr w:type="spellStart"/>
      <w:r w:rsidRPr="003C0159">
        <w:t>Zenodo</w:t>
      </w:r>
      <w:proofErr w:type="spellEnd"/>
      <w:r w:rsidRPr="003C0159">
        <w:t xml:space="preserve"> repository (see </w:t>
      </w:r>
      <w:r w:rsidRPr="008219B0">
        <w:fldChar w:fldCharType="begin"/>
      </w:r>
      <w:r w:rsidRPr="003C0159">
        <w:instrText>REF __RefHeading___Toc1722_1611646261 \r \h</w:instrText>
      </w:r>
      <w:r w:rsidR="00E57287" w:rsidRPr="003C0159">
        <w:instrText xml:space="preserve"> \* MERGEFORMAT </w:instrText>
      </w:r>
      <w:r w:rsidRPr="00AB6ED6">
        <w:fldChar w:fldCharType="separate"/>
      </w:r>
      <w:r w:rsidR="00AB6ED6">
        <w:t>2.2.7</w:t>
      </w:r>
      <w:r w:rsidRPr="008219B0">
        <w:fldChar w:fldCharType="end"/>
      </w:r>
      <w:r w:rsidRPr="003C0159">
        <w:t>) are stored in CERN’s EOS service (</w:t>
      </w:r>
      <w:hyperlink r:id="rId54" w:history="1">
        <w:r w:rsidR="00894A05" w:rsidRPr="003C0159">
          <w:rPr>
            <w:rStyle w:val="Hyperlink"/>
            <w:rFonts w:asciiTheme="minorHAnsi" w:hAnsiTheme="minorHAnsi"/>
            <w:sz w:val="22"/>
          </w:rPr>
          <w:t>http://eos.web.cern.ch/content/about-eos</w:t>
        </w:r>
      </w:hyperlink>
      <w:r w:rsidRPr="003C0159">
        <w:t xml:space="preserve">) in an 18 petabytes disk cluster. Each file copy has two replicas located on different disk servers. For each file, two independent MD5 checksums are stored. The servers are managed according to the CERN Security Baseline for Servers. For more information see </w:t>
      </w:r>
      <w:hyperlink r:id="rId55" w:history="1">
        <w:r w:rsidR="00894A05" w:rsidRPr="003C0159">
          <w:rPr>
            <w:rStyle w:val="Hyperlink"/>
            <w:rFonts w:asciiTheme="minorHAnsi" w:hAnsiTheme="minorHAnsi"/>
            <w:sz w:val="22"/>
          </w:rPr>
          <w:t>http://about.zenodo.org/infrastructure/</w:t>
        </w:r>
      </w:hyperlink>
      <w:r w:rsidRPr="003C0159">
        <w:t>.</w:t>
      </w:r>
    </w:p>
    <w:p w14:paraId="44681BFE" w14:textId="7705A6B2" w:rsidR="00945BB7" w:rsidRPr="003C0159" w:rsidRDefault="00945BB7" w:rsidP="00E70C59">
      <w:pPr>
        <w:pStyle w:val="berschrift3"/>
      </w:pPr>
      <w:bookmarkStart w:id="76" w:name="__RefHeading___Toc4586_115000924"/>
      <w:bookmarkStart w:id="77" w:name="_Toc499541142"/>
      <w:bookmarkEnd w:id="76"/>
      <w:r w:rsidRPr="003C0159">
        <w:lastRenderedPageBreak/>
        <w:t xml:space="preserve">Is the data safely stored in certified repositories for </w:t>
      </w:r>
      <w:r w:rsidRPr="00AB6ED6">
        <w:rPr>
          <w:noProof/>
        </w:rPr>
        <w:t>long</w:t>
      </w:r>
      <w:r w:rsidR="000A4A1C">
        <w:rPr>
          <w:noProof/>
        </w:rPr>
        <w:t>-</w:t>
      </w:r>
      <w:r w:rsidRPr="00AB6ED6">
        <w:rPr>
          <w:noProof/>
        </w:rPr>
        <w:t>term</w:t>
      </w:r>
      <w:r w:rsidRPr="003C0159">
        <w:t xml:space="preserve"> preservation and curation?</w:t>
      </w:r>
      <w:bookmarkEnd w:id="77"/>
    </w:p>
    <w:p w14:paraId="6906BD3B" w14:textId="2ED8F22D" w:rsidR="00945BB7" w:rsidRPr="00941E3F" w:rsidRDefault="00945BB7" w:rsidP="00945BB7">
      <w:pPr>
        <w:pStyle w:val="Textkrper"/>
      </w:pPr>
      <w:r w:rsidRPr="003C0159">
        <w:t xml:space="preserve">Open results deposited in the </w:t>
      </w:r>
      <w:proofErr w:type="spellStart"/>
      <w:r w:rsidRPr="003C0159">
        <w:t>Zenodo</w:t>
      </w:r>
      <w:proofErr w:type="spellEnd"/>
      <w:r w:rsidRPr="003C0159">
        <w:t xml:space="preserve"> repository are safely stored for long time preservation (see </w:t>
      </w:r>
      <w:r w:rsidRPr="008219B0">
        <w:fldChar w:fldCharType="begin"/>
      </w:r>
      <w:r w:rsidRPr="003C0159">
        <w:instrText>REF __RefHeading___Toc4586_115000924 \r \h</w:instrText>
      </w:r>
      <w:r w:rsidR="00E57287" w:rsidRPr="003C0159">
        <w:instrText xml:space="preserve"> \* MERGEFORMAT </w:instrText>
      </w:r>
      <w:r w:rsidRPr="00AB6ED6">
        <w:fldChar w:fldCharType="separate"/>
      </w:r>
      <w:r w:rsidR="00AB6ED6">
        <w:t>2.7.2</w:t>
      </w:r>
      <w:r w:rsidRPr="008219B0">
        <w:fldChar w:fldCharType="end"/>
      </w:r>
      <w:r w:rsidRPr="003C0159">
        <w:t>). According to [1], “</w:t>
      </w:r>
      <w:proofErr w:type="spellStart"/>
      <w:r w:rsidRPr="003C0159">
        <w:t>Zenodo</w:t>
      </w:r>
      <w:proofErr w:type="spellEnd"/>
      <w:r w:rsidRPr="003C0159">
        <w:t xml:space="preserve"> is in the process of preparing the Data Seal of Approval (</w:t>
      </w:r>
      <w:hyperlink r:id="rId56" w:history="1">
        <w:r w:rsidR="00894A05" w:rsidRPr="003C0159">
          <w:rPr>
            <w:rStyle w:val="Hyperlink"/>
            <w:rFonts w:asciiTheme="minorHAnsi" w:hAnsiTheme="minorHAnsi"/>
            <w:sz w:val="22"/>
          </w:rPr>
          <w:t>https://www.datasealofapproval.org/</w:t>
        </w:r>
      </w:hyperlink>
      <w:r w:rsidRPr="003C0159">
        <w:t xml:space="preserve">) application and we currently </w:t>
      </w:r>
      <w:r w:rsidRPr="00AB6ED6">
        <w:rPr>
          <w:noProof/>
        </w:rPr>
        <w:t>expect</w:t>
      </w:r>
      <w:r w:rsidRPr="003C0159">
        <w:t xml:space="preserve"> to send </w:t>
      </w:r>
      <w:r w:rsidRPr="00941E3F">
        <w:t xml:space="preserve">it in </w:t>
      </w:r>
      <w:proofErr w:type="gramStart"/>
      <w:r w:rsidRPr="00941E3F">
        <w:t>Spring</w:t>
      </w:r>
      <w:proofErr w:type="gramEnd"/>
      <w:r w:rsidRPr="00941E3F">
        <w:t xml:space="preserve"> 2017. In addition, CERN is working towards ISO certification of the organisational and technical infrastructure which </w:t>
      </w:r>
      <w:proofErr w:type="spellStart"/>
      <w:r w:rsidRPr="00941E3F">
        <w:t>Zenodo</w:t>
      </w:r>
      <w:proofErr w:type="spellEnd"/>
      <w:r w:rsidRPr="00941E3F">
        <w:t xml:space="preserve"> relies on for the purpose of long-term preservation of High Energy Physics data.</w:t>
      </w:r>
      <w:proofErr w:type="gramStart"/>
      <w:r w:rsidRPr="00941E3F">
        <w:t>”.</w:t>
      </w:r>
      <w:proofErr w:type="gramEnd"/>
    </w:p>
    <w:p w14:paraId="218A0DA2" w14:textId="77777777" w:rsidR="00945BB7" w:rsidRPr="00941E3F" w:rsidRDefault="00945BB7" w:rsidP="00D077BF">
      <w:pPr>
        <w:pStyle w:val="berschrift2"/>
      </w:pPr>
      <w:bookmarkStart w:id="78" w:name="_Toc499541143"/>
      <w:r w:rsidRPr="00941E3F">
        <w:t>Ethical aspects</w:t>
      </w:r>
      <w:bookmarkEnd w:id="78"/>
    </w:p>
    <w:p w14:paraId="4839BC52" w14:textId="2D3C7CDE" w:rsidR="00945BB7" w:rsidRPr="00941E3F" w:rsidRDefault="00945BB7" w:rsidP="00E70C59">
      <w:pPr>
        <w:pStyle w:val="berschrift3"/>
      </w:pPr>
      <w:bookmarkStart w:id="79" w:name="_Toc499541144"/>
      <w:r w:rsidRPr="00941E3F">
        <w:t>Are there any ethical or legal issues that can have an impact on data sharing? These can also be discussed in the context of the ethics review. If relevant, include references to ethics deliverables and ethics chapter in the Description of the Action (</w:t>
      </w:r>
      <w:proofErr w:type="spellStart"/>
      <w:proofErr w:type="gramStart"/>
      <w:r w:rsidRPr="00941E3F">
        <w:t>DoA</w:t>
      </w:r>
      <w:proofErr w:type="spellEnd"/>
      <w:proofErr w:type="gramEnd"/>
      <w:r w:rsidRPr="00941E3F">
        <w:t>).</w:t>
      </w:r>
      <w:bookmarkEnd w:id="79"/>
    </w:p>
    <w:p w14:paraId="69FA5FAB" w14:textId="18AB7B5B" w:rsidR="00945BB7" w:rsidRPr="003C0159" w:rsidRDefault="00145CA8" w:rsidP="00945BB7">
      <w:pPr>
        <w:pStyle w:val="Textkrper"/>
      </w:pPr>
      <w:r w:rsidRPr="003C0159">
        <w:t xml:space="preserve">All currently identified ethical parameters to be obeyed are documented in Deliverable D7.7 “Quality and Ethics Plan” </w:t>
      </w:r>
      <w:sdt>
        <w:sdtPr>
          <w:id w:val="1679238335"/>
          <w:citation/>
        </w:sdtPr>
        <w:sdtEndPr/>
        <w:sdtContent>
          <w:r w:rsidRPr="008219B0">
            <w:fldChar w:fldCharType="begin"/>
          </w:r>
          <w:r w:rsidRPr="00AB6ED6">
            <w:instrText xml:space="preserve"> CITATION Sch17 \l 1031 </w:instrText>
          </w:r>
          <w:r w:rsidRPr="00AB6ED6">
            <w:fldChar w:fldCharType="separate"/>
          </w:r>
          <w:r w:rsidR="00AB6ED6">
            <w:rPr>
              <w:noProof/>
            </w:rPr>
            <w:t>[8]</w:t>
          </w:r>
          <w:r w:rsidRPr="008219B0">
            <w:fldChar w:fldCharType="end"/>
          </w:r>
        </w:sdtContent>
      </w:sdt>
      <w:r w:rsidRPr="003C0159">
        <w:t xml:space="preserve"> in section 11 “Ethics and Security”. Furthermore, ethics requirements will be additionally addressed in the Deliverables of WP8 </w:t>
      </w:r>
      <w:r w:rsidR="001D7236" w:rsidRPr="003C0159">
        <w:t>“Ethics requirements“</w:t>
      </w:r>
      <w:r w:rsidRPr="003C0159">
        <w:t xml:space="preserve">. </w:t>
      </w:r>
      <w:r w:rsidR="001D7236" w:rsidRPr="003C0159">
        <w:t>Those</w:t>
      </w:r>
      <w:r w:rsidRPr="003C0159">
        <w:t xml:space="preserve"> Deliverables have not yet been finally clarified and are under discussion with the P</w:t>
      </w:r>
      <w:r w:rsidR="001D7236" w:rsidRPr="003C0159">
        <w:t xml:space="preserve">roject </w:t>
      </w:r>
      <w:r w:rsidRPr="003C0159">
        <w:t>O</w:t>
      </w:r>
      <w:r w:rsidR="001D7236" w:rsidRPr="003C0159">
        <w:t>fficer</w:t>
      </w:r>
      <w:r w:rsidRPr="003C0159">
        <w:t>. Additional details will be reported, as needed, in future version</w:t>
      </w:r>
      <w:r w:rsidR="001D7236" w:rsidRPr="003C0159">
        <w:t>s</w:t>
      </w:r>
      <w:r w:rsidRPr="003C0159">
        <w:t xml:space="preserve"> of the </w:t>
      </w:r>
      <w:r w:rsidR="001D7236" w:rsidRPr="003C0159">
        <w:t>DMP</w:t>
      </w:r>
      <w:r w:rsidRPr="003C0159">
        <w:t>.</w:t>
      </w:r>
    </w:p>
    <w:p w14:paraId="453500B5" w14:textId="53CF7765" w:rsidR="00945BB7" w:rsidRPr="003C0159" w:rsidRDefault="00945BB7" w:rsidP="00E70C59">
      <w:pPr>
        <w:pStyle w:val="berschrift3"/>
      </w:pPr>
      <w:bookmarkStart w:id="80" w:name="_Toc499541145"/>
      <w:r w:rsidRPr="003C0159">
        <w:t xml:space="preserve">Is informed consent for data sharing and </w:t>
      </w:r>
      <w:r w:rsidRPr="00AB6ED6">
        <w:rPr>
          <w:noProof/>
        </w:rPr>
        <w:t>long</w:t>
      </w:r>
      <w:r w:rsidR="00257153">
        <w:rPr>
          <w:noProof/>
        </w:rPr>
        <w:t>-</w:t>
      </w:r>
      <w:r w:rsidRPr="00AB6ED6">
        <w:rPr>
          <w:noProof/>
        </w:rPr>
        <w:t>term</w:t>
      </w:r>
      <w:r w:rsidRPr="003C0159">
        <w:t xml:space="preserve"> preservation included in questionnaires dealing with personal data?</w:t>
      </w:r>
      <w:bookmarkEnd w:id="80"/>
      <w:r w:rsidRPr="003C0159">
        <w:t xml:space="preserve"> </w:t>
      </w:r>
    </w:p>
    <w:p w14:paraId="1D68F493" w14:textId="2A83DDBB" w:rsidR="00945BB7" w:rsidRPr="003C0159" w:rsidRDefault="001D7236" w:rsidP="00945BB7">
      <w:pPr>
        <w:pStyle w:val="Textkrper"/>
      </w:pPr>
      <w:r w:rsidRPr="003C0159">
        <w:t xml:space="preserve">Deliverable D7.7 “Quality and Ethics Plan” </w:t>
      </w:r>
      <w:sdt>
        <w:sdtPr>
          <w:id w:val="2120940282"/>
          <w:citation/>
        </w:sdtPr>
        <w:sdtEndPr/>
        <w:sdtContent>
          <w:r w:rsidRPr="008219B0">
            <w:fldChar w:fldCharType="begin"/>
          </w:r>
          <w:r w:rsidRPr="00AB6ED6">
            <w:instrText xml:space="preserve"> CITATION Sch17 \l 1031 </w:instrText>
          </w:r>
          <w:r w:rsidRPr="00AB6ED6">
            <w:fldChar w:fldCharType="separate"/>
          </w:r>
          <w:r w:rsidR="00AB6ED6">
            <w:rPr>
              <w:noProof/>
            </w:rPr>
            <w:t>[8]</w:t>
          </w:r>
          <w:r w:rsidRPr="008219B0">
            <w:fldChar w:fldCharType="end"/>
          </w:r>
        </w:sdtContent>
      </w:sdt>
      <w:r w:rsidRPr="003C0159">
        <w:t xml:space="preserve"> in section 11 “Ethics and Security” provides information about applying ethical standards and requirements. It also informs CLARITY project partners when and where approvals are needed and how to deal with personal data. Further on, it is communicated where informed consent is needed and how to get them, e.g. addressing informed consent procedure for communication with stakeholders. Additional details will be provided in WP8 “Ethics requirements</w:t>
      </w:r>
      <w:proofErr w:type="gramStart"/>
      <w:r w:rsidRPr="003C0159">
        <w:t>“ Deliverables</w:t>
      </w:r>
      <w:proofErr w:type="gramEnd"/>
      <w:r w:rsidRPr="003C0159">
        <w:t xml:space="preserve"> which are currently work in progress.</w:t>
      </w:r>
    </w:p>
    <w:p w14:paraId="5E7B768E" w14:textId="77777777" w:rsidR="00945BB7" w:rsidRPr="003C0159" w:rsidRDefault="00945BB7" w:rsidP="00D077BF">
      <w:pPr>
        <w:pStyle w:val="berschrift2"/>
      </w:pPr>
      <w:bookmarkStart w:id="81" w:name="_Toc499541146"/>
      <w:r w:rsidRPr="003C0159">
        <w:t>Other issues</w:t>
      </w:r>
      <w:bookmarkEnd w:id="81"/>
    </w:p>
    <w:p w14:paraId="4180068B" w14:textId="26E84E1B" w:rsidR="00945BB7" w:rsidRPr="003C0159" w:rsidRDefault="00945BB7" w:rsidP="00E70C59">
      <w:pPr>
        <w:pStyle w:val="berschrift3"/>
      </w:pPr>
      <w:bookmarkStart w:id="82" w:name="_Toc499541147"/>
      <w:r w:rsidRPr="003C0159">
        <w:t>Do you make use of other national/funder/sectorial/departmental procedures for data management? If yes, which ones?</w:t>
      </w:r>
      <w:bookmarkEnd w:id="82"/>
    </w:p>
    <w:p w14:paraId="7E4EB4A6" w14:textId="1EBD0FB5" w:rsidR="00AB6ED6" w:rsidRDefault="00AB6ED6" w:rsidP="00AB6ED6">
      <w:pPr>
        <w:pStyle w:val="Textkrper"/>
      </w:pPr>
      <w:r w:rsidRPr="003C0159">
        <w:t xml:space="preserve">Currently, the project does </w:t>
      </w:r>
      <w:r>
        <w:t xml:space="preserve">not </w:t>
      </w:r>
      <w:r w:rsidRPr="003C0159">
        <w:t>make use</w:t>
      </w:r>
      <w:r w:rsidRPr="00941E3F">
        <w:t xml:space="preserve"> of procedures for data management other than those described in this data management policy.</w:t>
      </w:r>
    </w:p>
    <w:p w14:paraId="6787DDFB" w14:textId="41422C6E" w:rsidR="00945BB7" w:rsidRPr="00AB6ED6" w:rsidRDefault="00AB6ED6" w:rsidP="00945BB7">
      <w:pPr>
        <w:pStyle w:val="Textkrper"/>
        <w:rPr>
          <w:i/>
        </w:rPr>
      </w:pPr>
      <w:r w:rsidRPr="00AB6ED6">
        <w:rPr>
          <w:b/>
          <w:i/>
        </w:rPr>
        <w:t>Note:</w:t>
      </w:r>
      <w:r w:rsidRPr="00AB6ED6">
        <w:rPr>
          <w:i/>
        </w:rPr>
        <w:t xml:space="preserve"> p</w:t>
      </w:r>
      <w:r w:rsidRPr="00AB6ED6">
        <w:rPr>
          <w:i/>
        </w:rPr>
        <w:t>ublic/governmental institutions</w:t>
      </w:r>
      <w:r w:rsidRPr="00AB6ED6">
        <w:rPr>
          <w:i/>
        </w:rPr>
        <w:t xml:space="preserve"> and other CLARITY partners</w:t>
      </w:r>
      <w:r w:rsidRPr="00AB6ED6">
        <w:rPr>
          <w:i/>
        </w:rPr>
        <w:t xml:space="preserve"> may have their own obligations / policies for data management, but in the project (for data collected and produced by the proj</w:t>
      </w:r>
      <w:r>
        <w:rPr>
          <w:i/>
        </w:rPr>
        <w:t>e</w:t>
      </w:r>
      <w:r w:rsidRPr="00AB6ED6">
        <w:rPr>
          <w:i/>
        </w:rPr>
        <w:t xml:space="preserve">ct) we </w:t>
      </w:r>
      <w:r w:rsidRPr="00AB6ED6">
        <w:rPr>
          <w:i/>
        </w:rPr>
        <w:t xml:space="preserve">currently only </w:t>
      </w:r>
      <w:r w:rsidRPr="00AB6ED6">
        <w:rPr>
          <w:i/>
        </w:rPr>
        <w:t xml:space="preserve">follow the EC procedure (guidelines on FAIR data management ….). </w:t>
      </w:r>
    </w:p>
    <w:p w14:paraId="49AEFBC0" w14:textId="77777777" w:rsidR="00945BB7" w:rsidRPr="00941E3F" w:rsidRDefault="00945BB7" w:rsidP="00F44631">
      <w:pPr>
        <w:pStyle w:val="berschrift1"/>
      </w:pPr>
      <w:bookmarkStart w:id="83" w:name="_Toc499541148"/>
      <w:r w:rsidRPr="00941E3F">
        <w:lastRenderedPageBreak/>
        <w:t>Conclusion</w:t>
      </w:r>
      <w:bookmarkEnd w:id="83"/>
    </w:p>
    <w:p w14:paraId="592AF845" w14:textId="77777777" w:rsidR="00257153" w:rsidRDefault="00742403" w:rsidP="003976F5">
      <w:pPr>
        <w:pStyle w:val="Textkrper"/>
      </w:pPr>
      <w:r w:rsidRPr="00941E3F">
        <w:t xml:space="preserve">The initial Data Management Plan (DMP) of the CLARITY project </w:t>
      </w:r>
      <w:r w:rsidR="006F5999" w:rsidRPr="00941E3F">
        <w:t xml:space="preserve">introduces </w:t>
      </w:r>
      <w:r w:rsidRPr="00941E3F">
        <w:t xml:space="preserve">a detailed </w:t>
      </w:r>
      <w:r w:rsidRPr="003C0159">
        <w:t xml:space="preserve">data management policy in line with Horizon 2020 open data requirements and guidelines on FAIR (Findable, Accessible, Interoperable and Reusable) data management. </w:t>
      </w:r>
    </w:p>
    <w:p w14:paraId="49E534CC" w14:textId="6113A44E" w:rsidR="00257153" w:rsidRDefault="00742403" w:rsidP="003976F5">
      <w:pPr>
        <w:pStyle w:val="Textkrper"/>
      </w:pPr>
      <w:r w:rsidRPr="00941E3F">
        <w:t xml:space="preserve">The </w:t>
      </w:r>
      <w:r w:rsidR="00257153">
        <w:t>FAIR p</w:t>
      </w:r>
      <w:r w:rsidRPr="00941E3F">
        <w:t xml:space="preserve">olicy </w:t>
      </w:r>
      <w:r w:rsidR="006F5999" w:rsidRPr="00941E3F">
        <w:t xml:space="preserve">defines </w:t>
      </w:r>
      <w:r w:rsidR="007512C6" w:rsidRPr="00941E3F">
        <w:t xml:space="preserve">comprehensible </w:t>
      </w:r>
      <w:r w:rsidRPr="00941E3F">
        <w:t xml:space="preserve">and </w:t>
      </w:r>
      <w:r w:rsidR="006F5999" w:rsidRPr="00941E3F">
        <w:t xml:space="preserve">easy to follow </w:t>
      </w:r>
      <w:r w:rsidRPr="00941E3F">
        <w:t xml:space="preserve">administrative and technical </w:t>
      </w:r>
      <w:r w:rsidR="006F5999" w:rsidRPr="00941E3F">
        <w:t xml:space="preserve">procedures </w:t>
      </w:r>
      <w:r w:rsidR="00452602" w:rsidRPr="00941E3F">
        <w:t xml:space="preserve">and clear responsibilities </w:t>
      </w:r>
      <w:r w:rsidR="006F5999" w:rsidRPr="003C0159">
        <w:t xml:space="preserve">for embedding </w:t>
      </w:r>
      <w:r w:rsidRPr="003C0159">
        <w:t>data mana</w:t>
      </w:r>
      <w:bookmarkStart w:id="84" w:name="_GoBack"/>
      <w:bookmarkEnd w:id="84"/>
      <w:r w:rsidRPr="003C0159">
        <w:t xml:space="preserve">gement </w:t>
      </w:r>
      <w:r w:rsidR="006F5999" w:rsidRPr="003C0159">
        <w:t xml:space="preserve">activities </w:t>
      </w:r>
      <w:r w:rsidRPr="003C0159">
        <w:t xml:space="preserve">in </w:t>
      </w:r>
      <w:r w:rsidR="006F5999" w:rsidRPr="003C0159">
        <w:t xml:space="preserve">the complete project lifecycle. </w:t>
      </w:r>
    </w:p>
    <w:p w14:paraId="69A41DA7" w14:textId="49932957" w:rsidR="00257153" w:rsidRDefault="00257153" w:rsidP="003976F5">
      <w:pPr>
        <w:pStyle w:val="Textkrper"/>
      </w:pPr>
      <w:r>
        <w:t>CLARITY DMP</w:t>
      </w:r>
      <w:r w:rsidRPr="00941E3F">
        <w:t xml:space="preserve"> </w:t>
      </w:r>
      <w:r w:rsidR="002803EB" w:rsidRPr="00941E3F">
        <w:t xml:space="preserve">relies on </w:t>
      </w:r>
      <w:r w:rsidR="003576AC" w:rsidRPr="00941E3F">
        <w:t>s</w:t>
      </w:r>
      <w:r w:rsidR="006F5999" w:rsidRPr="00941E3F">
        <w:t xml:space="preserve">tate of the art technical </w:t>
      </w:r>
      <w:r w:rsidR="003576AC" w:rsidRPr="00941E3F">
        <w:t xml:space="preserve">solutions </w:t>
      </w:r>
      <w:r w:rsidR="002803EB" w:rsidRPr="00941E3F">
        <w:t xml:space="preserve">and standards like Digital Object Identifiers, </w:t>
      </w:r>
      <w:proofErr w:type="spellStart"/>
      <w:r w:rsidR="003576AC" w:rsidRPr="003C0159">
        <w:t>DataCite</w:t>
      </w:r>
      <w:proofErr w:type="spellEnd"/>
      <w:r w:rsidR="003576AC" w:rsidRPr="003C0159">
        <w:t xml:space="preserve"> metadata, </w:t>
      </w:r>
      <w:r w:rsidR="002803EB" w:rsidRPr="003C0159">
        <w:t xml:space="preserve">the </w:t>
      </w:r>
      <w:proofErr w:type="spellStart"/>
      <w:r w:rsidR="002803EB" w:rsidRPr="003C0159">
        <w:t>OpenAIRE</w:t>
      </w:r>
      <w:proofErr w:type="spellEnd"/>
      <w:r w:rsidR="002803EB" w:rsidRPr="003C0159">
        <w:t xml:space="preserve"> initiative and the </w:t>
      </w:r>
      <w:proofErr w:type="spellStart"/>
      <w:r w:rsidR="002803EB" w:rsidRPr="003C0159">
        <w:t>Zendo</w:t>
      </w:r>
      <w:proofErr w:type="spellEnd"/>
      <w:r w:rsidR="002803EB" w:rsidRPr="003C0159">
        <w:t xml:space="preserve"> </w:t>
      </w:r>
      <w:r w:rsidR="002803EB" w:rsidRPr="003C0159">
        <w:rPr>
          <w:rStyle w:val="st"/>
        </w:rPr>
        <w:t>research data repository</w:t>
      </w:r>
      <w:r w:rsidR="003576AC" w:rsidRPr="003C0159">
        <w:t xml:space="preserve"> </w:t>
      </w:r>
      <w:r w:rsidR="002803EB" w:rsidRPr="003C0159">
        <w:t>for the</w:t>
      </w:r>
      <w:r w:rsidR="003576AC" w:rsidRPr="003C0159">
        <w:t xml:space="preserve"> </w:t>
      </w:r>
      <w:r w:rsidR="002803EB" w:rsidRPr="003C0159">
        <w:t>implementation</w:t>
      </w:r>
      <w:r w:rsidR="003576AC" w:rsidRPr="003C0159">
        <w:t xml:space="preserve"> </w:t>
      </w:r>
      <w:r w:rsidR="002803EB" w:rsidRPr="003C0159">
        <w:t xml:space="preserve">of these procedures and their seamless </w:t>
      </w:r>
      <w:r w:rsidR="00DA548E" w:rsidRPr="003C0159">
        <w:t xml:space="preserve">technical </w:t>
      </w:r>
      <w:r w:rsidR="002803EB" w:rsidRPr="003C0159">
        <w:t xml:space="preserve">integration </w:t>
      </w:r>
      <w:r w:rsidR="003976F5" w:rsidRPr="003C0159">
        <w:t>into CLARITY’s</w:t>
      </w:r>
      <w:r w:rsidR="002803EB" w:rsidRPr="003C0159">
        <w:t xml:space="preserve"> Climate Services Information System (CSIS).</w:t>
      </w:r>
      <w:r w:rsidR="003976F5" w:rsidRPr="003C0159">
        <w:t xml:space="preserve"> </w:t>
      </w:r>
      <w:r>
        <w:t>This will ensure</w:t>
      </w:r>
      <w:r w:rsidR="003976F5" w:rsidRPr="00941E3F">
        <w:t xml:space="preserve"> that the results of the CLARITY project, including open data, open science publications and open source software, are preserved </w:t>
      </w:r>
      <w:r w:rsidR="00B4329D" w:rsidRPr="00941E3F">
        <w:t xml:space="preserve">and stay accessible and usable </w:t>
      </w:r>
      <w:r w:rsidR="003976F5" w:rsidRPr="00941E3F">
        <w:t>after the end of the project.</w:t>
      </w:r>
      <w:r w:rsidR="00B4329D" w:rsidRPr="003C0159">
        <w:t xml:space="preserve"> </w:t>
      </w:r>
    </w:p>
    <w:p w14:paraId="3D48804A" w14:textId="4B2D18EA" w:rsidR="003976F5" w:rsidRPr="003C0159" w:rsidRDefault="00B4329D" w:rsidP="003976F5">
      <w:pPr>
        <w:pStyle w:val="Textkrper"/>
      </w:pPr>
      <w:r w:rsidRPr="00941E3F">
        <w:t xml:space="preserve">The DMP furthermore summarises the intermediate results of the ongoing </w:t>
      </w:r>
      <w:r w:rsidRPr="00AB6ED6">
        <w:rPr>
          <w:noProof/>
        </w:rPr>
        <w:t>CLAR</w:t>
      </w:r>
      <w:r w:rsidR="00257153">
        <w:rPr>
          <w:noProof/>
        </w:rPr>
        <w:t>IT</w:t>
      </w:r>
      <w:r w:rsidRPr="00AB6ED6">
        <w:rPr>
          <w:noProof/>
        </w:rPr>
        <w:t>Y</w:t>
      </w:r>
      <w:r w:rsidRPr="003C0159">
        <w:t xml:space="preserve"> data survey and thus provides </w:t>
      </w:r>
      <w:r w:rsidR="00257153">
        <w:rPr>
          <w:noProof/>
        </w:rPr>
        <w:t>the</w:t>
      </w:r>
      <w:r w:rsidRPr="00AB6ED6">
        <w:rPr>
          <w:noProof/>
        </w:rPr>
        <w:t xml:space="preserve"> first</w:t>
      </w:r>
      <w:r w:rsidRPr="003C0159">
        <w:t xml:space="preserve"> overview on the </w:t>
      </w:r>
      <w:r w:rsidR="003976F5" w:rsidRPr="003C0159">
        <w:t xml:space="preserve">data that is collected, processed or generated following </w:t>
      </w:r>
      <w:r w:rsidRPr="003C0159">
        <w:t xml:space="preserve">the </w:t>
      </w:r>
      <w:r w:rsidR="003976F5" w:rsidRPr="003C0159">
        <w:t>methodology and standards</w:t>
      </w:r>
      <w:r w:rsidRPr="003C0159">
        <w:t xml:space="preserve"> set out in the data management policy.</w:t>
      </w:r>
      <w:r w:rsidR="00452602" w:rsidRPr="003C0159">
        <w:t xml:space="preserve"> The DMP is a living document and</w:t>
      </w:r>
      <w:r w:rsidR="00DA548E" w:rsidRPr="003C0159">
        <w:t xml:space="preserve"> will be </w:t>
      </w:r>
      <w:r w:rsidR="00452602" w:rsidRPr="003C0159">
        <w:t xml:space="preserve">updated </w:t>
      </w:r>
      <w:r w:rsidR="00DA548E" w:rsidRPr="003C0159">
        <w:t xml:space="preserve">regularly with new results from the continuous </w:t>
      </w:r>
      <w:r w:rsidR="00452602" w:rsidRPr="003C0159">
        <w:t xml:space="preserve">data </w:t>
      </w:r>
      <w:r w:rsidR="00452602" w:rsidRPr="00AB6ED6">
        <w:rPr>
          <w:noProof/>
        </w:rPr>
        <w:t>survey</w:t>
      </w:r>
      <w:r w:rsidR="00257153" w:rsidRPr="00AB6ED6">
        <w:rPr>
          <w:noProof/>
        </w:rPr>
        <w:t>,</w:t>
      </w:r>
      <w:r w:rsidR="00452602" w:rsidRPr="00AB6ED6">
        <w:rPr>
          <w:noProof/>
        </w:rPr>
        <w:t xml:space="preserve"> or</w:t>
      </w:r>
      <w:r w:rsidR="00452602" w:rsidRPr="003C0159">
        <w:t xml:space="preserve"> </w:t>
      </w:r>
      <w:r w:rsidR="00DA548E" w:rsidRPr="003C0159">
        <w:t xml:space="preserve">when the </w:t>
      </w:r>
      <w:r w:rsidR="00452602" w:rsidRPr="003C0159">
        <w:t>common data management policy</w:t>
      </w:r>
      <w:r w:rsidR="00DA548E" w:rsidRPr="003C0159">
        <w:t xml:space="preserve"> needs to be updated</w:t>
      </w:r>
      <w:r w:rsidR="00452602" w:rsidRPr="003C0159">
        <w:t>.</w:t>
      </w:r>
    </w:p>
    <w:p w14:paraId="76147029" w14:textId="291002E9" w:rsidR="003976F5" w:rsidRPr="003C0159" w:rsidRDefault="00B4329D" w:rsidP="003976F5">
      <w:pPr>
        <w:pStyle w:val="Textkrper"/>
      </w:pPr>
      <w:r w:rsidRPr="003C0159">
        <w:t xml:space="preserve">The main input for </w:t>
      </w:r>
      <w:r w:rsidR="00DA548E" w:rsidRPr="003C0159">
        <w:t xml:space="preserve">the </w:t>
      </w:r>
      <w:r w:rsidRPr="003C0159">
        <w:t>data survey comes from Task 2.1 “Data requirements definition, data collection concept, demonstration</w:t>
      </w:r>
      <w:r w:rsidR="00DA1838">
        <w:t>,</w:t>
      </w:r>
      <w:r w:rsidRPr="00941E3F">
        <w:t xml:space="preserve"> and result validation concept” and </w:t>
      </w:r>
      <w:r w:rsidR="00DA1838">
        <w:t xml:space="preserve">from </w:t>
      </w:r>
      <w:r w:rsidRPr="00941E3F">
        <w:t xml:space="preserve">Task 2.2 “Demonstrator-specific data collection”. Accordingly, the </w:t>
      </w:r>
      <w:r w:rsidR="00B56825" w:rsidRPr="00941E3F">
        <w:t xml:space="preserve">contents of the data survey in </w:t>
      </w:r>
      <w:r w:rsidR="004846CD" w:rsidRPr="008219B0">
        <w:fldChar w:fldCharType="begin"/>
      </w:r>
      <w:r w:rsidR="004846CD" w:rsidRPr="003C0159">
        <w:instrText xml:space="preserve"> REF Annex_2 \h </w:instrText>
      </w:r>
      <w:r w:rsidR="00E57287" w:rsidRPr="003C0159">
        <w:instrText xml:space="preserve"> \* MERGEFORMAT </w:instrText>
      </w:r>
      <w:r w:rsidR="004846CD" w:rsidRPr="00AB6ED6">
        <w:fldChar w:fldCharType="separate"/>
      </w:r>
      <w:r w:rsidR="00AB6ED6" w:rsidRPr="003C0159">
        <w:t>Annex 2</w:t>
      </w:r>
      <w:r w:rsidR="004846CD" w:rsidRPr="008219B0">
        <w:fldChar w:fldCharType="end"/>
      </w:r>
      <w:r w:rsidR="00B56825" w:rsidRPr="003C0159">
        <w:t xml:space="preserve"> </w:t>
      </w:r>
      <w:r w:rsidR="004846CD" w:rsidRPr="003C0159">
        <w:t xml:space="preserve">will eventually be </w:t>
      </w:r>
      <w:r w:rsidRPr="003C0159">
        <w:t xml:space="preserve">integrated into </w:t>
      </w:r>
      <w:r w:rsidR="004846CD" w:rsidRPr="003C0159">
        <w:t>the upcoming deliverable</w:t>
      </w:r>
      <w:r w:rsidRPr="003C0159">
        <w:t xml:space="preserve"> D2.2 “Catalogue of local data sources and sample datasets”.</w:t>
      </w:r>
      <w:r w:rsidR="00B56825" w:rsidRPr="003C0159">
        <w:t xml:space="preserve"> Apart from </w:t>
      </w:r>
      <w:r w:rsidR="00452602" w:rsidRPr="003C0159">
        <w:t xml:space="preserve">that, data management is an active task that concerns nearly all work packages of the project. </w:t>
      </w:r>
    </w:p>
    <w:bookmarkEnd w:id="5" w:displacedByCustomXml="next"/>
    <w:bookmarkStart w:id="85" w:name="_Toc499541149" w:displacedByCustomXml="next"/>
    <w:sdt>
      <w:sdtPr>
        <w:rPr>
          <w:rFonts w:asciiTheme="minorHAnsi" w:hAnsiTheme="minorHAnsi"/>
          <w:b w:val="0"/>
          <w:sz w:val="22"/>
        </w:rPr>
        <w:id w:val="-752048274"/>
        <w:docPartObj>
          <w:docPartGallery w:val="Bibliographies"/>
          <w:docPartUnique/>
        </w:docPartObj>
      </w:sdtPr>
      <w:sdtEndPr/>
      <w:sdtContent>
        <w:p w14:paraId="7CA7DAE2" w14:textId="47C49754" w:rsidR="005429B1" w:rsidRPr="003C0159" w:rsidRDefault="005429B1" w:rsidP="004846CD">
          <w:pPr>
            <w:pStyle w:val="Annex"/>
          </w:pPr>
          <w:r w:rsidRPr="003C0159">
            <w:t>References</w:t>
          </w:r>
          <w:bookmarkEnd w:id="85"/>
        </w:p>
        <w:sdt>
          <w:sdtPr>
            <w:id w:val="111145805"/>
            <w:bibliography/>
          </w:sdtPr>
          <w:sdtEndPr/>
          <w:sdtContent>
            <w:p w14:paraId="2BB22B2F" w14:textId="77777777" w:rsidR="00AB6ED6" w:rsidRDefault="005429B1" w:rsidP="00945BB7">
              <w:pPr>
                <w:rPr>
                  <w:rFonts w:ascii="Arial" w:hAnsi="Arial"/>
                  <w:noProof/>
                  <w:sz w:val="24"/>
                  <w:lang w:val="de-AT"/>
                </w:rPr>
              </w:pPr>
              <w:r w:rsidRPr="00941E3F">
                <w:fldChar w:fldCharType="begin"/>
              </w:r>
              <w:r w:rsidRPr="003C0159">
                <w:instrText>BIBLIOGRAPHY</w:instrText>
              </w:r>
              <w:r w:rsidRPr="00AB6ED6">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2"/>
                <w:gridCol w:w="9406"/>
              </w:tblGrid>
              <w:tr w:rsidR="00AB6ED6" w14:paraId="7E33567F" w14:textId="77777777">
                <w:trPr>
                  <w:divId w:val="1802308203"/>
                  <w:tblCellSpacing w:w="15" w:type="dxa"/>
                </w:trPr>
                <w:tc>
                  <w:tcPr>
                    <w:tcW w:w="50" w:type="pct"/>
                    <w:hideMark/>
                  </w:tcPr>
                  <w:p w14:paraId="2C422B15" w14:textId="77777777" w:rsidR="00AB6ED6" w:rsidRDefault="00AB6ED6">
                    <w:pPr>
                      <w:pStyle w:val="Literaturverzeichnis"/>
                      <w:rPr>
                        <w:rFonts w:eastAsiaTheme="minorEastAsia"/>
                        <w:noProof/>
                      </w:rPr>
                    </w:pPr>
                    <w:r>
                      <w:rPr>
                        <w:noProof/>
                      </w:rPr>
                      <w:t xml:space="preserve">[1] </w:t>
                    </w:r>
                  </w:p>
                </w:tc>
                <w:tc>
                  <w:tcPr>
                    <w:tcW w:w="0" w:type="auto"/>
                    <w:hideMark/>
                  </w:tcPr>
                  <w:p w14:paraId="017B9C99" w14:textId="77777777" w:rsidR="00AB6ED6" w:rsidRDefault="00AB6ED6">
                    <w:pPr>
                      <w:pStyle w:val="Literaturverzeichnis"/>
                      <w:rPr>
                        <w:rFonts w:eastAsiaTheme="minorEastAsia"/>
                        <w:noProof/>
                      </w:rPr>
                    </w:pPr>
                    <w:r>
                      <w:rPr>
                        <w:noProof/>
                      </w:rPr>
                      <w:t>C. Ramjoue and O. Marganne, “TEMPLATE HORIZON 2020 DATA MANAGEMENT PLAN (DMP),” 13 October 2016. [Online]. Available: http://ec.europa.eu/research/participants/data/ref/h2020/gm/reporting/h2020-tpl-oa-data-mgt-plan_en.docx. [Accessed 3 November 2017].</w:t>
                    </w:r>
                  </w:p>
                </w:tc>
              </w:tr>
              <w:tr w:rsidR="00AB6ED6" w14:paraId="3A089A87" w14:textId="77777777">
                <w:trPr>
                  <w:divId w:val="1802308203"/>
                  <w:tblCellSpacing w:w="15" w:type="dxa"/>
                </w:trPr>
                <w:tc>
                  <w:tcPr>
                    <w:tcW w:w="50" w:type="pct"/>
                    <w:hideMark/>
                  </w:tcPr>
                  <w:p w14:paraId="128A39D5" w14:textId="77777777" w:rsidR="00AB6ED6" w:rsidRDefault="00AB6ED6">
                    <w:pPr>
                      <w:pStyle w:val="Literaturverzeichnis"/>
                      <w:rPr>
                        <w:rFonts w:eastAsiaTheme="minorEastAsia"/>
                        <w:noProof/>
                      </w:rPr>
                    </w:pPr>
                    <w:r>
                      <w:rPr>
                        <w:noProof/>
                      </w:rPr>
                      <w:t xml:space="preserve">[2] </w:t>
                    </w:r>
                  </w:p>
                </w:tc>
                <w:tc>
                  <w:tcPr>
                    <w:tcW w:w="0" w:type="auto"/>
                    <w:hideMark/>
                  </w:tcPr>
                  <w:p w14:paraId="5BD94A6A" w14:textId="77777777" w:rsidR="00AB6ED6" w:rsidRDefault="00AB6ED6">
                    <w:pPr>
                      <w:pStyle w:val="Literaturverzeichnis"/>
                      <w:rPr>
                        <w:rFonts w:eastAsiaTheme="minorEastAsia"/>
                        <w:noProof/>
                      </w:rPr>
                    </w:pPr>
                    <w:r>
                      <w:rPr>
                        <w:noProof/>
                      </w:rPr>
                      <w:t>Directorate-General for Research &amp; Innovation, “Guidelines on FAIR Data Management in Horizon 2020, Version 3.0,” EUROPEAN COMMISSION, 26 July 2016. [Online]. Available: http://ec.europa.eu/research/participants/data/ref/h2020/grants_manual/hi/oa_pilot/h2020-hi-oa-data-mgt_en.pdf. [Accessed 28 October 2017].</w:t>
                    </w:r>
                  </w:p>
                </w:tc>
              </w:tr>
              <w:tr w:rsidR="00AB6ED6" w14:paraId="3B34E0FF" w14:textId="77777777">
                <w:trPr>
                  <w:divId w:val="1802308203"/>
                  <w:tblCellSpacing w:w="15" w:type="dxa"/>
                </w:trPr>
                <w:tc>
                  <w:tcPr>
                    <w:tcW w:w="50" w:type="pct"/>
                    <w:hideMark/>
                  </w:tcPr>
                  <w:p w14:paraId="771CF499" w14:textId="77777777" w:rsidR="00AB6ED6" w:rsidRDefault="00AB6ED6">
                    <w:pPr>
                      <w:pStyle w:val="Literaturverzeichnis"/>
                      <w:rPr>
                        <w:rFonts w:eastAsiaTheme="minorEastAsia"/>
                        <w:noProof/>
                      </w:rPr>
                    </w:pPr>
                    <w:r>
                      <w:rPr>
                        <w:noProof/>
                      </w:rPr>
                      <w:t xml:space="preserve">[3] </w:t>
                    </w:r>
                  </w:p>
                </w:tc>
                <w:tc>
                  <w:tcPr>
                    <w:tcW w:w="0" w:type="auto"/>
                    <w:hideMark/>
                  </w:tcPr>
                  <w:p w14:paraId="2CE07D55" w14:textId="77777777" w:rsidR="00AB6ED6" w:rsidRDefault="00AB6ED6">
                    <w:pPr>
                      <w:pStyle w:val="Literaturverzeichnis"/>
                      <w:rPr>
                        <w:rFonts w:eastAsiaTheme="minorEastAsia"/>
                        <w:noProof/>
                      </w:rPr>
                    </w:pPr>
                    <w:r>
                      <w:rPr>
                        <w:noProof/>
                      </w:rPr>
                      <w:t>Directorate-General Climate Action, “Non-paper Guidelines for Project Managers: Making vulnerable investments climate resilient,” European Comission, 16 April 2013. [Online]. Available: http://climate-adapt.eea.europa.eu/metadata/guidances/non-paper-guidelines-for-project-managers-making-vulnerable-investments-climate-resilient/guidelines-for-project-managers.pdf. [Accessed 6 November 2017].</w:t>
                    </w:r>
                  </w:p>
                </w:tc>
              </w:tr>
              <w:tr w:rsidR="00AB6ED6" w14:paraId="026D8723" w14:textId="77777777">
                <w:trPr>
                  <w:divId w:val="1802308203"/>
                  <w:tblCellSpacing w:w="15" w:type="dxa"/>
                </w:trPr>
                <w:tc>
                  <w:tcPr>
                    <w:tcW w:w="50" w:type="pct"/>
                    <w:hideMark/>
                  </w:tcPr>
                  <w:p w14:paraId="76A87C89" w14:textId="77777777" w:rsidR="00AB6ED6" w:rsidRDefault="00AB6ED6">
                    <w:pPr>
                      <w:pStyle w:val="Literaturverzeichnis"/>
                      <w:rPr>
                        <w:rFonts w:eastAsiaTheme="minorEastAsia"/>
                        <w:noProof/>
                      </w:rPr>
                    </w:pPr>
                    <w:r>
                      <w:rPr>
                        <w:noProof/>
                      </w:rPr>
                      <w:t xml:space="preserve">[4] </w:t>
                    </w:r>
                  </w:p>
                </w:tc>
                <w:tc>
                  <w:tcPr>
                    <w:tcW w:w="0" w:type="auto"/>
                    <w:hideMark/>
                  </w:tcPr>
                  <w:p w14:paraId="38BE952C" w14:textId="77777777" w:rsidR="00AB6ED6" w:rsidRDefault="00AB6ED6">
                    <w:pPr>
                      <w:pStyle w:val="Literaturverzeichnis"/>
                      <w:rPr>
                        <w:rFonts w:eastAsiaTheme="minorEastAsia"/>
                        <w:noProof/>
                      </w:rPr>
                    </w:pPr>
                    <w:r>
                      <w:rPr>
                        <w:noProof/>
                      </w:rPr>
                      <w:t>Directorate-General for Research &amp; Innovation, “Guidelines to the Rules on Open Access to Scientific Publications and Open Access to Research Data in Horizon 2020, Version 3.2,” European Comission, 2017 March 21. [Online]. Available: http://ec.europa.eu/research/participants/data/ref/h2020/grants_manual/hi/oa_pilot/h2020-hi-oa-pilot-guide_en.pdf. [Accessed 7 November 2017].</w:t>
                    </w:r>
                  </w:p>
                </w:tc>
              </w:tr>
              <w:tr w:rsidR="00AB6ED6" w14:paraId="626E2917" w14:textId="77777777">
                <w:trPr>
                  <w:divId w:val="1802308203"/>
                  <w:tblCellSpacing w:w="15" w:type="dxa"/>
                </w:trPr>
                <w:tc>
                  <w:tcPr>
                    <w:tcW w:w="50" w:type="pct"/>
                    <w:hideMark/>
                  </w:tcPr>
                  <w:p w14:paraId="3EE60E80" w14:textId="77777777" w:rsidR="00AB6ED6" w:rsidRDefault="00AB6ED6">
                    <w:pPr>
                      <w:pStyle w:val="Literaturverzeichnis"/>
                      <w:rPr>
                        <w:rFonts w:eastAsiaTheme="minorEastAsia"/>
                        <w:noProof/>
                      </w:rPr>
                    </w:pPr>
                    <w:r>
                      <w:rPr>
                        <w:noProof/>
                      </w:rPr>
                      <w:t xml:space="preserve">[5] </w:t>
                    </w:r>
                  </w:p>
                </w:tc>
                <w:tc>
                  <w:tcPr>
                    <w:tcW w:w="0" w:type="auto"/>
                    <w:hideMark/>
                  </w:tcPr>
                  <w:p w14:paraId="1AC7149A" w14:textId="77777777" w:rsidR="00AB6ED6" w:rsidRDefault="00AB6ED6">
                    <w:pPr>
                      <w:pStyle w:val="Literaturverzeichnis"/>
                      <w:rPr>
                        <w:rFonts w:eastAsiaTheme="minorEastAsia"/>
                        <w:noProof/>
                      </w:rPr>
                    </w:pPr>
                    <w:r>
                      <w:rPr>
                        <w:noProof/>
                      </w:rPr>
                      <w:t>European Research Council, “Guidelines on the Implementation of Open Access to Scientific Publications and Research Data in projects supported by the European Research Council under Horizon 2020, Version 1.1,” 7 April 2017. [Online]. Available: https://erc.europa.eu/sites/default/files/document/file/ERC%20Open%20Access%20guidelines-Version%201.1._10.04.2017.pdf. [Accessed 13 November 2017].</w:t>
                    </w:r>
                  </w:p>
                </w:tc>
              </w:tr>
              <w:tr w:rsidR="00AB6ED6" w14:paraId="4F4FE501" w14:textId="77777777">
                <w:trPr>
                  <w:divId w:val="1802308203"/>
                  <w:tblCellSpacing w:w="15" w:type="dxa"/>
                </w:trPr>
                <w:tc>
                  <w:tcPr>
                    <w:tcW w:w="50" w:type="pct"/>
                    <w:hideMark/>
                  </w:tcPr>
                  <w:p w14:paraId="372B4CB2" w14:textId="77777777" w:rsidR="00AB6ED6" w:rsidRDefault="00AB6ED6">
                    <w:pPr>
                      <w:pStyle w:val="Literaturverzeichnis"/>
                      <w:rPr>
                        <w:rFonts w:eastAsiaTheme="minorEastAsia"/>
                        <w:noProof/>
                      </w:rPr>
                    </w:pPr>
                    <w:r>
                      <w:rPr>
                        <w:noProof/>
                      </w:rPr>
                      <w:t xml:space="preserve">[6] </w:t>
                    </w:r>
                  </w:p>
                </w:tc>
                <w:tc>
                  <w:tcPr>
                    <w:tcW w:w="0" w:type="auto"/>
                    <w:hideMark/>
                  </w:tcPr>
                  <w:p w14:paraId="132A0D60" w14:textId="77777777" w:rsidR="00AB6ED6" w:rsidRDefault="00AB6ED6">
                    <w:pPr>
                      <w:pStyle w:val="Literaturverzeichnis"/>
                      <w:rPr>
                        <w:rFonts w:eastAsiaTheme="minorEastAsia"/>
                        <w:noProof/>
                      </w:rPr>
                    </w:pPr>
                    <w:r>
                      <w:rPr>
                        <w:noProof/>
                      </w:rPr>
                      <w:t>K. E. Taylor and D. Charles, “CMIP5 Model Output Requirements: File Contents and Format, Data Structure and Metadata,” 7 January 2010. [Online]. Available: https://cmip.llnl.gov/cmip5/docs/CMIP5_output_metadata_requirements.pdf. [Accessed 6 November 2017].</w:t>
                    </w:r>
                  </w:p>
                </w:tc>
              </w:tr>
              <w:tr w:rsidR="00AB6ED6" w14:paraId="150F22F6" w14:textId="77777777">
                <w:trPr>
                  <w:divId w:val="1802308203"/>
                  <w:tblCellSpacing w:w="15" w:type="dxa"/>
                </w:trPr>
                <w:tc>
                  <w:tcPr>
                    <w:tcW w:w="50" w:type="pct"/>
                    <w:hideMark/>
                  </w:tcPr>
                  <w:p w14:paraId="47113BFE" w14:textId="77777777" w:rsidR="00AB6ED6" w:rsidRDefault="00AB6ED6">
                    <w:pPr>
                      <w:pStyle w:val="Literaturverzeichnis"/>
                      <w:rPr>
                        <w:rFonts w:eastAsiaTheme="minorEastAsia"/>
                        <w:noProof/>
                      </w:rPr>
                    </w:pPr>
                    <w:r>
                      <w:rPr>
                        <w:noProof/>
                      </w:rPr>
                      <w:t xml:space="preserve">[7] </w:t>
                    </w:r>
                  </w:p>
                </w:tc>
                <w:tc>
                  <w:tcPr>
                    <w:tcW w:w="0" w:type="auto"/>
                    <w:hideMark/>
                  </w:tcPr>
                  <w:p w14:paraId="7B3756F0" w14:textId="77777777" w:rsidR="00AB6ED6" w:rsidRDefault="00AB6ED6">
                    <w:pPr>
                      <w:pStyle w:val="Literaturverzeichnis"/>
                      <w:rPr>
                        <w:rFonts w:eastAsiaTheme="minorEastAsia"/>
                        <w:noProof/>
                      </w:rPr>
                    </w:pPr>
                    <w:r>
                      <w:rPr>
                        <w:noProof/>
                      </w:rPr>
                      <w:t xml:space="preserve">M. Grootveld and K. Nowak, “Q&amp;A session from the OpenAIRE webinar Open Research Data in H2020 and Zenodo repository,” European Comission, 26 October 2016. </w:t>
                    </w:r>
                    <w:r w:rsidRPr="00AB6ED6">
                      <w:rPr>
                        <w:noProof/>
                        <w:lang w:val="fr-FR"/>
                      </w:rPr>
                      <w:t xml:space="preserve">[Online]. Available: https://www.openaire.eu/q-a-session-from-the-openaire-webinar-open-research-data-in-h2020-and-zenodo-repository-26-october-2016. </w:t>
                    </w:r>
                    <w:r>
                      <w:rPr>
                        <w:noProof/>
                      </w:rPr>
                      <w:t>[Accessed 6 November 2017].</w:t>
                    </w:r>
                  </w:p>
                </w:tc>
              </w:tr>
              <w:tr w:rsidR="00AB6ED6" w14:paraId="158CBE91" w14:textId="77777777">
                <w:trPr>
                  <w:divId w:val="1802308203"/>
                  <w:tblCellSpacing w:w="15" w:type="dxa"/>
                </w:trPr>
                <w:tc>
                  <w:tcPr>
                    <w:tcW w:w="50" w:type="pct"/>
                    <w:hideMark/>
                  </w:tcPr>
                  <w:p w14:paraId="00BCEEE5" w14:textId="77777777" w:rsidR="00AB6ED6" w:rsidRDefault="00AB6ED6">
                    <w:pPr>
                      <w:pStyle w:val="Literaturverzeichnis"/>
                      <w:rPr>
                        <w:rFonts w:eastAsiaTheme="minorEastAsia"/>
                        <w:noProof/>
                      </w:rPr>
                    </w:pPr>
                    <w:r>
                      <w:rPr>
                        <w:noProof/>
                      </w:rPr>
                      <w:t xml:space="preserve">[8] </w:t>
                    </w:r>
                  </w:p>
                </w:tc>
                <w:tc>
                  <w:tcPr>
                    <w:tcW w:w="0" w:type="auto"/>
                    <w:hideMark/>
                  </w:tcPr>
                  <w:p w14:paraId="6B256B28" w14:textId="77777777" w:rsidR="00AB6ED6" w:rsidRDefault="00AB6ED6">
                    <w:pPr>
                      <w:pStyle w:val="Literaturverzeichnis"/>
                      <w:rPr>
                        <w:rFonts w:eastAsiaTheme="minorEastAsia"/>
                        <w:noProof/>
                      </w:rPr>
                    </w:pPr>
                    <w:r>
                      <w:rPr>
                        <w:noProof/>
                      </w:rPr>
                      <w:t>G. Schimak, D. Havlik, J. Lorenzo, M. Á. Esbrí, P. Dihé and A. Geyer-Scholz, “D7.7 Quality and Ethics Plan,” CLARITY Consortium, 2017.</w:t>
                    </w:r>
                  </w:p>
                </w:tc>
              </w:tr>
            </w:tbl>
            <w:p w14:paraId="5377883B" w14:textId="77777777" w:rsidR="00AB6ED6" w:rsidRDefault="00AB6ED6">
              <w:pPr>
                <w:divId w:val="1802308203"/>
                <w:rPr>
                  <w:noProof/>
                </w:rPr>
              </w:pPr>
            </w:p>
            <w:p w14:paraId="7367B0DA" w14:textId="30B3F594" w:rsidR="00D20DDE" w:rsidRPr="00941E3F" w:rsidRDefault="005429B1" w:rsidP="00945BB7">
              <w:r w:rsidRPr="00941E3F">
                <w:rPr>
                  <w:b/>
                  <w:bCs/>
                </w:rPr>
                <w:fldChar w:fldCharType="end"/>
              </w:r>
            </w:p>
          </w:sdtContent>
        </w:sdt>
      </w:sdtContent>
    </w:sdt>
    <w:p w14:paraId="218FE977" w14:textId="5E8E661B" w:rsidR="00C34C12" w:rsidRPr="00941E3F" w:rsidRDefault="00C34C12" w:rsidP="004846CD">
      <w:pPr>
        <w:pStyle w:val="Annex"/>
      </w:pPr>
      <w:bookmarkStart w:id="86" w:name="Decision_08"/>
      <w:bookmarkStart w:id="87" w:name="OLE_LINK2"/>
      <w:bookmarkStart w:id="88" w:name="Annex_1"/>
      <w:bookmarkStart w:id="89" w:name="_Toc499541150"/>
      <w:r w:rsidRPr="00941E3F">
        <w:lastRenderedPageBreak/>
        <w:t>Annex 1</w:t>
      </w:r>
      <w:bookmarkEnd w:id="86"/>
      <w:bookmarkEnd w:id="87"/>
      <w:bookmarkEnd w:id="88"/>
      <w:r w:rsidRPr="00941E3F">
        <w:t xml:space="preserve"> - </w:t>
      </w:r>
      <w:r w:rsidR="00ED38C3" w:rsidRPr="00941E3F">
        <w:t xml:space="preserve">CLARITY </w:t>
      </w:r>
      <w:r w:rsidR="00C0740D" w:rsidRPr="00941E3F">
        <w:t>Data Survey</w:t>
      </w:r>
      <w:r w:rsidR="00F83D66" w:rsidRPr="00941E3F">
        <w:t xml:space="preserve"> Template</w:t>
      </w:r>
      <w:bookmarkEnd w:id="89"/>
    </w:p>
    <w:p w14:paraId="66809DB6" w14:textId="72DE471C" w:rsidR="00C0740D" w:rsidRPr="003C0159" w:rsidRDefault="00C0740D" w:rsidP="00782FB8">
      <w:pPr>
        <w:pStyle w:val="Textkrper"/>
      </w:pPr>
      <w:r w:rsidRPr="003C0159">
        <w:t xml:space="preserve">The CLARITY Data Survey </w:t>
      </w:r>
      <w:r w:rsidR="00F83D66" w:rsidRPr="003C0159">
        <w:t xml:space="preserve">Template </w:t>
      </w:r>
      <w:r w:rsidRPr="003C0159">
        <w:t>is used to collect information on used and produced dataset</w:t>
      </w:r>
      <w:r w:rsidR="00F83D66" w:rsidRPr="003C0159">
        <w:t>s</w:t>
      </w:r>
      <w:r w:rsidRPr="003C0159">
        <w:t xml:space="preserve"> according to the requirements of the CLARITY Data Management Plan with help of CLARITY’s technical coordination site</w:t>
      </w:r>
      <w:r w:rsidR="00F83D66" w:rsidRPr="003C0159">
        <w:t xml:space="preserve"> (</w:t>
      </w:r>
      <w:hyperlink r:id="rId57" w:history="1">
        <w:r w:rsidR="00F83D66" w:rsidRPr="003C0159">
          <w:rPr>
            <w:rStyle w:val="Hyperlink"/>
            <w:rFonts w:asciiTheme="minorHAnsi" w:hAnsiTheme="minorHAnsi"/>
            <w:sz w:val="22"/>
          </w:rPr>
          <w:t>http://cat.clarity-h2020.eu/</w:t>
        </w:r>
      </w:hyperlink>
      <w:r w:rsidR="00F83D66" w:rsidRPr="003C0159">
        <w:t>)</w:t>
      </w:r>
      <w:r w:rsidRPr="003C0159">
        <w:t>.</w:t>
      </w:r>
    </w:p>
    <w:p w14:paraId="10B70A5D" w14:textId="21AC9973" w:rsidR="00C0740D" w:rsidRPr="003C0159" w:rsidRDefault="00C0740D" w:rsidP="007A37A5">
      <w:pPr>
        <w:pStyle w:val="Textkrper"/>
        <w:numPr>
          <w:ilvl w:val="0"/>
          <w:numId w:val="10"/>
        </w:numPr>
      </w:pPr>
      <w:r w:rsidRPr="003C0159">
        <w:rPr>
          <w:b/>
        </w:rPr>
        <w:t>Title</w:t>
      </w:r>
    </w:p>
    <w:p w14:paraId="7587A12C" w14:textId="09AA78E5" w:rsidR="00C0740D" w:rsidRPr="003C0159" w:rsidRDefault="00C0740D" w:rsidP="007A37A5">
      <w:pPr>
        <w:pStyle w:val="Textkrper"/>
        <w:numPr>
          <w:ilvl w:val="0"/>
          <w:numId w:val="10"/>
        </w:numPr>
      </w:pPr>
      <w:r w:rsidRPr="003C0159">
        <w:rPr>
          <w:b/>
        </w:rPr>
        <w:t>Responsible Party</w:t>
      </w:r>
      <w:r w:rsidR="009A1597" w:rsidRPr="003C0159">
        <w:tab/>
      </w:r>
      <w:r w:rsidRPr="003C0159">
        <w:br/>
        <w:t>Institution, contact person (name, telephone, email), author (if known), available expertise, tag if the data are external and Link to: Data Management (Here is meant to be listed only responsible partner within the project. For the external data where the data provider is outside of the Consortium, more information can be given in Data Management. The responsible partner should be able to have access (e.g. open data) or be in contact with the external data provider). You can also choose persons directly if they are members.</w:t>
      </w:r>
    </w:p>
    <w:p w14:paraId="73B8A66B" w14:textId="58489010" w:rsidR="009A1597" w:rsidRPr="003C0159" w:rsidRDefault="009A1597" w:rsidP="007A37A5">
      <w:pPr>
        <w:pStyle w:val="Textkrper"/>
        <w:numPr>
          <w:ilvl w:val="1"/>
          <w:numId w:val="10"/>
        </w:numPr>
      </w:pPr>
      <w:r w:rsidRPr="003C0159">
        <w:rPr>
          <w:b/>
        </w:rPr>
        <w:t>Responsible Party Role</w:t>
      </w:r>
      <w:r w:rsidRPr="003C0159">
        <w:rPr>
          <w:b/>
        </w:rPr>
        <w:tab/>
      </w:r>
      <w:r w:rsidRPr="003C0159">
        <w:br/>
        <w:t>Please describe the role of the CLARITY Responsible Party, e.g. responsible for collecting the data, responsible for storing the data</w:t>
      </w:r>
    </w:p>
    <w:p w14:paraId="72CB9E1C" w14:textId="005E71B2" w:rsidR="009A1597" w:rsidRPr="003C0159" w:rsidRDefault="009A1597" w:rsidP="007A37A5">
      <w:pPr>
        <w:pStyle w:val="Textkrper"/>
        <w:numPr>
          <w:ilvl w:val="1"/>
          <w:numId w:val="10"/>
        </w:numPr>
      </w:pPr>
      <w:r w:rsidRPr="003C0159">
        <w:rPr>
          <w:b/>
        </w:rPr>
        <w:t>Responsible Party (CLARITY)</w:t>
      </w:r>
      <w:r w:rsidRPr="003C0159">
        <w:rPr>
          <w:b/>
        </w:rPr>
        <w:tab/>
      </w:r>
      <w:r w:rsidRPr="003C0159">
        <w:br/>
        <w:t>Here is meant to be listed only responsible partner within the project. For the external data where the data provider (owner) is outside of the Consortium, more information can be given in the Data Management section. The responsible partner should be able to have access (e.g. open data) or be in contact with the external data provider.</w:t>
      </w:r>
    </w:p>
    <w:p w14:paraId="423C7036" w14:textId="49D77B2D" w:rsidR="009A1597" w:rsidRPr="003C0159" w:rsidRDefault="009A1597" w:rsidP="007A37A5">
      <w:pPr>
        <w:pStyle w:val="Textkrper"/>
        <w:numPr>
          <w:ilvl w:val="1"/>
          <w:numId w:val="10"/>
        </w:numPr>
      </w:pPr>
      <w:r w:rsidRPr="003C0159">
        <w:rPr>
          <w:b/>
        </w:rPr>
        <w:t>Responsible Person (CLARITY)</w:t>
      </w:r>
      <w:r w:rsidRPr="003C0159">
        <w:tab/>
      </w:r>
      <w:r w:rsidRPr="003C0159">
        <w:br/>
        <w:t>Here is meant to be listed only responsible person within the project.</w:t>
      </w:r>
    </w:p>
    <w:p w14:paraId="6A9D3C8B" w14:textId="545AE612" w:rsidR="009A1597" w:rsidRPr="003C0159" w:rsidRDefault="009A1597" w:rsidP="007A37A5">
      <w:pPr>
        <w:pStyle w:val="Textkrper"/>
        <w:numPr>
          <w:ilvl w:val="0"/>
          <w:numId w:val="10"/>
        </w:numPr>
      </w:pPr>
      <w:r w:rsidRPr="003C0159">
        <w:rPr>
          <w:b/>
        </w:rPr>
        <w:t>Data Provenance</w:t>
      </w:r>
      <w:r w:rsidRPr="003C0159">
        <w:tab/>
      </w:r>
      <w:r w:rsidRPr="003C0159">
        <w:br/>
        <w:t>Data provenance documents the inputs, entities, systems, and processes that influence data of interest, in effect providing a historical record of the data and its origins. (</w:t>
      </w:r>
      <w:hyperlink r:id="rId58" w:history="1">
        <w:r w:rsidRPr="003C0159">
          <w:rPr>
            <w:rStyle w:val="Hyperlink"/>
            <w:rFonts w:asciiTheme="minorHAnsi" w:hAnsiTheme="minorHAnsi"/>
            <w:sz w:val="22"/>
          </w:rPr>
          <w:t>http://siis.cse.psu.edu/provenance.html</w:t>
        </w:r>
      </w:hyperlink>
      <w:r w:rsidRPr="003C0159">
        <w:t>).</w:t>
      </w:r>
    </w:p>
    <w:p w14:paraId="093C4B63" w14:textId="53BD3A37" w:rsidR="009A1597" w:rsidRPr="003C0159" w:rsidRDefault="009A1597" w:rsidP="007A37A5">
      <w:pPr>
        <w:pStyle w:val="Textkrper"/>
        <w:numPr>
          <w:ilvl w:val="1"/>
          <w:numId w:val="10"/>
        </w:numPr>
      </w:pPr>
      <w:r w:rsidRPr="003C0159">
        <w:rPr>
          <w:b/>
        </w:rPr>
        <w:t>Provenance Description</w:t>
      </w:r>
      <w:r w:rsidRPr="003C0159">
        <w:tab/>
      </w:r>
      <w:r w:rsidRPr="003C0159">
        <w:br/>
      </w:r>
      <w:proofErr w:type="spellStart"/>
      <w:r w:rsidRPr="003C0159">
        <w:t>Description</w:t>
      </w:r>
      <w:proofErr w:type="spellEnd"/>
      <w:r w:rsidRPr="003C0159">
        <w:t xml:space="preserve"> of the process that led to the production of the current dataset. This includes: Input data (which input or other data are needed to produce this dataset) Links to Datasets (if possible) or external links to / description of external data Process or model (which process or model was / is used to process the input data and produce this data) Link to Model (if possible) or external link to / description of external model</w:t>
      </w:r>
    </w:p>
    <w:p w14:paraId="1D6F33CA" w14:textId="263EA85F" w:rsidR="009A1597" w:rsidRPr="003C0159" w:rsidRDefault="009A1597" w:rsidP="007A37A5">
      <w:pPr>
        <w:pStyle w:val="Textkrper"/>
        <w:numPr>
          <w:ilvl w:val="1"/>
          <w:numId w:val="10"/>
        </w:numPr>
      </w:pPr>
      <w:r w:rsidRPr="003C0159">
        <w:rPr>
          <w:b/>
        </w:rPr>
        <w:t>External Datasets</w:t>
      </w:r>
      <w:r w:rsidRPr="003C0159">
        <w:tab/>
      </w:r>
      <w:r w:rsidRPr="003C0159">
        <w:br/>
      </w:r>
      <w:r w:rsidR="006F5CE6" w:rsidRPr="003C0159">
        <w:t>Links to external data that was used as basis for the creation of the current dataset.</w:t>
      </w:r>
    </w:p>
    <w:p w14:paraId="4CCE1549" w14:textId="5596A481" w:rsidR="006F5CE6" w:rsidRPr="003C0159" w:rsidRDefault="006F5CE6" w:rsidP="007A37A5">
      <w:pPr>
        <w:pStyle w:val="Textkrper"/>
        <w:numPr>
          <w:ilvl w:val="1"/>
          <w:numId w:val="10"/>
        </w:numPr>
      </w:pPr>
      <w:r w:rsidRPr="003C0159">
        <w:rPr>
          <w:b/>
        </w:rPr>
        <w:t>Internal Dataset</w:t>
      </w:r>
      <w:r w:rsidRPr="003C0159">
        <w:tab/>
      </w:r>
      <w:r w:rsidRPr="003C0159">
        <w:br/>
        <w:t>Links to internal Datasets (if possible) that were used for the production of the current dataset. If the current dataset is produced by a model ("model output"), the links would point to the "model input" datasets.</w:t>
      </w:r>
    </w:p>
    <w:p w14:paraId="0F31B9A4" w14:textId="4982F8CA" w:rsidR="006F5CE6" w:rsidRPr="003C0159" w:rsidRDefault="006F5CE6" w:rsidP="007A37A5">
      <w:pPr>
        <w:pStyle w:val="Textkrper"/>
        <w:numPr>
          <w:ilvl w:val="1"/>
          <w:numId w:val="10"/>
        </w:numPr>
      </w:pPr>
      <w:r w:rsidRPr="003C0159">
        <w:rPr>
          <w:b/>
        </w:rPr>
        <w:t>External Model</w:t>
      </w:r>
      <w:r w:rsidRPr="003C0159">
        <w:tab/>
      </w:r>
      <w:r w:rsidRPr="003C0159">
        <w:br/>
        <w:t>External link to description of external model that was used to produce the current dataset.</w:t>
      </w:r>
    </w:p>
    <w:p w14:paraId="408F4682" w14:textId="5E380182" w:rsidR="006F5CE6" w:rsidRPr="003C0159" w:rsidRDefault="006F5CE6" w:rsidP="007A37A5">
      <w:pPr>
        <w:pStyle w:val="Textkrper"/>
        <w:numPr>
          <w:ilvl w:val="0"/>
          <w:numId w:val="10"/>
        </w:numPr>
      </w:pPr>
      <w:r w:rsidRPr="003C0159">
        <w:rPr>
          <w:b/>
        </w:rPr>
        <w:t>Intended use</w:t>
      </w:r>
      <w:r w:rsidRPr="003C0159">
        <w:tab/>
      </w:r>
      <w:r w:rsidRPr="003C0159">
        <w:br/>
        <w:t>Where and how this this data can be used within the project.</w:t>
      </w:r>
    </w:p>
    <w:p w14:paraId="259EBC7C" w14:textId="425589C2" w:rsidR="006F5CE6" w:rsidRPr="003C0159" w:rsidRDefault="006F5CE6" w:rsidP="007A37A5">
      <w:pPr>
        <w:pStyle w:val="Textkrper"/>
        <w:numPr>
          <w:ilvl w:val="1"/>
          <w:numId w:val="10"/>
        </w:numPr>
      </w:pPr>
      <w:r w:rsidRPr="003C0159">
        <w:rPr>
          <w:b/>
        </w:rPr>
        <w:lastRenderedPageBreak/>
        <w:t>Intended use description</w:t>
      </w:r>
      <w:r w:rsidRPr="003C0159">
        <w:tab/>
      </w:r>
      <w:r w:rsidRPr="003C0159">
        <w:br/>
      </w:r>
      <w:proofErr w:type="gramStart"/>
      <w:r w:rsidRPr="003C0159">
        <w:t>How</w:t>
      </w:r>
      <w:proofErr w:type="gramEnd"/>
      <w:r w:rsidRPr="003C0159">
        <w:t xml:space="preserve"> and for which purpose is the data used / produced in CLARITY? E.g. input for vulnerability models, which WP/Task, application (which pilot site or general application)?</w:t>
      </w:r>
    </w:p>
    <w:p w14:paraId="6692A0FB" w14:textId="19E49669" w:rsidR="006F5CE6" w:rsidRPr="003C0159" w:rsidRDefault="006F5CE6" w:rsidP="007A37A5">
      <w:pPr>
        <w:pStyle w:val="Textkrper"/>
        <w:numPr>
          <w:ilvl w:val="1"/>
          <w:numId w:val="10"/>
        </w:numPr>
      </w:pPr>
      <w:r w:rsidRPr="003C0159">
        <w:rPr>
          <w:b/>
        </w:rPr>
        <w:t>Building Blocks</w:t>
      </w:r>
      <w:r w:rsidRPr="003C0159">
        <w:tab/>
      </w:r>
      <w:r w:rsidRPr="003C0159">
        <w:br/>
        <w:t>In which Building Blocks is the data used?</w:t>
      </w:r>
    </w:p>
    <w:p w14:paraId="716AFFE6" w14:textId="18F86E7B" w:rsidR="006F5CE6" w:rsidRPr="003C0159" w:rsidRDefault="006F5CE6" w:rsidP="007A37A5">
      <w:pPr>
        <w:pStyle w:val="Textkrper"/>
        <w:numPr>
          <w:ilvl w:val="1"/>
          <w:numId w:val="10"/>
        </w:numPr>
      </w:pPr>
      <w:r w:rsidRPr="003C0159">
        <w:rPr>
          <w:b/>
        </w:rPr>
        <w:t>Relations to Building Blocks</w:t>
      </w:r>
      <w:r w:rsidRPr="003C0159">
        <w:tab/>
      </w:r>
      <w:r w:rsidRPr="003C0159">
        <w:br/>
        <w:t>Please describe the relation of the dataset to the selected Building Block(s). E.g. if the Building Block is a local climate model, the dataset might be input or output of that model.</w:t>
      </w:r>
    </w:p>
    <w:p w14:paraId="5840A1B8" w14:textId="091F24A5" w:rsidR="006F5CE6" w:rsidRPr="003C0159" w:rsidRDefault="006F5CE6" w:rsidP="007A37A5">
      <w:pPr>
        <w:pStyle w:val="Textkrper"/>
        <w:numPr>
          <w:ilvl w:val="0"/>
          <w:numId w:val="10"/>
        </w:numPr>
      </w:pPr>
      <w:r w:rsidRPr="003C0159">
        <w:rPr>
          <w:b/>
        </w:rPr>
        <w:t>Data description</w:t>
      </w:r>
    </w:p>
    <w:p w14:paraId="0DB317A3" w14:textId="762504C0" w:rsidR="006F5CE6" w:rsidRPr="003C0159" w:rsidRDefault="006F5CE6" w:rsidP="007A37A5">
      <w:pPr>
        <w:pStyle w:val="Textkrper"/>
        <w:numPr>
          <w:ilvl w:val="1"/>
          <w:numId w:val="10"/>
        </w:numPr>
      </w:pPr>
      <w:r w:rsidRPr="003C0159">
        <w:rPr>
          <w:b/>
        </w:rPr>
        <w:t>Dataset information</w:t>
      </w:r>
      <w:r w:rsidRPr="003C0159">
        <w:rPr>
          <w:b/>
        </w:rPr>
        <w:tab/>
      </w:r>
      <w:r w:rsidRPr="003C0159">
        <w:rPr>
          <w:b/>
        </w:rPr>
        <w:br/>
      </w:r>
      <w:r w:rsidRPr="003C0159">
        <w:t xml:space="preserve">Please provide the following information on </w:t>
      </w:r>
      <w:r w:rsidRPr="003C0159">
        <w:tab/>
      </w:r>
      <w:r w:rsidRPr="003C0159">
        <w:br/>
        <w:t xml:space="preserve">a) title </w:t>
      </w:r>
      <w:r w:rsidRPr="003C0159">
        <w:tab/>
      </w:r>
      <w:r w:rsidRPr="003C0159">
        <w:br/>
        <w:t xml:space="preserve">b) naming conventions used (e.g. $location_$params_YYYY-MM.DD.csv) </w:t>
      </w:r>
      <w:r w:rsidRPr="003C0159">
        <w:tab/>
      </w:r>
      <w:r w:rsidRPr="003C0159">
        <w:br/>
        <w:t xml:space="preserve">c) short description, </w:t>
      </w:r>
      <w:r w:rsidRPr="003C0159">
        <w:tab/>
      </w:r>
      <w:r w:rsidRPr="003C0159">
        <w:br/>
        <w:t xml:space="preserve">d) persistent and unique identifier such as Digital Object Identifiers (if available) </w:t>
      </w:r>
    </w:p>
    <w:p w14:paraId="509291D8" w14:textId="24A5F245" w:rsidR="002D332D" w:rsidRPr="003C0159" w:rsidRDefault="002D332D" w:rsidP="007A37A5">
      <w:pPr>
        <w:pStyle w:val="Textkrper"/>
        <w:numPr>
          <w:ilvl w:val="1"/>
          <w:numId w:val="10"/>
        </w:numPr>
      </w:pPr>
      <w:r w:rsidRPr="003C0159">
        <w:rPr>
          <w:b/>
        </w:rPr>
        <w:t>Parameter information</w:t>
      </w:r>
      <w:r w:rsidRPr="003C0159">
        <w:tab/>
      </w:r>
      <w:r w:rsidRPr="003C0159">
        <w:br/>
        <w:t>Parameter information (applies mainly to model input data): a) parameter name, b) unit, c) source type (e.g. model, observations), d) data type (e.g. gridded, point data, vector, shapefile, raster)</w:t>
      </w:r>
    </w:p>
    <w:p w14:paraId="0D4BFC6A" w14:textId="276163AD" w:rsidR="002D332D" w:rsidRPr="003C0159" w:rsidRDefault="002D332D" w:rsidP="007A37A5">
      <w:pPr>
        <w:pStyle w:val="Textkrper"/>
        <w:numPr>
          <w:ilvl w:val="1"/>
          <w:numId w:val="10"/>
        </w:numPr>
      </w:pPr>
      <w:r w:rsidRPr="003C0159">
        <w:rPr>
          <w:b/>
        </w:rPr>
        <w:t>Coverage</w:t>
      </w:r>
      <w:r w:rsidRPr="003C0159">
        <w:tab/>
      </w:r>
      <w:r w:rsidRPr="003C0159">
        <w:br/>
        <w:t xml:space="preserve">Temporal and spatial coverage: </w:t>
      </w:r>
      <w:r w:rsidRPr="003C0159">
        <w:tab/>
      </w:r>
      <w:r w:rsidRPr="003C0159">
        <w:br/>
        <w:t>a) region (e.g. EU, City of Stockholm)</w:t>
      </w:r>
      <w:r w:rsidRPr="003C0159">
        <w:tab/>
      </w:r>
      <w:r w:rsidRPr="003C0159">
        <w:br/>
        <w:t>b) start time (e.g. 1961-01-01)</w:t>
      </w:r>
      <w:r w:rsidRPr="003C0159">
        <w:tab/>
      </w:r>
      <w:r w:rsidRPr="003C0159">
        <w:br/>
        <w:t>c) end time (e.g. 2100-12-31)</w:t>
      </w:r>
    </w:p>
    <w:p w14:paraId="04B25D4A" w14:textId="291AF82F" w:rsidR="002D332D" w:rsidRPr="003C0159" w:rsidRDefault="002D332D" w:rsidP="007A37A5">
      <w:pPr>
        <w:pStyle w:val="Textkrper"/>
        <w:numPr>
          <w:ilvl w:val="1"/>
          <w:numId w:val="10"/>
        </w:numPr>
      </w:pPr>
      <w:r w:rsidRPr="003C0159">
        <w:rPr>
          <w:b/>
        </w:rPr>
        <w:t>Resolution</w:t>
      </w:r>
      <w:r w:rsidRPr="003C0159">
        <w:tab/>
      </w:r>
      <w:r w:rsidRPr="003C0159">
        <w:br/>
        <w:t>a) spatial (in m)</w:t>
      </w:r>
      <w:r w:rsidRPr="003C0159">
        <w:tab/>
      </w:r>
      <w:r w:rsidRPr="003C0159">
        <w:br/>
        <w:t>b) temporal (e.g. hourly, daily)</w:t>
      </w:r>
    </w:p>
    <w:p w14:paraId="0AAFEC48" w14:textId="312B5A16" w:rsidR="002D332D" w:rsidRPr="003C0159" w:rsidRDefault="002D332D" w:rsidP="007A37A5">
      <w:pPr>
        <w:pStyle w:val="Textkrper"/>
        <w:numPr>
          <w:ilvl w:val="1"/>
          <w:numId w:val="10"/>
        </w:numPr>
      </w:pPr>
      <w:r w:rsidRPr="003C0159">
        <w:rPr>
          <w:b/>
        </w:rPr>
        <w:t>CRS</w:t>
      </w:r>
      <w:r w:rsidRPr="003C0159">
        <w:tab/>
      </w:r>
      <w:r w:rsidRPr="003C0159">
        <w:br/>
        <w:t>Coordinate Reference System (CRS)</w:t>
      </w:r>
    </w:p>
    <w:p w14:paraId="672BC493" w14:textId="6911A0B6" w:rsidR="002D332D" w:rsidRPr="003C0159" w:rsidRDefault="002D332D" w:rsidP="007A37A5">
      <w:pPr>
        <w:pStyle w:val="Textkrper"/>
        <w:numPr>
          <w:ilvl w:val="1"/>
          <w:numId w:val="10"/>
        </w:numPr>
      </w:pPr>
      <w:r w:rsidRPr="003C0159">
        <w:rPr>
          <w:b/>
        </w:rPr>
        <w:t>Storage</w:t>
      </w:r>
      <w:r w:rsidRPr="003C0159">
        <w:tab/>
      </w:r>
      <w:r w:rsidRPr="003C0159">
        <w:br/>
        <w:t xml:space="preserve">Please provide the following information related to the storage of the data: </w:t>
      </w:r>
      <w:r w:rsidRPr="003C0159">
        <w:tab/>
      </w:r>
      <w:r w:rsidRPr="003C0159">
        <w:br/>
        <w:t xml:space="preserve">a) format(s) (e.g. </w:t>
      </w:r>
      <w:proofErr w:type="spellStart"/>
      <w:r w:rsidRPr="003C0159">
        <w:t>NetCDF</w:t>
      </w:r>
      <w:proofErr w:type="spellEnd"/>
      <w:r w:rsidRPr="003C0159">
        <w:t xml:space="preserve">, ASCII, proprietary, to be defined, etc.) </w:t>
      </w:r>
      <w:r w:rsidRPr="003C0159">
        <w:tab/>
      </w:r>
      <w:r w:rsidRPr="003C0159">
        <w:br/>
        <w:t xml:space="preserve">b) Version </w:t>
      </w:r>
      <w:r w:rsidRPr="003C0159">
        <w:tab/>
      </w:r>
      <w:r w:rsidRPr="003C0159">
        <w:br/>
        <w:t xml:space="preserve">c) transfer size (GB) </w:t>
      </w:r>
      <w:r w:rsidRPr="003C0159">
        <w:tab/>
      </w:r>
      <w:r w:rsidRPr="003C0159">
        <w:br/>
        <w:t>d) direct link(s) to datasets or Link to (Meta-) Data Repository</w:t>
      </w:r>
    </w:p>
    <w:p w14:paraId="644F657E" w14:textId="5E44FAB8" w:rsidR="00031CD6" w:rsidRPr="003C0159" w:rsidRDefault="00031CD6" w:rsidP="007A37A5">
      <w:pPr>
        <w:pStyle w:val="Textkrper"/>
        <w:numPr>
          <w:ilvl w:val="1"/>
          <w:numId w:val="10"/>
        </w:numPr>
      </w:pPr>
      <w:r w:rsidRPr="003C0159">
        <w:rPr>
          <w:b/>
        </w:rPr>
        <w:t>Metadata</w:t>
      </w:r>
      <w:r w:rsidRPr="003C0159">
        <w:tab/>
      </w:r>
      <w:r w:rsidRPr="003C0159">
        <w:br/>
        <w:t xml:space="preserve">a) keywords (e.g. for new datasets: will be selected from </w:t>
      </w:r>
      <w:proofErr w:type="spellStart"/>
      <w:r w:rsidRPr="003C0159">
        <w:t>vocabluary</w:t>
      </w:r>
      <w:proofErr w:type="spellEnd"/>
      <w:r w:rsidRPr="003C0159">
        <w:t xml:space="preserve"> specified under c) </w:t>
      </w:r>
      <w:r w:rsidRPr="003C0159">
        <w:tab/>
      </w:r>
      <w:r w:rsidRPr="003C0159">
        <w:br/>
        <w:t xml:space="preserve">b) keywords </w:t>
      </w:r>
      <w:proofErr w:type="spellStart"/>
      <w:r w:rsidRPr="003C0159">
        <w:t>vocabluary</w:t>
      </w:r>
      <w:proofErr w:type="spellEnd"/>
      <w:r w:rsidRPr="003C0159">
        <w:t xml:space="preserve"> (e.g. ISO 19115, CUAHSI, to be </w:t>
      </w:r>
      <w:proofErr w:type="gramStart"/>
      <w:r w:rsidRPr="003C0159">
        <w:t>decided, ...)</w:t>
      </w:r>
      <w:proofErr w:type="gramEnd"/>
      <w:r w:rsidRPr="003C0159">
        <w:t xml:space="preserve"> </w:t>
      </w:r>
      <w:r w:rsidRPr="003C0159">
        <w:tab/>
      </w:r>
      <w:r w:rsidRPr="003C0159">
        <w:br/>
        <w:t>c) Metadata Standard (e.g. CKAN, ISO 19115, custom, to be decided, etc.)</w:t>
      </w:r>
    </w:p>
    <w:p w14:paraId="17535C95" w14:textId="10FDDB99" w:rsidR="00031CD6" w:rsidRPr="003C0159" w:rsidRDefault="00031CD6" w:rsidP="007A37A5">
      <w:pPr>
        <w:pStyle w:val="Textkrper"/>
        <w:numPr>
          <w:ilvl w:val="0"/>
          <w:numId w:val="10"/>
        </w:numPr>
        <w:rPr>
          <w:b/>
        </w:rPr>
      </w:pPr>
      <w:r w:rsidRPr="003C0159">
        <w:rPr>
          <w:b/>
        </w:rPr>
        <w:t>Data management</w:t>
      </w:r>
      <w:r w:rsidRPr="003C0159">
        <w:rPr>
          <w:b/>
        </w:rPr>
        <w:tab/>
      </w:r>
    </w:p>
    <w:p w14:paraId="75DE2FFB" w14:textId="3A09972C" w:rsidR="00031CD6" w:rsidRPr="003C0159" w:rsidRDefault="00031CD6" w:rsidP="007A37A5">
      <w:pPr>
        <w:pStyle w:val="Textkrper"/>
        <w:numPr>
          <w:ilvl w:val="1"/>
          <w:numId w:val="10"/>
        </w:numPr>
      </w:pPr>
      <w:r w:rsidRPr="003C0159">
        <w:rPr>
          <w:b/>
        </w:rPr>
        <w:t>Availability</w:t>
      </w:r>
      <w:r w:rsidRPr="003C0159">
        <w:br/>
        <w:t>a) existing data</w:t>
      </w:r>
      <w:r w:rsidRPr="003C0159">
        <w:tab/>
      </w:r>
      <w:r w:rsidRPr="003C0159">
        <w:br/>
        <w:t>b) data will be produced in the CLARITY project</w:t>
      </w:r>
      <w:r w:rsidRPr="003C0159">
        <w:tab/>
      </w:r>
      <w:r w:rsidRPr="003C0159">
        <w:br/>
        <w:t>c) data will be reused/extended</w:t>
      </w:r>
    </w:p>
    <w:p w14:paraId="0EB04F14" w14:textId="3BA31668" w:rsidR="00031CD6" w:rsidRPr="003C0159" w:rsidRDefault="00031CD6" w:rsidP="007A37A5">
      <w:pPr>
        <w:pStyle w:val="Textkrper"/>
        <w:numPr>
          <w:ilvl w:val="1"/>
          <w:numId w:val="10"/>
        </w:numPr>
      </w:pPr>
      <w:r w:rsidRPr="003C0159">
        <w:rPr>
          <w:b/>
        </w:rPr>
        <w:t>Owner</w:t>
      </w:r>
      <w:r w:rsidRPr="003C0159">
        <w:tab/>
      </w:r>
      <w:r w:rsidRPr="003C0159">
        <w:br/>
      </w:r>
      <w:proofErr w:type="spellStart"/>
      <w:r w:rsidRPr="003C0159">
        <w:t>Owner</w:t>
      </w:r>
      <w:proofErr w:type="spellEnd"/>
      <w:r w:rsidRPr="003C0159">
        <w:t xml:space="preserve"> of the data if different from responsible partner or data is external</w:t>
      </w:r>
    </w:p>
    <w:p w14:paraId="7A9F7675" w14:textId="0FF78900" w:rsidR="00031CD6" w:rsidRPr="003C0159" w:rsidRDefault="00031CD6" w:rsidP="007A37A5">
      <w:pPr>
        <w:pStyle w:val="Textkrper"/>
        <w:numPr>
          <w:ilvl w:val="1"/>
          <w:numId w:val="10"/>
        </w:numPr>
      </w:pPr>
      <w:r w:rsidRPr="003C0159">
        <w:rPr>
          <w:b/>
        </w:rPr>
        <w:lastRenderedPageBreak/>
        <w:t>Open Access</w:t>
      </w:r>
      <w:r w:rsidRPr="003C0159">
        <w:t xml:space="preserve"> </w:t>
      </w:r>
      <w:r w:rsidRPr="003C0159">
        <w:tab/>
      </w:r>
      <w:r w:rsidRPr="003C0159">
        <w:br/>
        <w:t>a) yes</w:t>
      </w:r>
      <w:r w:rsidRPr="003C0159">
        <w:tab/>
      </w:r>
      <w:r w:rsidRPr="003C0159">
        <w:br/>
        <w:t>b) no</w:t>
      </w:r>
      <w:r w:rsidRPr="003C0159">
        <w:tab/>
      </w:r>
      <w:r w:rsidRPr="003C0159">
        <w:br/>
        <w:t>Why is / won't be the dataset openly available? (</w:t>
      </w:r>
      <w:proofErr w:type="gramStart"/>
      <w:r w:rsidRPr="003C0159">
        <w:t>if</w:t>
      </w:r>
      <w:proofErr w:type="gramEnd"/>
      <w:r w:rsidRPr="003C0159">
        <w:t xml:space="preserve"> previous answer is no).</w:t>
      </w:r>
    </w:p>
    <w:p w14:paraId="58BF42AC" w14:textId="71FC75A3" w:rsidR="00031CD6" w:rsidRPr="003C0159" w:rsidRDefault="00031CD6" w:rsidP="007A37A5">
      <w:pPr>
        <w:pStyle w:val="Textkrper"/>
        <w:numPr>
          <w:ilvl w:val="1"/>
          <w:numId w:val="10"/>
        </w:numPr>
      </w:pPr>
      <w:r w:rsidRPr="003C0159">
        <w:rPr>
          <w:b/>
        </w:rPr>
        <w:t>Access conditions</w:t>
      </w:r>
      <w:r w:rsidRPr="003C0159">
        <w:rPr>
          <w:b/>
        </w:rPr>
        <w:tab/>
      </w:r>
      <w:r w:rsidRPr="003C0159">
        <w:rPr>
          <w:b/>
        </w:rPr>
        <w:br/>
      </w:r>
      <w:r w:rsidRPr="003C0159">
        <w:t xml:space="preserve">a) license (e.g. CC-BY-SA, for research only, etc.) </w:t>
      </w:r>
      <w:r w:rsidRPr="003C0159">
        <w:tab/>
      </w:r>
      <w:r w:rsidRPr="003C0159">
        <w:br/>
        <w:t xml:space="preserve">b) </w:t>
      </w:r>
      <w:proofErr w:type="gramStart"/>
      <w:r w:rsidRPr="003C0159">
        <w:t>ordering</w:t>
      </w:r>
      <w:proofErr w:type="gramEnd"/>
      <w:r w:rsidRPr="003C0159">
        <w:t>, costs</w:t>
      </w:r>
      <w:r w:rsidRPr="003C0159">
        <w:tab/>
      </w:r>
      <w:r w:rsidRPr="003C0159">
        <w:br/>
        <w:t xml:space="preserve">c) constraints, (e.g. software requirements, external expertise needed, …) </w:t>
      </w:r>
      <w:r w:rsidRPr="003C0159">
        <w:tab/>
      </w:r>
      <w:r w:rsidRPr="003C0159">
        <w:br/>
        <w:t xml:space="preserve">d) further restrictions on use (e.g. sensitive data, </w:t>
      </w:r>
      <w:proofErr w:type="spellStart"/>
      <w:r w:rsidRPr="003C0159">
        <w:t>non disclosure</w:t>
      </w:r>
      <w:proofErr w:type="spellEnd"/>
      <w:r w:rsidRPr="003C0159">
        <w:t>, etc.)</w:t>
      </w:r>
    </w:p>
    <w:p w14:paraId="7D39E559" w14:textId="0E1E713E" w:rsidR="00914D05" w:rsidRPr="003C0159" w:rsidRDefault="00914D05" w:rsidP="007A37A5">
      <w:pPr>
        <w:pStyle w:val="Textkrper"/>
        <w:numPr>
          <w:ilvl w:val="0"/>
          <w:numId w:val="10"/>
        </w:numPr>
      </w:pPr>
      <w:r w:rsidRPr="003C0159">
        <w:rPr>
          <w:b/>
        </w:rPr>
        <w:t>(Meta-) Data Repository</w:t>
      </w:r>
    </w:p>
    <w:p w14:paraId="40EB0E39" w14:textId="7071CABB" w:rsidR="00914D05" w:rsidRPr="003C0159" w:rsidRDefault="00914D05" w:rsidP="007A37A5">
      <w:pPr>
        <w:pStyle w:val="Textkrper"/>
        <w:numPr>
          <w:ilvl w:val="1"/>
          <w:numId w:val="10"/>
        </w:numPr>
      </w:pPr>
      <w:r w:rsidRPr="003C0159">
        <w:rPr>
          <w:b/>
        </w:rPr>
        <w:t>Data Repository Name</w:t>
      </w:r>
      <w:r w:rsidRPr="003C0159">
        <w:tab/>
      </w:r>
      <w:r w:rsidRPr="003C0159">
        <w:br/>
      </w:r>
      <w:proofErr w:type="spellStart"/>
      <w:r w:rsidRPr="003C0159">
        <w:t>Name</w:t>
      </w:r>
      <w:proofErr w:type="spellEnd"/>
      <w:r w:rsidRPr="003C0159">
        <w:t xml:space="preserve"> of the Data Repository where the Data will be deposited (for open data produced by CLARITY) or can be downloaded (for data collected / used by CLARITY).</w:t>
      </w:r>
    </w:p>
    <w:p w14:paraId="587B4C56" w14:textId="153CDF7F" w:rsidR="00914D05" w:rsidRPr="003C0159" w:rsidRDefault="00914D05" w:rsidP="007A37A5">
      <w:pPr>
        <w:pStyle w:val="Textkrper"/>
        <w:numPr>
          <w:ilvl w:val="1"/>
          <w:numId w:val="10"/>
        </w:numPr>
      </w:pPr>
      <w:r w:rsidRPr="003C0159">
        <w:rPr>
          <w:b/>
        </w:rPr>
        <w:t>Data Repository Description</w:t>
      </w:r>
      <w:r w:rsidRPr="003C0159">
        <w:tab/>
      </w:r>
      <w:r w:rsidRPr="003C0159">
        <w:br/>
      </w:r>
      <w:proofErr w:type="spellStart"/>
      <w:r w:rsidRPr="003C0159">
        <w:t>Description</w:t>
      </w:r>
      <w:proofErr w:type="spellEnd"/>
      <w:r w:rsidRPr="003C0159">
        <w:t xml:space="preserve"> of the </w:t>
      </w:r>
      <w:proofErr w:type="spellStart"/>
      <w:r w:rsidRPr="003C0159">
        <w:t>Repsoitory</w:t>
      </w:r>
      <w:proofErr w:type="spellEnd"/>
      <w:r w:rsidRPr="003C0159">
        <w:t xml:space="preserve"> (e.g. </w:t>
      </w:r>
      <w:proofErr w:type="spellStart"/>
      <w:r w:rsidRPr="003C0159">
        <w:t>wheter</w:t>
      </w:r>
      <w:proofErr w:type="spellEnd"/>
      <w:r w:rsidRPr="003C0159">
        <w:t xml:space="preserve"> institutional with open access, public, internal service or database, deposit at zenodo.org, REST service, to be provided by CLARITY, etc.)</w:t>
      </w:r>
    </w:p>
    <w:p w14:paraId="5B56D564" w14:textId="49C9819C" w:rsidR="00914D05" w:rsidRPr="003C0159" w:rsidRDefault="00914D05" w:rsidP="007A37A5">
      <w:pPr>
        <w:pStyle w:val="Textkrper"/>
        <w:numPr>
          <w:ilvl w:val="1"/>
          <w:numId w:val="10"/>
        </w:numPr>
      </w:pPr>
      <w:r w:rsidRPr="003C0159">
        <w:rPr>
          <w:b/>
        </w:rPr>
        <w:t>Data Repository Link</w:t>
      </w:r>
      <w:r w:rsidRPr="003C0159">
        <w:tab/>
      </w:r>
      <w:r w:rsidRPr="003C0159">
        <w:br/>
      </w:r>
      <w:proofErr w:type="spellStart"/>
      <w:r w:rsidRPr="003C0159">
        <w:t>Link</w:t>
      </w:r>
      <w:proofErr w:type="spellEnd"/>
      <w:r w:rsidRPr="003C0159">
        <w:t xml:space="preserve"> to data repository</w:t>
      </w:r>
    </w:p>
    <w:p w14:paraId="527E2659" w14:textId="0BC4C51C" w:rsidR="00914D05" w:rsidRPr="003C0159" w:rsidRDefault="00914D05" w:rsidP="007A37A5">
      <w:pPr>
        <w:pStyle w:val="Textkrper"/>
        <w:numPr>
          <w:ilvl w:val="1"/>
          <w:numId w:val="10"/>
        </w:numPr>
      </w:pPr>
      <w:r w:rsidRPr="003C0159">
        <w:rPr>
          <w:b/>
        </w:rPr>
        <w:t>Data Repository Properties</w:t>
      </w:r>
      <w:r w:rsidRPr="003C0159">
        <w:tab/>
      </w:r>
      <w:r w:rsidRPr="003C0159">
        <w:br/>
        <w:t>a) new (to be set up by CLARITY) or existing repository (YES/NO)</w:t>
      </w:r>
      <w:r w:rsidRPr="003C0159">
        <w:tab/>
      </w:r>
      <w:r w:rsidRPr="003C0159">
        <w:br/>
        <w:t>b) internal (provided by CLARITY or a partner) or external (e.g. zenodo.org) (YES/NO)</w:t>
      </w:r>
      <w:r w:rsidR="00FC479D" w:rsidRPr="003C0159">
        <w:tab/>
      </w:r>
      <w:r w:rsidRPr="003C0159">
        <w:br/>
        <w:t>c) public or restricted (YES/NO)</w:t>
      </w:r>
    </w:p>
    <w:p w14:paraId="16CA79A6" w14:textId="54DA021E" w:rsidR="00FC479D" w:rsidRPr="003C0159" w:rsidRDefault="00FC479D" w:rsidP="007A37A5">
      <w:pPr>
        <w:pStyle w:val="Textkrper"/>
        <w:numPr>
          <w:ilvl w:val="1"/>
          <w:numId w:val="10"/>
        </w:numPr>
      </w:pPr>
      <w:r w:rsidRPr="003C0159">
        <w:rPr>
          <w:rStyle w:val="Fett"/>
        </w:rPr>
        <w:t>Data Repository Properties</w:t>
      </w:r>
      <w:r w:rsidRPr="003C0159">
        <w:rPr>
          <w:rStyle w:val="Fett"/>
        </w:rPr>
        <w:tab/>
      </w:r>
      <w:r w:rsidRPr="003C0159">
        <w:rPr>
          <w:rStyle w:val="Fett"/>
        </w:rPr>
        <w:br/>
      </w:r>
      <w:r w:rsidRPr="003C0159">
        <w:t xml:space="preserve">a) sustainability of the repository (e.g. in case of internal / partner repo, what happens after the end of the project?) </w:t>
      </w:r>
      <w:r w:rsidRPr="003C0159">
        <w:tab/>
      </w:r>
      <w:r w:rsidRPr="003C0159">
        <w:br/>
        <w:t xml:space="preserve">b) </w:t>
      </w:r>
      <w:proofErr w:type="gramStart"/>
      <w:r w:rsidRPr="003C0159">
        <w:t>security</w:t>
      </w:r>
      <w:proofErr w:type="gramEnd"/>
      <w:r w:rsidRPr="003C0159">
        <w:t xml:space="preserve"> (e.g. backups, replication, etc.)</w:t>
      </w:r>
    </w:p>
    <w:p w14:paraId="4A9014D6" w14:textId="75FB23A9" w:rsidR="00FC479D" w:rsidRPr="003C0159" w:rsidRDefault="00FC479D" w:rsidP="007A37A5">
      <w:pPr>
        <w:pStyle w:val="Textkrper"/>
        <w:numPr>
          <w:ilvl w:val="1"/>
          <w:numId w:val="10"/>
        </w:numPr>
      </w:pPr>
      <w:r w:rsidRPr="003C0159">
        <w:rPr>
          <w:b/>
        </w:rPr>
        <w:t>Data Repository Access</w:t>
      </w:r>
      <w:r w:rsidRPr="003C0159">
        <w:tab/>
      </w:r>
      <w:r w:rsidRPr="003C0159">
        <w:br/>
        <w:t xml:space="preserve">a) access methods (e.g. type of client or application needed to access the repository, e.g. WMS client) </w:t>
      </w:r>
      <w:r w:rsidRPr="003C0159">
        <w:tab/>
      </w:r>
      <w:r w:rsidRPr="003C0159">
        <w:br/>
        <w:t xml:space="preserve">b) access documentation (e.g. API documentation </w:t>
      </w:r>
      <w:r w:rsidR="00555451" w:rsidRPr="003C0159">
        <w:t>available</w:t>
      </w:r>
      <w:r w:rsidRPr="003C0159">
        <w:t xml:space="preserve">) </w:t>
      </w:r>
      <w:r w:rsidRPr="003C0159">
        <w:tab/>
      </w:r>
      <w:r w:rsidRPr="003C0159">
        <w:br/>
        <w:t xml:space="preserve">c) availability access software </w:t>
      </w:r>
      <w:r w:rsidRPr="003C0159">
        <w:tab/>
      </w:r>
      <w:r w:rsidRPr="003C0159">
        <w:br/>
        <w:t>d) access control and logging (e.g. no login required)</w:t>
      </w:r>
    </w:p>
    <w:p w14:paraId="6EC3AD43" w14:textId="68B17131" w:rsidR="00C0740D" w:rsidRPr="003C0159" w:rsidRDefault="00C0740D" w:rsidP="004846CD">
      <w:pPr>
        <w:pStyle w:val="Annex"/>
      </w:pPr>
      <w:bookmarkStart w:id="90" w:name="Annex_2"/>
      <w:bookmarkStart w:id="91" w:name="_Toc499541151"/>
      <w:r w:rsidRPr="003C0159">
        <w:lastRenderedPageBreak/>
        <w:t>Annex 2</w:t>
      </w:r>
      <w:bookmarkEnd w:id="90"/>
      <w:r w:rsidRPr="003C0159">
        <w:t xml:space="preserve"> - CLARITY Data</w:t>
      </w:r>
      <w:r w:rsidR="00F83D66" w:rsidRPr="003C0159">
        <w:t xml:space="preserve"> Survey</w:t>
      </w:r>
      <w:bookmarkEnd w:id="91"/>
    </w:p>
    <w:p w14:paraId="19234579" w14:textId="16EF94C2" w:rsidR="00C0740D" w:rsidRPr="003C0159" w:rsidRDefault="00F83D66" w:rsidP="00782FB8">
      <w:pPr>
        <w:pStyle w:val="Textkrper"/>
      </w:pPr>
      <w:r w:rsidRPr="003C0159">
        <w:t>In the following, the intermediate results of the ongoing CLARITY Data Survey are presented, that will eventually be integrated partly into D2.2 “Catalogue of local data sources and sample datasets”.</w:t>
      </w:r>
    </w:p>
    <w:p w14:paraId="4DD153F0" w14:textId="77777777" w:rsidR="006C4C52" w:rsidRPr="003C0159" w:rsidRDefault="006C4C52" w:rsidP="006C4C52">
      <w:pPr>
        <w:pStyle w:val="berschrift2Annex"/>
      </w:pPr>
      <w:bookmarkStart w:id="92" w:name="_Toc499541152"/>
      <w:r w:rsidRPr="003C0159">
        <w:t>Digital Elevation Model over Europe (EU-DEM)</w:t>
      </w:r>
      <w:bookmarkEnd w:id="92"/>
      <w:r w:rsidRPr="003C0159">
        <w:t xml:space="preserve"> </w:t>
      </w:r>
    </w:p>
    <w:p w14:paraId="728E0A4E" w14:textId="77777777" w:rsidR="006C4C52" w:rsidRPr="003C0159" w:rsidRDefault="006C4C52" w:rsidP="006C4C52">
      <w:pPr>
        <w:pStyle w:val="berschrift3Annex"/>
      </w:pPr>
      <w:r w:rsidRPr="003C0159">
        <w:t>Responsible party</w:t>
      </w:r>
    </w:p>
    <w:p w14:paraId="4E2E56A9" w14:textId="77777777" w:rsidR="006C4C52" w:rsidRPr="003C0159" w:rsidRDefault="006C4C52" w:rsidP="006C4C52">
      <w:pPr>
        <w:pStyle w:val="Textkrper"/>
      </w:pPr>
      <w:r w:rsidRPr="003C0159">
        <w:t xml:space="preserve">Processors: European Environment Agency (EEA) </w:t>
      </w:r>
    </w:p>
    <w:p w14:paraId="62BF62D7" w14:textId="77777777" w:rsidR="006C4C52" w:rsidRPr="003C0159" w:rsidRDefault="006C4C52" w:rsidP="006C4C52">
      <w:pPr>
        <w:pStyle w:val="Textkrper"/>
      </w:pPr>
      <w:r w:rsidRPr="003C0159">
        <w:t>Owners: Directorate-General Enterprise and Industry (DG-ENTR</w:t>
      </w:r>
      <w:proofErr w:type="gramStart"/>
      <w:r w:rsidRPr="003C0159">
        <w:t>) ,</w:t>
      </w:r>
      <w:proofErr w:type="gramEnd"/>
      <w:r w:rsidRPr="003C0159">
        <w:t xml:space="preserve"> European Commission </w:t>
      </w:r>
    </w:p>
    <w:p w14:paraId="633FBCF4" w14:textId="77777777" w:rsidR="006C4C52" w:rsidRPr="003C0159" w:rsidRDefault="006C4C52" w:rsidP="006C4C52">
      <w:pPr>
        <w:pStyle w:val="Textkrper"/>
      </w:pPr>
      <w:r w:rsidRPr="003C0159">
        <w:t xml:space="preserve">Responsible Party (CLARITY): ZAMG </w:t>
      </w:r>
    </w:p>
    <w:p w14:paraId="1F40B73B" w14:textId="77777777" w:rsidR="006C4C52" w:rsidRPr="003C0159" w:rsidRDefault="006C4C52" w:rsidP="006C4C52">
      <w:pPr>
        <w:pStyle w:val="Textkrper"/>
      </w:pPr>
      <w:r w:rsidRPr="003C0159">
        <w:t xml:space="preserve">Responsible Person (CLARITY): Maja Zuvela-Aloise </w:t>
      </w:r>
    </w:p>
    <w:p w14:paraId="10C21D11" w14:textId="77777777" w:rsidR="006C4C52" w:rsidRPr="003C0159" w:rsidRDefault="006C4C52" w:rsidP="006C4C52">
      <w:pPr>
        <w:pStyle w:val="Textkrper"/>
      </w:pPr>
      <w:r w:rsidRPr="003C0159">
        <w:t>WPs: WP3</w:t>
      </w:r>
    </w:p>
    <w:p w14:paraId="01E1C55C" w14:textId="77777777" w:rsidR="006C4C52" w:rsidRPr="003C0159" w:rsidRDefault="006C4C52" w:rsidP="006C4C52">
      <w:pPr>
        <w:pStyle w:val="berschrift3Annex"/>
      </w:pPr>
      <w:r w:rsidRPr="003C0159">
        <w:t>Data provenance</w:t>
      </w:r>
    </w:p>
    <w:p w14:paraId="4D5D0608" w14:textId="77777777" w:rsidR="006C4C52" w:rsidRPr="003C0159" w:rsidRDefault="006C4C52" w:rsidP="006C4C52">
      <w:pPr>
        <w:pStyle w:val="Textkrper"/>
      </w:pPr>
      <w:proofErr w:type="gramStart"/>
      <w:r w:rsidRPr="003C0159">
        <w:t>Existing data from European Environment Agency (EEA).</w:t>
      </w:r>
      <w:proofErr w:type="gramEnd"/>
      <w:r w:rsidRPr="003C0159">
        <w:t xml:space="preserve"> The EU-DEM is a hybrid product based on SRTM and ASTER GDEM data fused by a weighted averaging approach and it has been generated as a contiguous dataset divided into 1 degree by 1 degree tiles, corresponding to the SRTM naming convention.</w:t>
      </w:r>
    </w:p>
    <w:p w14:paraId="04BD2FD0" w14:textId="77777777" w:rsidR="006C4C52" w:rsidRPr="003C0159" w:rsidRDefault="006C4C52" w:rsidP="006C4C52">
      <w:pPr>
        <w:pStyle w:val="Textkrper"/>
      </w:pPr>
      <w:r w:rsidRPr="003C0159">
        <w:t xml:space="preserve">More info: https://www.eea.europa.eu/data-and-maps/data/eu-dem#tab-metadata </w:t>
      </w:r>
    </w:p>
    <w:p w14:paraId="68DFECF1" w14:textId="77777777" w:rsidR="006C4C52" w:rsidRPr="00AB6ED6" w:rsidRDefault="006C4C52" w:rsidP="006C4C52">
      <w:pPr>
        <w:pStyle w:val="Textkrper"/>
      </w:pPr>
      <w:r w:rsidRPr="00AB6ED6">
        <w:t xml:space="preserve">External Datasets: EU-DEM </w:t>
      </w:r>
    </w:p>
    <w:p w14:paraId="7191C419" w14:textId="77777777" w:rsidR="006C4C52" w:rsidRPr="00AB6ED6" w:rsidRDefault="006C4C52" w:rsidP="006C4C52">
      <w:pPr>
        <w:pStyle w:val="berschrift3Annex"/>
      </w:pPr>
      <w:r w:rsidRPr="00AB6ED6">
        <w:t>Intended use</w:t>
      </w:r>
    </w:p>
    <w:p w14:paraId="001CD82A" w14:textId="77777777" w:rsidR="006C4C52" w:rsidRPr="00941E3F" w:rsidRDefault="006C4C52" w:rsidP="006C4C52">
      <w:pPr>
        <w:pStyle w:val="Textkrper"/>
      </w:pPr>
      <w:r w:rsidRPr="00941E3F">
        <w:t xml:space="preserve">EU-DEM will be used in WP3 on: </w:t>
      </w:r>
    </w:p>
    <w:p w14:paraId="6D9D7814" w14:textId="77777777" w:rsidR="006C4C52" w:rsidRPr="00941E3F" w:rsidRDefault="006C4C52" w:rsidP="007A37A5">
      <w:pPr>
        <w:pStyle w:val="Textkrper"/>
        <w:numPr>
          <w:ilvl w:val="0"/>
          <w:numId w:val="20"/>
        </w:numPr>
      </w:pPr>
      <w:r w:rsidRPr="00941E3F">
        <w:t xml:space="preserve">EU-scale: as a base map for high-level screening  </w:t>
      </w:r>
    </w:p>
    <w:p w14:paraId="4D1499A4" w14:textId="77777777" w:rsidR="006C4C52" w:rsidRPr="00941E3F" w:rsidRDefault="006C4C52" w:rsidP="007A37A5">
      <w:pPr>
        <w:pStyle w:val="Textkrper"/>
        <w:numPr>
          <w:ilvl w:val="0"/>
          <w:numId w:val="20"/>
        </w:numPr>
      </w:pPr>
      <w:r w:rsidRPr="00941E3F">
        <w:t>Use Cases: AT, IT, SE  - elevation information as input for urban climate model  MUKLIMO_3</w:t>
      </w:r>
    </w:p>
    <w:p w14:paraId="2A5712E7" w14:textId="77777777" w:rsidR="006C4C52" w:rsidRPr="003C0159" w:rsidRDefault="006C4C52" w:rsidP="007A37A5">
      <w:pPr>
        <w:pStyle w:val="Textkrper"/>
        <w:numPr>
          <w:ilvl w:val="0"/>
          <w:numId w:val="20"/>
        </w:numPr>
      </w:pPr>
      <w:r w:rsidRPr="003C0159">
        <w:t>Possible other applications</w:t>
      </w:r>
    </w:p>
    <w:p w14:paraId="697CF817" w14:textId="77777777" w:rsidR="006C4C52" w:rsidRPr="003C0159" w:rsidRDefault="006C4C52" w:rsidP="006C4C52">
      <w:pPr>
        <w:pStyle w:val="Textkrper"/>
      </w:pPr>
      <w:r w:rsidRPr="003C0159">
        <w:t xml:space="preserve">Building Blocks: Catalogue of Data Sources and Simulation Models, High Level Climate Change Risk Assessment Tool, Map Component </w:t>
      </w:r>
    </w:p>
    <w:p w14:paraId="7A4671D4" w14:textId="77777777" w:rsidR="006C4C52" w:rsidRPr="003C0159" w:rsidRDefault="006C4C52" w:rsidP="006C4C52">
      <w:pPr>
        <w:pStyle w:val="berschrift3Annex"/>
      </w:pPr>
      <w:r w:rsidRPr="003C0159">
        <w:t>Data description</w:t>
      </w:r>
    </w:p>
    <w:p w14:paraId="7B89CC4C" w14:textId="77777777" w:rsidR="006C4C52" w:rsidRPr="003C0159" w:rsidRDefault="006C4C52" w:rsidP="006C4C52">
      <w:pPr>
        <w:pStyle w:val="Textkrper"/>
      </w:pPr>
      <w:r w:rsidRPr="003C0159">
        <w:t xml:space="preserve">The Digital Elevation </w:t>
      </w:r>
      <w:proofErr w:type="gramStart"/>
      <w:r w:rsidRPr="003C0159">
        <w:t>Model  over</w:t>
      </w:r>
      <w:proofErr w:type="gramEnd"/>
      <w:r w:rsidRPr="003C0159">
        <w:t xml:space="preserve"> Europe from the GMES RDA project (EU-DEM) is a Digital Surface Model (DSM) representing the first surface as illuminated by the sensors. The EU-DEM dataset is a realisation of the Copernicus programme, managed by the European Commission, DG Enterprise and Industry.</w:t>
      </w:r>
    </w:p>
    <w:p w14:paraId="706F6A3B" w14:textId="77777777" w:rsidR="006C4C52" w:rsidRPr="003C0159" w:rsidRDefault="006C4C52" w:rsidP="006C4C52">
      <w:pPr>
        <w:pStyle w:val="Textkrper"/>
      </w:pPr>
      <w:r w:rsidRPr="003C0159">
        <w:t xml:space="preserve">The EU-DEM is a 3D raster dataset with elevations captured at 1 arc second postings (2.78E-4 degrees) or about every 30 metre. </w:t>
      </w:r>
    </w:p>
    <w:p w14:paraId="7D4B458D" w14:textId="77777777" w:rsidR="006C4C52" w:rsidRPr="003C0159" w:rsidRDefault="006C4C52" w:rsidP="006C4C52">
      <w:pPr>
        <w:pStyle w:val="Textkrper"/>
      </w:pPr>
      <w:r w:rsidRPr="003C0159">
        <w:t>All three datasets are made available as tiles (5x5° or 1000x1000km) and as single files:</w:t>
      </w:r>
    </w:p>
    <w:p w14:paraId="4BB8369F" w14:textId="77777777" w:rsidR="006C4C52" w:rsidRPr="00AB6ED6" w:rsidRDefault="006C4C52" w:rsidP="007A37A5">
      <w:pPr>
        <w:pStyle w:val="Textkrper"/>
        <w:numPr>
          <w:ilvl w:val="0"/>
          <w:numId w:val="23"/>
        </w:numPr>
        <w:rPr>
          <w:lang w:val="de-DE"/>
        </w:rPr>
      </w:pPr>
      <w:r w:rsidRPr="00AB6ED6">
        <w:rPr>
          <w:lang w:val="de-DE"/>
        </w:rPr>
        <w:t xml:space="preserve">EU-DEM in ETRS89 </w:t>
      </w:r>
      <w:proofErr w:type="spellStart"/>
      <w:r w:rsidRPr="00AB6ED6">
        <w:rPr>
          <w:lang w:val="de-DE"/>
        </w:rPr>
        <w:t>geographic</w:t>
      </w:r>
      <w:proofErr w:type="spellEnd"/>
      <w:r w:rsidRPr="00AB6ED6">
        <w:rPr>
          <w:lang w:val="de-DE"/>
        </w:rPr>
        <w:t xml:space="preserve"> (EPSG </w:t>
      </w:r>
      <w:proofErr w:type="spellStart"/>
      <w:r w:rsidRPr="00AB6ED6">
        <w:rPr>
          <w:lang w:val="de-DE"/>
        </w:rPr>
        <w:t>code</w:t>
      </w:r>
      <w:proofErr w:type="spellEnd"/>
      <w:r w:rsidRPr="00AB6ED6">
        <w:rPr>
          <w:lang w:val="de-DE"/>
        </w:rPr>
        <w:t xml:space="preserve"> 4258)</w:t>
      </w:r>
    </w:p>
    <w:p w14:paraId="75144A19" w14:textId="77777777" w:rsidR="006C4C52" w:rsidRPr="00AB6ED6" w:rsidRDefault="006C4C52" w:rsidP="007A37A5">
      <w:pPr>
        <w:pStyle w:val="Textkrper"/>
        <w:numPr>
          <w:ilvl w:val="0"/>
          <w:numId w:val="23"/>
        </w:numPr>
        <w:rPr>
          <w:lang w:val="de-DE"/>
        </w:rPr>
      </w:pPr>
      <w:r w:rsidRPr="00AB6ED6">
        <w:rPr>
          <w:lang w:val="de-DE"/>
        </w:rPr>
        <w:t xml:space="preserve">EU-DEM in ETRS89-LAEA (EPSG </w:t>
      </w:r>
      <w:proofErr w:type="spellStart"/>
      <w:r w:rsidRPr="00AB6ED6">
        <w:rPr>
          <w:lang w:val="de-DE"/>
        </w:rPr>
        <w:t>code</w:t>
      </w:r>
      <w:proofErr w:type="spellEnd"/>
      <w:r w:rsidRPr="00AB6ED6">
        <w:rPr>
          <w:lang w:val="de-DE"/>
        </w:rPr>
        <w:t xml:space="preserve"> 3035)</w:t>
      </w:r>
    </w:p>
    <w:p w14:paraId="266BA735" w14:textId="77777777" w:rsidR="006C4C52" w:rsidRPr="00941E3F" w:rsidRDefault="006C4C52" w:rsidP="007A37A5">
      <w:pPr>
        <w:pStyle w:val="Textkrper"/>
        <w:numPr>
          <w:ilvl w:val="0"/>
          <w:numId w:val="23"/>
        </w:numPr>
      </w:pPr>
      <w:r w:rsidRPr="00941E3F">
        <w:t>Colour shaded relief image over Europe in ETRS89-LAEA (EPSG code 3035)</w:t>
      </w:r>
    </w:p>
    <w:p w14:paraId="0AFA5521" w14:textId="77777777" w:rsidR="006C4C52" w:rsidRPr="00941E3F" w:rsidRDefault="006C4C52" w:rsidP="006C4C52">
      <w:pPr>
        <w:pStyle w:val="Textkrper"/>
      </w:pPr>
      <w:r w:rsidRPr="00941E3F">
        <w:t xml:space="preserve">The datasets are encoded as </w:t>
      </w:r>
      <w:proofErr w:type="spellStart"/>
      <w:r w:rsidRPr="00941E3F">
        <w:t>GeoTIFF</w:t>
      </w:r>
      <w:proofErr w:type="spellEnd"/>
      <w:r w:rsidRPr="00941E3F">
        <w:t xml:space="preserve"> with LZW compression (tiles) or DEFLATE compression (European mosaics as single files).</w:t>
      </w:r>
    </w:p>
    <w:p w14:paraId="40A0814B" w14:textId="77777777" w:rsidR="006C4C52" w:rsidRPr="00941E3F" w:rsidRDefault="006C4C52" w:rsidP="006C4C52">
      <w:pPr>
        <w:pStyle w:val="Textkrper"/>
      </w:pPr>
      <w:r w:rsidRPr="00941E3F">
        <w:t xml:space="preserve">Parameter information: </w:t>
      </w:r>
    </w:p>
    <w:p w14:paraId="688CFDD3" w14:textId="77777777" w:rsidR="006C4C52" w:rsidRPr="003C0159" w:rsidRDefault="006C4C52" w:rsidP="007A37A5">
      <w:pPr>
        <w:pStyle w:val="Textkrper"/>
        <w:numPr>
          <w:ilvl w:val="0"/>
          <w:numId w:val="22"/>
        </w:numPr>
      </w:pPr>
      <w:r w:rsidRPr="003C0159">
        <w:lastRenderedPageBreak/>
        <w:t>Name: Elevation</w:t>
      </w:r>
    </w:p>
    <w:p w14:paraId="03F270DB" w14:textId="77777777" w:rsidR="006C4C52" w:rsidRPr="003C0159" w:rsidRDefault="006C4C52" w:rsidP="007A37A5">
      <w:pPr>
        <w:pStyle w:val="Textkrper"/>
        <w:numPr>
          <w:ilvl w:val="0"/>
          <w:numId w:val="22"/>
        </w:numPr>
      </w:pPr>
      <w:r w:rsidRPr="003C0159">
        <w:t>Unit: meters (m)</w:t>
      </w:r>
    </w:p>
    <w:p w14:paraId="06E035F0" w14:textId="77777777" w:rsidR="006C4C52" w:rsidRPr="003C0159" w:rsidRDefault="006C4C52" w:rsidP="007A37A5">
      <w:pPr>
        <w:pStyle w:val="Textkrper"/>
        <w:numPr>
          <w:ilvl w:val="0"/>
          <w:numId w:val="22"/>
        </w:numPr>
      </w:pPr>
      <w:r w:rsidRPr="003C0159">
        <w:t>Source type: observations</w:t>
      </w:r>
    </w:p>
    <w:p w14:paraId="6281EA63" w14:textId="77777777" w:rsidR="006C4C52" w:rsidRPr="003C0159" w:rsidRDefault="006C4C52" w:rsidP="007A37A5">
      <w:pPr>
        <w:pStyle w:val="Textkrper"/>
        <w:numPr>
          <w:ilvl w:val="0"/>
          <w:numId w:val="22"/>
        </w:numPr>
      </w:pPr>
      <w:r w:rsidRPr="003C0159">
        <w:t>Data type: raster</w:t>
      </w:r>
    </w:p>
    <w:p w14:paraId="2D09CCA1" w14:textId="77777777" w:rsidR="006C4C52" w:rsidRPr="003C0159" w:rsidRDefault="006C4C52" w:rsidP="006C4C52">
      <w:pPr>
        <w:pStyle w:val="Textkrper"/>
      </w:pPr>
      <w:r w:rsidRPr="003C0159">
        <w:t xml:space="preserve">Coverage: </w:t>
      </w:r>
    </w:p>
    <w:p w14:paraId="6BFC0F35" w14:textId="77777777" w:rsidR="006C4C52" w:rsidRPr="003C0159" w:rsidRDefault="006C4C52" w:rsidP="007A37A5">
      <w:pPr>
        <w:pStyle w:val="Textkrper"/>
        <w:numPr>
          <w:ilvl w:val="0"/>
          <w:numId w:val="21"/>
        </w:numPr>
      </w:pPr>
      <w:r w:rsidRPr="003C0159">
        <w:t>Temporal: 2000</w:t>
      </w:r>
    </w:p>
    <w:p w14:paraId="3FE05279" w14:textId="77777777" w:rsidR="006C4C52" w:rsidRPr="003C0159" w:rsidRDefault="006C4C52" w:rsidP="007A37A5">
      <w:pPr>
        <w:pStyle w:val="Textkrper"/>
        <w:numPr>
          <w:ilvl w:val="0"/>
          <w:numId w:val="21"/>
        </w:numPr>
      </w:pPr>
      <w:r w:rsidRPr="003C0159">
        <w:t>Spatial: EU</w:t>
      </w:r>
    </w:p>
    <w:p w14:paraId="1BC8CD4B" w14:textId="77777777" w:rsidR="006C4C52" w:rsidRPr="003C0159" w:rsidRDefault="006C4C52" w:rsidP="006C4C52">
      <w:pPr>
        <w:pStyle w:val="Textkrper"/>
      </w:pPr>
      <w:r w:rsidRPr="003C0159">
        <w:t>Resolution: about 30 m</w:t>
      </w:r>
    </w:p>
    <w:p w14:paraId="017867DA" w14:textId="77777777" w:rsidR="006C4C52" w:rsidRPr="003C0159" w:rsidRDefault="006C4C52" w:rsidP="006C4C52">
      <w:pPr>
        <w:pStyle w:val="Textkrper"/>
      </w:pPr>
      <w:r w:rsidRPr="003C0159">
        <w:t>CRS: ETRS89</w:t>
      </w:r>
    </w:p>
    <w:p w14:paraId="0334D31E" w14:textId="77777777" w:rsidR="006C4C52" w:rsidRPr="003C0159" w:rsidRDefault="006C4C52" w:rsidP="006C4C52">
      <w:pPr>
        <w:pStyle w:val="Textkrper"/>
      </w:pPr>
      <w:r w:rsidRPr="003C0159">
        <w:t xml:space="preserve">Storage: Format: </w:t>
      </w:r>
      <w:proofErr w:type="spellStart"/>
      <w:r w:rsidRPr="003C0159">
        <w:t>tif</w:t>
      </w:r>
      <w:proofErr w:type="spellEnd"/>
      <w:r w:rsidRPr="003C0159">
        <w:t>, Transfer size: about 20 GB</w:t>
      </w:r>
    </w:p>
    <w:p w14:paraId="1C93CCDD" w14:textId="77777777" w:rsidR="006C4C52" w:rsidRPr="003C0159" w:rsidRDefault="006C4C52" w:rsidP="006C4C52">
      <w:pPr>
        <w:pStyle w:val="Textkrper"/>
      </w:pPr>
      <w:r w:rsidRPr="003C0159">
        <w:t xml:space="preserve">Link for download: https://www.eea.europa.eu/data-and-maps/data/eu-dem#tab-original-data </w:t>
      </w:r>
    </w:p>
    <w:p w14:paraId="6D270AA4" w14:textId="77777777" w:rsidR="006C4C52" w:rsidRPr="003C0159" w:rsidRDefault="006C4C52" w:rsidP="006C4C52">
      <w:pPr>
        <w:pStyle w:val="Textkrper"/>
      </w:pPr>
      <w:r w:rsidRPr="003C0159">
        <w:t xml:space="preserve">Metadata: https://www.eea.europa.eu/data-and-maps/data/eu-dem#tab-metadata  </w:t>
      </w:r>
    </w:p>
    <w:p w14:paraId="0DD02AA8" w14:textId="77777777" w:rsidR="006C4C52" w:rsidRPr="003C0159" w:rsidRDefault="006C4C52" w:rsidP="006C4C52">
      <w:pPr>
        <w:pStyle w:val="Textkrper"/>
      </w:pPr>
      <w:r w:rsidRPr="003C0159">
        <w:t xml:space="preserve">Metadata: Link to Metadata: https://www.eea.europa.eu/data-and-maps/data/urban-atlas#tab-metadata </w:t>
      </w:r>
    </w:p>
    <w:p w14:paraId="06012EA6" w14:textId="77777777" w:rsidR="006C4C52" w:rsidRPr="003C0159" w:rsidRDefault="006C4C52" w:rsidP="006C4C52">
      <w:pPr>
        <w:pStyle w:val="berschrift3Annex"/>
      </w:pPr>
      <w:r w:rsidRPr="003C0159">
        <w:t>Data management</w:t>
      </w:r>
    </w:p>
    <w:p w14:paraId="766751F2" w14:textId="77777777" w:rsidR="006C4C52" w:rsidRPr="003C0159" w:rsidRDefault="006C4C52" w:rsidP="006C4C52">
      <w:pPr>
        <w:pStyle w:val="Textkrper"/>
      </w:pPr>
      <w:r w:rsidRPr="003C0159">
        <w:t>Availability: existing data</w:t>
      </w:r>
    </w:p>
    <w:p w14:paraId="74BFA13B" w14:textId="77777777" w:rsidR="006C4C52" w:rsidRPr="003C0159" w:rsidRDefault="006C4C52" w:rsidP="006C4C52">
      <w:pPr>
        <w:pStyle w:val="Textkrper"/>
      </w:pPr>
      <w:r w:rsidRPr="003C0159">
        <w:t>Owner: EEA, Directorate-General Enterprise and Industry (DG-ENTR), European Commission</w:t>
      </w:r>
    </w:p>
    <w:p w14:paraId="7699390F" w14:textId="77777777" w:rsidR="006C4C52" w:rsidRPr="003C0159" w:rsidRDefault="006C4C52" w:rsidP="006C4C52">
      <w:pPr>
        <w:pStyle w:val="Textkrper"/>
      </w:pPr>
      <w:r w:rsidRPr="003C0159">
        <w:t>Open Access: yes</w:t>
      </w:r>
    </w:p>
    <w:p w14:paraId="6F2EF28D" w14:textId="77777777" w:rsidR="006C4C52" w:rsidRPr="003C0159" w:rsidRDefault="006C4C52" w:rsidP="006C4C52">
      <w:pPr>
        <w:pStyle w:val="Textkrper"/>
      </w:pPr>
      <w:r w:rsidRPr="003C0159">
        <w:t xml:space="preserve">Access conditions: </w:t>
      </w:r>
    </w:p>
    <w:p w14:paraId="771C0008" w14:textId="77777777" w:rsidR="006C4C52" w:rsidRPr="003C0159" w:rsidRDefault="006C4C52" w:rsidP="006C4C52">
      <w:pPr>
        <w:pStyle w:val="Textkrper"/>
      </w:pPr>
      <w:r w:rsidRPr="003C0159">
        <w:t xml:space="preserve">From Metadata Rights:  https://www.eea.europa.eu/data-and-maps/data/urban-atlas#tab-metadata </w:t>
      </w:r>
    </w:p>
    <w:p w14:paraId="083A3A01" w14:textId="77777777" w:rsidR="006C4C52" w:rsidRPr="003C0159" w:rsidRDefault="006C4C52" w:rsidP="006C4C52">
      <w:pPr>
        <w:pStyle w:val="Textkrper"/>
      </w:pPr>
      <w:r w:rsidRPr="003C0159">
        <w:t xml:space="preserve">Access to the data is governed by the draft delegated regulation on Copernicus data and information policy, as approved by the </w:t>
      </w:r>
      <w:proofErr w:type="gramStart"/>
      <w:r w:rsidRPr="003C0159">
        <w:t>EC  on</w:t>
      </w:r>
      <w:proofErr w:type="gramEnd"/>
      <w:r w:rsidRPr="003C0159">
        <w:t xml:space="preserve"> 12th of July 2013, and in the process of decision making by the Council and European Parliament. This delegated act supplements regulation (EU) No 911/2010 of the European Parliament and of the Council on the European Earth monitoring programme (GMES). It establishes registration and licensing conditions for GMES/Copernicus users and defines criteria for restricting access to GMES/Copernicus dedicated data and GMES/Copernicus </w:t>
      </w:r>
      <w:proofErr w:type="gramStart"/>
      <w:r w:rsidRPr="003C0159">
        <w:t>service  information</w:t>
      </w:r>
      <w:proofErr w:type="gramEnd"/>
      <w:r w:rsidRPr="003C0159">
        <w:t xml:space="preserve">. </w:t>
      </w:r>
    </w:p>
    <w:p w14:paraId="3CCFFF05" w14:textId="77777777" w:rsidR="006C4C52" w:rsidRPr="003C0159" w:rsidRDefault="006C4C52" w:rsidP="006C4C52">
      <w:pPr>
        <w:pStyle w:val="Textkrper"/>
      </w:pPr>
      <w:r w:rsidRPr="003C0159">
        <w:t xml:space="preserve">The following credit must be displayed when using these data: "Produced using Copernicus data and information funded by the European Union - EU-DEM layers." </w:t>
      </w:r>
    </w:p>
    <w:p w14:paraId="127747AC" w14:textId="77777777" w:rsidR="006C4C52" w:rsidRPr="003C0159" w:rsidRDefault="006C4C52" w:rsidP="006C4C52">
      <w:pPr>
        <w:pStyle w:val="Textkrper"/>
      </w:pPr>
      <w:r w:rsidRPr="003C0159">
        <w:t xml:space="preserve">Access and use of the data is made on the conditions that: </w:t>
      </w:r>
    </w:p>
    <w:p w14:paraId="050557B2" w14:textId="77777777" w:rsidR="006C4C52" w:rsidRPr="003C0159" w:rsidRDefault="006C4C52" w:rsidP="006C4C52">
      <w:pPr>
        <w:pStyle w:val="Textkrper"/>
      </w:pPr>
      <w:r w:rsidRPr="003C0159">
        <w:t xml:space="preserve">1. When distributing or communicating Copernicus data and information to the public, users shall inform the public of the source of that data and information. </w:t>
      </w:r>
    </w:p>
    <w:p w14:paraId="390202B5" w14:textId="77777777" w:rsidR="006C4C52" w:rsidRPr="003C0159" w:rsidRDefault="006C4C52" w:rsidP="006C4C52">
      <w:pPr>
        <w:pStyle w:val="Textkrper"/>
      </w:pPr>
      <w:r w:rsidRPr="003C0159">
        <w:t xml:space="preserve">2. Users shall make sure not to convey the impression to the public that the user's activities are officially endorsed by the Union. </w:t>
      </w:r>
    </w:p>
    <w:p w14:paraId="1D2EB8B1" w14:textId="77777777" w:rsidR="006C4C52" w:rsidRPr="003C0159" w:rsidRDefault="006C4C52" w:rsidP="006C4C52">
      <w:pPr>
        <w:pStyle w:val="Textkrper"/>
      </w:pPr>
      <w:r w:rsidRPr="003C0159">
        <w:t>3. Where that data or information has been adapted or modified, the user shall clearly state this.</w:t>
      </w:r>
    </w:p>
    <w:p w14:paraId="24701719" w14:textId="77777777" w:rsidR="006C4C52" w:rsidRPr="003C0159" w:rsidRDefault="006C4C52" w:rsidP="006C4C52">
      <w:pPr>
        <w:pStyle w:val="berschrift3Annex"/>
      </w:pPr>
      <w:r w:rsidRPr="003C0159">
        <w:t>(Meta-) Data Repository</w:t>
      </w:r>
    </w:p>
    <w:p w14:paraId="7B32E7C8" w14:textId="77777777" w:rsidR="006C4C52" w:rsidRPr="003C0159" w:rsidRDefault="006C4C52" w:rsidP="006C4C52">
      <w:pPr>
        <w:pStyle w:val="Textkrper"/>
      </w:pPr>
      <w:r w:rsidRPr="003C0159">
        <w:t>Data Repository Name: EEA Website</w:t>
      </w:r>
    </w:p>
    <w:p w14:paraId="6AF2CB5B" w14:textId="77777777" w:rsidR="006C4C52" w:rsidRPr="003C0159" w:rsidRDefault="006C4C52" w:rsidP="006C4C52">
      <w:pPr>
        <w:pStyle w:val="Textkrper"/>
      </w:pPr>
      <w:r w:rsidRPr="003C0159">
        <w:t xml:space="preserve">Data Repository Description: </w:t>
      </w:r>
      <w:proofErr w:type="gramStart"/>
      <w:r w:rsidRPr="003C0159">
        <w:t>External  data</w:t>
      </w:r>
      <w:proofErr w:type="gramEnd"/>
      <w:r w:rsidRPr="003C0159">
        <w:t xml:space="preserve"> available for download.  </w:t>
      </w:r>
    </w:p>
    <w:p w14:paraId="7F704AE1" w14:textId="77777777" w:rsidR="006C4C52" w:rsidRPr="003C0159" w:rsidRDefault="006C4C52" w:rsidP="006C4C52">
      <w:pPr>
        <w:pStyle w:val="Textkrper"/>
      </w:pPr>
      <w:r w:rsidRPr="003C0159">
        <w:t xml:space="preserve">Data Repository Link: EU-DEM Permalink </w:t>
      </w:r>
    </w:p>
    <w:p w14:paraId="11F59E70" w14:textId="77777777" w:rsidR="006C4C52" w:rsidRPr="003C0159" w:rsidRDefault="006C4C52" w:rsidP="006C4C52">
      <w:pPr>
        <w:pStyle w:val="Textkrper"/>
      </w:pPr>
      <w:r w:rsidRPr="003C0159">
        <w:t>Data Repository Properties: public or restricted (YES/NO)</w:t>
      </w:r>
    </w:p>
    <w:p w14:paraId="16CBFC8A" w14:textId="77777777" w:rsidR="006C4C52" w:rsidRPr="003C0159" w:rsidRDefault="006C4C52" w:rsidP="006C4C52">
      <w:pPr>
        <w:pStyle w:val="Textkrper"/>
      </w:pPr>
      <w:r w:rsidRPr="003C0159">
        <w:lastRenderedPageBreak/>
        <w:t xml:space="preserve">Data Repository Properties: </w:t>
      </w:r>
    </w:p>
    <w:p w14:paraId="2AA40969" w14:textId="77777777" w:rsidR="006C4C52" w:rsidRPr="003C0159" w:rsidRDefault="006C4C52" w:rsidP="007A37A5">
      <w:pPr>
        <w:pStyle w:val="Textkrper"/>
        <w:numPr>
          <w:ilvl w:val="0"/>
          <w:numId w:val="24"/>
        </w:numPr>
      </w:pPr>
      <w:r w:rsidRPr="003C0159">
        <w:t>External data repository. Expected long-term availability.</w:t>
      </w:r>
    </w:p>
    <w:p w14:paraId="7209BB5C" w14:textId="77777777" w:rsidR="006C4C52" w:rsidRPr="003C0159" w:rsidRDefault="006C4C52" w:rsidP="007A37A5">
      <w:pPr>
        <w:pStyle w:val="Textkrper"/>
        <w:numPr>
          <w:ilvl w:val="0"/>
          <w:numId w:val="24"/>
        </w:numPr>
      </w:pPr>
      <w:r w:rsidRPr="003C0159">
        <w:t xml:space="preserve">Security methods, including back-up, not </w:t>
      </w:r>
      <w:proofErr w:type="spellStart"/>
      <w:r w:rsidRPr="003C0159">
        <w:t>know</w:t>
      </w:r>
      <w:proofErr w:type="spellEnd"/>
      <w:r w:rsidRPr="003C0159">
        <w:t xml:space="preserve">. </w:t>
      </w:r>
    </w:p>
    <w:p w14:paraId="7A65BDCA" w14:textId="77777777" w:rsidR="006C4C52" w:rsidRPr="003C0159" w:rsidRDefault="006C4C52" w:rsidP="007A37A5">
      <w:pPr>
        <w:pStyle w:val="Textkrper"/>
        <w:numPr>
          <w:ilvl w:val="0"/>
          <w:numId w:val="24"/>
        </w:numPr>
      </w:pPr>
      <w:r w:rsidRPr="003C0159">
        <w:t>The data are useable for third parties, also after the end of the project</w:t>
      </w:r>
    </w:p>
    <w:p w14:paraId="2C2EFAE0" w14:textId="77777777" w:rsidR="006C4C52" w:rsidRPr="003C0159" w:rsidRDefault="006C4C52" w:rsidP="006C4C52">
      <w:pPr>
        <w:pStyle w:val="Textkrper"/>
      </w:pPr>
      <w:r w:rsidRPr="003C0159">
        <w:t xml:space="preserve">Data Repository Access: Data are available for download. GIS tool needed for data analysis. </w:t>
      </w:r>
    </w:p>
    <w:p w14:paraId="215B2D08" w14:textId="77777777" w:rsidR="006C4C52" w:rsidRPr="003C0159" w:rsidRDefault="006C4C52" w:rsidP="006C4C52">
      <w:pPr>
        <w:pStyle w:val="berschrift2Annex"/>
      </w:pPr>
      <w:bookmarkStart w:id="93" w:name="_Toc499541153"/>
      <w:r w:rsidRPr="003C0159">
        <w:t>Climatic models</w:t>
      </w:r>
      <w:bookmarkEnd w:id="93"/>
      <w:r w:rsidRPr="003C0159">
        <w:t xml:space="preserve"> </w:t>
      </w:r>
    </w:p>
    <w:p w14:paraId="41DB5496" w14:textId="77777777" w:rsidR="006C4C52" w:rsidRPr="003C0159" w:rsidRDefault="006C4C52" w:rsidP="006C4C52">
      <w:pPr>
        <w:pStyle w:val="berschrift3Annex"/>
      </w:pPr>
      <w:r w:rsidRPr="003C0159">
        <w:t>Responsible party</w:t>
      </w:r>
    </w:p>
    <w:p w14:paraId="1648DFAD" w14:textId="77777777" w:rsidR="006C4C52" w:rsidRPr="003C0159" w:rsidRDefault="006C4C52" w:rsidP="006C4C52">
      <w:pPr>
        <w:pStyle w:val="Textkrper"/>
      </w:pPr>
      <w:proofErr w:type="spellStart"/>
      <w:proofErr w:type="gramStart"/>
      <w:r w:rsidRPr="003C0159">
        <w:t>Aemet</w:t>
      </w:r>
      <w:proofErr w:type="spellEnd"/>
      <w:r w:rsidRPr="003C0159">
        <w:t xml:space="preserve">  is</w:t>
      </w:r>
      <w:proofErr w:type="gramEnd"/>
      <w:r w:rsidRPr="003C0159">
        <w:t xml:space="preserve"> responsible for collecting data. Atos and </w:t>
      </w:r>
      <w:proofErr w:type="spellStart"/>
      <w:proofErr w:type="gramStart"/>
      <w:r w:rsidRPr="003C0159">
        <w:t>Meteogrid</w:t>
      </w:r>
      <w:proofErr w:type="spellEnd"/>
      <w:r w:rsidRPr="003C0159">
        <w:t xml:space="preserve">  are</w:t>
      </w:r>
      <w:proofErr w:type="gramEnd"/>
      <w:r w:rsidRPr="003C0159">
        <w:t xml:space="preserve"> responsible for storing the data</w:t>
      </w:r>
    </w:p>
    <w:p w14:paraId="04B9B9E1" w14:textId="77777777" w:rsidR="006C4C52" w:rsidRPr="003C0159" w:rsidRDefault="006C4C52" w:rsidP="006C4C52">
      <w:pPr>
        <w:pStyle w:val="Textkrper"/>
      </w:pPr>
      <w:r w:rsidRPr="003C0159">
        <w:t xml:space="preserve">Responsible Party (CLARITY): AEMET </w:t>
      </w:r>
    </w:p>
    <w:p w14:paraId="641CB1E5" w14:textId="77777777" w:rsidR="006C4C52" w:rsidRPr="003C0159" w:rsidRDefault="006C4C52" w:rsidP="006C4C52">
      <w:pPr>
        <w:pStyle w:val="Textkrper"/>
      </w:pPr>
      <w:r w:rsidRPr="003C0159">
        <w:t xml:space="preserve">Responsible Person (CLARITY): Luis Torres </w:t>
      </w:r>
      <w:proofErr w:type="spellStart"/>
      <w:r w:rsidRPr="003C0159">
        <w:t>Michelena</w:t>
      </w:r>
      <w:proofErr w:type="spellEnd"/>
      <w:r w:rsidRPr="003C0159">
        <w:t xml:space="preserve"> </w:t>
      </w:r>
    </w:p>
    <w:p w14:paraId="3BE19122" w14:textId="77777777" w:rsidR="006C4C52" w:rsidRPr="003C0159" w:rsidRDefault="006C4C52" w:rsidP="006C4C52">
      <w:pPr>
        <w:pStyle w:val="Textkrper"/>
      </w:pPr>
      <w:r w:rsidRPr="003C0159">
        <w:t>WPs: WP2</w:t>
      </w:r>
    </w:p>
    <w:p w14:paraId="57899141" w14:textId="77777777" w:rsidR="006C4C52" w:rsidRPr="003C0159" w:rsidRDefault="006C4C52" w:rsidP="006C4C52">
      <w:pPr>
        <w:pStyle w:val="berschrift3Annex"/>
      </w:pPr>
      <w:r w:rsidRPr="003C0159">
        <w:t>Data provenance</w:t>
      </w:r>
    </w:p>
    <w:p w14:paraId="53964487" w14:textId="77777777" w:rsidR="006C4C52" w:rsidRPr="003C0159" w:rsidRDefault="006C4C52" w:rsidP="006C4C52">
      <w:pPr>
        <w:pStyle w:val="Textkrper"/>
      </w:pPr>
      <w:r w:rsidRPr="003C0159">
        <w:t xml:space="preserve">CMIP5. </w:t>
      </w:r>
    </w:p>
    <w:p w14:paraId="46CFC7AF" w14:textId="77777777" w:rsidR="006C4C52" w:rsidRPr="003C0159" w:rsidRDefault="006C4C52" w:rsidP="006C4C52">
      <w:pPr>
        <w:pStyle w:val="Textkrper"/>
      </w:pPr>
      <w:r w:rsidRPr="003C0159">
        <w:t xml:space="preserve">The CMIP5 experimental protocol was endorsed by the 12th Session of the WCRP Working Group on Coupled Modelling (WGCM) and is presented in the following document: Taylor, K. E., R. J. Stouffer and G. A. </w:t>
      </w:r>
      <w:proofErr w:type="spellStart"/>
      <w:r w:rsidRPr="003C0159">
        <w:t>Meehl</w:t>
      </w:r>
      <w:proofErr w:type="spellEnd"/>
      <w:r w:rsidRPr="003C0159">
        <w:t>, 2009: A Summary of the CMIP5 Experiment Design</w:t>
      </w:r>
    </w:p>
    <w:p w14:paraId="2C2C59D8" w14:textId="77777777" w:rsidR="006C4C52" w:rsidRPr="003C0159" w:rsidRDefault="006C4C52" w:rsidP="006C4C52">
      <w:pPr>
        <w:pStyle w:val="Textkrper"/>
      </w:pPr>
      <w:r w:rsidRPr="003C0159">
        <w:t xml:space="preserve">External Datasets: ACCESS1-0, CanESM2, HADGEM2-CC, MPI-ESM-MR, NorESM1-M </w:t>
      </w:r>
    </w:p>
    <w:p w14:paraId="3C7F8212" w14:textId="77777777" w:rsidR="006C4C52" w:rsidRPr="003C0159" w:rsidRDefault="006C4C52" w:rsidP="006C4C52">
      <w:pPr>
        <w:pStyle w:val="berschrift3Annex"/>
      </w:pPr>
      <w:r w:rsidRPr="003C0159">
        <w:t>Intended use</w:t>
      </w:r>
    </w:p>
    <w:p w14:paraId="02ADB4C6" w14:textId="77777777" w:rsidR="006C4C52" w:rsidRPr="003C0159" w:rsidRDefault="006C4C52" w:rsidP="006C4C52">
      <w:pPr>
        <w:pStyle w:val="Textkrper"/>
      </w:pPr>
      <w:proofErr w:type="gramStart"/>
      <w:r w:rsidRPr="003C0159">
        <w:t>External grid data with climatic projections.</w:t>
      </w:r>
      <w:proofErr w:type="gramEnd"/>
      <w:r w:rsidRPr="003C0159">
        <w:t xml:space="preserve"> Foreseen possible risks over the road network linked to weather variables.</w:t>
      </w:r>
    </w:p>
    <w:p w14:paraId="5CFCC74D" w14:textId="77777777" w:rsidR="006C4C52" w:rsidRPr="003C0159" w:rsidRDefault="006C4C52" w:rsidP="006C4C52">
      <w:pPr>
        <w:pStyle w:val="Textkrper"/>
      </w:pPr>
      <w:r w:rsidRPr="003C0159">
        <w:t xml:space="preserve">Building Blocks: Catalogue of Data Sources and Simulation Models, Data Repositories, High Level Climate Change Risk Assessment Tool, Multi-Criteria-Analysis Decision Support Tool </w:t>
      </w:r>
    </w:p>
    <w:p w14:paraId="6876B7BA" w14:textId="77777777" w:rsidR="006C4C52" w:rsidRPr="003C0159" w:rsidRDefault="006C4C52" w:rsidP="006C4C52">
      <w:pPr>
        <w:pStyle w:val="berschrift3Annex"/>
      </w:pPr>
      <w:r w:rsidRPr="003C0159">
        <w:t>Data description</w:t>
      </w:r>
    </w:p>
    <w:p w14:paraId="2D735AD9" w14:textId="77777777" w:rsidR="006C4C52" w:rsidRPr="003C0159" w:rsidRDefault="006C4C52" w:rsidP="006C4C52">
      <w:pPr>
        <w:pStyle w:val="Textkrper"/>
      </w:pPr>
      <w:proofErr w:type="spellStart"/>
      <w:r w:rsidRPr="003C0159">
        <w:t>Netcdf</w:t>
      </w:r>
      <w:proofErr w:type="spellEnd"/>
      <w:r w:rsidRPr="003C0159">
        <w:t xml:space="preserve"> data fails with the forecasted values of weather variables.</w:t>
      </w:r>
    </w:p>
    <w:p w14:paraId="3D710F79" w14:textId="77777777" w:rsidR="006C4C52" w:rsidRPr="003C0159" w:rsidRDefault="006C4C52" w:rsidP="006C4C52">
      <w:pPr>
        <w:pStyle w:val="Textkrper"/>
      </w:pPr>
      <w:r w:rsidRPr="003C0159">
        <w:t>Parameter information: grid data</w:t>
      </w:r>
    </w:p>
    <w:p w14:paraId="356B6A3A" w14:textId="77777777" w:rsidR="006C4C52" w:rsidRPr="003C0159" w:rsidRDefault="006C4C52" w:rsidP="006C4C52">
      <w:pPr>
        <w:pStyle w:val="Textkrper"/>
      </w:pPr>
      <w:r w:rsidRPr="003C0159">
        <w:t>Coverage: Spain/Europe from 1960 - 2100</w:t>
      </w:r>
    </w:p>
    <w:p w14:paraId="74D701AB" w14:textId="77777777" w:rsidR="006C4C52" w:rsidRPr="003C0159" w:rsidRDefault="006C4C52" w:rsidP="006C4C52">
      <w:pPr>
        <w:pStyle w:val="Textkrper"/>
      </w:pPr>
      <w:r w:rsidRPr="003C0159">
        <w:t>Resolution: space: 1.5º, temporal: daily</w:t>
      </w:r>
    </w:p>
    <w:p w14:paraId="7767EBB6" w14:textId="77777777" w:rsidR="006C4C52" w:rsidRPr="003C0159" w:rsidRDefault="006C4C52" w:rsidP="006C4C52">
      <w:pPr>
        <w:pStyle w:val="Textkrper"/>
      </w:pPr>
      <w:r w:rsidRPr="003C0159">
        <w:t xml:space="preserve">Storage: format: </w:t>
      </w:r>
      <w:proofErr w:type="spellStart"/>
      <w:r w:rsidRPr="003C0159">
        <w:t>netcdf</w:t>
      </w:r>
      <w:proofErr w:type="spellEnd"/>
      <w:r w:rsidRPr="003C0159">
        <w:t>, expected size: 300 MB / (variable and model), (this size corresponds to Europe)</w:t>
      </w:r>
    </w:p>
    <w:p w14:paraId="68CAA937" w14:textId="77777777" w:rsidR="006C4C52" w:rsidRPr="003C0159" w:rsidRDefault="006C4C52" w:rsidP="006C4C52">
      <w:pPr>
        <w:pStyle w:val="berschrift3Annex"/>
      </w:pPr>
      <w:r w:rsidRPr="003C0159">
        <w:t>Data management</w:t>
      </w:r>
    </w:p>
    <w:p w14:paraId="41CA85D0" w14:textId="77777777" w:rsidR="006C4C52" w:rsidRPr="003C0159" w:rsidRDefault="006C4C52" w:rsidP="006C4C52">
      <w:pPr>
        <w:pStyle w:val="Textkrper"/>
      </w:pPr>
      <w:r w:rsidRPr="003C0159">
        <w:t>Availability: existing data</w:t>
      </w:r>
    </w:p>
    <w:p w14:paraId="117C4672" w14:textId="77777777" w:rsidR="006C4C52" w:rsidRPr="003C0159" w:rsidRDefault="006C4C52" w:rsidP="006C4C52">
      <w:pPr>
        <w:pStyle w:val="Textkrper"/>
      </w:pPr>
      <w:r w:rsidRPr="003C0159">
        <w:t>Owner: CMIP5</w:t>
      </w:r>
    </w:p>
    <w:p w14:paraId="67A73AA2" w14:textId="77777777" w:rsidR="006C4C52" w:rsidRPr="003C0159" w:rsidRDefault="006C4C52" w:rsidP="006C4C52">
      <w:pPr>
        <w:pStyle w:val="Textkrper"/>
      </w:pPr>
      <w:r w:rsidRPr="003C0159">
        <w:t>Open Access: yes</w:t>
      </w:r>
    </w:p>
    <w:p w14:paraId="15815409" w14:textId="77777777" w:rsidR="006C4C52" w:rsidRPr="003C0159" w:rsidRDefault="006C4C52" w:rsidP="006C4C52">
      <w:pPr>
        <w:pStyle w:val="Textkrper"/>
      </w:pPr>
      <w:r w:rsidRPr="003C0159">
        <w:t>Access conditions: research purposes</w:t>
      </w:r>
    </w:p>
    <w:p w14:paraId="1D81A86D" w14:textId="77777777" w:rsidR="006C4C52" w:rsidRPr="003C0159" w:rsidRDefault="006C4C52" w:rsidP="006C4C52">
      <w:pPr>
        <w:pStyle w:val="berschrift3Annex"/>
      </w:pPr>
      <w:r w:rsidRPr="003C0159">
        <w:t>(Meta-) Data Repository</w:t>
      </w:r>
    </w:p>
    <w:p w14:paraId="12271832" w14:textId="77777777" w:rsidR="006C4C52" w:rsidRPr="003C0159" w:rsidRDefault="006C4C52" w:rsidP="006C4C52">
      <w:pPr>
        <w:pStyle w:val="Textkrper"/>
      </w:pPr>
      <w:r w:rsidRPr="003C0159">
        <w:t>Data Repository Name: ATOS</w:t>
      </w:r>
    </w:p>
    <w:p w14:paraId="00D7EB4B" w14:textId="77777777" w:rsidR="006C4C52" w:rsidRPr="003C0159" w:rsidRDefault="006C4C52" w:rsidP="006C4C52">
      <w:pPr>
        <w:pStyle w:val="Textkrper"/>
      </w:pPr>
      <w:r w:rsidRPr="003C0159">
        <w:t>Data Repository Description: public institution</w:t>
      </w:r>
    </w:p>
    <w:p w14:paraId="766A4767" w14:textId="77777777" w:rsidR="006C4C52" w:rsidRPr="003C0159" w:rsidRDefault="006C4C52" w:rsidP="006C4C52">
      <w:pPr>
        <w:pStyle w:val="Textkrper"/>
      </w:pPr>
      <w:r w:rsidRPr="003C0159">
        <w:lastRenderedPageBreak/>
        <w:t>Data Repository Access: to be defined</w:t>
      </w:r>
    </w:p>
    <w:p w14:paraId="66422C3C" w14:textId="77777777" w:rsidR="006C4C52" w:rsidRPr="003C0159" w:rsidRDefault="006C4C52" w:rsidP="006C4C52">
      <w:pPr>
        <w:pStyle w:val="berschrift2Annex"/>
      </w:pPr>
      <w:bookmarkStart w:id="94" w:name="_Toc499541154"/>
      <w:r w:rsidRPr="003C0159">
        <w:t>Seasonal models</w:t>
      </w:r>
      <w:bookmarkEnd w:id="94"/>
      <w:r w:rsidRPr="003C0159">
        <w:t xml:space="preserve"> </w:t>
      </w:r>
    </w:p>
    <w:p w14:paraId="13A7DBE2" w14:textId="77777777" w:rsidR="006C4C52" w:rsidRPr="003C0159" w:rsidRDefault="006C4C52" w:rsidP="006C4C52">
      <w:pPr>
        <w:pStyle w:val="berschrift3Annex"/>
      </w:pPr>
      <w:r w:rsidRPr="003C0159">
        <w:t>Responsible party</w:t>
      </w:r>
    </w:p>
    <w:p w14:paraId="29AB17AA" w14:textId="77777777" w:rsidR="006C4C52" w:rsidRPr="003C0159" w:rsidRDefault="006C4C52" w:rsidP="006C4C52">
      <w:pPr>
        <w:pStyle w:val="Textkrper"/>
      </w:pPr>
      <w:proofErr w:type="spellStart"/>
      <w:proofErr w:type="gramStart"/>
      <w:r w:rsidRPr="003C0159">
        <w:t>Aemet</w:t>
      </w:r>
      <w:proofErr w:type="spellEnd"/>
      <w:r w:rsidRPr="003C0159">
        <w:t xml:space="preserve">  is</w:t>
      </w:r>
      <w:proofErr w:type="gramEnd"/>
      <w:r w:rsidRPr="003C0159">
        <w:t xml:space="preserve"> responsible for collecting data. </w:t>
      </w:r>
      <w:proofErr w:type="gramStart"/>
      <w:r w:rsidRPr="003C0159">
        <w:t>Atos  and</w:t>
      </w:r>
      <w:proofErr w:type="gramEnd"/>
      <w:r w:rsidRPr="003C0159">
        <w:t xml:space="preserve"> </w:t>
      </w:r>
      <w:proofErr w:type="spellStart"/>
      <w:r w:rsidRPr="003C0159">
        <w:t>Meteogrid</w:t>
      </w:r>
      <w:proofErr w:type="spellEnd"/>
      <w:r w:rsidRPr="003C0159">
        <w:t xml:space="preserve">  are responsible for storing the data</w:t>
      </w:r>
    </w:p>
    <w:p w14:paraId="23B78ED4" w14:textId="77777777" w:rsidR="006C4C52" w:rsidRPr="003C0159" w:rsidRDefault="006C4C52" w:rsidP="006C4C52">
      <w:pPr>
        <w:pStyle w:val="Textkrper"/>
      </w:pPr>
      <w:r w:rsidRPr="003C0159">
        <w:t xml:space="preserve">Responsible Party (CLARITY): AEMET </w:t>
      </w:r>
    </w:p>
    <w:p w14:paraId="53EF2C16" w14:textId="77777777" w:rsidR="006C4C52" w:rsidRPr="003C0159" w:rsidRDefault="006C4C52" w:rsidP="006C4C52">
      <w:pPr>
        <w:pStyle w:val="Textkrper"/>
      </w:pPr>
      <w:r w:rsidRPr="003C0159">
        <w:t xml:space="preserve">Responsible Person (CLARITY): Luis Torres </w:t>
      </w:r>
      <w:proofErr w:type="spellStart"/>
      <w:r w:rsidRPr="003C0159">
        <w:t>Michelena</w:t>
      </w:r>
      <w:proofErr w:type="spellEnd"/>
      <w:r w:rsidRPr="003C0159">
        <w:t xml:space="preserve"> </w:t>
      </w:r>
    </w:p>
    <w:p w14:paraId="197B365D" w14:textId="77777777" w:rsidR="006C4C52" w:rsidRPr="003C0159" w:rsidRDefault="006C4C52" w:rsidP="006C4C52">
      <w:pPr>
        <w:pStyle w:val="Textkrper"/>
      </w:pPr>
      <w:r w:rsidRPr="003C0159">
        <w:t>WPs: WP2</w:t>
      </w:r>
    </w:p>
    <w:p w14:paraId="26E1569E" w14:textId="77777777" w:rsidR="006C4C52" w:rsidRPr="003C0159" w:rsidRDefault="006C4C52" w:rsidP="006C4C52">
      <w:pPr>
        <w:pStyle w:val="berschrift3Annex"/>
      </w:pPr>
      <w:r w:rsidRPr="003C0159">
        <w:t>Data provenance</w:t>
      </w:r>
    </w:p>
    <w:p w14:paraId="2DC4B428" w14:textId="77777777" w:rsidR="006C4C52" w:rsidRPr="003C0159" w:rsidRDefault="006C4C52" w:rsidP="006C4C52">
      <w:pPr>
        <w:pStyle w:val="Textkrper"/>
      </w:pPr>
      <w:proofErr w:type="gramStart"/>
      <w:r w:rsidRPr="003C0159">
        <w:t>NCEP-NCAR for the USA seasonal models.</w:t>
      </w:r>
      <w:proofErr w:type="gramEnd"/>
      <w:r w:rsidRPr="003C0159">
        <w:t xml:space="preserve"> ECMWF for European seasonal models</w:t>
      </w:r>
    </w:p>
    <w:p w14:paraId="6E402451" w14:textId="77777777" w:rsidR="006C4C52" w:rsidRPr="003C0159" w:rsidRDefault="006C4C52" w:rsidP="006C4C52">
      <w:pPr>
        <w:pStyle w:val="Textkrper"/>
      </w:pPr>
      <w:r w:rsidRPr="003C0159">
        <w:t xml:space="preserve">External Datasets: CFS </w:t>
      </w:r>
    </w:p>
    <w:p w14:paraId="2DBE23B3" w14:textId="77777777" w:rsidR="006C4C52" w:rsidRPr="003C0159" w:rsidRDefault="006C4C52" w:rsidP="006C4C52">
      <w:pPr>
        <w:pStyle w:val="berschrift3Annex"/>
      </w:pPr>
      <w:r w:rsidRPr="003C0159">
        <w:t>Intended use</w:t>
      </w:r>
    </w:p>
    <w:p w14:paraId="726C4FA2" w14:textId="77777777" w:rsidR="006C4C52" w:rsidRPr="003C0159" w:rsidRDefault="006C4C52" w:rsidP="006C4C52">
      <w:pPr>
        <w:pStyle w:val="Textkrper"/>
      </w:pPr>
      <w:proofErr w:type="gramStart"/>
      <w:r w:rsidRPr="003C0159">
        <w:t>External grid data with seasonal forecasts.</w:t>
      </w:r>
      <w:proofErr w:type="gramEnd"/>
      <w:r w:rsidRPr="003C0159">
        <w:t xml:space="preserve"> Foreseen possible risks over the road network linked to weather variables.</w:t>
      </w:r>
    </w:p>
    <w:p w14:paraId="4037F03D" w14:textId="77777777" w:rsidR="006C4C52" w:rsidRPr="003C0159" w:rsidRDefault="006C4C52" w:rsidP="006C4C52">
      <w:pPr>
        <w:pStyle w:val="Textkrper"/>
      </w:pPr>
      <w:r w:rsidRPr="003C0159">
        <w:t xml:space="preserve">Building Blocks: Catalogue of Data Sources and Simulation Models, Data Repositories, High Level Climate Change Risk Assessment Tool, Multi-Criteria-Analysis Decision Support Tool </w:t>
      </w:r>
    </w:p>
    <w:p w14:paraId="3D082DB3" w14:textId="77777777" w:rsidR="006C4C52" w:rsidRPr="003C0159" w:rsidRDefault="006C4C52" w:rsidP="006C4C52">
      <w:pPr>
        <w:pStyle w:val="berschrift3Annex"/>
      </w:pPr>
      <w:r w:rsidRPr="003C0159">
        <w:t>Data description</w:t>
      </w:r>
    </w:p>
    <w:p w14:paraId="7DCE0830" w14:textId="77777777" w:rsidR="006C4C52" w:rsidRPr="003C0159" w:rsidRDefault="006C4C52" w:rsidP="006C4C52">
      <w:pPr>
        <w:pStyle w:val="Textkrper"/>
      </w:pPr>
      <w:r w:rsidRPr="003C0159">
        <w:t>GRIB data fails with the forecasted values of weather variables.</w:t>
      </w:r>
    </w:p>
    <w:p w14:paraId="641D034F" w14:textId="77777777" w:rsidR="006C4C52" w:rsidRPr="003C0159" w:rsidRDefault="006C4C52" w:rsidP="006C4C52">
      <w:pPr>
        <w:pStyle w:val="Textkrper"/>
      </w:pPr>
      <w:r w:rsidRPr="003C0159">
        <w:t>Parameter information: grid data</w:t>
      </w:r>
    </w:p>
    <w:p w14:paraId="4814E0DD" w14:textId="77777777" w:rsidR="006C4C52" w:rsidRPr="003C0159" w:rsidRDefault="006C4C52" w:rsidP="006C4C52">
      <w:pPr>
        <w:pStyle w:val="Textkrper"/>
      </w:pPr>
      <w:r w:rsidRPr="003C0159">
        <w:t>Coverage: Spain/Europe from 2014 - 2019</w:t>
      </w:r>
    </w:p>
    <w:p w14:paraId="64035F17" w14:textId="77777777" w:rsidR="006C4C52" w:rsidRPr="003C0159" w:rsidRDefault="006C4C52" w:rsidP="006C4C52">
      <w:pPr>
        <w:pStyle w:val="Textkrper"/>
      </w:pPr>
      <w:r w:rsidRPr="003C0159">
        <w:t>Resolution: space: 1.5º, temporal: daily</w:t>
      </w:r>
    </w:p>
    <w:p w14:paraId="7063E944" w14:textId="77777777" w:rsidR="006C4C52" w:rsidRPr="003C0159" w:rsidRDefault="006C4C52" w:rsidP="006C4C52">
      <w:pPr>
        <w:pStyle w:val="Textkrper"/>
      </w:pPr>
      <w:r w:rsidRPr="003C0159">
        <w:t>Storage: format: GRIB, expected size: 150 MB / (variable and model), (this size corresponds to Europe)</w:t>
      </w:r>
    </w:p>
    <w:p w14:paraId="43F8D5D5" w14:textId="77777777" w:rsidR="006C4C52" w:rsidRPr="003C0159" w:rsidRDefault="006C4C52" w:rsidP="006C4C52">
      <w:pPr>
        <w:pStyle w:val="Textkrper"/>
      </w:pPr>
      <w:r w:rsidRPr="003C0159">
        <w:t>Metadata: To be defined</w:t>
      </w:r>
    </w:p>
    <w:p w14:paraId="3C30173C" w14:textId="77777777" w:rsidR="006C4C52" w:rsidRPr="003C0159" w:rsidRDefault="006C4C52" w:rsidP="006C4C52">
      <w:pPr>
        <w:pStyle w:val="berschrift3Annex"/>
      </w:pPr>
      <w:r w:rsidRPr="003C0159">
        <w:t>Data management</w:t>
      </w:r>
    </w:p>
    <w:p w14:paraId="1BF81DE2" w14:textId="77777777" w:rsidR="006C4C52" w:rsidRPr="003C0159" w:rsidRDefault="006C4C52" w:rsidP="006C4C52">
      <w:pPr>
        <w:pStyle w:val="Textkrper"/>
      </w:pPr>
      <w:r w:rsidRPr="003C0159">
        <w:t>Availability: existing data</w:t>
      </w:r>
    </w:p>
    <w:p w14:paraId="189F2CB6" w14:textId="77777777" w:rsidR="006C4C52" w:rsidRPr="003C0159" w:rsidRDefault="006C4C52" w:rsidP="006C4C52">
      <w:pPr>
        <w:pStyle w:val="Textkrper"/>
      </w:pPr>
      <w:r w:rsidRPr="003C0159">
        <w:t>Owner: NOAA and ECMWF</w:t>
      </w:r>
    </w:p>
    <w:p w14:paraId="2D831224" w14:textId="77777777" w:rsidR="006C4C52" w:rsidRPr="003C0159" w:rsidRDefault="006C4C52" w:rsidP="006C4C52">
      <w:pPr>
        <w:pStyle w:val="Textkrper"/>
      </w:pPr>
      <w:r w:rsidRPr="003C0159">
        <w:t>Open Access: no</w:t>
      </w:r>
    </w:p>
    <w:p w14:paraId="185BC89F" w14:textId="77777777" w:rsidR="006C4C52" w:rsidRPr="003C0159" w:rsidRDefault="006C4C52" w:rsidP="006C4C52">
      <w:pPr>
        <w:pStyle w:val="Textkrper"/>
      </w:pPr>
      <w:r w:rsidRPr="003C0159">
        <w:t xml:space="preserve">Open Access: </w:t>
      </w:r>
    </w:p>
    <w:p w14:paraId="142C3190" w14:textId="77777777" w:rsidR="006C4C52" w:rsidRPr="003C0159" w:rsidRDefault="006C4C52" w:rsidP="006C4C52">
      <w:pPr>
        <w:pStyle w:val="Textkrper"/>
      </w:pPr>
      <w:r w:rsidRPr="003C0159">
        <w:t>NOAA data are freely accessible, ECMWF data are proprietary data</w:t>
      </w:r>
    </w:p>
    <w:p w14:paraId="7E7624D2" w14:textId="77777777" w:rsidR="006C4C52" w:rsidRPr="003C0159" w:rsidRDefault="006C4C52" w:rsidP="006C4C52">
      <w:pPr>
        <w:pStyle w:val="Textkrper"/>
      </w:pPr>
      <w:r w:rsidRPr="003C0159">
        <w:t>Access conditions: all use</w:t>
      </w:r>
    </w:p>
    <w:p w14:paraId="156F7F62" w14:textId="77777777" w:rsidR="006C4C52" w:rsidRPr="003C0159" w:rsidRDefault="006C4C52" w:rsidP="006C4C52">
      <w:pPr>
        <w:pStyle w:val="berschrift3Annex"/>
      </w:pPr>
      <w:r w:rsidRPr="003C0159">
        <w:t>(Meta-) Data Repository</w:t>
      </w:r>
    </w:p>
    <w:p w14:paraId="71768613" w14:textId="77777777" w:rsidR="006C4C52" w:rsidRPr="003C0159" w:rsidRDefault="006C4C52" w:rsidP="006C4C52">
      <w:pPr>
        <w:pStyle w:val="Textkrper"/>
      </w:pPr>
      <w:r w:rsidRPr="003C0159">
        <w:t>Data Repository Name: ATOS</w:t>
      </w:r>
    </w:p>
    <w:p w14:paraId="6B027EEF" w14:textId="77777777" w:rsidR="006C4C52" w:rsidRPr="003C0159" w:rsidRDefault="006C4C52" w:rsidP="006C4C52">
      <w:pPr>
        <w:pStyle w:val="Textkrper"/>
      </w:pPr>
      <w:r w:rsidRPr="003C0159">
        <w:t>Data Repository Description: public institution</w:t>
      </w:r>
    </w:p>
    <w:p w14:paraId="59CC96BA" w14:textId="77777777" w:rsidR="006C4C52" w:rsidRPr="003C0159" w:rsidRDefault="006C4C52" w:rsidP="006C4C52">
      <w:pPr>
        <w:pStyle w:val="Textkrper"/>
      </w:pPr>
      <w:r w:rsidRPr="003C0159">
        <w:t>Data Repository Access: to be defined</w:t>
      </w:r>
    </w:p>
    <w:p w14:paraId="18BF39CF" w14:textId="77777777" w:rsidR="006C4C52" w:rsidRPr="003C0159" w:rsidRDefault="006C4C52" w:rsidP="006C4C52">
      <w:pPr>
        <w:pStyle w:val="berschrift2Annex"/>
      </w:pPr>
      <w:bookmarkStart w:id="95" w:name="_Toc499541155"/>
      <w:proofErr w:type="spellStart"/>
      <w:r w:rsidRPr="003C0159">
        <w:t>Altimetric</w:t>
      </w:r>
      <w:proofErr w:type="spellEnd"/>
      <w:r w:rsidRPr="003C0159">
        <w:t xml:space="preserve"> information of the LiDAR point cloud</w:t>
      </w:r>
      <w:bookmarkEnd w:id="95"/>
      <w:r w:rsidRPr="003C0159">
        <w:t xml:space="preserve"> </w:t>
      </w:r>
    </w:p>
    <w:p w14:paraId="7B1984AD" w14:textId="77777777" w:rsidR="006C4C52" w:rsidRPr="003C0159" w:rsidRDefault="006C4C52" w:rsidP="006C4C52">
      <w:pPr>
        <w:pStyle w:val="berschrift3Annex"/>
      </w:pPr>
      <w:r w:rsidRPr="003C0159">
        <w:t>Responsible party</w:t>
      </w:r>
    </w:p>
    <w:p w14:paraId="1D03CFD2" w14:textId="77777777" w:rsidR="006C4C52" w:rsidRPr="003C0159" w:rsidRDefault="006C4C52" w:rsidP="006C4C52">
      <w:pPr>
        <w:pStyle w:val="Textkrper"/>
      </w:pPr>
      <w:proofErr w:type="spellStart"/>
      <w:proofErr w:type="gramStart"/>
      <w:r w:rsidRPr="003C0159">
        <w:lastRenderedPageBreak/>
        <w:t>Meteogrid</w:t>
      </w:r>
      <w:proofErr w:type="spellEnd"/>
      <w:r w:rsidRPr="003C0159">
        <w:t xml:space="preserve">  is</w:t>
      </w:r>
      <w:proofErr w:type="gramEnd"/>
      <w:r w:rsidRPr="003C0159">
        <w:t xml:space="preserve"> responsible for collecting data. </w:t>
      </w:r>
      <w:proofErr w:type="gramStart"/>
      <w:r w:rsidRPr="003C0159">
        <w:t>Atos  and</w:t>
      </w:r>
      <w:proofErr w:type="gramEnd"/>
      <w:r w:rsidRPr="003C0159">
        <w:t xml:space="preserve"> </w:t>
      </w:r>
      <w:proofErr w:type="spellStart"/>
      <w:r w:rsidRPr="003C0159">
        <w:t>Meteogrid</w:t>
      </w:r>
      <w:proofErr w:type="spellEnd"/>
      <w:r w:rsidRPr="003C0159">
        <w:t xml:space="preserve"> are responsible for storing the data</w:t>
      </w:r>
    </w:p>
    <w:p w14:paraId="36485F37" w14:textId="77777777" w:rsidR="006C4C52" w:rsidRPr="003C0159" w:rsidRDefault="006C4C52" w:rsidP="006C4C52">
      <w:pPr>
        <w:pStyle w:val="Textkrper"/>
      </w:pPr>
      <w:r w:rsidRPr="003C0159">
        <w:t xml:space="preserve">Responsible Party (CLARITY): METEOGRID </w:t>
      </w:r>
    </w:p>
    <w:p w14:paraId="1179961A" w14:textId="77777777" w:rsidR="006C4C52" w:rsidRPr="003C0159" w:rsidRDefault="006C4C52" w:rsidP="006C4C52">
      <w:pPr>
        <w:pStyle w:val="Textkrper"/>
      </w:pPr>
      <w:r w:rsidRPr="003C0159">
        <w:t xml:space="preserve">Responsible Person (CLARITY): Luis Torres </w:t>
      </w:r>
      <w:proofErr w:type="spellStart"/>
      <w:r w:rsidRPr="003C0159">
        <w:t>Michelena</w:t>
      </w:r>
      <w:proofErr w:type="spellEnd"/>
      <w:r w:rsidRPr="003C0159">
        <w:t xml:space="preserve"> </w:t>
      </w:r>
    </w:p>
    <w:p w14:paraId="0080241D" w14:textId="77777777" w:rsidR="006C4C52" w:rsidRPr="003C0159" w:rsidRDefault="006C4C52" w:rsidP="006C4C52">
      <w:pPr>
        <w:pStyle w:val="Textkrper"/>
      </w:pPr>
      <w:r w:rsidRPr="003C0159">
        <w:t>WPs: WP2</w:t>
      </w:r>
    </w:p>
    <w:p w14:paraId="4EF616A5" w14:textId="77777777" w:rsidR="006C4C52" w:rsidRPr="003C0159" w:rsidRDefault="006C4C52" w:rsidP="006C4C52">
      <w:pPr>
        <w:pStyle w:val="berschrift3Annex"/>
      </w:pPr>
      <w:r w:rsidRPr="003C0159">
        <w:t>Data provenance</w:t>
      </w:r>
    </w:p>
    <w:p w14:paraId="51CF94EE" w14:textId="77777777" w:rsidR="006C4C52" w:rsidRPr="003C0159" w:rsidRDefault="006C4C52" w:rsidP="006C4C52">
      <w:pPr>
        <w:pStyle w:val="Textkrper"/>
      </w:pPr>
      <w:r w:rsidRPr="003C0159">
        <w:t>Spanish Geographic Institute</w:t>
      </w:r>
    </w:p>
    <w:p w14:paraId="23913D5D" w14:textId="77777777" w:rsidR="006C4C52" w:rsidRPr="003C0159" w:rsidRDefault="006C4C52" w:rsidP="006C4C52">
      <w:pPr>
        <w:pStyle w:val="Textkrper"/>
      </w:pPr>
      <w:r w:rsidRPr="003C0159">
        <w:t xml:space="preserve">External Datasets: Spanish National </w:t>
      </w:r>
      <w:proofErr w:type="spellStart"/>
      <w:r w:rsidRPr="003C0159">
        <w:t>Center</w:t>
      </w:r>
      <w:proofErr w:type="spellEnd"/>
      <w:r w:rsidRPr="003C0159">
        <w:t xml:space="preserve"> of Cartographic Downloads </w:t>
      </w:r>
    </w:p>
    <w:p w14:paraId="15EBD687" w14:textId="77777777" w:rsidR="006C4C52" w:rsidRPr="003C0159" w:rsidRDefault="006C4C52" w:rsidP="006C4C52">
      <w:pPr>
        <w:pStyle w:val="berschrift3Annex"/>
      </w:pPr>
      <w:r w:rsidRPr="003C0159">
        <w:t>Intended use</w:t>
      </w:r>
    </w:p>
    <w:p w14:paraId="1391C64C" w14:textId="77777777" w:rsidR="006C4C52" w:rsidRPr="003C0159" w:rsidRDefault="006C4C52" w:rsidP="006C4C52">
      <w:pPr>
        <w:pStyle w:val="Textkrper"/>
      </w:pPr>
      <w:r w:rsidRPr="003C0159">
        <w:t xml:space="preserve">This database is going to be used in: (1) hazard definitions (hydric, landslides, vegetation growth, </w:t>
      </w:r>
      <w:proofErr w:type="spellStart"/>
      <w:r w:rsidRPr="003C0159">
        <w:t>etc</w:t>
      </w:r>
      <w:proofErr w:type="spellEnd"/>
      <w:r w:rsidRPr="003C0159">
        <w:t>) and (2) identification of vulnerable elements; in the Spanish user case</w:t>
      </w:r>
    </w:p>
    <w:p w14:paraId="5A710F80" w14:textId="77777777" w:rsidR="006C4C52" w:rsidRPr="003C0159" w:rsidRDefault="006C4C52" w:rsidP="006C4C52">
      <w:pPr>
        <w:pStyle w:val="Textkrper"/>
      </w:pPr>
      <w:r w:rsidRPr="003C0159">
        <w:t xml:space="preserve">Building Blocks: Catalogue of Elements at Risk and Adaptation Options, Map Component </w:t>
      </w:r>
    </w:p>
    <w:p w14:paraId="3E6C7CB0" w14:textId="77777777" w:rsidR="006C4C52" w:rsidRPr="003C0159" w:rsidRDefault="006C4C52" w:rsidP="006C4C52">
      <w:pPr>
        <w:pStyle w:val="berschrift3Annex"/>
      </w:pPr>
      <w:r w:rsidRPr="003C0159">
        <w:t>Data description</w:t>
      </w:r>
    </w:p>
    <w:p w14:paraId="62F847F3" w14:textId="77777777" w:rsidR="006C4C52" w:rsidRPr="003C0159" w:rsidRDefault="006C4C52" w:rsidP="006C4C52">
      <w:pPr>
        <w:pStyle w:val="Textkrper"/>
      </w:pPr>
      <w:r w:rsidRPr="003C0159">
        <w:t>Digital files with altimeter information of the LiDAR point cloud., distributed in 2x2 km-long files. Point clouds were captured with flights using LiDAR sensors with a density of 0.5 points / m2, subsequently classified and RGB-</w:t>
      </w:r>
      <w:proofErr w:type="spellStart"/>
      <w:r w:rsidRPr="003C0159">
        <w:t>colored</w:t>
      </w:r>
      <w:proofErr w:type="spellEnd"/>
      <w:r w:rsidRPr="003C0159">
        <w:t xml:space="preserve"> using </w:t>
      </w:r>
      <w:proofErr w:type="spellStart"/>
      <w:r w:rsidRPr="003C0159">
        <w:t>orthophotos</w:t>
      </w:r>
      <w:proofErr w:type="spellEnd"/>
      <w:r w:rsidRPr="003C0159">
        <w:t xml:space="preserve"> from the National Plan for Aerial </w:t>
      </w:r>
      <w:proofErr w:type="spellStart"/>
      <w:r w:rsidRPr="003C0159">
        <w:t>Orthophotography</w:t>
      </w:r>
      <w:proofErr w:type="spellEnd"/>
      <w:r w:rsidRPr="003C0159">
        <w:t xml:space="preserve"> (PNOA) with a pixel size of either 25 or 50 cm. (check LIDAR coverage in http://pnoa.ign.es/</w:t>
      </w:r>
      <w:proofErr w:type="gramStart"/>
      <w:r w:rsidRPr="003C0159">
        <w:t>coberturalidar )</w:t>
      </w:r>
      <w:proofErr w:type="gramEnd"/>
    </w:p>
    <w:p w14:paraId="69ED1136" w14:textId="77777777" w:rsidR="006C4C52" w:rsidRPr="003C0159" w:rsidRDefault="006C4C52" w:rsidP="006C4C52">
      <w:pPr>
        <w:pStyle w:val="Textkrper"/>
      </w:pPr>
      <w:r w:rsidRPr="003C0159">
        <w:t>Parameter information: Point data</w:t>
      </w:r>
    </w:p>
    <w:p w14:paraId="46BA3FF3" w14:textId="77777777" w:rsidR="006C4C52" w:rsidRPr="003C0159" w:rsidRDefault="006C4C52" w:rsidP="006C4C52">
      <w:pPr>
        <w:pStyle w:val="Textkrper"/>
      </w:pPr>
      <w:r w:rsidRPr="003C0159">
        <w:t>Coverage: It is available all Spanish territory but it has to be defined the coverage that It is going to be used (road buffers?)</w:t>
      </w:r>
    </w:p>
    <w:p w14:paraId="7234265D" w14:textId="77777777" w:rsidR="006C4C52" w:rsidRPr="003C0159" w:rsidRDefault="006C4C52" w:rsidP="006C4C52">
      <w:pPr>
        <w:pStyle w:val="Textkrper"/>
      </w:pPr>
      <w:r w:rsidRPr="003C0159">
        <w:t>Resolution: 0.5 points / m2</w:t>
      </w:r>
    </w:p>
    <w:p w14:paraId="55B0BCDD" w14:textId="77777777" w:rsidR="006C4C52" w:rsidRPr="003C0159" w:rsidRDefault="006C4C52" w:rsidP="006C4C52">
      <w:pPr>
        <w:pStyle w:val="Textkrper"/>
      </w:pPr>
      <w:r w:rsidRPr="003C0159">
        <w:t xml:space="preserve">CRS: ETRS89 for the Iberian Peninsula, Balearic Islands, Ceuta and Melilla, and REGCAN95 for the Canary Islands (both systems are compatible with WGS84). </w:t>
      </w:r>
      <w:proofErr w:type="gramStart"/>
      <w:r w:rsidRPr="003C0159">
        <w:t>UTM projection in the corresponding zone.</w:t>
      </w:r>
      <w:proofErr w:type="gramEnd"/>
      <w:r w:rsidRPr="003C0159">
        <w:t xml:space="preserve"> </w:t>
      </w:r>
      <w:proofErr w:type="spellStart"/>
      <w:proofErr w:type="gramStart"/>
      <w:r w:rsidRPr="003C0159">
        <w:t>orthometric</w:t>
      </w:r>
      <w:proofErr w:type="spellEnd"/>
      <w:proofErr w:type="gramEnd"/>
      <w:r w:rsidRPr="003C0159">
        <w:t xml:space="preserve"> heights.</w:t>
      </w:r>
    </w:p>
    <w:p w14:paraId="784A4685" w14:textId="77777777" w:rsidR="006C4C52" w:rsidRPr="003C0159" w:rsidRDefault="006C4C52" w:rsidP="006C4C52">
      <w:pPr>
        <w:pStyle w:val="Textkrper"/>
      </w:pPr>
      <w:r w:rsidRPr="003C0159">
        <w:t>Storage: LAZ (LAS compression file format) file. Expected size depends on coverage</w:t>
      </w:r>
    </w:p>
    <w:p w14:paraId="54804D28" w14:textId="77777777" w:rsidR="006C4C52" w:rsidRPr="003C0159" w:rsidRDefault="006C4C52" w:rsidP="006C4C52">
      <w:pPr>
        <w:pStyle w:val="Textkrper"/>
      </w:pPr>
      <w:r w:rsidRPr="003C0159">
        <w:t xml:space="preserve">Metadata: ISO 19115 standard </w:t>
      </w:r>
    </w:p>
    <w:p w14:paraId="591CE6A6" w14:textId="77777777" w:rsidR="006C4C52" w:rsidRPr="003C0159" w:rsidRDefault="006C4C52" w:rsidP="006C4C52">
      <w:pPr>
        <w:pStyle w:val="berschrift3Annex"/>
      </w:pPr>
      <w:r w:rsidRPr="003C0159">
        <w:t>Data management</w:t>
      </w:r>
    </w:p>
    <w:p w14:paraId="44C95674" w14:textId="77777777" w:rsidR="006C4C52" w:rsidRPr="003C0159" w:rsidRDefault="006C4C52" w:rsidP="006C4C52">
      <w:pPr>
        <w:pStyle w:val="Textkrper"/>
      </w:pPr>
      <w:r w:rsidRPr="003C0159">
        <w:t>Availability: existing data</w:t>
      </w:r>
    </w:p>
    <w:p w14:paraId="7B068C69" w14:textId="77777777" w:rsidR="006C4C52" w:rsidRPr="003C0159" w:rsidRDefault="006C4C52" w:rsidP="006C4C52">
      <w:pPr>
        <w:pStyle w:val="Textkrper"/>
      </w:pPr>
      <w:r w:rsidRPr="003C0159">
        <w:t xml:space="preserve">Owner: Spanish Geographic Institute </w:t>
      </w:r>
    </w:p>
    <w:p w14:paraId="4545840B" w14:textId="77777777" w:rsidR="006C4C52" w:rsidRPr="003C0159" w:rsidRDefault="006C4C52" w:rsidP="006C4C52">
      <w:pPr>
        <w:pStyle w:val="Textkrper"/>
      </w:pPr>
      <w:r w:rsidRPr="003C0159">
        <w:t>Open Access: yes</w:t>
      </w:r>
    </w:p>
    <w:p w14:paraId="16E7630E" w14:textId="77777777" w:rsidR="006C4C52" w:rsidRPr="003C0159" w:rsidRDefault="006C4C52" w:rsidP="006C4C52">
      <w:pPr>
        <w:pStyle w:val="Textkrper"/>
      </w:pPr>
      <w:r w:rsidRPr="003C0159">
        <w:t>Access conditions: All uses</w:t>
      </w:r>
    </w:p>
    <w:p w14:paraId="45CFC762" w14:textId="77777777" w:rsidR="006C4C52" w:rsidRPr="003C0159" w:rsidRDefault="006C4C52" w:rsidP="006C4C52">
      <w:pPr>
        <w:pStyle w:val="berschrift3Annex"/>
      </w:pPr>
      <w:r w:rsidRPr="003C0159">
        <w:t>(Meta-) Data Repository</w:t>
      </w:r>
    </w:p>
    <w:p w14:paraId="4F20D663" w14:textId="77777777" w:rsidR="006C4C52" w:rsidRPr="003C0159" w:rsidRDefault="006C4C52" w:rsidP="006C4C52">
      <w:pPr>
        <w:pStyle w:val="Textkrper"/>
      </w:pPr>
      <w:r w:rsidRPr="003C0159">
        <w:t>Data Repository Name: ATOS</w:t>
      </w:r>
    </w:p>
    <w:p w14:paraId="39CD815C" w14:textId="77777777" w:rsidR="006C4C52" w:rsidRPr="003C0159" w:rsidRDefault="006C4C52" w:rsidP="006C4C52">
      <w:pPr>
        <w:pStyle w:val="Textkrper"/>
      </w:pPr>
      <w:r w:rsidRPr="003C0159">
        <w:t>Data Repository Description: public institution</w:t>
      </w:r>
    </w:p>
    <w:p w14:paraId="1BE887C2" w14:textId="77777777" w:rsidR="006C4C52" w:rsidRPr="003C0159" w:rsidRDefault="006C4C52" w:rsidP="006C4C52">
      <w:pPr>
        <w:pStyle w:val="Textkrper"/>
      </w:pPr>
      <w:r w:rsidRPr="003C0159">
        <w:t>Data Repository Access: To be defined</w:t>
      </w:r>
    </w:p>
    <w:p w14:paraId="42ACCF14" w14:textId="77777777" w:rsidR="006C4C52" w:rsidRPr="003C0159" w:rsidRDefault="006C4C52" w:rsidP="006C4C52">
      <w:pPr>
        <w:pStyle w:val="berschrift2Annex"/>
      </w:pPr>
      <w:bookmarkStart w:id="96" w:name="_Toc499541156"/>
      <w:r w:rsidRPr="003C0159">
        <w:t>Digital Elevation Models of Spain</w:t>
      </w:r>
      <w:bookmarkEnd w:id="96"/>
      <w:r w:rsidRPr="003C0159">
        <w:t xml:space="preserve"> </w:t>
      </w:r>
    </w:p>
    <w:p w14:paraId="7A91158B" w14:textId="77777777" w:rsidR="006C4C52" w:rsidRPr="003C0159" w:rsidRDefault="006C4C52" w:rsidP="006C4C52">
      <w:pPr>
        <w:pStyle w:val="berschrift3Annex"/>
      </w:pPr>
      <w:r w:rsidRPr="003C0159">
        <w:t>Responsible party</w:t>
      </w:r>
    </w:p>
    <w:p w14:paraId="2AF46930" w14:textId="77777777" w:rsidR="006C4C52" w:rsidRPr="003C0159" w:rsidRDefault="006C4C52" w:rsidP="006C4C52">
      <w:pPr>
        <w:pStyle w:val="Textkrper"/>
      </w:pPr>
      <w:proofErr w:type="spellStart"/>
      <w:r w:rsidRPr="003C0159">
        <w:t>Meteogrid</w:t>
      </w:r>
      <w:proofErr w:type="spellEnd"/>
      <w:r w:rsidRPr="003C0159">
        <w:t xml:space="preserve"> is responsible for collecting data. </w:t>
      </w:r>
      <w:proofErr w:type="gramStart"/>
      <w:r w:rsidRPr="003C0159">
        <w:t>Atos  and</w:t>
      </w:r>
      <w:proofErr w:type="gramEnd"/>
      <w:r w:rsidRPr="003C0159">
        <w:t xml:space="preserve"> </w:t>
      </w:r>
      <w:proofErr w:type="spellStart"/>
      <w:r w:rsidRPr="003C0159">
        <w:t>Meteogrid</w:t>
      </w:r>
      <w:proofErr w:type="spellEnd"/>
      <w:r w:rsidRPr="003C0159">
        <w:t xml:space="preserve"> are responsible for storing the data</w:t>
      </w:r>
    </w:p>
    <w:p w14:paraId="7D741B4B" w14:textId="77777777" w:rsidR="006C4C52" w:rsidRPr="003C0159" w:rsidRDefault="006C4C52" w:rsidP="006C4C52">
      <w:pPr>
        <w:pStyle w:val="Textkrper"/>
      </w:pPr>
      <w:r w:rsidRPr="003C0159">
        <w:lastRenderedPageBreak/>
        <w:t xml:space="preserve">Responsible Party (CLARITY): METEOGRID </w:t>
      </w:r>
    </w:p>
    <w:p w14:paraId="6A4809AC" w14:textId="77777777" w:rsidR="006C4C52" w:rsidRPr="003C0159" w:rsidRDefault="006C4C52" w:rsidP="006C4C52">
      <w:pPr>
        <w:pStyle w:val="Textkrper"/>
      </w:pPr>
      <w:r w:rsidRPr="003C0159">
        <w:t xml:space="preserve">Responsible Person (CLARITY): Luis Torres </w:t>
      </w:r>
      <w:proofErr w:type="spellStart"/>
      <w:r w:rsidRPr="003C0159">
        <w:t>Michelena</w:t>
      </w:r>
      <w:proofErr w:type="spellEnd"/>
      <w:r w:rsidRPr="003C0159">
        <w:t xml:space="preserve"> </w:t>
      </w:r>
    </w:p>
    <w:p w14:paraId="68A80E62" w14:textId="77777777" w:rsidR="006C4C52" w:rsidRPr="003C0159" w:rsidRDefault="006C4C52" w:rsidP="006C4C52">
      <w:pPr>
        <w:pStyle w:val="Textkrper"/>
      </w:pPr>
      <w:r w:rsidRPr="003C0159">
        <w:t>WPs: WP2</w:t>
      </w:r>
    </w:p>
    <w:p w14:paraId="123CABF5" w14:textId="77777777" w:rsidR="006C4C52" w:rsidRPr="003C0159" w:rsidRDefault="006C4C52" w:rsidP="006C4C52">
      <w:pPr>
        <w:pStyle w:val="berschrift3Annex"/>
      </w:pPr>
      <w:r w:rsidRPr="003C0159">
        <w:t>Data provenance</w:t>
      </w:r>
    </w:p>
    <w:p w14:paraId="3C9D8E20" w14:textId="77777777" w:rsidR="006C4C52" w:rsidRPr="003C0159" w:rsidRDefault="006C4C52" w:rsidP="006C4C52">
      <w:pPr>
        <w:pStyle w:val="Textkrper"/>
      </w:pPr>
      <w:r w:rsidRPr="003C0159">
        <w:t>Spanish Geographic Institute</w:t>
      </w:r>
    </w:p>
    <w:p w14:paraId="03623D57" w14:textId="77777777" w:rsidR="006C4C52" w:rsidRPr="003C0159" w:rsidRDefault="006C4C52" w:rsidP="006C4C52">
      <w:pPr>
        <w:pStyle w:val="Textkrper"/>
      </w:pPr>
      <w:r w:rsidRPr="003C0159">
        <w:t xml:space="preserve">External Datasets: Spanish National </w:t>
      </w:r>
      <w:proofErr w:type="spellStart"/>
      <w:r w:rsidRPr="003C0159">
        <w:t>Center</w:t>
      </w:r>
      <w:proofErr w:type="spellEnd"/>
      <w:r w:rsidRPr="003C0159">
        <w:t xml:space="preserve"> of Cartographic Downloads </w:t>
      </w:r>
    </w:p>
    <w:p w14:paraId="6AD7F2AB" w14:textId="77777777" w:rsidR="006C4C52" w:rsidRPr="003C0159" w:rsidRDefault="006C4C52" w:rsidP="006C4C52">
      <w:pPr>
        <w:pStyle w:val="berschrift3Annex"/>
      </w:pPr>
      <w:r w:rsidRPr="003C0159">
        <w:t>Intended use</w:t>
      </w:r>
    </w:p>
    <w:p w14:paraId="79856F92" w14:textId="77777777" w:rsidR="006C4C52" w:rsidRPr="003C0159" w:rsidRDefault="006C4C52" w:rsidP="006C4C52">
      <w:pPr>
        <w:pStyle w:val="Textkrper"/>
      </w:pPr>
      <w:r w:rsidRPr="003C0159">
        <w:t xml:space="preserve">This database is going to be used in hazard definitions (hydric, landslides, vegetation growth, </w:t>
      </w:r>
      <w:proofErr w:type="spellStart"/>
      <w:r w:rsidRPr="003C0159">
        <w:t>etc</w:t>
      </w:r>
      <w:proofErr w:type="spellEnd"/>
      <w:proofErr w:type="gramStart"/>
      <w:r w:rsidRPr="003C0159">
        <w:t>) ;</w:t>
      </w:r>
      <w:proofErr w:type="gramEnd"/>
      <w:r w:rsidRPr="003C0159">
        <w:t xml:space="preserve"> in the Spanish user case</w:t>
      </w:r>
    </w:p>
    <w:p w14:paraId="0F163226" w14:textId="77777777" w:rsidR="006C4C52" w:rsidRPr="003C0159" w:rsidRDefault="006C4C52" w:rsidP="006C4C52">
      <w:pPr>
        <w:pStyle w:val="Textkrper"/>
      </w:pPr>
      <w:r w:rsidRPr="003C0159">
        <w:t xml:space="preserve">Building Blocks: Catalogue of Elements at Risk and Adaptation Options, Map Component </w:t>
      </w:r>
    </w:p>
    <w:p w14:paraId="618E83E4" w14:textId="77777777" w:rsidR="006C4C52" w:rsidRPr="003C0159" w:rsidRDefault="006C4C52" w:rsidP="006C4C52">
      <w:pPr>
        <w:pStyle w:val="berschrift3Annex"/>
      </w:pPr>
      <w:r w:rsidRPr="003C0159">
        <w:t>Data description</w:t>
      </w:r>
    </w:p>
    <w:p w14:paraId="3366A27D" w14:textId="77777777" w:rsidR="006C4C52" w:rsidRPr="003C0159" w:rsidRDefault="006C4C52" w:rsidP="006C4C52">
      <w:pPr>
        <w:pStyle w:val="Textkrper"/>
      </w:pPr>
      <w:r w:rsidRPr="003C0159">
        <w:t xml:space="preserve">It has been obtained by interpolation of the land class obtained from LIDAR flights of the National Plan for Aerial </w:t>
      </w:r>
      <w:proofErr w:type="spellStart"/>
      <w:r w:rsidRPr="003C0159">
        <w:t>Orthophotography</w:t>
      </w:r>
      <w:proofErr w:type="spellEnd"/>
      <w:r w:rsidRPr="003C0159">
        <w:t xml:space="preserve"> (PNOA).</w:t>
      </w:r>
    </w:p>
    <w:p w14:paraId="03745507" w14:textId="77777777" w:rsidR="006C4C52" w:rsidRPr="003C0159" w:rsidRDefault="006C4C52" w:rsidP="006C4C52">
      <w:pPr>
        <w:pStyle w:val="Textkrper"/>
      </w:pPr>
      <w:r w:rsidRPr="003C0159">
        <w:t>Parameter information: raster</w:t>
      </w:r>
    </w:p>
    <w:p w14:paraId="20EEA930" w14:textId="77777777" w:rsidR="006C4C52" w:rsidRPr="003C0159" w:rsidRDefault="006C4C52" w:rsidP="006C4C52">
      <w:pPr>
        <w:pStyle w:val="Textkrper"/>
      </w:pPr>
      <w:r w:rsidRPr="003C0159">
        <w:t>Coverage: It is available all Spanish territory but it has to be defined the coverage that It is going to be used (road buffers?)</w:t>
      </w:r>
    </w:p>
    <w:p w14:paraId="7EDD6063" w14:textId="77777777" w:rsidR="006C4C52" w:rsidRPr="003C0159" w:rsidRDefault="006C4C52" w:rsidP="006C4C52">
      <w:pPr>
        <w:pStyle w:val="Textkrper"/>
      </w:pPr>
      <w:r w:rsidRPr="003C0159">
        <w:t>Resolution: 5 meters</w:t>
      </w:r>
    </w:p>
    <w:p w14:paraId="0DC7C0E3" w14:textId="77777777" w:rsidR="006C4C52" w:rsidRPr="003C0159" w:rsidRDefault="006C4C52" w:rsidP="006C4C52">
      <w:pPr>
        <w:pStyle w:val="Textkrper"/>
      </w:pPr>
      <w:r w:rsidRPr="003C0159">
        <w:t xml:space="preserve">CRS: ETRS89 for the Iberian Peninsula, Balearic Islands, Ceuta and Melilla, and REGCAN95 for the Canary Islands (both systems are compatible with WGS84). </w:t>
      </w:r>
      <w:proofErr w:type="gramStart"/>
      <w:r w:rsidRPr="003C0159">
        <w:t>UTM projection in the corresponding zone.</w:t>
      </w:r>
      <w:proofErr w:type="gramEnd"/>
      <w:r w:rsidRPr="003C0159">
        <w:t xml:space="preserve"> Also zone 30 extended for sheets into zones 29 and 31.</w:t>
      </w:r>
    </w:p>
    <w:p w14:paraId="433F6EF3" w14:textId="77777777" w:rsidR="006C4C52" w:rsidRPr="003C0159" w:rsidRDefault="006C4C52" w:rsidP="006C4C52">
      <w:pPr>
        <w:pStyle w:val="Textkrper"/>
      </w:pPr>
      <w:r w:rsidRPr="003C0159">
        <w:t>Storage: ASCII (.</w:t>
      </w:r>
      <w:proofErr w:type="spellStart"/>
      <w:r w:rsidRPr="003C0159">
        <w:t>asc</w:t>
      </w:r>
      <w:proofErr w:type="spellEnd"/>
      <w:r w:rsidRPr="003C0159">
        <w:t>) ESRI array. Expected size depends on coverage</w:t>
      </w:r>
    </w:p>
    <w:p w14:paraId="739039BD" w14:textId="77777777" w:rsidR="006C4C52" w:rsidRPr="003C0159" w:rsidRDefault="006C4C52" w:rsidP="006C4C52">
      <w:pPr>
        <w:pStyle w:val="Textkrper"/>
      </w:pPr>
      <w:r w:rsidRPr="003C0159">
        <w:t xml:space="preserve">Metadata: ISO 19115 standard </w:t>
      </w:r>
    </w:p>
    <w:p w14:paraId="7F040337" w14:textId="77777777" w:rsidR="006C4C52" w:rsidRPr="003C0159" w:rsidRDefault="006C4C52" w:rsidP="006C4C52">
      <w:pPr>
        <w:pStyle w:val="berschrift3Annex"/>
      </w:pPr>
      <w:r w:rsidRPr="003C0159">
        <w:t>Data management</w:t>
      </w:r>
    </w:p>
    <w:p w14:paraId="57FC430D" w14:textId="77777777" w:rsidR="006C4C52" w:rsidRPr="003C0159" w:rsidRDefault="006C4C52" w:rsidP="006C4C52">
      <w:pPr>
        <w:pStyle w:val="Textkrper"/>
      </w:pPr>
      <w:r w:rsidRPr="003C0159">
        <w:t>Availability: existing data</w:t>
      </w:r>
    </w:p>
    <w:p w14:paraId="03A51D1F" w14:textId="77777777" w:rsidR="006C4C52" w:rsidRPr="003C0159" w:rsidRDefault="006C4C52" w:rsidP="006C4C52">
      <w:pPr>
        <w:pStyle w:val="Textkrper"/>
      </w:pPr>
      <w:r w:rsidRPr="003C0159">
        <w:t xml:space="preserve">Owner: Spanish Geographic Institute </w:t>
      </w:r>
    </w:p>
    <w:p w14:paraId="705AE81B" w14:textId="77777777" w:rsidR="006C4C52" w:rsidRPr="003C0159" w:rsidRDefault="006C4C52" w:rsidP="006C4C52">
      <w:pPr>
        <w:pStyle w:val="Textkrper"/>
      </w:pPr>
      <w:r w:rsidRPr="003C0159">
        <w:t>Open Access: yes</w:t>
      </w:r>
    </w:p>
    <w:p w14:paraId="6A873656" w14:textId="77777777" w:rsidR="006C4C52" w:rsidRPr="003C0159" w:rsidRDefault="006C4C52" w:rsidP="006C4C52">
      <w:pPr>
        <w:pStyle w:val="Textkrper"/>
      </w:pPr>
      <w:r w:rsidRPr="003C0159">
        <w:t>Access conditions: All uses</w:t>
      </w:r>
    </w:p>
    <w:p w14:paraId="603C7C0C" w14:textId="77777777" w:rsidR="006C4C52" w:rsidRPr="003C0159" w:rsidRDefault="006C4C52" w:rsidP="006C4C52">
      <w:pPr>
        <w:pStyle w:val="berschrift3Annex"/>
      </w:pPr>
      <w:r w:rsidRPr="003C0159">
        <w:t>(Meta-) Data Repository</w:t>
      </w:r>
    </w:p>
    <w:p w14:paraId="0B6FCD67" w14:textId="77777777" w:rsidR="006C4C52" w:rsidRPr="003C0159" w:rsidRDefault="006C4C52" w:rsidP="006C4C52">
      <w:pPr>
        <w:pStyle w:val="Textkrper"/>
      </w:pPr>
      <w:r w:rsidRPr="003C0159">
        <w:t>Data Repository Name: ATOS</w:t>
      </w:r>
    </w:p>
    <w:p w14:paraId="5B279141" w14:textId="77777777" w:rsidR="006C4C52" w:rsidRPr="003C0159" w:rsidRDefault="006C4C52" w:rsidP="006C4C52">
      <w:pPr>
        <w:pStyle w:val="Textkrper"/>
      </w:pPr>
      <w:r w:rsidRPr="003C0159">
        <w:t>Data Repository Description: public institution</w:t>
      </w:r>
    </w:p>
    <w:p w14:paraId="17FC443B" w14:textId="77777777" w:rsidR="006C4C52" w:rsidRPr="003C0159" w:rsidRDefault="006C4C52" w:rsidP="006C4C52">
      <w:pPr>
        <w:pStyle w:val="Textkrper"/>
      </w:pPr>
      <w:r w:rsidRPr="003C0159">
        <w:t>Data Repository Access: To be defined</w:t>
      </w:r>
    </w:p>
    <w:p w14:paraId="43D24833" w14:textId="77777777" w:rsidR="006C4C52" w:rsidRPr="003C0159" w:rsidRDefault="006C4C52" w:rsidP="006C4C52">
      <w:pPr>
        <w:pStyle w:val="berschrift2Annex"/>
      </w:pPr>
      <w:bookmarkStart w:id="97" w:name="_Toc499541157"/>
      <w:r w:rsidRPr="003C0159">
        <w:t>Information System of Land Use in Spain</w:t>
      </w:r>
      <w:bookmarkEnd w:id="97"/>
      <w:r w:rsidRPr="003C0159">
        <w:t xml:space="preserve"> </w:t>
      </w:r>
    </w:p>
    <w:p w14:paraId="7528B247" w14:textId="77777777" w:rsidR="006C4C52" w:rsidRPr="003C0159" w:rsidRDefault="006C4C52" w:rsidP="006C4C52">
      <w:pPr>
        <w:pStyle w:val="berschrift3Annex"/>
      </w:pPr>
      <w:r w:rsidRPr="003C0159">
        <w:t>Responsible party</w:t>
      </w:r>
    </w:p>
    <w:p w14:paraId="354C4142" w14:textId="77777777" w:rsidR="006C4C52" w:rsidRPr="003C0159" w:rsidRDefault="006C4C52" w:rsidP="006C4C52">
      <w:pPr>
        <w:pStyle w:val="Textkrper"/>
      </w:pPr>
      <w:proofErr w:type="spellStart"/>
      <w:proofErr w:type="gramStart"/>
      <w:r w:rsidRPr="003C0159">
        <w:t>Meteogrid</w:t>
      </w:r>
      <w:proofErr w:type="spellEnd"/>
      <w:r w:rsidRPr="003C0159">
        <w:t xml:space="preserve">  is</w:t>
      </w:r>
      <w:proofErr w:type="gramEnd"/>
      <w:r w:rsidRPr="003C0159">
        <w:t xml:space="preserve"> responsible for collecting data. </w:t>
      </w:r>
      <w:proofErr w:type="gramStart"/>
      <w:r w:rsidRPr="003C0159">
        <w:t>Atos  and</w:t>
      </w:r>
      <w:proofErr w:type="gramEnd"/>
      <w:r w:rsidRPr="003C0159">
        <w:t xml:space="preserve"> </w:t>
      </w:r>
      <w:proofErr w:type="spellStart"/>
      <w:r w:rsidRPr="003C0159">
        <w:t>Meteogrid</w:t>
      </w:r>
      <w:proofErr w:type="spellEnd"/>
      <w:r w:rsidRPr="003C0159">
        <w:t xml:space="preserve"> are responsible for storing the data</w:t>
      </w:r>
    </w:p>
    <w:p w14:paraId="4970575E" w14:textId="77777777" w:rsidR="006C4C52" w:rsidRPr="003C0159" w:rsidRDefault="006C4C52" w:rsidP="006C4C52">
      <w:pPr>
        <w:pStyle w:val="Textkrper"/>
      </w:pPr>
      <w:r w:rsidRPr="003C0159">
        <w:t xml:space="preserve">Responsible Party (CLARITY): METEOGRID </w:t>
      </w:r>
    </w:p>
    <w:p w14:paraId="75D49B8B" w14:textId="77777777" w:rsidR="006C4C52" w:rsidRPr="003C0159" w:rsidRDefault="006C4C52" w:rsidP="006C4C52">
      <w:pPr>
        <w:pStyle w:val="Textkrper"/>
      </w:pPr>
      <w:r w:rsidRPr="003C0159">
        <w:t xml:space="preserve">Responsible Person (CLARITY): Luis Torres </w:t>
      </w:r>
      <w:proofErr w:type="spellStart"/>
      <w:r w:rsidRPr="003C0159">
        <w:t>Michelena</w:t>
      </w:r>
      <w:proofErr w:type="spellEnd"/>
      <w:r w:rsidRPr="003C0159">
        <w:t xml:space="preserve"> </w:t>
      </w:r>
    </w:p>
    <w:p w14:paraId="786020FF" w14:textId="77777777" w:rsidR="006C4C52" w:rsidRPr="003C0159" w:rsidRDefault="006C4C52" w:rsidP="006C4C52">
      <w:pPr>
        <w:pStyle w:val="Textkrper"/>
      </w:pPr>
      <w:r w:rsidRPr="003C0159">
        <w:t>WPs: WP2</w:t>
      </w:r>
    </w:p>
    <w:p w14:paraId="1ADEE06F" w14:textId="77777777" w:rsidR="006C4C52" w:rsidRPr="003C0159" w:rsidRDefault="006C4C52" w:rsidP="006C4C52">
      <w:pPr>
        <w:pStyle w:val="berschrift3Annex"/>
      </w:pPr>
      <w:r w:rsidRPr="003C0159">
        <w:lastRenderedPageBreak/>
        <w:t>Data provenance</w:t>
      </w:r>
    </w:p>
    <w:p w14:paraId="7354B74C" w14:textId="77777777" w:rsidR="006C4C52" w:rsidRPr="003C0159" w:rsidRDefault="006C4C52" w:rsidP="006C4C52">
      <w:pPr>
        <w:pStyle w:val="Textkrper"/>
      </w:pPr>
      <w:r w:rsidRPr="003C0159">
        <w:t>Spanish Geographic Institute</w:t>
      </w:r>
    </w:p>
    <w:p w14:paraId="1408C890" w14:textId="77777777" w:rsidR="006C4C52" w:rsidRPr="003C0159" w:rsidRDefault="006C4C52" w:rsidP="006C4C52">
      <w:pPr>
        <w:pStyle w:val="Textkrper"/>
      </w:pPr>
      <w:r w:rsidRPr="003C0159">
        <w:t xml:space="preserve">External Datasets: Spanish National </w:t>
      </w:r>
      <w:proofErr w:type="spellStart"/>
      <w:r w:rsidRPr="003C0159">
        <w:t>Center</w:t>
      </w:r>
      <w:proofErr w:type="spellEnd"/>
      <w:r w:rsidRPr="003C0159">
        <w:t xml:space="preserve"> of Cartographic Downloads </w:t>
      </w:r>
    </w:p>
    <w:p w14:paraId="3002E9CC" w14:textId="77777777" w:rsidR="006C4C52" w:rsidRPr="003C0159" w:rsidRDefault="006C4C52" w:rsidP="006C4C52">
      <w:pPr>
        <w:pStyle w:val="berschrift3Annex"/>
      </w:pPr>
      <w:r w:rsidRPr="003C0159">
        <w:t>Intended use</w:t>
      </w:r>
    </w:p>
    <w:p w14:paraId="7ACFF466" w14:textId="77777777" w:rsidR="006C4C52" w:rsidRPr="003C0159" w:rsidRDefault="006C4C52" w:rsidP="006C4C52">
      <w:pPr>
        <w:pStyle w:val="Textkrper"/>
      </w:pPr>
      <w:r w:rsidRPr="003C0159">
        <w:t xml:space="preserve">This database is going to be used in hazard definitions (hydric, landslides, vegetation growth, </w:t>
      </w:r>
      <w:proofErr w:type="spellStart"/>
      <w:r w:rsidRPr="003C0159">
        <w:t>etc</w:t>
      </w:r>
      <w:proofErr w:type="spellEnd"/>
      <w:proofErr w:type="gramStart"/>
      <w:r w:rsidRPr="003C0159">
        <w:t>) ;</w:t>
      </w:r>
      <w:proofErr w:type="gramEnd"/>
      <w:r w:rsidRPr="003C0159">
        <w:t xml:space="preserve"> in the Spanish user case</w:t>
      </w:r>
    </w:p>
    <w:p w14:paraId="16DFDD3A" w14:textId="77777777" w:rsidR="006C4C52" w:rsidRPr="003C0159" w:rsidRDefault="006C4C52" w:rsidP="006C4C52">
      <w:pPr>
        <w:pStyle w:val="Textkrper"/>
      </w:pPr>
      <w:r w:rsidRPr="003C0159">
        <w:t xml:space="preserve">Building Blocks: Catalogue of Elements at Risk and Adaptation Options, Map Component </w:t>
      </w:r>
    </w:p>
    <w:p w14:paraId="2536AA67" w14:textId="77777777" w:rsidR="006C4C52" w:rsidRPr="003C0159" w:rsidRDefault="006C4C52" w:rsidP="006C4C52">
      <w:pPr>
        <w:pStyle w:val="berschrift3Annex"/>
      </w:pPr>
      <w:r w:rsidRPr="003C0159">
        <w:t>Data description</w:t>
      </w:r>
    </w:p>
    <w:p w14:paraId="3D33EAF7" w14:textId="77777777" w:rsidR="006C4C52" w:rsidRPr="003C0159" w:rsidRDefault="006C4C52" w:rsidP="006C4C52">
      <w:pPr>
        <w:pStyle w:val="Textkrper"/>
      </w:pPr>
      <w:r w:rsidRPr="003C0159">
        <w:t xml:space="preserve">User-friendly environment for making queries and obtaining results in the form of cartographic, statistical and graphical data. It was made in 2011. http://www.siose.es/ </w:t>
      </w:r>
    </w:p>
    <w:p w14:paraId="0BC9CC64" w14:textId="77777777" w:rsidR="006C4C52" w:rsidRPr="003C0159" w:rsidRDefault="006C4C52" w:rsidP="006C4C52">
      <w:pPr>
        <w:pStyle w:val="Textkrper"/>
      </w:pPr>
      <w:r w:rsidRPr="003C0159">
        <w:t>Parameter information: Vector layer (shapefile)</w:t>
      </w:r>
    </w:p>
    <w:p w14:paraId="57B2D6D1" w14:textId="77777777" w:rsidR="006C4C52" w:rsidRPr="003C0159" w:rsidRDefault="006C4C52" w:rsidP="006C4C52">
      <w:pPr>
        <w:pStyle w:val="Textkrper"/>
      </w:pPr>
      <w:r w:rsidRPr="003C0159">
        <w:t>Coverage: It is available all Spanish territory but it has to be defined the coverage that It is going to be used (road buffers?)</w:t>
      </w:r>
    </w:p>
    <w:p w14:paraId="02E7FC80" w14:textId="77777777" w:rsidR="006C4C52" w:rsidRPr="003C0159" w:rsidRDefault="006C4C52" w:rsidP="006C4C52">
      <w:pPr>
        <w:pStyle w:val="Textkrper"/>
      </w:pPr>
      <w:r w:rsidRPr="003C0159">
        <w:t>Resolution: E: 1:25 000</w:t>
      </w:r>
    </w:p>
    <w:p w14:paraId="18CE758C" w14:textId="77777777" w:rsidR="006C4C52" w:rsidRPr="003C0159" w:rsidRDefault="006C4C52" w:rsidP="006C4C52">
      <w:pPr>
        <w:pStyle w:val="Textkrper"/>
      </w:pPr>
      <w:r w:rsidRPr="003C0159">
        <w:t>CRS: ETRS89. Longitude and latitude coordinates</w:t>
      </w:r>
    </w:p>
    <w:p w14:paraId="4380346F" w14:textId="77777777" w:rsidR="006C4C52" w:rsidRPr="003C0159" w:rsidRDefault="006C4C52" w:rsidP="006C4C52">
      <w:pPr>
        <w:pStyle w:val="Textkrper"/>
      </w:pPr>
      <w:r w:rsidRPr="003C0159">
        <w:t xml:space="preserve">Storage: Format: </w:t>
      </w:r>
      <w:proofErr w:type="spellStart"/>
      <w:r w:rsidRPr="003C0159">
        <w:t>shp</w:t>
      </w:r>
      <w:proofErr w:type="spellEnd"/>
      <w:r w:rsidRPr="003C0159">
        <w:t>, Expected size depends on coverage</w:t>
      </w:r>
    </w:p>
    <w:p w14:paraId="28685620" w14:textId="77777777" w:rsidR="006C4C52" w:rsidRPr="003C0159" w:rsidRDefault="006C4C52" w:rsidP="006C4C52">
      <w:pPr>
        <w:pStyle w:val="Textkrper"/>
      </w:pPr>
      <w:r w:rsidRPr="003C0159">
        <w:t xml:space="preserve">Metadata: ISO 19115 standard </w:t>
      </w:r>
    </w:p>
    <w:p w14:paraId="45BCCE42" w14:textId="77777777" w:rsidR="006C4C52" w:rsidRPr="003C0159" w:rsidRDefault="006C4C52" w:rsidP="006C4C52">
      <w:pPr>
        <w:pStyle w:val="berschrift3Annex"/>
      </w:pPr>
      <w:r w:rsidRPr="003C0159">
        <w:t>Data management</w:t>
      </w:r>
    </w:p>
    <w:p w14:paraId="7741A280" w14:textId="77777777" w:rsidR="006C4C52" w:rsidRPr="003C0159" w:rsidRDefault="006C4C52" w:rsidP="006C4C52">
      <w:pPr>
        <w:pStyle w:val="Textkrper"/>
      </w:pPr>
      <w:r w:rsidRPr="003C0159">
        <w:t>Availability: existing data</w:t>
      </w:r>
    </w:p>
    <w:p w14:paraId="2C03F140" w14:textId="77777777" w:rsidR="006C4C52" w:rsidRPr="003C0159" w:rsidRDefault="006C4C52" w:rsidP="006C4C52">
      <w:pPr>
        <w:pStyle w:val="Textkrper"/>
      </w:pPr>
      <w:r w:rsidRPr="003C0159">
        <w:t xml:space="preserve">Owner: Spanish Geographic Institute </w:t>
      </w:r>
    </w:p>
    <w:p w14:paraId="2E4AFBB1" w14:textId="77777777" w:rsidR="006C4C52" w:rsidRPr="003C0159" w:rsidRDefault="006C4C52" w:rsidP="006C4C52">
      <w:pPr>
        <w:pStyle w:val="Textkrper"/>
      </w:pPr>
      <w:r w:rsidRPr="003C0159">
        <w:t>Open Access: yes</w:t>
      </w:r>
    </w:p>
    <w:p w14:paraId="0DA68E2B" w14:textId="77777777" w:rsidR="006C4C52" w:rsidRPr="003C0159" w:rsidRDefault="006C4C52" w:rsidP="006C4C52">
      <w:pPr>
        <w:pStyle w:val="Textkrper"/>
      </w:pPr>
      <w:r w:rsidRPr="003C0159">
        <w:t>Access conditions: All uses</w:t>
      </w:r>
    </w:p>
    <w:p w14:paraId="49A8CB6E" w14:textId="77777777" w:rsidR="006C4C52" w:rsidRPr="003C0159" w:rsidRDefault="006C4C52" w:rsidP="006C4C52">
      <w:pPr>
        <w:pStyle w:val="berschrift3Annex"/>
      </w:pPr>
      <w:r w:rsidRPr="003C0159">
        <w:t>(Meta-) Data Repository</w:t>
      </w:r>
    </w:p>
    <w:p w14:paraId="6B91238F" w14:textId="77777777" w:rsidR="006C4C52" w:rsidRPr="003C0159" w:rsidRDefault="006C4C52" w:rsidP="006C4C52">
      <w:pPr>
        <w:pStyle w:val="Textkrper"/>
      </w:pPr>
      <w:r w:rsidRPr="003C0159">
        <w:t>Data Repository Name: ATOS</w:t>
      </w:r>
    </w:p>
    <w:p w14:paraId="3A0E14AB" w14:textId="77777777" w:rsidR="006C4C52" w:rsidRPr="003C0159" w:rsidRDefault="006C4C52" w:rsidP="006C4C52">
      <w:pPr>
        <w:pStyle w:val="Textkrper"/>
      </w:pPr>
      <w:r w:rsidRPr="003C0159">
        <w:t>Data Repository Description: public institution</w:t>
      </w:r>
    </w:p>
    <w:p w14:paraId="493BB75E" w14:textId="77777777" w:rsidR="006C4C52" w:rsidRPr="003C0159" w:rsidRDefault="006C4C52" w:rsidP="006C4C52">
      <w:pPr>
        <w:pStyle w:val="Textkrper"/>
      </w:pPr>
      <w:r w:rsidRPr="003C0159">
        <w:t>Data Repository Access: To be defined</w:t>
      </w:r>
    </w:p>
    <w:p w14:paraId="12F6636C" w14:textId="77777777" w:rsidR="006C4C52" w:rsidRPr="003C0159" w:rsidRDefault="006C4C52" w:rsidP="006C4C52">
      <w:pPr>
        <w:pStyle w:val="berschrift2Annex"/>
      </w:pPr>
      <w:bookmarkStart w:id="98" w:name="_Toc499541158"/>
      <w:r w:rsidRPr="003C0159">
        <w:t>Spanish transport networks vector layers</w:t>
      </w:r>
      <w:bookmarkEnd w:id="98"/>
      <w:r w:rsidRPr="003C0159">
        <w:t xml:space="preserve"> </w:t>
      </w:r>
    </w:p>
    <w:p w14:paraId="1150EAA6" w14:textId="77777777" w:rsidR="006C4C52" w:rsidRPr="003C0159" w:rsidRDefault="006C4C52" w:rsidP="006C4C52">
      <w:pPr>
        <w:pStyle w:val="berschrift3Annex"/>
      </w:pPr>
      <w:r w:rsidRPr="003C0159">
        <w:t>Responsible party</w:t>
      </w:r>
    </w:p>
    <w:p w14:paraId="68468F8F" w14:textId="77777777" w:rsidR="006C4C52" w:rsidRPr="003C0159" w:rsidRDefault="006C4C52" w:rsidP="006C4C52">
      <w:pPr>
        <w:pStyle w:val="Textkrper"/>
      </w:pPr>
      <w:proofErr w:type="spellStart"/>
      <w:proofErr w:type="gramStart"/>
      <w:r w:rsidRPr="003C0159">
        <w:t>Meteogrid</w:t>
      </w:r>
      <w:proofErr w:type="spellEnd"/>
      <w:r w:rsidRPr="003C0159">
        <w:t xml:space="preserve">  is</w:t>
      </w:r>
      <w:proofErr w:type="gramEnd"/>
      <w:r w:rsidRPr="003C0159">
        <w:t xml:space="preserve"> responsible for collecting data. </w:t>
      </w:r>
      <w:proofErr w:type="gramStart"/>
      <w:r w:rsidRPr="003C0159">
        <w:t>Atos  and</w:t>
      </w:r>
      <w:proofErr w:type="gramEnd"/>
      <w:r w:rsidRPr="003C0159">
        <w:t xml:space="preserve"> </w:t>
      </w:r>
      <w:proofErr w:type="spellStart"/>
      <w:r w:rsidRPr="003C0159">
        <w:t>Meteogrid</w:t>
      </w:r>
      <w:proofErr w:type="spellEnd"/>
      <w:r w:rsidRPr="003C0159">
        <w:t xml:space="preserve"> are responsible for storing the data</w:t>
      </w:r>
    </w:p>
    <w:p w14:paraId="75FE560F" w14:textId="77777777" w:rsidR="006C4C52" w:rsidRPr="003C0159" w:rsidRDefault="006C4C52" w:rsidP="006C4C52">
      <w:pPr>
        <w:pStyle w:val="Textkrper"/>
      </w:pPr>
      <w:r w:rsidRPr="003C0159">
        <w:t xml:space="preserve">Responsible Party (CLARITY): METEOGRID </w:t>
      </w:r>
    </w:p>
    <w:p w14:paraId="393879FB" w14:textId="77777777" w:rsidR="006C4C52" w:rsidRPr="003C0159" w:rsidRDefault="006C4C52" w:rsidP="006C4C52">
      <w:pPr>
        <w:pStyle w:val="Textkrper"/>
      </w:pPr>
      <w:r w:rsidRPr="003C0159">
        <w:t xml:space="preserve">Responsible Person (CLARITY): Luis Torres </w:t>
      </w:r>
      <w:proofErr w:type="spellStart"/>
      <w:r w:rsidRPr="003C0159">
        <w:t>Michelena</w:t>
      </w:r>
      <w:proofErr w:type="spellEnd"/>
      <w:r w:rsidRPr="003C0159">
        <w:t xml:space="preserve"> </w:t>
      </w:r>
    </w:p>
    <w:p w14:paraId="46AC67D4" w14:textId="77777777" w:rsidR="006C4C52" w:rsidRPr="003C0159" w:rsidRDefault="006C4C52" w:rsidP="006C4C52">
      <w:pPr>
        <w:pStyle w:val="Textkrper"/>
      </w:pPr>
      <w:r w:rsidRPr="003C0159">
        <w:t>WPs: WP2</w:t>
      </w:r>
    </w:p>
    <w:p w14:paraId="5F17FB18" w14:textId="77777777" w:rsidR="006C4C52" w:rsidRPr="003C0159" w:rsidRDefault="006C4C52" w:rsidP="006C4C52">
      <w:pPr>
        <w:pStyle w:val="berschrift3Annex"/>
      </w:pPr>
      <w:r w:rsidRPr="003C0159">
        <w:t>Data provenance</w:t>
      </w:r>
    </w:p>
    <w:p w14:paraId="3608A1B5" w14:textId="77777777" w:rsidR="006C4C52" w:rsidRPr="003C0159" w:rsidRDefault="006C4C52" w:rsidP="006C4C52">
      <w:pPr>
        <w:pStyle w:val="Textkrper"/>
      </w:pPr>
      <w:r w:rsidRPr="003C0159">
        <w:t>Spanish Geographic Institute</w:t>
      </w:r>
    </w:p>
    <w:p w14:paraId="04307C5E" w14:textId="77777777" w:rsidR="006C4C52" w:rsidRPr="003C0159" w:rsidRDefault="006C4C52" w:rsidP="006C4C52">
      <w:pPr>
        <w:pStyle w:val="Textkrper"/>
      </w:pPr>
      <w:r w:rsidRPr="003C0159">
        <w:t xml:space="preserve">External Datasets: Spanish National </w:t>
      </w:r>
      <w:proofErr w:type="spellStart"/>
      <w:r w:rsidRPr="003C0159">
        <w:t>Center</w:t>
      </w:r>
      <w:proofErr w:type="spellEnd"/>
      <w:r w:rsidRPr="003C0159">
        <w:t xml:space="preserve"> of Cartographic Downloads </w:t>
      </w:r>
    </w:p>
    <w:p w14:paraId="531FCCEF" w14:textId="77777777" w:rsidR="006C4C52" w:rsidRPr="003C0159" w:rsidRDefault="006C4C52" w:rsidP="006C4C52">
      <w:pPr>
        <w:pStyle w:val="berschrift3Annex"/>
      </w:pPr>
      <w:r w:rsidRPr="003C0159">
        <w:t>Intended use</w:t>
      </w:r>
    </w:p>
    <w:p w14:paraId="0605BBCD" w14:textId="77777777" w:rsidR="006C4C52" w:rsidRPr="003C0159" w:rsidRDefault="006C4C52" w:rsidP="006C4C52">
      <w:pPr>
        <w:pStyle w:val="Textkrper"/>
      </w:pPr>
      <w:r w:rsidRPr="003C0159">
        <w:lastRenderedPageBreak/>
        <w:t>Spanish transport networks vector layers are going to be used in identify vulnerable elements; in the Spanish user case</w:t>
      </w:r>
    </w:p>
    <w:p w14:paraId="25026C2F" w14:textId="77777777" w:rsidR="006C4C52" w:rsidRPr="003C0159" w:rsidRDefault="006C4C52" w:rsidP="006C4C52">
      <w:pPr>
        <w:pStyle w:val="Textkrper"/>
      </w:pPr>
      <w:r w:rsidRPr="003C0159">
        <w:t xml:space="preserve">Building Blocks: Catalogue of Elements at Risk and Adaptation Options, Map Component </w:t>
      </w:r>
    </w:p>
    <w:p w14:paraId="68FD1034" w14:textId="77777777" w:rsidR="006C4C52" w:rsidRPr="003C0159" w:rsidRDefault="006C4C52" w:rsidP="006C4C52">
      <w:pPr>
        <w:pStyle w:val="berschrift3Annex"/>
      </w:pPr>
      <w:r w:rsidRPr="003C0159">
        <w:t>Data description</w:t>
      </w:r>
    </w:p>
    <w:p w14:paraId="4F637F85" w14:textId="77777777" w:rsidR="006C4C52" w:rsidRPr="003C0159" w:rsidRDefault="006C4C52" w:rsidP="006C4C52">
      <w:pPr>
        <w:pStyle w:val="Textkrper"/>
      </w:pPr>
      <w:r w:rsidRPr="003C0159">
        <w:t>These dates are vector layers with all kinds of road and railways</w:t>
      </w:r>
    </w:p>
    <w:p w14:paraId="371FE8FC" w14:textId="77777777" w:rsidR="006C4C52" w:rsidRPr="003C0159" w:rsidRDefault="006C4C52" w:rsidP="006C4C52">
      <w:pPr>
        <w:pStyle w:val="Textkrper"/>
      </w:pPr>
      <w:r w:rsidRPr="003C0159">
        <w:t>Parameter information: Shapefile data (lines, points, and polygons)</w:t>
      </w:r>
    </w:p>
    <w:p w14:paraId="5E39D2F4" w14:textId="77777777" w:rsidR="006C4C52" w:rsidRPr="003C0159" w:rsidRDefault="006C4C52" w:rsidP="006C4C52">
      <w:pPr>
        <w:pStyle w:val="Textkrper"/>
      </w:pPr>
      <w:r w:rsidRPr="003C0159">
        <w:t>Coverage: Spain national territory (</w:t>
      </w:r>
      <w:proofErr w:type="spellStart"/>
      <w:r w:rsidRPr="003C0159">
        <w:t>Balears</w:t>
      </w:r>
      <w:proofErr w:type="spellEnd"/>
      <w:r w:rsidRPr="003C0159">
        <w:t xml:space="preserve"> and Canary island too)</w:t>
      </w:r>
    </w:p>
    <w:p w14:paraId="6B5EB873" w14:textId="77777777" w:rsidR="006C4C52" w:rsidRPr="003C0159" w:rsidRDefault="006C4C52" w:rsidP="006C4C52">
      <w:pPr>
        <w:pStyle w:val="Textkrper"/>
      </w:pPr>
      <w:r w:rsidRPr="003C0159">
        <w:t>Resolution: E 1:10000</w:t>
      </w:r>
    </w:p>
    <w:p w14:paraId="2BD6FD81" w14:textId="77777777" w:rsidR="006C4C52" w:rsidRPr="003C0159" w:rsidRDefault="006C4C52" w:rsidP="006C4C52">
      <w:pPr>
        <w:pStyle w:val="Textkrper"/>
      </w:pPr>
      <w:r w:rsidRPr="003C0159">
        <w:t>CRS: ETRS89. Longitude and latitude coordinates</w:t>
      </w:r>
    </w:p>
    <w:p w14:paraId="71C7FCBA" w14:textId="77777777" w:rsidR="006C4C52" w:rsidRPr="003C0159" w:rsidRDefault="006C4C52" w:rsidP="006C4C52">
      <w:pPr>
        <w:pStyle w:val="Textkrper"/>
      </w:pPr>
      <w:r w:rsidRPr="003C0159">
        <w:t xml:space="preserve">Storage: format: </w:t>
      </w:r>
      <w:proofErr w:type="spellStart"/>
      <w:r w:rsidRPr="003C0159">
        <w:t>shp</w:t>
      </w:r>
      <w:proofErr w:type="spellEnd"/>
      <w:r w:rsidRPr="003C0159">
        <w:t>, expected size: 635 kb</w:t>
      </w:r>
    </w:p>
    <w:p w14:paraId="2037549F" w14:textId="77777777" w:rsidR="006C4C52" w:rsidRPr="003C0159" w:rsidRDefault="006C4C52" w:rsidP="006C4C52">
      <w:pPr>
        <w:pStyle w:val="Textkrper"/>
      </w:pPr>
      <w:r w:rsidRPr="003C0159">
        <w:t xml:space="preserve">Metadata: ISO 19115 standard </w:t>
      </w:r>
    </w:p>
    <w:p w14:paraId="05B624B8" w14:textId="77777777" w:rsidR="006C4C52" w:rsidRPr="003C0159" w:rsidRDefault="006C4C52" w:rsidP="006C4C52">
      <w:pPr>
        <w:pStyle w:val="berschrift3Annex"/>
      </w:pPr>
      <w:r w:rsidRPr="003C0159">
        <w:t>Data management</w:t>
      </w:r>
    </w:p>
    <w:p w14:paraId="37AB48DD" w14:textId="77777777" w:rsidR="006C4C52" w:rsidRPr="003C0159" w:rsidRDefault="006C4C52" w:rsidP="006C4C52">
      <w:pPr>
        <w:pStyle w:val="Textkrper"/>
      </w:pPr>
      <w:r w:rsidRPr="003C0159">
        <w:t>Availability: existing data</w:t>
      </w:r>
    </w:p>
    <w:p w14:paraId="41170B98" w14:textId="77777777" w:rsidR="006C4C52" w:rsidRPr="003C0159" w:rsidRDefault="006C4C52" w:rsidP="006C4C52">
      <w:pPr>
        <w:pStyle w:val="Textkrper"/>
      </w:pPr>
      <w:r w:rsidRPr="003C0159">
        <w:t xml:space="preserve">Owner: Spanish Geographic Institute </w:t>
      </w:r>
    </w:p>
    <w:p w14:paraId="2C24A0BC" w14:textId="77777777" w:rsidR="006C4C52" w:rsidRPr="003C0159" w:rsidRDefault="006C4C52" w:rsidP="006C4C52">
      <w:pPr>
        <w:pStyle w:val="Textkrper"/>
      </w:pPr>
      <w:r w:rsidRPr="003C0159">
        <w:t>Open Access: yes</w:t>
      </w:r>
    </w:p>
    <w:p w14:paraId="14370FF6" w14:textId="77777777" w:rsidR="006C4C52" w:rsidRPr="003C0159" w:rsidRDefault="006C4C52" w:rsidP="006C4C52">
      <w:pPr>
        <w:pStyle w:val="Textkrper"/>
      </w:pPr>
      <w:r w:rsidRPr="003C0159">
        <w:t>Access conditions: all uses</w:t>
      </w:r>
    </w:p>
    <w:p w14:paraId="1F6C04AB" w14:textId="77777777" w:rsidR="006C4C52" w:rsidRPr="003C0159" w:rsidRDefault="006C4C52" w:rsidP="006C4C52">
      <w:pPr>
        <w:pStyle w:val="berschrift3Annex"/>
      </w:pPr>
      <w:r w:rsidRPr="003C0159">
        <w:t>(Meta-) Data Repository</w:t>
      </w:r>
    </w:p>
    <w:p w14:paraId="0DFBE5B9" w14:textId="77777777" w:rsidR="006C4C52" w:rsidRPr="003C0159" w:rsidRDefault="006C4C52" w:rsidP="006C4C52">
      <w:pPr>
        <w:pStyle w:val="Textkrper"/>
      </w:pPr>
      <w:r w:rsidRPr="003C0159">
        <w:t>Data Repository Name: ATOS</w:t>
      </w:r>
    </w:p>
    <w:p w14:paraId="13A89645" w14:textId="77777777" w:rsidR="006C4C52" w:rsidRPr="003C0159" w:rsidRDefault="006C4C52" w:rsidP="006C4C52">
      <w:pPr>
        <w:pStyle w:val="Textkrper"/>
      </w:pPr>
      <w:r w:rsidRPr="003C0159">
        <w:t>Data Repository Description: public institution</w:t>
      </w:r>
    </w:p>
    <w:p w14:paraId="4599810D" w14:textId="77777777" w:rsidR="006C4C52" w:rsidRPr="003C0159" w:rsidRDefault="006C4C52" w:rsidP="006C4C52">
      <w:pPr>
        <w:pStyle w:val="Textkrper"/>
      </w:pPr>
      <w:r w:rsidRPr="003C0159">
        <w:t>Data Repository Access: to be defined</w:t>
      </w:r>
    </w:p>
    <w:p w14:paraId="2CF89B1A" w14:textId="77777777" w:rsidR="006C4C52" w:rsidRPr="003C0159" w:rsidRDefault="006C4C52" w:rsidP="006C4C52">
      <w:pPr>
        <w:pStyle w:val="berschrift2Annex"/>
      </w:pPr>
      <w:bookmarkStart w:id="99" w:name="_Toc499541159"/>
      <w:r w:rsidRPr="003C0159">
        <w:t xml:space="preserve">Water related pan </w:t>
      </w:r>
      <w:proofErr w:type="spellStart"/>
      <w:r w:rsidRPr="003C0159">
        <w:t>european</w:t>
      </w:r>
      <w:proofErr w:type="spellEnd"/>
      <w:r w:rsidRPr="003C0159">
        <w:t xml:space="preserve"> indicators</w:t>
      </w:r>
      <w:bookmarkEnd w:id="99"/>
      <w:r w:rsidRPr="003C0159">
        <w:t xml:space="preserve"> </w:t>
      </w:r>
    </w:p>
    <w:p w14:paraId="586303F1" w14:textId="77777777" w:rsidR="006C4C52" w:rsidRPr="003C0159" w:rsidRDefault="006C4C52" w:rsidP="006C4C52">
      <w:pPr>
        <w:pStyle w:val="berschrift3Annex"/>
      </w:pPr>
      <w:r w:rsidRPr="003C0159">
        <w:t>Responsible party</w:t>
      </w:r>
    </w:p>
    <w:p w14:paraId="699B2A09" w14:textId="77777777" w:rsidR="006C4C52" w:rsidRPr="003C0159" w:rsidRDefault="006C4C52" w:rsidP="006C4C52">
      <w:pPr>
        <w:pStyle w:val="Textkrper"/>
      </w:pPr>
      <w:r w:rsidRPr="003C0159">
        <w:t>Data producer: SMHI. Data owner: Copernicus C3S</w:t>
      </w:r>
    </w:p>
    <w:p w14:paraId="00A89448" w14:textId="77777777" w:rsidR="006C4C52" w:rsidRPr="003C0159" w:rsidRDefault="006C4C52" w:rsidP="006C4C52">
      <w:pPr>
        <w:pStyle w:val="Textkrper"/>
      </w:pPr>
      <w:r w:rsidRPr="003C0159">
        <w:t xml:space="preserve">Responsible Party (CLARITY): SMHI </w:t>
      </w:r>
    </w:p>
    <w:p w14:paraId="5E4D4F0B" w14:textId="77777777" w:rsidR="006C4C52" w:rsidRPr="003C0159" w:rsidRDefault="006C4C52" w:rsidP="006C4C52">
      <w:pPr>
        <w:pStyle w:val="Textkrper"/>
      </w:pPr>
      <w:r w:rsidRPr="003C0159">
        <w:t xml:space="preserve">Responsible Person (CLARITY): Lena Strömbäck, </w:t>
      </w:r>
      <w:proofErr w:type="spellStart"/>
      <w:r w:rsidRPr="003C0159">
        <w:t>Yeshewatesfa</w:t>
      </w:r>
      <w:proofErr w:type="spellEnd"/>
      <w:r w:rsidRPr="003C0159">
        <w:t xml:space="preserve"> </w:t>
      </w:r>
      <w:proofErr w:type="spellStart"/>
      <w:r w:rsidRPr="003C0159">
        <w:t>Hundecha</w:t>
      </w:r>
      <w:proofErr w:type="spellEnd"/>
      <w:r w:rsidRPr="003C0159">
        <w:t xml:space="preserve"> </w:t>
      </w:r>
    </w:p>
    <w:p w14:paraId="56DE3E60" w14:textId="77777777" w:rsidR="006C4C52" w:rsidRPr="003C0159" w:rsidRDefault="006C4C52" w:rsidP="006C4C52">
      <w:pPr>
        <w:pStyle w:val="Textkrper"/>
      </w:pPr>
      <w:r w:rsidRPr="003C0159">
        <w:t>WPs: WP3</w:t>
      </w:r>
    </w:p>
    <w:p w14:paraId="270BC4F7" w14:textId="77777777" w:rsidR="006C4C52" w:rsidRPr="003C0159" w:rsidRDefault="006C4C52" w:rsidP="006C4C52">
      <w:pPr>
        <w:pStyle w:val="berschrift3Annex"/>
      </w:pPr>
      <w:r w:rsidRPr="003C0159">
        <w:t>Data provenance</w:t>
      </w:r>
    </w:p>
    <w:p w14:paraId="098FF447" w14:textId="77777777" w:rsidR="006C4C52" w:rsidRPr="003C0159" w:rsidRDefault="006C4C52" w:rsidP="006C4C52">
      <w:pPr>
        <w:pStyle w:val="Textkrper"/>
      </w:pPr>
      <w:proofErr w:type="gramStart"/>
      <w:r w:rsidRPr="003C0159">
        <w:t>Dataset available from the SWICCA Copernicus C3S proof of concept project.</w:t>
      </w:r>
      <w:proofErr w:type="gramEnd"/>
    </w:p>
    <w:p w14:paraId="729AF246" w14:textId="77777777" w:rsidR="006C4C52" w:rsidRPr="003C0159" w:rsidRDefault="006C4C52" w:rsidP="006C4C52">
      <w:pPr>
        <w:pStyle w:val="Textkrper"/>
      </w:pPr>
      <w:r w:rsidRPr="003C0159">
        <w:t xml:space="preserve">European patterns and relevance describes the future trends of climate </w:t>
      </w:r>
      <w:proofErr w:type="gramStart"/>
      <w:r w:rsidRPr="003C0159">
        <w:t>change  across</w:t>
      </w:r>
      <w:proofErr w:type="gramEnd"/>
      <w:r w:rsidRPr="003C0159">
        <w:t xml:space="preserve"> Europe, </w:t>
      </w:r>
      <w:proofErr w:type="spellStart"/>
      <w:r w:rsidRPr="003C0159">
        <w:t>ands</w:t>
      </w:r>
      <w:proofErr w:type="spellEnd"/>
      <w:r w:rsidRPr="003C0159">
        <w:t xml:space="preserve"> the showcases of climate impact  adaptation  that are relevant to each future trend. The metadata of climate impact indicators describes the SWICCA impact indicators and how they have been produced.</w:t>
      </w:r>
    </w:p>
    <w:p w14:paraId="3D4D6742" w14:textId="77777777" w:rsidR="006C4C52" w:rsidRPr="003C0159" w:rsidRDefault="006C4C52" w:rsidP="006C4C52">
      <w:pPr>
        <w:pStyle w:val="Textkrper"/>
      </w:pPr>
      <w:r w:rsidRPr="003C0159">
        <w:t xml:space="preserve">For more information see: http://swicca.climate.copernicus.eu/ </w:t>
      </w:r>
    </w:p>
    <w:p w14:paraId="5D7F2452" w14:textId="77777777" w:rsidR="006C4C52" w:rsidRPr="003C0159" w:rsidRDefault="006C4C52" w:rsidP="006C4C52">
      <w:pPr>
        <w:pStyle w:val="Textkrper"/>
      </w:pPr>
      <w:r w:rsidRPr="003C0159">
        <w:t xml:space="preserve">External Datasets: Pan European water related climate data </w:t>
      </w:r>
    </w:p>
    <w:p w14:paraId="71A1335B" w14:textId="77777777" w:rsidR="006C4C52" w:rsidRPr="003C0159" w:rsidRDefault="006C4C52" w:rsidP="006C4C52">
      <w:pPr>
        <w:pStyle w:val="berschrift3Annex"/>
      </w:pPr>
      <w:r w:rsidRPr="003C0159">
        <w:t>Intended use</w:t>
      </w:r>
    </w:p>
    <w:p w14:paraId="503C1488" w14:textId="77777777" w:rsidR="006C4C52" w:rsidRPr="003C0159" w:rsidRDefault="006C4C52" w:rsidP="006C4C52">
      <w:pPr>
        <w:pStyle w:val="Textkrper"/>
      </w:pPr>
      <w:r w:rsidRPr="003C0159">
        <w:t>Three possible uses:</w:t>
      </w:r>
    </w:p>
    <w:p w14:paraId="2BEC8398" w14:textId="77777777" w:rsidR="006C4C52" w:rsidRPr="003C0159" w:rsidRDefault="006C4C52" w:rsidP="007A37A5">
      <w:pPr>
        <w:pStyle w:val="Textkrper"/>
        <w:numPr>
          <w:ilvl w:val="0"/>
          <w:numId w:val="25"/>
        </w:numPr>
      </w:pPr>
      <w:r w:rsidRPr="003C0159">
        <w:t xml:space="preserve">For the SE case study. I particular </w:t>
      </w:r>
      <w:proofErr w:type="gramStart"/>
      <w:r w:rsidRPr="003C0159">
        <w:t>CABJON  has</w:t>
      </w:r>
      <w:proofErr w:type="gramEnd"/>
      <w:r w:rsidRPr="003C0159">
        <w:t xml:space="preserve"> previously used this dataset.</w:t>
      </w:r>
    </w:p>
    <w:p w14:paraId="2B811E0F" w14:textId="77777777" w:rsidR="006C4C52" w:rsidRPr="003C0159" w:rsidRDefault="006C4C52" w:rsidP="007A37A5">
      <w:pPr>
        <w:pStyle w:val="Textkrper"/>
        <w:numPr>
          <w:ilvl w:val="0"/>
          <w:numId w:val="25"/>
        </w:numPr>
      </w:pPr>
      <w:r w:rsidRPr="003C0159">
        <w:lastRenderedPageBreak/>
        <w:t>Available for other case studies if there is an interest</w:t>
      </w:r>
    </w:p>
    <w:p w14:paraId="136AF600" w14:textId="77777777" w:rsidR="006C4C52" w:rsidRPr="003C0159" w:rsidRDefault="006C4C52" w:rsidP="007A37A5">
      <w:pPr>
        <w:pStyle w:val="Textkrper"/>
        <w:numPr>
          <w:ilvl w:val="0"/>
          <w:numId w:val="25"/>
        </w:numPr>
      </w:pPr>
      <w:r w:rsidRPr="003C0159">
        <w:t xml:space="preserve">Can be used for a Pan-European </w:t>
      </w:r>
      <w:proofErr w:type="gramStart"/>
      <w:r w:rsidRPr="003C0159">
        <w:t>overview .</w:t>
      </w:r>
      <w:proofErr w:type="gramEnd"/>
    </w:p>
    <w:p w14:paraId="096C1B98" w14:textId="77777777" w:rsidR="006C4C52" w:rsidRPr="003C0159" w:rsidRDefault="006C4C52" w:rsidP="006C4C52">
      <w:pPr>
        <w:pStyle w:val="Textkrper"/>
      </w:pPr>
      <w:r w:rsidRPr="003C0159">
        <w:t xml:space="preserve">Building Blocks: Catalogue of Data Sources and Simulation Models, Data Repositories </w:t>
      </w:r>
    </w:p>
    <w:p w14:paraId="136B5589" w14:textId="77777777" w:rsidR="006C4C52" w:rsidRPr="003C0159" w:rsidRDefault="006C4C52" w:rsidP="006C4C52">
      <w:pPr>
        <w:pStyle w:val="Textkrper"/>
      </w:pPr>
      <w:r w:rsidRPr="003C0159">
        <w:t>Map Component, Data description</w:t>
      </w:r>
    </w:p>
    <w:p w14:paraId="17BD2EE8" w14:textId="77777777" w:rsidR="006C4C52" w:rsidRPr="003C0159" w:rsidRDefault="006C4C52" w:rsidP="006C4C52">
      <w:pPr>
        <w:pStyle w:val="Textkrper"/>
      </w:pPr>
      <w:r w:rsidRPr="003C0159">
        <w:t xml:space="preserve">Information about available climate indicators are given here: </w:t>
      </w:r>
      <w:r w:rsidRPr="003C0159">
        <w:tab/>
      </w:r>
      <w:r w:rsidRPr="003C0159">
        <w:br/>
        <w:t xml:space="preserve">http://swicca.climate.copernicus.eu/start/climate-indicators/ </w:t>
      </w:r>
    </w:p>
    <w:p w14:paraId="4FBD2E5B" w14:textId="77777777" w:rsidR="006C4C52" w:rsidRPr="003C0159" w:rsidRDefault="006C4C52" w:rsidP="006C4C52">
      <w:pPr>
        <w:pStyle w:val="Textkrper"/>
      </w:pPr>
      <w:r w:rsidRPr="003C0159">
        <w:t xml:space="preserve">Parameter information: See: http://swicca.climate.copernicus.eu/start/climate-indicators/ </w:t>
      </w:r>
    </w:p>
    <w:p w14:paraId="27A83C1E" w14:textId="77777777" w:rsidR="006C4C52" w:rsidRPr="003C0159" w:rsidRDefault="006C4C52" w:rsidP="006C4C52">
      <w:pPr>
        <w:pStyle w:val="Textkrper"/>
      </w:pPr>
      <w:r w:rsidRPr="003C0159">
        <w:t>Coverage: Spatial: Pan-</w:t>
      </w:r>
      <w:proofErr w:type="spellStart"/>
      <w:r w:rsidRPr="003C0159">
        <w:t>european</w:t>
      </w:r>
      <w:proofErr w:type="spellEnd"/>
      <w:r w:rsidRPr="003C0159">
        <w:t xml:space="preserve"> data</w:t>
      </w:r>
    </w:p>
    <w:p w14:paraId="7C170351" w14:textId="77777777" w:rsidR="006C4C52" w:rsidRPr="003C0159" w:rsidRDefault="006C4C52" w:rsidP="006C4C52">
      <w:pPr>
        <w:pStyle w:val="Textkrper"/>
      </w:pPr>
      <w:r w:rsidRPr="003C0159">
        <w:t>Time: Reference data for a historical period and climate impacts for the 2020, 2050 and 2080s.</w:t>
      </w:r>
      <w:r w:rsidRPr="003C0159">
        <w:br/>
      </w:r>
      <w:proofErr w:type="gramStart"/>
      <w:r w:rsidRPr="003C0159">
        <w:t>Seasonal forecasts.</w:t>
      </w:r>
      <w:proofErr w:type="gramEnd"/>
    </w:p>
    <w:p w14:paraId="19E73204" w14:textId="77777777" w:rsidR="006C4C52" w:rsidRPr="003C0159" w:rsidRDefault="006C4C52" w:rsidP="006C4C52">
      <w:pPr>
        <w:pStyle w:val="Textkrper"/>
      </w:pPr>
      <w:r w:rsidRPr="003C0159">
        <w:t>Resolution: Different time resolution is available: 5, 12 and 50 km grid. Catchment with mean area of 215 km2</w:t>
      </w:r>
    </w:p>
    <w:p w14:paraId="55767308" w14:textId="77777777" w:rsidR="006C4C52" w:rsidRPr="003C0159" w:rsidRDefault="006C4C52" w:rsidP="006C4C52">
      <w:pPr>
        <w:pStyle w:val="Textkrper"/>
      </w:pPr>
      <w:r w:rsidRPr="003C0159">
        <w:t xml:space="preserve">Storage: </w:t>
      </w:r>
      <w:proofErr w:type="spellStart"/>
      <w:r w:rsidRPr="003C0159">
        <w:t>NetCDF</w:t>
      </w:r>
      <w:proofErr w:type="spellEnd"/>
      <w:r w:rsidRPr="003C0159">
        <w:t xml:space="preserve">, available for visualisation and download: http://swicca.climate.copernicus.eu/indicator-interface/maps/. Additional formats via a THREDDs </w:t>
      </w:r>
      <w:proofErr w:type="gramStart"/>
      <w:r w:rsidRPr="003C0159">
        <w:t>catalogue  can</w:t>
      </w:r>
      <w:proofErr w:type="gramEnd"/>
      <w:r w:rsidRPr="003C0159">
        <w:t xml:space="preserve"> be made available.</w:t>
      </w:r>
    </w:p>
    <w:p w14:paraId="3C27E0DC" w14:textId="77777777" w:rsidR="006C4C52" w:rsidRPr="003C0159" w:rsidRDefault="006C4C52" w:rsidP="006C4C52">
      <w:pPr>
        <w:pStyle w:val="Textkrper"/>
      </w:pPr>
      <w:r w:rsidRPr="003C0159">
        <w:t xml:space="preserve">Metadata: Metadata is available via: http://swicca.climate.copernicus.eu/start/climate-indicators/ </w:t>
      </w:r>
    </w:p>
    <w:p w14:paraId="60EA216D" w14:textId="77777777" w:rsidR="006C4C52" w:rsidRPr="003C0159" w:rsidRDefault="006C4C52" w:rsidP="006C4C52">
      <w:pPr>
        <w:pStyle w:val="berschrift3Annex"/>
      </w:pPr>
      <w:r w:rsidRPr="003C0159">
        <w:t>Data management</w:t>
      </w:r>
    </w:p>
    <w:p w14:paraId="111133B5" w14:textId="77777777" w:rsidR="006C4C52" w:rsidRPr="003C0159" w:rsidRDefault="006C4C52" w:rsidP="006C4C52">
      <w:pPr>
        <w:pStyle w:val="Textkrper"/>
      </w:pPr>
      <w:r w:rsidRPr="003C0159">
        <w:t xml:space="preserve">Availability: existing data, data will be </w:t>
      </w:r>
      <w:proofErr w:type="gramStart"/>
      <w:r w:rsidRPr="003C0159">
        <w:t>reused/extended</w:t>
      </w:r>
      <w:proofErr w:type="gramEnd"/>
    </w:p>
    <w:p w14:paraId="5BF969D0" w14:textId="77777777" w:rsidR="006C4C52" w:rsidRPr="003C0159" w:rsidRDefault="006C4C52" w:rsidP="006C4C52">
      <w:pPr>
        <w:pStyle w:val="Textkrper"/>
      </w:pPr>
      <w:r w:rsidRPr="003C0159">
        <w:t>Owner: Copernicus C3S</w:t>
      </w:r>
    </w:p>
    <w:p w14:paraId="0A5D4036" w14:textId="77777777" w:rsidR="006C4C52" w:rsidRPr="003C0159" w:rsidRDefault="006C4C52" w:rsidP="006C4C52">
      <w:pPr>
        <w:pStyle w:val="Textkrper"/>
      </w:pPr>
      <w:r w:rsidRPr="003C0159">
        <w:t>Open Access: yes</w:t>
      </w:r>
    </w:p>
    <w:p w14:paraId="3674FD75" w14:textId="77777777" w:rsidR="006C4C52" w:rsidRPr="003C0159" w:rsidRDefault="006C4C52" w:rsidP="006C4C52">
      <w:pPr>
        <w:pStyle w:val="Textkrper"/>
      </w:pPr>
      <w:r w:rsidRPr="003C0159">
        <w:t>Access conditions: Details will be decided on at the end of the SWICCA project</w:t>
      </w:r>
    </w:p>
    <w:p w14:paraId="412C40EE" w14:textId="77777777" w:rsidR="006C4C52" w:rsidRPr="003C0159" w:rsidRDefault="006C4C52" w:rsidP="006C4C52">
      <w:pPr>
        <w:pStyle w:val="berschrift3Annex"/>
      </w:pPr>
      <w:r w:rsidRPr="003C0159">
        <w:t>(Meta-) Data Repository</w:t>
      </w:r>
    </w:p>
    <w:p w14:paraId="59C3B29E" w14:textId="77777777" w:rsidR="006C4C52" w:rsidRPr="003C0159" w:rsidRDefault="006C4C52" w:rsidP="006C4C52">
      <w:pPr>
        <w:pStyle w:val="Textkrper"/>
      </w:pPr>
      <w:r w:rsidRPr="003C0159">
        <w:t>Data Repository Name: http://swicca.climate.copernicus.eu/indicator-interface/graphs-and-download/</w:t>
      </w:r>
    </w:p>
    <w:p w14:paraId="43A82E2A" w14:textId="77777777" w:rsidR="006C4C52" w:rsidRPr="003C0159" w:rsidRDefault="006C4C52" w:rsidP="006C4C52">
      <w:pPr>
        <w:pStyle w:val="Textkrper"/>
      </w:pPr>
      <w:r w:rsidRPr="003C0159">
        <w:t>Data Repository Description: Interface for exploration and download of data.</w:t>
      </w:r>
    </w:p>
    <w:p w14:paraId="25FFE823" w14:textId="77777777" w:rsidR="006C4C52" w:rsidRPr="003C0159" w:rsidRDefault="006C4C52" w:rsidP="006C4C52">
      <w:pPr>
        <w:pStyle w:val="Textkrper"/>
      </w:pPr>
      <w:r w:rsidRPr="003C0159">
        <w:t xml:space="preserve">Data can also be downloaded via: http://swicca.smhi.se/thredds/catalog.html </w:t>
      </w:r>
    </w:p>
    <w:p w14:paraId="65794940" w14:textId="77777777" w:rsidR="006C4C52" w:rsidRPr="003C0159" w:rsidRDefault="006C4C52" w:rsidP="006C4C52">
      <w:pPr>
        <w:pStyle w:val="Textkrper"/>
      </w:pPr>
      <w:r w:rsidRPr="003C0159">
        <w:t>Data Repository Properties: Openly available, however, will be discussed with Copernicus after end of SWICCA project. (Dec 2017)</w:t>
      </w:r>
    </w:p>
    <w:p w14:paraId="78FC017A" w14:textId="77777777" w:rsidR="006C4C52" w:rsidRPr="003C0159" w:rsidRDefault="006C4C52" w:rsidP="006C4C52">
      <w:pPr>
        <w:pStyle w:val="Textkrper"/>
      </w:pPr>
      <w:r w:rsidRPr="003C0159">
        <w:t xml:space="preserve">Data Repository Access: http://swicca.smhi.se/thredds/catalog.html </w:t>
      </w:r>
    </w:p>
    <w:p w14:paraId="76D18E5E" w14:textId="77777777" w:rsidR="006C4C52" w:rsidRPr="003C0159" w:rsidRDefault="006C4C52" w:rsidP="006C4C52">
      <w:pPr>
        <w:pStyle w:val="berschrift2Annex"/>
      </w:pPr>
      <w:bookmarkStart w:id="100" w:name="_Toc499541160"/>
      <w:r w:rsidRPr="003C0159">
        <w:t>1 km resolution of data over Stockholm</w:t>
      </w:r>
      <w:bookmarkEnd w:id="100"/>
      <w:r w:rsidRPr="003C0159">
        <w:t xml:space="preserve"> </w:t>
      </w:r>
    </w:p>
    <w:p w14:paraId="604F9F76" w14:textId="77777777" w:rsidR="006C4C52" w:rsidRPr="003C0159" w:rsidRDefault="006C4C52" w:rsidP="006C4C52">
      <w:pPr>
        <w:pStyle w:val="berschrift3Annex"/>
      </w:pPr>
      <w:r w:rsidRPr="003C0159">
        <w:t>Responsible party</w:t>
      </w:r>
    </w:p>
    <w:p w14:paraId="69A560AF" w14:textId="77777777" w:rsidR="006C4C52" w:rsidRPr="003C0159" w:rsidRDefault="006C4C52" w:rsidP="006C4C52">
      <w:pPr>
        <w:pStyle w:val="Textkrper"/>
      </w:pPr>
      <w:r w:rsidRPr="003C0159">
        <w:t xml:space="preserve">Data producer: SMHI </w:t>
      </w:r>
    </w:p>
    <w:p w14:paraId="087B0C38" w14:textId="77777777" w:rsidR="006C4C52" w:rsidRPr="003C0159" w:rsidRDefault="006C4C52" w:rsidP="006C4C52">
      <w:pPr>
        <w:pStyle w:val="Textkrper"/>
      </w:pPr>
      <w:r w:rsidRPr="003C0159">
        <w:t>Data owner: Copernicus C3S</w:t>
      </w:r>
    </w:p>
    <w:p w14:paraId="7390705F" w14:textId="77777777" w:rsidR="006C4C52" w:rsidRPr="003C0159" w:rsidRDefault="006C4C52" w:rsidP="006C4C52">
      <w:pPr>
        <w:pStyle w:val="Textkrper"/>
      </w:pPr>
      <w:r w:rsidRPr="003C0159">
        <w:t xml:space="preserve">Responsible Party (CLARITY): SMHI </w:t>
      </w:r>
    </w:p>
    <w:p w14:paraId="0733D6EA" w14:textId="77777777" w:rsidR="006C4C52" w:rsidRPr="003C0159" w:rsidRDefault="006C4C52" w:rsidP="006C4C52">
      <w:pPr>
        <w:pStyle w:val="Textkrper"/>
      </w:pPr>
      <w:r w:rsidRPr="003C0159">
        <w:t xml:space="preserve">Responsible Person (CLARITY): Lena Strömbäck, Jorge Humberto </w:t>
      </w:r>
      <w:proofErr w:type="spellStart"/>
      <w:r w:rsidRPr="003C0159">
        <w:t>Amorim</w:t>
      </w:r>
      <w:proofErr w:type="spellEnd"/>
      <w:r w:rsidRPr="003C0159">
        <w:t xml:space="preserve"> </w:t>
      </w:r>
    </w:p>
    <w:p w14:paraId="6AC87FC9" w14:textId="77777777" w:rsidR="006C4C52" w:rsidRPr="003C0159" w:rsidRDefault="006C4C52" w:rsidP="006C4C52">
      <w:pPr>
        <w:pStyle w:val="Textkrper"/>
      </w:pPr>
      <w:r w:rsidRPr="003C0159">
        <w:t>WPs: WP3</w:t>
      </w:r>
    </w:p>
    <w:p w14:paraId="28DB2560" w14:textId="77777777" w:rsidR="006C4C52" w:rsidRPr="003C0159" w:rsidRDefault="006C4C52" w:rsidP="006C4C52">
      <w:pPr>
        <w:pStyle w:val="berschrift3Annex"/>
      </w:pPr>
      <w:r w:rsidRPr="003C0159">
        <w:t>Data provenance</w:t>
      </w:r>
    </w:p>
    <w:p w14:paraId="7A35A851" w14:textId="77777777" w:rsidR="006C4C52" w:rsidRPr="003C0159" w:rsidRDefault="006C4C52" w:rsidP="006C4C52">
      <w:pPr>
        <w:pStyle w:val="Textkrper"/>
      </w:pPr>
      <w:proofErr w:type="gramStart"/>
      <w:r w:rsidRPr="003C0159">
        <w:t>Dataset available from the Urban SIS Copernicus C3S proof of concept project.</w:t>
      </w:r>
      <w:proofErr w:type="gramEnd"/>
    </w:p>
    <w:p w14:paraId="77872076" w14:textId="77777777" w:rsidR="006C4C52" w:rsidRPr="003C0159" w:rsidRDefault="006C4C52" w:rsidP="007A37A5">
      <w:pPr>
        <w:pStyle w:val="Textkrper"/>
        <w:numPr>
          <w:ilvl w:val="0"/>
          <w:numId w:val="26"/>
        </w:numPr>
      </w:pPr>
      <w:r w:rsidRPr="003C0159">
        <w:t>The dataset consist of 1x1 km grid of hourly data over Stockholm it contains:</w:t>
      </w:r>
    </w:p>
    <w:p w14:paraId="15F54495" w14:textId="77777777" w:rsidR="006C4C52" w:rsidRPr="003C0159" w:rsidRDefault="006C4C52" w:rsidP="007A37A5">
      <w:pPr>
        <w:pStyle w:val="Textkrper"/>
        <w:numPr>
          <w:ilvl w:val="0"/>
          <w:numId w:val="26"/>
        </w:numPr>
      </w:pPr>
      <w:r w:rsidRPr="003C0159">
        <w:lastRenderedPageBreak/>
        <w:t>Meteorological data, produced by HARMONIE-</w:t>
      </w:r>
      <w:proofErr w:type="spellStart"/>
      <w:r w:rsidRPr="003C0159">
        <w:t>Arome</w:t>
      </w:r>
      <w:proofErr w:type="spellEnd"/>
      <w:r w:rsidRPr="003C0159">
        <w:t>.</w:t>
      </w:r>
    </w:p>
    <w:p w14:paraId="7D54C963" w14:textId="77777777" w:rsidR="006C4C52" w:rsidRPr="003C0159" w:rsidRDefault="006C4C52" w:rsidP="007A37A5">
      <w:pPr>
        <w:pStyle w:val="Textkrper"/>
        <w:numPr>
          <w:ilvl w:val="0"/>
          <w:numId w:val="26"/>
        </w:numPr>
      </w:pPr>
      <w:r w:rsidRPr="003C0159">
        <w:t>Air quality produced by MATCH</w:t>
      </w:r>
    </w:p>
    <w:p w14:paraId="38BEE32F" w14:textId="77777777" w:rsidR="006C4C52" w:rsidRPr="003C0159" w:rsidRDefault="006C4C52" w:rsidP="007A37A5">
      <w:pPr>
        <w:pStyle w:val="Textkrper"/>
        <w:numPr>
          <w:ilvl w:val="0"/>
          <w:numId w:val="26"/>
        </w:numPr>
      </w:pPr>
      <w:r w:rsidRPr="003C0159">
        <w:t>Hydrological data produced by HYPE</w:t>
      </w:r>
    </w:p>
    <w:p w14:paraId="0E1E649C" w14:textId="77777777" w:rsidR="006C4C52" w:rsidRPr="003C0159" w:rsidRDefault="006C4C52" w:rsidP="007A37A5">
      <w:pPr>
        <w:pStyle w:val="Textkrper"/>
        <w:numPr>
          <w:ilvl w:val="0"/>
          <w:numId w:val="26"/>
        </w:numPr>
      </w:pPr>
      <w:r w:rsidRPr="003C0159">
        <w:t xml:space="preserve">A large number of climate indicators produced based on these </w:t>
      </w:r>
      <w:proofErr w:type="gramStart"/>
      <w:r w:rsidRPr="003C0159">
        <w:t>model  simulation</w:t>
      </w:r>
      <w:proofErr w:type="gramEnd"/>
      <w:r w:rsidRPr="003C0159">
        <w:t xml:space="preserve"> .</w:t>
      </w:r>
    </w:p>
    <w:p w14:paraId="3F0662AE" w14:textId="77777777" w:rsidR="006C4C52" w:rsidRPr="003C0159" w:rsidRDefault="006C4C52" w:rsidP="006C4C52">
      <w:pPr>
        <w:pStyle w:val="Textkrper"/>
      </w:pPr>
      <w:r w:rsidRPr="003C0159">
        <w:t xml:space="preserve">A large part of the data is already </w:t>
      </w:r>
      <w:proofErr w:type="gramStart"/>
      <w:r w:rsidRPr="003C0159">
        <w:t>available,</w:t>
      </w:r>
      <w:proofErr w:type="gramEnd"/>
      <w:r w:rsidRPr="003C0159">
        <w:t xml:space="preserve"> the production of climate data is being completed during fall 2017.</w:t>
      </w:r>
    </w:p>
    <w:p w14:paraId="730474EA" w14:textId="316AB941" w:rsidR="006C4C52" w:rsidRPr="003C0159" w:rsidRDefault="006C4C52" w:rsidP="006C4C52">
      <w:pPr>
        <w:pStyle w:val="Textkrper"/>
      </w:pPr>
      <w:r w:rsidRPr="003C0159">
        <w:t>For more information see:</w:t>
      </w:r>
      <w:r w:rsidRPr="003C0159">
        <w:tab/>
      </w:r>
      <w:r w:rsidRPr="003C0159">
        <w:br/>
        <w:t xml:space="preserve">General information: </w:t>
      </w:r>
      <w:hyperlink r:id="rId59" w:history="1">
        <w:r w:rsidRPr="003C0159">
          <w:rPr>
            <w:rStyle w:val="Hyperlink"/>
          </w:rPr>
          <w:t>http://urbansis.climate.copernicus.eu/</w:t>
        </w:r>
      </w:hyperlink>
      <w:r w:rsidRPr="003C0159">
        <w:t xml:space="preserve"> </w:t>
      </w:r>
      <w:r w:rsidRPr="003C0159">
        <w:tab/>
      </w:r>
      <w:r w:rsidRPr="003C0159">
        <w:br/>
        <w:t xml:space="preserve">Information about indicators: </w:t>
      </w:r>
      <w:hyperlink r:id="rId60" w:history="1">
        <w:r w:rsidRPr="003C0159">
          <w:rPr>
            <w:rStyle w:val="Hyperlink"/>
          </w:rPr>
          <w:t>http://urbansis.climate.copernicus.eu/urban-sis-climate-indicators/</w:t>
        </w:r>
      </w:hyperlink>
      <w:r w:rsidRPr="003C0159">
        <w:t xml:space="preserve"> </w:t>
      </w:r>
      <w:r w:rsidRPr="003C0159">
        <w:tab/>
      </w:r>
      <w:r w:rsidRPr="003C0159">
        <w:br/>
        <w:t xml:space="preserve">Browsing data: http://urban-sis.smhi.se/ </w:t>
      </w:r>
    </w:p>
    <w:p w14:paraId="0D062EB2" w14:textId="77777777" w:rsidR="006C4C52" w:rsidRPr="003C0159" w:rsidRDefault="006C4C52" w:rsidP="006C4C52">
      <w:pPr>
        <w:pStyle w:val="Textkrper"/>
      </w:pPr>
      <w:r w:rsidRPr="003C0159">
        <w:t>Note: The site also contains data for Bologna and Amsterdam, not included in the Clarity project.</w:t>
      </w:r>
    </w:p>
    <w:p w14:paraId="413A158A" w14:textId="77777777" w:rsidR="006C4C52" w:rsidRPr="003C0159" w:rsidRDefault="006C4C52" w:rsidP="006C4C52">
      <w:pPr>
        <w:pStyle w:val="berschrift3Annex"/>
      </w:pPr>
      <w:r w:rsidRPr="003C0159">
        <w:t>Intended use</w:t>
      </w:r>
    </w:p>
    <w:p w14:paraId="6C5935C8" w14:textId="77777777" w:rsidR="006C4C52" w:rsidRPr="003C0159" w:rsidRDefault="006C4C52" w:rsidP="006C4C52">
      <w:pPr>
        <w:pStyle w:val="Textkrper"/>
      </w:pPr>
      <w:r w:rsidRPr="003C0159">
        <w:t xml:space="preserve">The dataset will be used for the SE use </w:t>
      </w:r>
      <w:proofErr w:type="gramStart"/>
      <w:r w:rsidRPr="003C0159">
        <w:t>case .</w:t>
      </w:r>
      <w:proofErr w:type="gramEnd"/>
      <w:r w:rsidRPr="003C0159">
        <w:t xml:space="preserve"> Main use is for heat studies together with Stockholm city.</w:t>
      </w:r>
    </w:p>
    <w:p w14:paraId="35713404" w14:textId="77777777" w:rsidR="006C4C52" w:rsidRPr="003C0159" w:rsidRDefault="006C4C52" w:rsidP="006C4C52">
      <w:pPr>
        <w:pStyle w:val="Textkrper"/>
      </w:pPr>
      <w:r w:rsidRPr="003C0159">
        <w:t xml:space="preserve">It might also be of use for hydrology and air quality of </w:t>
      </w:r>
      <w:proofErr w:type="spellStart"/>
      <w:r w:rsidRPr="003C0159">
        <w:t>Stockholms</w:t>
      </w:r>
      <w:proofErr w:type="spellEnd"/>
      <w:r w:rsidRPr="003C0159">
        <w:t xml:space="preserve"> city.</w:t>
      </w:r>
    </w:p>
    <w:p w14:paraId="52E548C1" w14:textId="77777777" w:rsidR="006C4C52" w:rsidRPr="003C0159" w:rsidRDefault="006C4C52" w:rsidP="006C4C52">
      <w:pPr>
        <w:pStyle w:val="Textkrper"/>
      </w:pPr>
      <w:r w:rsidRPr="003C0159">
        <w:t xml:space="preserve">Building Blocks: Catalogue of Data Sources and Simulation Models, Community based Sensitivity Analysis, Data Repositories, </w:t>
      </w:r>
      <w:proofErr w:type="gramStart"/>
      <w:r w:rsidRPr="003C0159">
        <w:t>Map</w:t>
      </w:r>
      <w:proofErr w:type="gramEnd"/>
      <w:r w:rsidRPr="003C0159">
        <w:t xml:space="preserve"> Component </w:t>
      </w:r>
    </w:p>
    <w:p w14:paraId="41250302" w14:textId="77777777" w:rsidR="006C4C52" w:rsidRPr="003C0159" w:rsidRDefault="006C4C52" w:rsidP="006C4C52">
      <w:pPr>
        <w:pStyle w:val="berschrift3Annex"/>
      </w:pPr>
      <w:r w:rsidRPr="003C0159">
        <w:t>Data description</w:t>
      </w:r>
    </w:p>
    <w:p w14:paraId="43F136F9" w14:textId="77777777" w:rsidR="006C4C52" w:rsidRPr="003C0159" w:rsidRDefault="006C4C52" w:rsidP="006C4C52">
      <w:pPr>
        <w:pStyle w:val="Textkrper"/>
      </w:pPr>
      <w:r w:rsidRPr="003C0159">
        <w:t xml:space="preserve">Information about available climate indicators </w:t>
      </w:r>
      <w:proofErr w:type="gramStart"/>
      <w:r w:rsidRPr="003C0159">
        <w:t>are</w:t>
      </w:r>
      <w:proofErr w:type="gramEnd"/>
      <w:r w:rsidRPr="003C0159">
        <w:t xml:space="preserve"> given here:</w:t>
      </w:r>
    </w:p>
    <w:p w14:paraId="17D6C0BB" w14:textId="77777777" w:rsidR="006C4C52" w:rsidRPr="003C0159" w:rsidRDefault="006C4C52" w:rsidP="006C4C52">
      <w:pPr>
        <w:pStyle w:val="Textkrper"/>
      </w:pPr>
      <w:r w:rsidRPr="003C0159">
        <w:t xml:space="preserve">http://urbansis.climate.copernicus.eu/urban-sis-climate-indicators/ </w:t>
      </w:r>
    </w:p>
    <w:p w14:paraId="24AC8A58" w14:textId="77777777" w:rsidR="006C4C52" w:rsidRPr="003C0159" w:rsidRDefault="006C4C52" w:rsidP="006C4C52">
      <w:pPr>
        <w:pStyle w:val="Textkrper"/>
      </w:pPr>
      <w:r w:rsidRPr="003C0159">
        <w:t xml:space="preserve">Parameter information:  See: http://urbansis.climate.copernicus.eu/urban-sis-climate-indicators/ </w:t>
      </w:r>
    </w:p>
    <w:p w14:paraId="0A442598" w14:textId="77777777" w:rsidR="006C4C52" w:rsidRPr="003C0159" w:rsidRDefault="006C4C52" w:rsidP="006C4C52">
      <w:pPr>
        <w:pStyle w:val="Textkrper"/>
      </w:pPr>
      <w:r w:rsidRPr="003C0159">
        <w:t>Coverage: Spatial: City of Stockholm</w:t>
      </w:r>
    </w:p>
    <w:p w14:paraId="7362E09A" w14:textId="77777777" w:rsidR="006C4C52" w:rsidRPr="003C0159" w:rsidRDefault="006C4C52" w:rsidP="006C4C52">
      <w:pPr>
        <w:pStyle w:val="Textkrper"/>
      </w:pPr>
      <w:r w:rsidRPr="003C0159">
        <w:t>Temporal: Three time frames with selected years in each:</w:t>
      </w:r>
    </w:p>
    <w:p w14:paraId="334F707A" w14:textId="77777777" w:rsidR="006C4C52" w:rsidRPr="003C0159" w:rsidRDefault="006C4C52" w:rsidP="007A37A5">
      <w:pPr>
        <w:pStyle w:val="Textkrper"/>
        <w:numPr>
          <w:ilvl w:val="0"/>
          <w:numId w:val="26"/>
        </w:numPr>
      </w:pPr>
      <w:r w:rsidRPr="003C0159">
        <w:t>Historical: 2006, 2007, 2012, 2013, 2014</w:t>
      </w:r>
    </w:p>
    <w:p w14:paraId="099ACDF8" w14:textId="77777777" w:rsidR="006C4C52" w:rsidRPr="003C0159" w:rsidRDefault="006C4C52" w:rsidP="007A37A5">
      <w:pPr>
        <w:pStyle w:val="Textkrper"/>
        <w:numPr>
          <w:ilvl w:val="0"/>
          <w:numId w:val="26"/>
        </w:numPr>
      </w:pPr>
      <w:r w:rsidRPr="003C0159">
        <w:t>Present: 1985, 1994, 1995, 2005, 2009</w:t>
      </w:r>
    </w:p>
    <w:p w14:paraId="12DC47D0" w14:textId="77777777" w:rsidR="006C4C52" w:rsidRPr="003C0159" w:rsidRDefault="006C4C52" w:rsidP="007A37A5">
      <w:pPr>
        <w:pStyle w:val="Textkrper"/>
        <w:numPr>
          <w:ilvl w:val="0"/>
          <w:numId w:val="26"/>
        </w:numPr>
      </w:pPr>
      <w:r w:rsidRPr="003C0159">
        <w:t>Future: 2032, 2035, 2046, 2053, 2054</w:t>
      </w:r>
    </w:p>
    <w:p w14:paraId="27BBAA31" w14:textId="77777777" w:rsidR="006C4C52" w:rsidRPr="003C0159" w:rsidRDefault="006C4C52" w:rsidP="006C4C52">
      <w:pPr>
        <w:pStyle w:val="Textkrper"/>
      </w:pPr>
      <w:r w:rsidRPr="003C0159">
        <w:t>Resolution: Spatial: 1km</w:t>
      </w:r>
    </w:p>
    <w:p w14:paraId="657CD30B" w14:textId="77777777" w:rsidR="006C4C52" w:rsidRPr="003C0159" w:rsidRDefault="006C4C52" w:rsidP="006C4C52">
      <w:pPr>
        <w:pStyle w:val="Textkrper"/>
      </w:pPr>
      <w:r w:rsidRPr="003C0159">
        <w:t>Time resolution: Precipitation: 15 min, Other basic variables: 1 hour</w:t>
      </w:r>
      <w:proofErr w:type="gramStart"/>
      <w:r w:rsidRPr="003C0159">
        <w:t>,  Indicators</w:t>
      </w:r>
      <w:proofErr w:type="gramEnd"/>
      <w:r w:rsidRPr="003C0159">
        <w:t xml:space="preserve"> and </w:t>
      </w:r>
      <w:proofErr w:type="spellStart"/>
      <w:r w:rsidRPr="003C0159">
        <w:t>staistics</w:t>
      </w:r>
      <w:proofErr w:type="spellEnd"/>
      <w:r w:rsidRPr="003C0159">
        <w:t xml:space="preserve"> on </w:t>
      </w:r>
      <w:proofErr w:type="spellStart"/>
      <w:r w:rsidRPr="003C0159">
        <w:t>mothly</w:t>
      </w:r>
      <w:proofErr w:type="spellEnd"/>
      <w:r w:rsidRPr="003C0159">
        <w:t xml:space="preserve"> or yearly resolution</w:t>
      </w:r>
    </w:p>
    <w:p w14:paraId="00B94483" w14:textId="77777777" w:rsidR="006C4C52" w:rsidRPr="003C0159" w:rsidRDefault="006C4C52" w:rsidP="006C4C52">
      <w:pPr>
        <w:pStyle w:val="Textkrper"/>
      </w:pPr>
      <w:r w:rsidRPr="003C0159">
        <w:t xml:space="preserve">Storage: </w:t>
      </w:r>
      <w:proofErr w:type="spellStart"/>
      <w:r w:rsidRPr="003C0159">
        <w:t>NetCDF</w:t>
      </w:r>
      <w:proofErr w:type="spellEnd"/>
      <w:r w:rsidRPr="003C0159">
        <w:t xml:space="preserve">, available for visualisation and download: http://urban-sis.smhi.se/ For additional formats via the THREDDs </w:t>
      </w:r>
      <w:proofErr w:type="spellStart"/>
      <w:r w:rsidRPr="003C0159">
        <w:t>catalogur</w:t>
      </w:r>
      <w:proofErr w:type="spellEnd"/>
      <w:r w:rsidRPr="003C0159">
        <w:t xml:space="preserve">: http://urban-sis.smhi.se/thredds/catalog.html </w:t>
      </w:r>
    </w:p>
    <w:p w14:paraId="5E85FE33" w14:textId="77777777" w:rsidR="006C4C52" w:rsidRPr="003C0159" w:rsidRDefault="006C4C52" w:rsidP="006C4C52">
      <w:pPr>
        <w:pStyle w:val="Textkrper"/>
      </w:pPr>
      <w:r w:rsidRPr="003C0159">
        <w:t>Metadata: Available in each file at download.</w:t>
      </w:r>
    </w:p>
    <w:p w14:paraId="5575D59A" w14:textId="77777777" w:rsidR="006C4C52" w:rsidRPr="003C0159" w:rsidRDefault="006C4C52" w:rsidP="006C4C52">
      <w:pPr>
        <w:pStyle w:val="Textkrper"/>
      </w:pPr>
      <w:r w:rsidRPr="003C0159">
        <w:t>A more extensive description is available here:</w:t>
      </w:r>
      <w:r w:rsidRPr="003C0159">
        <w:tab/>
      </w:r>
      <w:r w:rsidRPr="003C0159">
        <w:br/>
        <w:t xml:space="preserve">http://urbansis.climate.copernicus.eu/urban-sis-climate-indicators/ </w:t>
      </w:r>
    </w:p>
    <w:p w14:paraId="2490498B" w14:textId="77777777" w:rsidR="006C4C52" w:rsidRPr="003C0159" w:rsidRDefault="006C4C52" w:rsidP="006C4C52">
      <w:pPr>
        <w:pStyle w:val="berschrift3Annex"/>
      </w:pPr>
      <w:r w:rsidRPr="003C0159">
        <w:t>Data management</w:t>
      </w:r>
    </w:p>
    <w:p w14:paraId="4E620FBE" w14:textId="77777777" w:rsidR="006C4C52" w:rsidRPr="003C0159" w:rsidRDefault="006C4C52" w:rsidP="006C4C52">
      <w:pPr>
        <w:pStyle w:val="Textkrper"/>
      </w:pPr>
      <w:r w:rsidRPr="003C0159">
        <w:t xml:space="preserve">Availability: existing data, data will be </w:t>
      </w:r>
      <w:proofErr w:type="gramStart"/>
      <w:r w:rsidRPr="003C0159">
        <w:t>reused/extended</w:t>
      </w:r>
      <w:proofErr w:type="gramEnd"/>
    </w:p>
    <w:p w14:paraId="2302D959" w14:textId="77777777" w:rsidR="006C4C52" w:rsidRPr="003C0159" w:rsidRDefault="006C4C52" w:rsidP="006C4C52">
      <w:pPr>
        <w:pStyle w:val="Textkrper"/>
      </w:pPr>
      <w:r w:rsidRPr="003C0159">
        <w:t>Owner: Copernicus C3S</w:t>
      </w:r>
    </w:p>
    <w:p w14:paraId="3F58DF55" w14:textId="77777777" w:rsidR="006C4C52" w:rsidRPr="003C0159" w:rsidRDefault="006C4C52" w:rsidP="006C4C52">
      <w:pPr>
        <w:pStyle w:val="Textkrper"/>
      </w:pPr>
      <w:r w:rsidRPr="003C0159">
        <w:t>Open Access: yes</w:t>
      </w:r>
    </w:p>
    <w:p w14:paraId="4F7C9BF7" w14:textId="77777777" w:rsidR="006C4C52" w:rsidRPr="003C0159" w:rsidRDefault="006C4C52" w:rsidP="006C4C52">
      <w:pPr>
        <w:pStyle w:val="Textkrper"/>
      </w:pPr>
      <w:r w:rsidRPr="003C0159">
        <w:t>Access conditions: Details will be specified at the end of the Urban SIS project (Jan 2018).</w:t>
      </w:r>
    </w:p>
    <w:p w14:paraId="7A7835A2" w14:textId="77777777" w:rsidR="006C4C52" w:rsidRPr="003C0159" w:rsidRDefault="006C4C52" w:rsidP="006C4C52">
      <w:pPr>
        <w:pStyle w:val="berschrift3Annex"/>
      </w:pPr>
      <w:r w:rsidRPr="003C0159">
        <w:lastRenderedPageBreak/>
        <w:t>(Meta-) Data Repository</w:t>
      </w:r>
    </w:p>
    <w:p w14:paraId="70AE7F0F" w14:textId="77777777" w:rsidR="006C4C52" w:rsidRPr="003C0159" w:rsidRDefault="006C4C52" w:rsidP="006C4C52">
      <w:pPr>
        <w:pStyle w:val="Textkrper"/>
      </w:pPr>
      <w:r w:rsidRPr="003C0159">
        <w:t>Data Repository Name: Urban SIS</w:t>
      </w:r>
    </w:p>
    <w:p w14:paraId="714D6259" w14:textId="77777777" w:rsidR="006C4C52" w:rsidRPr="003C0159" w:rsidRDefault="006C4C52" w:rsidP="006C4C52">
      <w:pPr>
        <w:pStyle w:val="Textkrper"/>
      </w:pPr>
      <w:r w:rsidRPr="003C0159">
        <w:t>Data Repository Description: Available in each file at download.</w:t>
      </w:r>
    </w:p>
    <w:p w14:paraId="40C2F2EF" w14:textId="77777777" w:rsidR="006C4C52" w:rsidRPr="003C0159" w:rsidRDefault="006C4C52" w:rsidP="006C4C52">
      <w:pPr>
        <w:pStyle w:val="Textkrper"/>
      </w:pPr>
      <w:r w:rsidRPr="003C0159">
        <w:t>A more extensive description is available here:</w:t>
      </w:r>
      <w:r w:rsidRPr="003C0159">
        <w:tab/>
      </w:r>
      <w:r w:rsidRPr="003C0159">
        <w:br/>
        <w:t xml:space="preserve">http://urbansis.climate.copernicus.eu/urban-sis-climate-indicators/ </w:t>
      </w:r>
    </w:p>
    <w:p w14:paraId="11EE8562" w14:textId="77777777" w:rsidR="006C4C52" w:rsidRPr="003C0159" w:rsidRDefault="006C4C52" w:rsidP="006C4C52">
      <w:pPr>
        <w:pStyle w:val="Textkrper"/>
      </w:pPr>
      <w:r w:rsidRPr="003C0159">
        <w:t xml:space="preserve">Data Repository Link: Urban SIS data </w:t>
      </w:r>
    </w:p>
    <w:p w14:paraId="067FA9D1" w14:textId="77777777" w:rsidR="006C4C52" w:rsidRPr="003C0159" w:rsidRDefault="006C4C52" w:rsidP="006C4C52">
      <w:pPr>
        <w:pStyle w:val="Textkrper"/>
      </w:pPr>
      <w:r w:rsidRPr="003C0159">
        <w:t xml:space="preserve">Data Repository Access: http://urban-sis.smhi.se/thredds/catalog.html </w:t>
      </w:r>
    </w:p>
    <w:p w14:paraId="6AA266A7" w14:textId="77777777" w:rsidR="006C4C52" w:rsidRPr="003C0159" w:rsidRDefault="006C4C52" w:rsidP="006C4C52">
      <w:pPr>
        <w:pStyle w:val="berschrift2Annex"/>
      </w:pPr>
      <w:bookmarkStart w:id="101" w:name="_Toc499541161"/>
      <w:r w:rsidRPr="003C0159">
        <w:t>Decadal climatic models</w:t>
      </w:r>
      <w:bookmarkEnd w:id="101"/>
      <w:r w:rsidRPr="003C0159">
        <w:t xml:space="preserve"> </w:t>
      </w:r>
    </w:p>
    <w:p w14:paraId="7349098E" w14:textId="77777777" w:rsidR="006C4C52" w:rsidRPr="003C0159" w:rsidRDefault="006C4C52" w:rsidP="006C4C52">
      <w:pPr>
        <w:pStyle w:val="Textkrper"/>
      </w:pPr>
      <w:r w:rsidRPr="003C0159">
        <w:t xml:space="preserve">Submitted by </w:t>
      </w:r>
      <w:proofErr w:type="spellStart"/>
      <w:r w:rsidRPr="003C0159">
        <w:t>Iñaki</w:t>
      </w:r>
      <w:proofErr w:type="spellEnd"/>
      <w:r w:rsidRPr="003C0159">
        <w:t xml:space="preserve"> Torres </w:t>
      </w:r>
      <w:proofErr w:type="spellStart"/>
      <w:proofErr w:type="gramStart"/>
      <w:r w:rsidRPr="003C0159">
        <w:t>Cobián</w:t>
      </w:r>
      <w:proofErr w:type="spellEnd"/>
      <w:r w:rsidRPr="003C0159">
        <w:t xml:space="preserve">  on</w:t>
      </w:r>
      <w:proofErr w:type="gramEnd"/>
      <w:r w:rsidRPr="003C0159">
        <w:t xml:space="preserve"> Fri, 09/29/2017 - 11:28 </w:t>
      </w:r>
    </w:p>
    <w:p w14:paraId="54007436" w14:textId="77777777" w:rsidR="006C4C52" w:rsidRPr="003C0159" w:rsidRDefault="006C4C52" w:rsidP="006C4C52">
      <w:pPr>
        <w:pStyle w:val="berschrift3Annex"/>
      </w:pPr>
      <w:r w:rsidRPr="003C0159">
        <w:t>Responsible party</w:t>
      </w:r>
    </w:p>
    <w:p w14:paraId="30771D8D" w14:textId="77777777" w:rsidR="006C4C52" w:rsidRPr="003C0159" w:rsidRDefault="006C4C52" w:rsidP="006C4C52">
      <w:pPr>
        <w:pStyle w:val="Textkrper"/>
      </w:pPr>
      <w:proofErr w:type="spellStart"/>
      <w:r w:rsidRPr="003C0159">
        <w:t>Aemet</w:t>
      </w:r>
      <w:proofErr w:type="spellEnd"/>
      <w:r w:rsidRPr="003C0159">
        <w:t xml:space="preserve"> is responsible for collecting data. Atos and </w:t>
      </w:r>
      <w:proofErr w:type="spellStart"/>
      <w:proofErr w:type="gramStart"/>
      <w:r w:rsidRPr="003C0159">
        <w:t>Meteogrid</w:t>
      </w:r>
      <w:proofErr w:type="spellEnd"/>
      <w:r w:rsidRPr="003C0159">
        <w:t xml:space="preserve">  are</w:t>
      </w:r>
      <w:proofErr w:type="gramEnd"/>
      <w:r w:rsidRPr="003C0159">
        <w:t xml:space="preserve"> responsible for storing the data</w:t>
      </w:r>
    </w:p>
    <w:p w14:paraId="64B56D35" w14:textId="77777777" w:rsidR="006C4C52" w:rsidRPr="003C0159" w:rsidRDefault="006C4C52" w:rsidP="006C4C52">
      <w:pPr>
        <w:pStyle w:val="Textkrper"/>
      </w:pPr>
      <w:r w:rsidRPr="003C0159">
        <w:t xml:space="preserve">Responsible Party (CLARITY): AEMET </w:t>
      </w:r>
    </w:p>
    <w:p w14:paraId="1F2B72EE" w14:textId="77777777" w:rsidR="006C4C52" w:rsidRPr="003C0159" w:rsidRDefault="006C4C52" w:rsidP="006C4C52">
      <w:pPr>
        <w:pStyle w:val="Textkrper"/>
      </w:pPr>
      <w:r w:rsidRPr="003C0159">
        <w:t xml:space="preserve">Responsible Person (CLARITY): Luis Torres </w:t>
      </w:r>
      <w:proofErr w:type="spellStart"/>
      <w:r w:rsidRPr="003C0159">
        <w:t>Michelena</w:t>
      </w:r>
      <w:proofErr w:type="spellEnd"/>
      <w:r w:rsidRPr="003C0159">
        <w:t xml:space="preserve"> </w:t>
      </w:r>
    </w:p>
    <w:p w14:paraId="60E4E4C8" w14:textId="77777777" w:rsidR="006C4C52" w:rsidRPr="003C0159" w:rsidRDefault="006C4C52" w:rsidP="006C4C52">
      <w:pPr>
        <w:pStyle w:val="Textkrper"/>
      </w:pPr>
      <w:r w:rsidRPr="003C0159">
        <w:t>WPs: WP2</w:t>
      </w:r>
    </w:p>
    <w:p w14:paraId="4829C212" w14:textId="77777777" w:rsidR="006C4C52" w:rsidRPr="003C0159" w:rsidRDefault="006C4C52" w:rsidP="006C4C52">
      <w:pPr>
        <w:pStyle w:val="berschrift3Annex"/>
      </w:pPr>
      <w:r w:rsidRPr="003C0159">
        <w:t>Data provenance</w:t>
      </w:r>
    </w:p>
    <w:p w14:paraId="0506F838" w14:textId="77777777" w:rsidR="006C4C52" w:rsidRPr="003C0159" w:rsidRDefault="006C4C52" w:rsidP="006C4C52">
      <w:pPr>
        <w:pStyle w:val="Textkrper"/>
      </w:pPr>
      <w:r w:rsidRPr="003C0159">
        <w:t xml:space="preserve">CMIP5. </w:t>
      </w:r>
    </w:p>
    <w:p w14:paraId="776D415A" w14:textId="77777777" w:rsidR="006C4C52" w:rsidRPr="003C0159" w:rsidRDefault="006C4C52" w:rsidP="006C4C52">
      <w:pPr>
        <w:pStyle w:val="Textkrper"/>
      </w:pPr>
      <w:r w:rsidRPr="003C0159">
        <w:t xml:space="preserve">The CMIP5 experimental protocol was endorsed by the 12th Session of the WCRP Working Group on Coupled Modelling (WGCM) and is presented in the following document: Taylor, K. E., R. J. Stouffer and G. A. </w:t>
      </w:r>
      <w:proofErr w:type="spellStart"/>
      <w:r w:rsidRPr="003C0159">
        <w:t>Meehl</w:t>
      </w:r>
      <w:proofErr w:type="spellEnd"/>
      <w:r w:rsidRPr="003C0159">
        <w:t>, 2009: A Summary of the CMIP5 Experiment Design</w:t>
      </w:r>
    </w:p>
    <w:p w14:paraId="3570FEB3" w14:textId="77777777" w:rsidR="006C4C52" w:rsidRPr="003C0159" w:rsidRDefault="006C4C52" w:rsidP="006C4C52">
      <w:pPr>
        <w:pStyle w:val="Textkrper"/>
      </w:pPr>
      <w:r w:rsidRPr="003C0159">
        <w:t xml:space="preserve">External Datasets: CAN-CM4, IPSL-CM5A-LR, MIROC5, MPIESM-LR </w:t>
      </w:r>
    </w:p>
    <w:p w14:paraId="4AE7ED2C" w14:textId="77777777" w:rsidR="006C4C52" w:rsidRPr="003C0159" w:rsidRDefault="006C4C52" w:rsidP="006C4C52">
      <w:pPr>
        <w:pStyle w:val="berschrift3Annex"/>
      </w:pPr>
      <w:r w:rsidRPr="003C0159">
        <w:t>Intended use</w:t>
      </w:r>
    </w:p>
    <w:p w14:paraId="3E828A26" w14:textId="77777777" w:rsidR="006C4C52" w:rsidRPr="003C0159" w:rsidRDefault="006C4C52" w:rsidP="006C4C52">
      <w:pPr>
        <w:pStyle w:val="Textkrper"/>
      </w:pPr>
      <w:proofErr w:type="gramStart"/>
      <w:r w:rsidRPr="003C0159">
        <w:t>External grid data with a decadal forecast.</w:t>
      </w:r>
      <w:proofErr w:type="gramEnd"/>
      <w:r w:rsidRPr="003C0159">
        <w:t xml:space="preserve"> Foreseen possible risks over the road network linked to weather variables.</w:t>
      </w:r>
    </w:p>
    <w:p w14:paraId="30FAB37D" w14:textId="77777777" w:rsidR="006C4C52" w:rsidRPr="003C0159" w:rsidRDefault="006C4C52" w:rsidP="006C4C52">
      <w:pPr>
        <w:pStyle w:val="Textkrper"/>
      </w:pPr>
      <w:r w:rsidRPr="003C0159">
        <w:t xml:space="preserve">Building Blocks: Catalogue of Data Sources and Simulation Models, Data Repositories, High Level Climate Change Risk Assessment Tool, Multi-Criteria-Analysis Decision Support Tool </w:t>
      </w:r>
    </w:p>
    <w:p w14:paraId="1CC49A87" w14:textId="77777777" w:rsidR="006C4C52" w:rsidRPr="003C0159" w:rsidRDefault="006C4C52" w:rsidP="006C4C52">
      <w:pPr>
        <w:pStyle w:val="berschrift3Annex"/>
      </w:pPr>
      <w:r w:rsidRPr="003C0159">
        <w:t>Data description</w:t>
      </w:r>
    </w:p>
    <w:p w14:paraId="3D68F7E6" w14:textId="77777777" w:rsidR="006C4C52" w:rsidRPr="003C0159" w:rsidRDefault="006C4C52" w:rsidP="006C4C52">
      <w:pPr>
        <w:pStyle w:val="Textkrper"/>
      </w:pPr>
      <w:proofErr w:type="spellStart"/>
      <w:r w:rsidRPr="003C0159">
        <w:t>Netcdf</w:t>
      </w:r>
      <w:proofErr w:type="spellEnd"/>
      <w:r w:rsidRPr="003C0159">
        <w:t xml:space="preserve"> data fails with the forecasted values of weather variables.</w:t>
      </w:r>
    </w:p>
    <w:p w14:paraId="7EFAF7A3" w14:textId="77777777" w:rsidR="006C4C52" w:rsidRPr="003C0159" w:rsidRDefault="006C4C52" w:rsidP="006C4C52">
      <w:pPr>
        <w:pStyle w:val="Textkrper"/>
      </w:pPr>
      <w:r w:rsidRPr="003C0159">
        <w:t>Parameter information: grid data</w:t>
      </w:r>
    </w:p>
    <w:p w14:paraId="7CFB142F" w14:textId="77777777" w:rsidR="006C4C52" w:rsidRPr="003C0159" w:rsidRDefault="006C4C52" w:rsidP="006C4C52">
      <w:pPr>
        <w:pStyle w:val="Textkrper"/>
      </w:pPr>
      <w:r w:rsidRPr="003C0159">
        <w:t>Coverage: Spain/Europe from 1980 - 2035</w:t>
      </w:r>
    </w:p>
    <w:p w14:paraId="47424589" w14:textId="77777777" w:rsidR="006C4C52" w:rsidRPr="003C0159" w:rsidRDefault="006C4C52" w:rsidP="006C4C52">
      <w:pPr>
        <w:pStyle w:val="Textkrper"/>
      </w:pPr>
      <w:r w:rsidRPr="003C0159">
        <w:t>Resolution: space: 1.5º, temporal: daily</w:t>
      </w:r>
    </w:p>
    <w:p w14:paraId="5472795A" w14:textId="77777777" w:rsidR="006C4C52" w:rsidRPr="003C0159" w:rsidRDefault="006C4C52" w:rsidP="006C4C52">
      <w:pPr>
        <w:pStyle w:val="Textkrper"/>
      </w:pPr>
      <w:r w:rsidRPr="003C0159">
        <w:t xml:space="preserve">Storage: format: </w:t>
      </w:r>
      <w:proofErr w:type="spellStart"/>
      <w:r w:rsidRPr="003C0159">
        <w:t>netcdf</w:t>
      </w:r>
      <w:proofErr w:type="spellEnd"/>
      <w:r w:rsidRPr="003C0159">
        <w:t xml:space="preserve">, expected size: 400 MB / (variable and </w:t>
      </w:r>
      <w:proofErr w:type="gramStart"/>
      <w:r w:rsidRPr="003C0159">
        <w:t>model )</w:t>
      </w:r>
      <w:proofErr w:type="gramEnd"/>
      <w:r w:rsidRPr="003C0159">
        <w:t>, (this size corresponds to all-world; for an European grid around 40MB)</w:t>
      </w:r>
    </w:p>
    <w:p w14:paraId="46A650B4" w14:textId="77777777" w:rsidR="006C4C52" w:rsidRPr="003C0159" w:rsidRDefault="006C4C52" w:rsidP="006C4C52">
      <w:pPr>
        <w:pStyle w:val="Textkrper"/>
      </w:pPr>
      <w:r w:rsidRPr="003C0159">
        <w:t>Metadata: To be defined</w:t>
      </w:r>
    </w:p>
    <w:p w14:paraId="7572EF84" w14:textId="77777777" w:rsidR="006C4C52" w:rsidRPr="003C0159" w:rsidRDefault="006C4C52" w:rsidP="006C4C52">
      <w:pPr>
        <w:pStyle w:val="berschrift3Annex"/>
      </w:pPr>
      <w:r w:rsidRPr="003C0159">
        <w:t>Data management</w:t>
      </w:r>
    </w:p>
    <w:p w14:paraId="555B8AE5" w14:textId="77777777" w:rsidR="006C4C52" w:rsidRPr="003C0159" w:rsidRDefault="006C4C52" w:rsidP="006C4C52">
      <w:pPr>
        <w:pStyle w:val="Textkrper"/>
      </w:pPr>
      <w:r w:rsidRPr="003C0159">
        <w:t>Availability: existing data</w:t>
      </w:r>
    </w:p>
    <w:p w14:paraId="33EC5B6B" w14:textId="77777777" w:rsidR="006C4C52" w:rsidRPr="003C0159" w:rsidRDefault="006C4C52" w:rsidP="006C4C52">
      <w:pPr>
        <w:pStyle w:val="Textkrper"/>
      </w:pPr>
      <w:r w:rsidRPr="003C0159">
        <w:t>Owner: CMIP5</w:t>
      </w:r>
    </w:p>
    <w:p w14:paraId="0D7BE4C0" w14:textId="77777777" w:rsidR="006C4C52" w:rsidRPr="003C0159" w:rsidRDefault="006C4C52" w:rsidP="006C4C52">
      <w:pPr>
        <w:pStyle w:val="Textkrper"/>
      </w:pPr>
      <w:r w:rsidRPr="003C0159">
        <w:t>Open Access: yes</w:t>
      </w:r>
    </w:p>
    <w:p w14:paraId="65035B29" w14:textId="77777777" w:rsidR="006C4C52" w:rsidRPr="003C0159" w:rsidRDefault="006C4C52" w:rsidP="006C4C52">
      <w:pPr>
        <w:pStyle w:val="Textkrper"/>
      </w:pPr>
      <w:r w:rsidRPr="003C0159">
        <w:lastRenderedPageBreak/>
        <w:t>Access conditions: research purposes</w:t>
      </w:r>
    </w:p>
    <w:p w14:paraId="4CCD23B0" w14:textId="77777777" w:rsidR="006C4C52" w:rsidRPr="003C0159" w:rsidRDefault="006C4C52" w:rsidP="006C4C52">
      <w:pPr>
        <w:pStyle w:val="berschrift3Annex"/>
      </w:pPr>
      <w:r w:rsidRPr="003C0159">
        <w:t>(Meta-) Data Repository</w:t>
      </w:r>
    </w:p>
    <w:p w14:paraId="74DEF113" w14:textId="77777777" w:rsidR="006C4C52" w:rsidRPr="003C0159" w:rsidRDefault="006C4C52" w:rsidP="006C4C52">
      <w:pPr>
        <w:pStyle w:val="Textkrper"/>
      </w:pPr>
      <w:r w:rsidRPr="003C0159">
        <w:t>Data Repository Name: ATOS</w:t>
      </w:r>
    </w:p>
    <w:p w14:paraId="27D35373" w14:textId="77777777" w:rsidR="006C4C52" w:rsidRPr="003C0159" w:rsidRDefault="006C4C52" w:rsidP="006C4C52">
      <w:pPr>
        <w:pStyle w:val="Textkrper"/>
      </w:pPr>
      <w:r w:rsidRPr="003C0159">
        <w:t>Data Repository Description: public institution</w:t>
      </w:r>
    </w:p>
    <w:p w14:paraId="71352BD4" w14:textId="77777777" w:rsidR="006C4C52" w:rsidRPr="003C0159" w:rsidRDefault="006C4C52" w:rsidP="006C4C52">
      <w:pPr>
        <w:pStyle w:val="Textkrper"/>
      </w:pPr>
      <w:r w:rsidRPr="003C0159">
        <w:t>Data Repository Access: to be defined</w:t>
      </w:r>
    </w:p>
    <w:p w14:paraId="1FDF680B" w14:textId="77777777" w:rsidR="006C4C52" w:rsidRPr="003C0159" w:rsidRDefault="006C4C52" w:rsidP="006C4C52">
      <w:pPr>
        <w:pStyle w:val="berschrift2Annex"/>
      </w:pPr>
      <w:bookmarkStart w:id="102" w:name="_Toc499541162"/>
      <w:r w:rsidRPr="003C0159">
        <w:t>LIDAR Campania Region (DSM – DTM)</w:t>
      </w:r>
      <w:bookmarkEnd w:id="102"/>
      <w:r w:rsidRPr="003C0159">
        <w:t xml:space="preserve"> </w:t>
      </w:r>
    </w:p>
    <w:p w14:paraId="58A72392" w14:textId="77777777" w:rsidR="006C4C52" w:rsidRPr="003C0159" w:rsidRDefault="006C4C52" w:rsidP="006C4C52">
      <w:pPr>
        <w:pStyle w:val="berschrift3Annex"/>
      </w:pPr>
      <w:r w:rsidRPr="003C0159">
        <w:t>Responsible party</w:t>
      </w:r>
    </w:p>
    <w:p w14:paraId="1F0C6D03" w14:textId="77777777" w:rsidR="006C4C52" w:rsidRPr="003C0159" w:rsidRDefault="006C4C52" w:rsidP="006C4C52">
      <w:pPr>
        <w:pStyle w:val="Textkrper"/>
      </w:pPr>
      <w:proofErr w:type="gramStart"/>
      <w:r w:rsidRPr="003C0159">
        <w:t>refine</w:t>
      </w:r>
      <w:proofErr w:type="gramEnd"/>
      <w:r w:rsidRPr="003C0159">
        <w:t xml:space="preserve"> dataset to retrieve the needed geometry information (with the support of PLINIVS)</w:t>
      </w:r>
    </w:p>
    <w:p w14:paraId="3ABEBED1" w14:textId="77777777" w:rsidR="006C4C52" w:rsidRPr="003C0159" w:rsidRDefault="006C4C52" w:rsidP="006C4C52">
      <w:pPr>
        <w:pStyle w:val="Textkrper"/>
      </w:pPr>
      <w:r w:rsidRPr="003C0159">
        <w:t xml:space="preserve">Responsible Party (CLARITY): Napoli </w:t>
      </w:r>
    </w:p>
    <w:p w14:paraId="42AB30A4" w14:textId="77777777" w:rsidR="006C4C52" w:rsidRPr="003C0159" w:rsidRDefault="006C4C52" w:rsidP="006C4C52">
      <w:pPr>
        <w:pStyle w:val="Textkrper"/>
      </w:pPr>
      <w:r w:rsidRPr="003C0159">
        <w:t xml:space="preserve">Responsible Person (CLARITY): Francesca Pignataro </w:t>
      </w:r>
    </w:p>
    <w:p w14:paraId="3C75DFD1" w14:textId="77777777" w:rsidR="006C4C52" w:rsidRPr="003C0159" w:rsidRDefault="006C4C52" w:rsidP="006C4C52">
      <w:pPr>
        <w:pStyle w:val="Textkrper"/>
      </w:pPr>
      <w:r w:rsidRPr="003C0159">
        <w:t>WPs: WP2, WP3</w:t>
      </w:r>
    </w:p>
    <w:p w14:paraId="11181F68" w14:textId="77777777" w:rsidR="006C4C52" w:rsidRPr="003C0159" w:rsidRDefault="006C4C52" w:rsidP="006C4C52">
      <w:pPr>
        <w:pStyle w:val="berschrift3Annex"/>
      </w:pPr>
      <w:r w:rsidRPr="003C0159">
        <w:t>Intended use</w:t>
      </w:r>
    </w:p>
    <w:p w14:paraId="6579A163" w14:textId="77777777" w:rsidR="006C4C52" w:rsidRPr="003C0159" w:rsidRDefault="006C4C52" w:rsidP="006C4C52">
      <w:pPr>
        <w:pStyle w:val="Textkrper"/>
      </w:pPr>
      <w:proofErr w:type="gramStart"/>
      <w:r w:rsidRPr="003C0159">
        <w:t>Napoli case (building heights, vegetation cover, etc.)</w:t>
      </w:r>
      <w:proofErr w:type="gramEnd"/>
    </w:p>
    <w:p w14:paraId="06312D2F" w14:textId="77777777" w:rsidR="006C4C52" w:rsidRPr="003C0159" w:rsidRDefault="006C4C52" w:rsidP="006C4C52">
      <w:pPr>
        <w:pStyle w:val="Textkrper"/>
      </w:pPr>
      <w:r w:rsidRPr="003C0159">
        <w:t xml:space="preserve">Building Blocks: Catalogue of Data Sources and Simulation Models </w:t>
      </w:r>
    </w:p>
    <w:p w14:paraId="279F0BDD" w14:textId="77777777" w:rsidR="006C4C52" w:rsidRPr="003C0159" w:rsidRDefault="006C4C52" w:rsidP="006C4C52">
      <w:pPr>
        <w:pStyle w:val="berschrift3Annex"/>
      </w:pPr>
      <w:r w:rsidRPr="003C0159">
        <w:t>Data description</w:t>
      </w:r>
    </w:p>
    <w:p w14:paraId="1B96E212" w14:textId="77777777" w:rsidR="006C4C52" w:rsidRPr="003C0159" w:rsidRDefault="006C4C52" w:rsidP="006C4C52">
      <w:pPr>
        <w:pStyle w:val="Textkrper"/>
      </w:pPr>
      <w:r w:rsidRPr="003C0159">
        <w:t>Coverage: Campania Region</w:t>
      </w:r>
    </w:p>
    <w:p w14:paraId="066B9CA4" w14:textId="77777777" w:rsidR="006C4C52" w:rsidRPr="003C0159" w:rsidRDefault="006C4C52" w:rsidP="006C4C52">
      <w:pPr>
        <w:pStyle w:val="Textkrper"/>
      </w:pPr>
      <w:r w:rsidRPr="003C0159">
        <w:t>Resolution: 1m</w:t>
      </w:r>
    </w:p>
    <w:p w14:paraId="6964F9B8" w14:textId="77777777" w:rsidR="006C4C52" w:rsidRPr="003C0159" w:rsidRDefault="006C4C52" w:rsidP="006C4C52">
      <w:pPr>
        <w:pStyle w:val="berschrift3Annex"/>
      </w:pPr>
      <w:r w:rsidRPr="003C0159">
        <w:t>Data management</w:t>
      </w:r>
    </w:p>
    <w:p w14:paraId="61CD063F" w14:textId="77777777" w:rsidR="006C4C52" w:rsidRPr="003C0159" w:rsidRDefault="006C4C52" w:rsidP="006C4C52">
      <w:pPr>
        <w:pStyle w:val="Textkrper"/>
      </w:pPr>
      <w:r w:rsidRPr="003C0159">
        <w:t>Availability: existing data</w:t>
      </w:r>
    </w:p>
    <w:p w14:paraId="11758923" w14:textId="77777777" w:rsidR="006C4C52" w:rsidRPr="003C0159" w:rsidRDefault="006C4C52" w:rsidP="006C4C52">
      <w:pPr>
        <w:pStyle w:val="Textkrper"/>
      </w:pPr>
      <w:r w:rsidRPr="003C0159">
        <w:t>Owner: Ministry of Environment Italy</w:t>
      </w:r>
    </w:p>
    <w:p w14:paraId="651ACCEB" w14:textId="77777777" w:rsidR="006C4C52" w:rsidRPr="003C0159" w:rsidRDefault="006C4C52" w:rsidP="006C4C52">
      <w:pPr>
        <w:pStyle w:val="Textkrper"/>
      </w:pPr>
      <w:r w:rsidRPr="003C0159">
        <w:t>Open Access: yes</w:t>
      </w:r>
    </w:p>
    <w:p w14:paraId="50343EF8" w14:textId="77777777" w:rsidR="006C4C52" w:rsidRPr="003C0159" w:rsidRDefault="006C4C52" w:rsidP="006C4C52">
      <w:pPr>
        <w:pStyle w:val="Textkrper"/>
      </w:pPr>
      <w:r w:rsidRPr="003C0159">
        <w:t>Access conditions: Creative Commons Attribution</w:t>
      </w:r>
    </w:p>
    <w:p w14:paraId="7F6083A3" w14:textId="77777777" w:rsidR="006C4C52" w:rsidRPr="003C0159" w:rsidRDefault="006C4C52" w:rsidP="006C4C52">
      <w:pPr>
        <w:pStyle w:val="berschrift3Annex"/>
      </w:pPr>
      <w:r w:rsidRPr="003C0159">
        <w:t>(Meta-) Data Repository</w:t>
      </w:r>
    </w:p>
    <w:p w14:paraId="34A6F25C" w14:textId="77777777" w:rsidR="006C4C52" w:rsidRPr="003C0159" w:rsidRDefault="006C4C52" w:rsidP="006C4C52">
      <w:pPr>
        <w:pStyle w:val="Textkrper"/>
      </w:pPr>
      <w:r w:rsidRPr="003C0159">
        <w:t xml:space="preserve">Data Repository Name: Ministry of Environment Italy - Geoportal </w:t>
      </w:r>
    </w:p>
    <w:p w14:paraId="03AC8DDD" w14:textId="77777777" w:rsidR="006C4C52" w:rsidRPr="003C0159" w:rsidRDefault="006C4C52" w:rsidP="006C4C52">
      <w:pPr>
        <w:pStyle w:val="berschrift2Annex"/>
      </w:pPr>
      <w:bookmarkStart w:id="103" w:name="_Toc499541163"/>
      <w:r w:rsidRPr="003C0159">
        <w:t>Local heat maps at 100m resolution</w:t>
      </w:r>
      <w:bookmarkEnd w:id="103"/>
      <w:r w:rsidRPr="003C0159">
        <w:t xml:space="preserve"> </w:t>
      </w:r>
    </w:p>
    <w:p w14:paraId="0DCB13FB" w14:textId="77777777" w:rsidR="006C4C52" w:rsidRPr="003C0159" w:rsidRDefault="006C4C52" w:rsidP="006C4C52">
      <w:pPr>
        <w:pStyle w:val="berschrift3Annex"/>
      </w:pPr>
      <w:r w:rsidRPr="003C0159">
        <w:t>Responsible party</w:t>
      </w:r>
    </w:p>
    <w:p w14:paraId="42CA3C9B" w14:textId="77777777" w:rsidR="006C4C52" w:rsidRPr="003C0159" w:rsidRDefault="006C4C52" w:rsidP="006C4C52">
      <w:pPr>
        <w:pStyle w:val="Textkrper"/>
      </w:pPr>
      <w:r w:rsidRPr="003C0159">
        <w:t xml:space="preserve">Produced by ZAMG (other?) for </w:t>
      </w:r>
      <w:proofErr w:type="gramStart"/>
      <w:r w:rsidRPr="003C0159">
        <w:t>Demonstration  Cases</w:t>
      </w:r>
      <w:proofErr w:type="gramEnd"/>
      <w:r w:rsidRPr="003C0159">
        <w:t>, on request.</w:t>
      </w:r>
    </w:p>
    <w:p w14:paraId="6383D787" w14:textId="77777777" w:rsidR="006C4C52" w:rsidRPr="003C0159" w:rsidRDefault="006C4C52" w:rsidP="006C4C52">
      <w:pPr>
        <w:pStyle w:val="Textkrper"/>
      </w:pPr>
      <w:r w:rsidRPr="003C0159">
        <w:t xml:space="preserve">Responsible Party (CLARITY): ZAMG </w:t>
      </w:r>
    </w:p>
    <w:p w14:paraId="53F05259" w14:textId="77777777" w:rsidR="006C4C52" w:rsidRPr="003C0159" w:rsidRDefault="006C4C52" w:rsidP="006C4C52">
      <w:pPr>
        <w:pStyle w:val="Textkrper"/>
      </w:pPr>
      <w:r w:rsidRPr="003C0159">
        <w:t xml:space="preserve">Responsible Person (CLARITY): Maja Zuvela-Aloise </w:t>
      </w:r>
    </w:p>
    <w:p w14:paraId="45940749" w14:textId="77777777" w:rsidR="006C4C52" w:rsidRPr="003C0159" w:rsidRDefault="006C4C52" w:rsidP="006C4C52">
      <w:pPr>
        <w:pStyle w:val="Textkrper"/>
      </w:pPr>
      <w:r w:rsidRPr="003C0159">
        <w:t>WPs: WP2, WP3</w:t>
      </w:r>
    </w:p>
    <w:p w14:paraId="5AE84506" w14:textId="77777777" w:rsidR="006C4C52" w:rsidRPr="003C0159" w:rsidRDefault="006C4C52" w:rsidP="006C4C52">
      <w:pPr>
        <w:pStyle w:val="berschrift3Annex"/>
      </w:pPr>
      <w:r w:rsidRPr="003C0159">
        <w:t>Data provenance</w:t>
      </w:r>
    </w:p>
    <w:p w14:paraId="1BACD84A" w14:textId="77777777" w:rsidR="006C4C52" w:rsidRPr="003C0159" w:rsidRDefault="006C4C52" w:rsidP="006C4C52">
      <w:pPr>
        <w:pStyle w:val="Textkrper"/>
      </w:pPr>
      <w:r w:rsidRPr="003C0159">
        <w:t xml:space="preserve">Produced in the project, using the Urban Climate Model realization </w:t>
      </w:r>
      <w:proofErr w:type="spellStart"/>
      <w:r w:rsidRPr="003C0159">
        <w:t>Muklimo</w:t>
      </w:r>
      <w:proofErr w:type="spellEnd"/>
      <w:r w:rsidRPr="003C0159">
        <w:t xml:space="preserve"> 3</w:t>
      </w:r>
    </w:p>
    <w:p w14:paraId="50F251F1" w14:textId="77777777" w:rsidR="006C4C52" w:rsidRPr="003C0159" w:rsidRDefault="006C4C52" w:rsidP="006C4C52">
      <w:pPr>
        <w:pStyle w:val="Textkrper"/>
      </w:pPr>
      <w:r w:rsidRPr="003C0159">
        <w:t xml:space="preserve">External Datasets: THIS DATA IS NOT AVAILABLE YET (example) </w:t>
      </w:r>
    </w:p>
    <w:p w14:paraId="7B3E7A31" w14:textId="77777777" w:rsidR="006C4C52" w:rsidRPr="003C0159" w:rsidRDefault="006C4C52" w:rsidP="006C4C52">
      <w:pPr>
        <w:pStyle w:val="Textkrper"/>
      </w:pPr>
      <w:r w:rsidRPr="003C0159">
        <w:t xml:space="preserve">Internal Dataset: Digital Elevation Model over Europe (EU-DEM), Urban Atlas </w:t>
      </w:r>
      <w:proofErr w:type="spellStart"/>
      <w:r w:rsidRPr="003C0159">
        <w:t>Landcover</w:t>
      </w:r>
      <w:proofErr w:type="spellEnd"/>
      <w:r w:rsidRPr="003C0159">
        <w:t xml:space="preserve"> 2012</w:t>
      </w:r>
    </w:p>
    <w:p w14:paraId="26E29C5E" w14:textId="77777777" w:rsidR="006C4C52" w:rsidRPr="003C0159" w:rsidRDefault="006C4C52" w:rsidP="006C4C52">
      <w:pPr>
        <w:pStyle w:val="berschrift3Annex"/>
      </w:pPr>
      <w:r w:rsidRPr="003C0159">
        <w:lastRenderedPageBreak/>
        <w:t>Intended use</w:t>
      </w:r>
    </w:p>
    <w:p w14:paraId="5E9591A5" w14:textId="77777777" w:rsidR="006C4C52" w:rsidRPr="003C0159" w:rsidRDefault="006C4C52" w:rsidP="006C4C52">
      <w:pPr>
        <w:pStyle w:val="Textkrper"/>
      </w:pPr>
      <w:r w:rsidRPr="003C0159">
        <w:t xml:space="preserve">Needed for detailed risk </w:t>
      </w:r>
      <w:proofErr w:type="gramStart"/>
      <w:r w:rsidRPr="003C0159">
        <w:t>analysis  in</w:t>
      </w:r>
      <w:proofErr w:type="gramEnd"/>
      <w:r w:rsidRPr="003C0159">
        <w:t xml:space="preserve"> the following Demonstration  Cases:</w:t>
      </w:r>
    </w:p>
    <w:p w14:paraId="2B015C6E" w14:textId="77777777" w:rsidR="006C4C52" w:rsidRPr="003C0159" w:rsidRDefault="006C4C52" w:rsidP="007A37A5">
      <w:pPr>
        <w:pStyle w:val="Textkrper"/>
        <w:numPr>
          <w:ilvl w:val="0"/>
          <w:numId w:val="27"/>
        </w:numPr>
      </w:pPr>
      <w:r w:rsidRPr="003C0159">
        <w:t xml:space="preserve">Linz - confirmed, by ZAMG </w:t>
      </w:r>
    </w:p>
    <w:p w14:paraId="6E43BA9B" w14:textId="77777777" w:rsidR="006C4C52" w:rsidRPr="003C0159" w:rsidRDefault="006C4C52" w:rsidP="007A37A5">
      <w:pPr>
        <w:pStyle w:val="Textkrper"/>
        <w:numPr>
          <w:ilvl w:val="0"/>
          <w:numId w:val="27"/>
        </w:numPr>
      </w:pPr>
      <w:r w:rsidRPr="003C0159">
        <w:t>Stockholm – optional</w:t>
      </w:r>
    </w:p>
    <w:p w14:paraId="375AB390" w14:textId="77777777" w:rsidR="006C4C52" w:rsidRPr="003C0159" w:rsidRDefault="006C4C52" w:rsidP="007A37A5">
      <w:pPr>
        <w:pStyle w:val="Textkrper"/>
        <w:numPr>
          <w:ilvl w:val="0"/>
          <w:numId w:val="27"/>
        </w:numPr>
      </w:pPr>
      <w:r w:rsidRPr="003C0159">
        <w:t>Naples – optional</w:t>
      </w:r>
    </w:p>
    <w:p w14:paraId="2DA75A7A" w14:textId="77777777" w:rsidR="006C4C52" w:rsidRPr="003C0159" w:rsidRDefault="006C4C52" w:rsidP="007A37A5">
      <w:pPr>
        <w:pStyle w:val="Textkrper"/>
        <w:numPr>
          <w:ilvl w:val="0"/>
          <w:numId w:val="27"/>
        </w:numPr>
      </w:pPr>
      <w:r w:rsidRPr="003C0159">
        <w:t>Spain – optional</w:t>
      </w:r>
    </w:p>
    <w:p w14:paraId="0846D8E2" w14:textId="77777777" w:rsidR="006C4C52" w:rsidRPr="003C0159" w:rsidRDefault="006C4C52" w:rsidP="006C4C52">
      <w:pPr>
        <w:pStyle w:val="Textkrper"/>
      </w:pPr>
      <w:r w:rsidRPr="003C0159">
        <w:t xml:space="preserve">Produced by Urban Climate </w:t>
      </w:r>
      <w:proofErr w:type="gramStart"/>
      <w:r w:rsidRPr="003C0159">
        <w:t>Model  BB</w:t>
      </w:r>
      <w:proofErr w:type="gramEnd"/>
      <w:r w:rsidRPr="003C0159">
        <w:t xml:space="preserve"> on purpose. Results shown on a map, using Map BB</w:t>
      </w:r>
    </w:p>
    <w:p w14:paraId="20FB126C" w14:textId="77777777" w:rsidR="006C4C52" w:rsidRPr="003C0159" w:rsidRDefault="006C4C52" w:rsidP="006C4C52">
      <w:pPr>
        <w:pStyle w:val="Textkrper"/>
      </w:pPr>
      <w:r w:rsidRPr="003C0159">
        <w:t xml:space="preserve">Building Blocks: Map Component, Urban climate model </w:t>
      </w:r>
    </w:p>
    <w:p w14:paraId="5AFE752D" w14:textId="77777777" w:rsidR="006C4C52" w:rsidRPr="003C0159" w:rsidRDefault="006C4C52" w:rsidP="006C4C52">
      <w:pPr>
        <w:pStyle w:val="berschrift3Annex"/>
      </w:pPr>
      <w:r w:rsidRPr="003C0159">
        <w:t>Data description</w:t>
      </w:r>
    </w:p>
    <w:p w14:paraId="6EE2252C" w14:textId="77777777" w:rsidR="006C4C52" w:rsidRPr="003C0159" w:rsidRDefault="006C4C52" w:rsidP="006C4C52">
      <w:pPr>
        <w:pStyle w:val="Textkrper"/>
      </w:pPr>
      <w:r w:rsidRPr="003C0159">
        <w:t>Local heat map, produced on demand.</w:t>
      </w:r>
    </w:p>
    <w:p w14:paraId="74B9036A" w14:textId="77777777" w:rsidR="006C4C52" w:rsidRPr="003C0159" w:rsidRDefault="006C4C52" w:rsidP="006C4C52">
      <w:pPr>
        <w:pStyle w:val="Textkrper"/>
      </w:pPr>
      <w:r w:rsidRPr="003C0159">
        <w:t>Coverage: typically 30x30km. Temperature values for several (selected) days and a 30 years average heat map</w:t>
      </w:r>
    </w:p>
    <w:p w14:paraId="78C4F237" w14:textId="77777777" w:rsidR="006C4C52" w:rsidRPr="003C0159" w:rsidRDefault="006C4C52" w:rsidP="006C4C52">
      <w:pPr>
        <w:pStyle w:val="Textkrper"/>
      </w:pPr>
      <w:r w:rsidRPr="003C0159">
        <w:t>Resolution: 100x100 meters, hourly temperatures</w:t>
      </w:r>
    </w:p>
    <w:p w14:paraId="368D19CC" w14:textId="77777777" w:rsidR="006C4C52" w:rsidRPr="003C0159" w:rsidRDefault="006C4C52" w:rsidP="006C4C52">
      <w:pPr>
        <w:pStyle w:val="Textkrper"/>
      </w:pPr>
      <w:r w:rsidRPr="003C0159">
        <w:t>CRS: To be decided</w:t>
      </w:r>
    </w:p>
    <w:p w14:paraId="5E237DA6" w14:textId="77777777" w:rsidR="006C4C52" w:rsidRPr="003C0159" w:rsidRDefault="006C4C52" w:rsidP="006C4C52">
      <w:pPr>
        <w:pStyle w:val="Textkrper"/>
      </w:pPr>
      <w:r w:rsidRPr="003C0159">
        <w:t xml:space="preserve">Storage: </w:t>
      </w:r>
    </w:p>
    <w:p w14:paraId="129841A5" w14:textId="77777777" w:rsidR="006C4C52" w:rsidRPr="003C0159" w:rsidRDefault="006C4C52" w:rsidP="007A37A5">
      <w:pPr>
        <w:pStyle w:val="Textkrper"/>
        <w:numPr>
          <w:ilvl w:val="0"/>
          <w:numId w:val="28"/>
        </w:numPr>
      </w:pPr>
      <w:r w:rsidRPr="003C0159">
        <w:t xml:space="preserve">formats: </w:t>
      </w:r>
      <w:proofErr w:type="spellStart"/>
      <w:r w:rsidRPr="003C0159">
        <w:t>NetCDF</w:t>
      </w:r>
      <w:proofErr w:type="spellEnd"/>
      <w:r w:rsidRPr="003C0159">
        <w:t>, ASCII or raster file</w:t>
      </w:r>
    </w:p>
    <w:p w14:paraId="761AFF7A" w14:textId="77777777" w:rsidR="006C4C52" w:rsidRPr="003C0159" w:rsidRDefault="006C4C52" w:rsidP="007A37A5">
      <w:pPr>
        <w:pStyle w:val="Textkrper"/>
        <w:numPr>
          <w:ilvl w:val="0"/>
          <w:numId w:val="28"/>
        </w:numPr>
      </w:pPr>
      <w:r w:rsidRPr="003C0159">
        <w:t>Version: not relevant here</w:t>
      </w:r>
    </w:p>
    <w:p w14:paraId="04C7CF6E" w14:textId="77777777" w:rsidR="006C4C52" w:rsidRPr="003C0159" w:rsidRDefault="006C4C52" w:rsidP="007A37A5">
      <w:pPr>
        <w:pStyle w:val="Textkrper"/>
        <w:numPr>
          <w:ilvl w:val="0"/>
          <w:numId w:val="28"/>
        </w:numPr>
      </w:pPr>
      <w:r w:rsidRPr="003C0159">
        <w:t>transfer size (GB): a single map is few MB; accumulated data can be few GB</w:t>
      </w:r>
    </w:p>
    <w:p w14:paraId="006D55DA" w14:textId="77777777" w:rsidR="006C4C52" w:rsidRPr="003C0159" w:rsidRDefault="006C4C52" w:rsidP="007A37A5">
      <w:pPr>
        <w:pStyle w:val="Textkrper"/>
        <w:numPr>
          <w:ilvl w:val="0"/>
          <w:numId w:val="28"/>
        </w:numPr>
      </w:pPr>
      <w:r w:rsidRPr="003C0159">
        <w:t>direct link(s) to datasets or Link to (Meta-) Data Repository: not available, data produced on demand</w:t>
      </w:r>
    </w:p>
    <w:p w14:paraId="7D834A15" w14:textId="77777777" w:rsidR="006C4C52" w:rsidRPr="003C0159" w:rsidRDefault="006C4C52" w:rsidP="006C4C52">
      <w:pPr>
        <w:pStyle w:val="berschrift3Annex"/>
      </w:pPr>
      <w:r w:rsidRPr="003C0159">
        <w:t>Data management</w:t>
      </w:r>
    </w:p>
    <w:p w14:paraId="30BE092F" w14:textId="77777777" w:rsidR="006C4C52" w:rsidRPr="003C0159" w:rsidRDefault="006C4C52" w:rsidP="006C4C52">
      <w:pPr>
        <w:pStyle w:val="Textkrper"/>
      </w:pPr>
      <w:r w:rsidRPr="003C0159">
        <w:t>Availability: data will be produced in the CLARITY project</w:t>
      </w:r>
    </w:p>
    <w:p w14:paraId="05731157" w14:textId="77777777" w:rsidR="006C4C52" w:rsidRPr="003C0159" w:rsidRDefault="006C4C52" w:rsidP="006C4C52">
      <w:pPr>
        <w:pStyle w:val="Textkrper"/>
      </w:pPr>
      <w:r w:rsidRPr="003C0159">
        <w:t>Owner: ZAMG</w:t>
      </w:r>
    </w:p>
    <w:p w14:paraId="2A6CF21A" w14:textId="77777777" w:rsidR="006C4C52" w:rsidRPr="003C0159" w:rsidRDefault="006C4C52" w:rsidP="006C4C52">
      <w:pPr>
        <w:pStyle w:val="Textkrper"/>
      </w:pPr>
      <w:r w:rsidRPr="003C0159">
        <w:t>Open Access: yes</w:t>
      </w:r>
    </w:p>
    <w:p w14:paraId="30908B77" w14:textId="77777777" w:rsidR="006C4C52" w:rsidRPr="003C0159" w:rsidRDefault="006C4C52" w:rsidP="006C4C52">
      <w:pPr>
        <w:pStyle w:val="Textkrper"/>
      </w:pPr>
      <w:r w:rsidRPr="003C0159">
        <w:t>Open Access: We are not sure if this will be open access or not. For research, it probably needs to be open access.</w:t>
      </w:r>
    </w:p>
    <w:p w14:paraId="34431AAA" w14:textId="77777777" w:rsidR="006C4C52" w:rsidRPr="003C0159" w:rsidRDefault="006C4C52" w:rsidP="006C4C52">
      <w:pPr>
        <w:pStyle w:val="berschrift2Annex"/>
      </w:pPr>
      <w:bookmarkStart w:id="104" w:name="_Toc499541164"/>
      <w:r w:rsidRPr="003C0159">
        <w:t xml:space="preserve">Urban Atlas </w:t>
      </w:r>
      <w:proofErr w:type="spellStart"/>
      <w:r w:rsidRPr="003C0159">
        <w:t>Landcover</w:t>
      </w:r>
      <w:proofErr w:type="spellEnd"/>
      <w:r w:rsidRPr="003C0159">
        <w:t xml:space="preserve"> 2012</w:t>
      </w:r>
      <w:bookmarkEnd w:id="104"/>
      <w:r w:rsidRPr="003C0159">
        <w:t xml:space="preserve"> </w:t>
      </w:r>
    </w:p>
    <w:p w14:paraId="0D62BBB6" w14:textId="77777777" w:rsidR="006C4C52" w:rsidRPr="003C0159" w:rsidRDefault="006C4C52" w:rsidP="006C4C52">
      <w:pPr>
        <w:pStyle w:val="berschrift3Annex"/>
      </w:pPr>
      <w:r w:rsidRPr="003C0159">
        <w:t>Responsible party</w:t>
      </w:r>
    </w:p>
    <w:p w14:paraId="1FC7E154" w14:textId="77777777" w:rsidR="006C4C52" w:rsidRPr="003C0159" w:rsidRDefault="006C4C52" w:rsidP="006C4C52">
      <w:pPr>
        <w:pStyle w:val="Textkrper"/>
      </w:pPr>
      <w:r w:rsidRPr="003C0159">
        <w:t xml:space="preserve">https://www.eea.europa.eu/data-and-maps/data/urban-atlas#tab-gis-data </w:t>
      </w:r>
    </w:p>
    <w:p w14:paraId="521C0D6F" w14:textId="77777777" w:rsidR="006C4C52" w:rsidRPr="003C0159" w:rsidRDefault="006C4C52" w:rsidP="006C4C52">
      <w:pPr>
        <w:pStyle w:val="Textkrper"/>
      </w:pPr>
      <w:r w:rsidRPr="003C0159">
        <w:t xml:space="preserve">Responsible Party (CLARITY): AIT </w:t>
      </w:r>
    </w:p>
    <w:p w14:paraId="193C44D3" w14:textId="77777777" w:rsidR="006C4C52" w:rsidRPr="003C0159" w:rsidRDefault="006C4C52" w:rsidP="006C4C52">
      <w:pPr>
        <w:pStyle w:val="Textkrper"/>
      </w:pPr>
      <w:r w:rsidRPr="003C0159">
        <w:t xml:space="preserve">Responsible Person (CLARITY): Mario Köstl </w:t>
      </w:r>
    </w:p>
    <w:p w14:paraId="382922E7" w14:textId="77777777" w:rsidR="006C4C52" w:rsidRPr="003C0159" w:rsidRDefault="006C4C52" w:rsidP="006C4C52">
      <w:pPr>
        <w:pStyle w:val="Textkrper"/>
      </w:pPr>
      <w:r w:rsidRPr="003C0159">
        <w:t>WPs: WP2</w:t>
      </w:r>
    </w:p>
    <w:p w14:paraId="1D2CC000" w14:textId="77777777" w:rsidR="006C4C52" w:rsidRPr="003C0159" w:rsidRDefault="006C4C52" w:rsidP="006C4C52">
      <w:pPr>
        <w:pStyle w:val="berschrift3Annex"/>
      </w:pPr>
      <w:r w:rsidRPr="003C0159">
        <w:t>Data provenance</w:t>
      </w:r>
    </w:p>
    <w:p w14:paraId="58CE8FCC" w14:textId="77777777" w:rsidR="006C4C52" w:rsidRPr="003C0159" w:rsidRDefault="006C4C52" w:rsidP="006C4C52">
      <w:pPr>
        <w:pStyle w:val="Textkrper"/>
      </w:pPr>
      <w:r w:rsidRPr="003C0159">
        <w:t xml:space="preserve">Existing data from Copernicus Land Monitoring Service </w:t>
      </w:r>
    </w:p>
    <w:p w14:paraId="076F701C" w14:textId="77777777" w:rsidR="006C4C52" w:rsidRPr="003C0159" w:rsidRDefault="006C4C52" w:rsidP="006C4C52">
      <w:pPr>
        <w:pStyle w:val="Textkrper"/>
      </w:pPr>
      <w:r w:rsidRPr="003C0159">
        <w:t xml:space="preserve">External Datasets: Urban Atlas </w:t>
      </w:r>
      <w:proofErr w:type="spellStart"/>
      <w:r w:rsidRPr="003C0159">
        <w:t>Landcover</w:t>
      </w:r>
      <w:proofErr w:type="spellEnd"/>
      <w:r w:rsidRPr="003C0159">
        <w:t xml:space="preserve"> </w:t>
      </w:r>
    </w:p>
    <w:p w14:paraId="592CA455" w14:textId="77777777" w:rsidR="006C4C52" w:rsidRPr="003C0159" w:rsidRDefault="006C4C52" w:rsidP="006C4C52">
      <w:pPr>
        <w:pStyle w:val="berschrift3Annex"/>
      </w:pPr>
      <w:r w:rsidRPr="003C0159">
        <w:t>Intended use</w:t>
      </w:r>
    </w:p>
    <w:p w14:paraId="20A939A2" w14:textId="77777777" w:rsidR="006C4C52" w:rsidRPr="003C0159" w:rsidRDefault="006C4C52" w:rsidP="006C4C52">
      <w:pPr>
        <w:pStyle w:val="Textkrper"/>
      </w:pPr>
      <w:r w:rsidRPr="003C0159">
        <w:lastRenderedPageBreak/>
        <w:t xml:space="preserve">It is an input </w:t>
      </w:r>
      <w:proofErr w:type="gramStart"/>
      <w:r w:rsidRPr="003C0159">
        <w:t>model  for</w:t>
      </w:r>
      <w:proofErr w:type="gramEnd"/>
      <w:r w:rsidRPr="003C0159">
        <w:t xml:space="preserve"> further climate calculations of the City of Linz  (Austria, WP2/DC3) </w:t>
      </w:r>
    </w:p>
    <w:p w14:paraId="1714ACC8" w14:textId="77777777" w:rsidR="006C4C52" w:rsidRPr="003C0159" w:rsidRDefault="006C4C52" w:rsidP="006C4C52">
      <w:pPr>
        <w:pStyle w:val="Textkrper"/>
      </w:pPr>
      <w:r w:rsidRPr="003C0159">
        <w:t xml:space="preserve">Data set needed for use cases in the city of Linz: Basic </w:t>
      </w:r>
      <w:proofErr w:type="spellStart"/>
      <w:r w:rsidRPr="003C0159">
        <w:t>landcover</w:t>
      </w:r>
      <w:proofErr w:type="spellEnd"/>
      <w:r w:rsidRPr="003C0159">
        <w:t xml:space="preserve"> information for analysis on city-level.</w:t>
      </w:r>
    </w:p>
    <w:p w14:paraId="0F353F96" w14:textId="77777777" w:rsidR="006C4C52" w:rsidRPr="003C0159" w:rsidRDefault="006C4C52" w:rsidP="006C4C52">
      <w:pPr>
        <w:pStyle w:val="berschrift3Annex"/>
      </w:pPr>
      <w:r w:rsidRPr="003C0159">
        <w:t>Data description</w:t>
      </w:r>
    </w:p>
    <w:p w14:paraId="08D5298C" w14:textId="77777777" w:rsidR="006C4C52" w:rsidRPr="003C0159" w:rsidRDefault="006C4C52" w:rsidP="006C4C52">
      <w:pPr>
        <w:pStyle w:val="Textkrper"/>
      </w:pPr>
      <w:r w:rsidRPr="003C0159">
        <w:t>The Urban Atlas is providing pan-European comparable land use and land cover data for Large Urban Zones with more than 100.000 inhabitants as defined by the Urban Audit.</w:t>
      </w:r>
    </w:p>
    <w:p w14:paraId="74A7A158" w14:textId="77777777" w:rsidR="006C4C52" w:rsidRPr="003C0159" w:rsidRDefault="006C4C52" w:rsidP="006C4C52">
      <w:pPr>
        <w:pStyle w:val="Textkrper"/>
      </w:pPr>
      <w:r w:rsidRPr="003C0159">
        <w:t>Coverage: European Cities, Large Urban Zones with more than 100.000 inhabitants</w:t>
      </w:r>
    </w:p>
    <w:p w14:paraId="5DE5A3BB" w14:textId="77777777" w:rsidR="006C4C52" w:rsidRPr="003C0159" w:rsidRDefault="006C4C52" w:rsidP="006C4C52">
      <w:pPr>
        <w:pStyle w:val="Textkrper"/>
      </w:pPr>
      <w:r w:rsidRPr="003C0159">
        <w:t>Resolution: vector data</w:t>
      </w:r>
    </w:p>
    <w:p w14:paraId="4DC71307" w14:textId="77777777" w:rsidR="006C4C52" w:rsidRPr="003C0159" w:rsidRDefault="006C4C52" w:rsidP="006C4C52">
      <w:pPr>
        <w:pStyle w:val="Textkrper"/>
      </w:pPr>
      <w:r w:rsidRPr="003C0159">
        <w:t>CRS: ETRS89</w:t>
      </w:r>
    </w:p>
    <w:p w14:paraId="6931C211" w14:textId="77777777" w:rsidR="006C4C52" w:rsidRPr="003C0159" w:rsidRDefault="006C4C52" w:rsidP="006C4C52">
      <w:pPr>
        <w:pStyle w:val="Textkrper"/>
      </w:pPr>
      <w:r w:rsidRPr="003C0159">
        <w:t xml:space="preserve">Metadata: https://www.eea.europa.eu/data-and-maps/data/urban-atlas#tab-metadata </w:t>
      </w:r>
    </w:p>
    <w:p w14:paraId="34EEEDCD" w14:textId="77777777" w:rsidR="006C4C52" w:rsidRPr="003C0159" w:rsidRDefault="006C4C52" w:rsidP="006C4C52">
      <w:pPr>
        <w:pStyle w:val="berschrift3Annex"/>
      </w:pPr>
      <w:r w:rsidRPr="003C0159">
        <w:t>Data management</w:t>
      </w:r>
    </w:p>
    <w:p w14:paraId="4D25B354" w14:textId="77777777" w:rsidR="006C4C52" w:rsidRPr="003C0159" w:rsidRDefault="006C4C52" w:rsidP="006C4C52">
      <w:pPr>
        <w:pStyle w:val="Textkrper"/>
      </w:pPr>
      <w:r w:rsidRPr="003C0159">
        <w:t>Availability: existing data</w:t>
      </w:r>
    </w:p>
    <w:p w14:paraId="3A5D7FE6" w14:textId="77777777" w:rsidR="006C4C52" w:rsidRPr="003C0159" w:rsidRDefault="006C4C52" w:rsidP="006C4C52">
      <w:pPr>
        <w:pStyle w:val="Textkrper"/>
      </w:pPr>
      <w:r w:rsidRPr="003C0159">
        <w:t>Owner: Copernicus Land Monitoring Service</w:t>
      </w:r>
    </w:p>
    <w:p w14:paraId="300060FD" w14:textId="77777777" w:rsidR="006C4C52" w:rsidRPr="003C0159" w:rsidRDefault="006C4C52" w:rsidP="006C4C52">
      <w:pPr>
        <w:pStyle w:val="Textkrper"/>
      </w:pPr>
      <w:r w:rsidRPr="003C0159">
        <w:t>Open Access: yes</w:t>
      </w:r>
    </w:p>
    <w:p w14:paraId="199599DC" w14:textId="77777777" w:rsidR="006C4C52" w:rsidRPr="003C0159" w:rsidRDefault="006C4C52" w:rsidP="006C4C52">
      <w:pPr>
        <w:pStyle w:val="Textkrper"/>
      </w:pPr>
      <w:r w:rsidRPr="003C0159">
        <w:t>Access conditions: open data</w:t>
      </w:r>
    </w:p>
    <w:p w14:paraId="1B3C5F7F" w14:textId="77777777" w:rsidR="006C4C52" w:rsidRPr="003C0159" w:rsidRDefault="006C4C52" w:rsidP="006C4C52">
      <w:pPr>
        <w:pStyle w:val="berschrift3Annex"/>
      </w:pPr>
      <w:r w:rsidRPr="003C0159">
        <w:t>(Meta-) Data Repository</w:t>
      </w:r>
    </w:p>
    <w:p w14:paraId="7628450E" w14:textId="77777777" w:rsidR="006C4C52" w:rsidRPr="003C0159" w:rsidRDefault="006C4C52" w:rsidP="006C4C52">
      <w:pPr>
        <w:pStyle w:val="Textkrper"/>
      </w:pPr>
      <w:r w:rsidRPr="003C0159">
        <w:t>Data Repository Name: Copernicus Land Monitoring Service</w:t>
      </w:r>
    </w:p>
    <w:p w14:paraId="01EE1397" w14:textId="77777777" w:rsidR="006C4C52" w:rsidRPr="003C0159" w:rsidRDefault="006C4C52" w:rsidP="006C4C52">
      <w:pPr>
        <w:pStyle w:val="Textkrper"/>
      </w:pPr>
      <w:r w:rsidRPr="003C0159">
        <w:t xml:space="preserve">Data Repository Description: Copernicus Land Monitoring Service </w:t>
      </w:r>
    </w:p>
    <w:p w14:paraId="257231BE" w14:textId="77777777" w:rsidR="006C4C52" w:rsidRPr="003C0159" w:rsidRDefault="006C4C52" w:rsidP="006C4C52">
      <w:pPr>
        <w:pStyle w:val="Textkrper"/>
      </w:pPr>
      <w:r w:rsidRPr="003C0159">
        <w:t xml:space="preserve">Data Repository Link: Urban Atlas Data </w:t>
      </w:r>
    </w:p>
    <w:p w14:paraId="28EB0E1C" w14:textId="77777777" w:rsidR="006C4C52" w:rsidRPr="003C0159" w:rsidRDefault="006C4C52" w:rsidP="006C4C52">
      <w:pPr>
        <w:pStyle w:val="Textkrper"/>
      </w:pPr>
      <w:r w:rsidRPr="003C0159">
        <w:t xml:space="preserve">Data Repository Access: https://www.eea.europa.eu/data-and-maps/data/urban-atlas#tab-gis-data </w:t>
      </w:r>
    </w:p>
    <w:p w14:paraId="5C89089C" w14:textId="77777777" w:rsidR="006C4C52" w:rsidRPr="003C0159" w:rsidRDefault="006C4C52" w:rsidP="006C4C52">
      <w:pPr>
        <w:pStyle w:val="berschrift2Annex"/>
      </w:pPr>
      <w:bookmarkStart w:id="105" w:name="_Toc499541165"/>
      <w:r w:rsidRPr="003C0159">
        <w:t xml:space="preserve">OSM roads, buildings, </w:t>
      </w:r>
      <w:proofErr w:type="spellStart"/>
      <w:r w:rsidRPr="003C0159">
        <w:t>landcover</w:t>
      </w:r>
      <w:bookmarkEnd w:id="105"/>
      <w:proofErr w:type="spellEnd"/>
      <w:r w:rsidRPr="003C0159">
        <w:t xml:space="preserve"> </w:t>
      </w:r>
    </w:p>
    <w:p w14:paraId="101C2A9B" w14:textId="77777777" w:rsidR="006C4C52" w:rsidRPr="003C0159" w:rsidRDefault="006C4C52" w:rsidP="006C4C52">
      <w:pPr>
        <w:pStyle w:val="berschrift3Annex"/>
      </w:pPr>
      <w:r w:rsidRPr="003C0159">
        <w:t>Responsible party</w:t>
      </w:r>
    </w:p>
    <w:p w14:paraId="239B3F4C" w14:textId="77777777" w:rsidR="006C4C52" w:rsidRPr="003C0159" w:rsidRDefault="006C4C52" w:rsidP="006C4C52">
      <w:pPr>
        <w:pStyle w:val="Textkrper"/>
      </w:pPr>
      <w:r w:rsidRPr="003C0159">
        <w:t xml:space="preserve">www.openstreetmap.org </w:t>
      </w:r>
    </w:p>
    <w:p w14:paraId="15D808EC" w14:textId="77777777" w:rsidR="006C4C52" w:rsidRPr="003C0159" w:rsidRDefault="006C4C52" w:rsidP="006C4C52">
      <w:pPr>
        <w:pStyle w:val="Textkrper"/>
      </w:pPr>
      <w:r w:rsidRPr="003C0159">
        <w:t>Downloaded and further processed by AIT /SBC Mario Köstl</w:t>
      </w:r>
    </w:p>
    <w:p w14:paraId="1BDB160F" w14:textId="77777777" w:rsidR="006C4C52" w:rsidRPr="003C0159" w:rsidRDefault="006C4C52" w:rsidP="006C4C52">
      <w:pPr>
        <w:pStyle w:val="Textkrper"/>
      </w:pPr>
      <w:r w:rsidRPr="003C0159">
        <w:t xml:space="preserve">Responsible Party (CLARITY): AIT </w:t>
      </w:r>
    </w:p>
    <w:p w14:paraId="3EEA0C80" w14:textId="77777777" w:rsidR="006C4C52" w:rsidRPr="003C0159" w:rsidRDefault="006C4C52" w:rsidP="006C4C52">
      <w:pPr>
        <w:pStyle w:val="Textkrper"/>
      </w:pPr>
      <w:r w:rsidRPr="003C0159">
        <w:t xml:space="preserve">Responsible Person (CLARITY): Mario Köstl </w:t>
      </w:r>
    </w:p>
    <w:p w14:paraId="33EE562E" w14:textId="77777777" w:rsidR="006C4C52" w:rsidRPr="003C0159" w:rsidRDefault="006C4C52" w:rsidP="006C4C52">
      <w:pPr>
        <w:pStyle w:val="Textkrper"/>
      </w:pPr>
      <w:r w:rsidRPr="003C0159">
        <w:t>WPs: WP2</w:t>
      </w:r>
    </w:p>
    <w:p w14:paraId="596CE7B8" w14:textId="77777777" w:rsidR="006C4C52" w:rsidRPr="003C0159" w:rsidRDefault="006C4C52" w:rsidP="006C4C52">
      <w:pPr>
        <w:pStyle w:val="berschrift3Annex"/>
      </w:pPr>
      <w:r w:rsidRPr="003C0159">
        <w:t>Data provenance</w:t>
      </w:r>
    </w:p>
    <w:p w14:paraId="420262D9" w14:textId="77777777" w:rsidR="006C4C52" w:rsidRPr="003C0159" w:rsidRDefault="006C4C52" w:rsidP="006C4C52">
      <w:pPr>
        <w:pStyle w:val="Textkrper"/>
      </w:pPr>
      <w:r w:rsidRPr="003C0159">
        <w:t xml:space="preserve">Open Street Map www.openstreetmap.org </w:t>
      </w:r>
    </w:p>
    <w:p w14:paraId="7096F2F9" w14:textId="77777777" w:rsidR="006C4C52" w:rsidRPr="003C0159" w:rsidRDefault="006C4C52" w:rsidP="006C4C52">
      <w:pPr>
        <w:pStyle w:val="Textkrper"/>
      </w:pPr>
      <w:r w:rsidRPr="003C0159">
        <w:t xml:space="preserve">External Datasets: Open Street Map </w:t>
      </w:r>
    </w:p>
    <w:p w14:paraId="69F439FC" w14:textId="77777777" w:rsidR="006C4C52" w:rsidRPr="003C0159" w:rsidRDefault="006C4C52" w:rsidP="006C4C52">
      <w:pPr>
        <w:pStyle w:val="berschrift3Annex"/>
      </w:pPr>
      <w:r w:rsidRPr="003C0159">
        <w:t>Intended use</w:t>
      </w:r>
    </w:p>
    <w:p w14:paraId="59615861" w14:textId="77777777" w:rsidR="006C4C52" w:rsidRPr="003C0159" w:rsidRDefault="006C4C52" w:rsidP="006C4C52">
      <w:pPr>
        <w:pStyle w:val="Textkrper"/>
      </w:pPr>
      <w:r w:rsidRPr="003C0159">
        <w:t xml:space="preserve">Delivers information on roads, buildings and </w:t>
      </w:r>
      <w:proofErr w:type="spellStart"/>
      <w:r w:rsidRPr="003C0159">
        <w:t>landcover</w:t>
      </w:r>
      <w:proofErr w:type="spellEnd"/>
      <w:r w:rsidRPr="003C0159">
        <w:t xml:space="preserve"> for WP2/DC3 City of </w:t>
      </w:r>
      <w:proofErr w:type="gramStart"/>
      <w:r w:rsidRPr="003C0159">
        <w:t>Linz .</w:t>
      </w:r>
      <w:proofErr w:type="gramEnd"/>
      <w:r w:rsidRPr="003C0159">
        <w:t xml:space="preserve"> Data needed to differentiate buildings from non-buildings. Input data for </w:t>
      </w:r>
      <w:proofErr w:type="spellStart"/>
      <w:r w:rsidRPr="003C0159">
        <w:t>Muklimo</w:t>
      </w:r>
      <w:proofErr w:type="spellEnd"/>
      <w:r w:rsidRPr="003C0159">
        <w:t xml:space="preserve"> and </w:t>
      </w:r>
      <w:proofErr w:type="spellStart"/>
      <w:r w:rsidRPr="003C0159">
        <w:t>Envimet</w:t>
      </w:r>
      <w:proofErr w:type="spellEnd"/>
      <w:r w:rsidRPr="003C0159">
        <w:t>.</w:t>
      </w:r>
    </w:p>
    <w:p w14:paraId="0688674B" w14:textId="77777777" w:rsidR="006C4C52" w:rsidRPr="003C0159" w:rsidRDefault="006C4C52" w:rsidP="006C4C52">
      <w:pPr>
        <w:pStyle w:val="berschrift3Annex"/>
      </w:pPr>
      <w:r w:rsidRPr="003C0159">
        <w:t>Data description</w:t>
      </w:r>
    </w:p>
    <w:p w14:paraId="39EF6ADC" w14:textId="77777777" w:rsidR="006C4C52" w:rsidRPr="003C0159" w:rsidRDefault="006C4C52" w:rsidP="006C4C52">
      <w:pPr>
        <w:pStyle w:val="Textkrper"/>
      </w:pPr>
      <w:r w:rsidRPr="003C0159">
        <w:t xml:space="preserve">https://www.openstreetmap.org/about </w:t>
      </w:r>
    </w:p>
    <w:p w14:paraId="30E33FC2" w14:textId="77777777" w:rsidR="006C4C52" w:rsidRPr="003C0159" w:rsidRDefault="006C4C52" w:rsidP="006C4C52">
      <w:pPr>
        <w:pStyle w:val="Textkrper"/>
      </w:pPr>
      <w:r w:rsidRPr="003C0159">
        <w:t xml:space="preserve">Coverage: Shapefile for City of </w:t>
      </w:r>
      <w:proofErr w:type="gramStart"/>
      <w:r w:rsidRPr="003C0159">
        <w:t>Linz ,</w:t>
      </w:r>
      <w:proofErr w:type="gramEnd"/>
      <w:r w:rsidRPr="003C0159">
        <w:t xml:space="preserve"> possible to download it for whole Austria</w:t>
      </w:r>
    </w:p>
    <w:p w14:paraId="1911B40B" w14:textId="77777777" w:rsidR="006C4C52" w:rsidRPr="003C0159" w:rsidRDefault="006C4C52" w:rsidP="006C4C52">
      <w:pPr>
        <w:pStyle w:val="Textkrper"/>
      </w:pPr>
      <w:r w:rsidRPr="003C0159">
        <w:t>Resolution: Vector Data</w:t>
      </w:r>
    </w:p>
    <w:p w14:paraId="5734D72C" w14:textId="77777777" w:rsidR="006C4C52" w:rsidRPr="003C0159" w:rsidRDefault="006C4C52" w:rsidP="006C4C52">
      <w:pPr>
        <w:pStyle w:val="Textkrper"/>
      </w:pPr>
      <w:r w:rsidRPr="003C0159">
        <w:lastRenderedPageBreak/>
        <w:t>CRS: ETRS</w:t>
      </w:r>
    </w:p>
    <w:p w14:paraId="212F9046" w14:textId="77777777" w:rsidR="006C4C52" w:rsidRPr="003C0159" w:rsidRDefault="006C4C52" w:rsidP="006C4C52">
      <w:pPr>
        <w:pStyle w:val="Textkrper"/>
      </w:pPr>
      <w:r w:rsidRPr="003C0159">
        <w:t xml:space="preserve">Metadata: https://www.openstreetmap.org/about </w:t>
      </w:r>
    </w:p>
    <w:p w14:paraId="38BE8660" w14:textId="77777777" w:rsidR="006C4C52" w:rsidRPr="003C0159" w:rsidRDefault="006C4C52" w:rsidP="006C4C52">
      <w:pPr>
        <w:pStyle w:val="berschrift3Annex"/>
      </w:pPr>
      <w:r w:rsidRPr="003C0159">
        <w:t>Data management</w:t>
      </w:r>
    </w:p>
    <w:p w14:paraId="0035EC84" w14:textId="77777777" w:rsidR="006C4C52" w:rsidRPr="003C0159" w:rsidRDefault="006C4C52" w:rsidP="006C4C52">
      <w:pPr>
        <w:pStyle w:val="Textkrper"/>
      </w:pPr>
      <w:r w:rsidRPr="003C0159">
        <w:t>Availability: existing data</w:t>
      </w:r>
    </w:p>
    <w:p w14:paraId="2FBF3D0D" w14:textId="77777777" w:rsidR="006C4C52" w:rsidRPr="003C0159" w:rsidRDefault="006C4C52" w:rsidP="006C4C52">
      <w:pPr>
        <w:pStyle w:val="Textkrper"/>
      </w:pPr>
      <w:r w:rsidRPr="003C0159">
        <w:t xml:space="preserve">Owner: © </w:t>
      </w:r>
      <w:proofErr w:type="spellStart"/>
      <w:r w:rsidRPr="003C0159">
        <w:t>OpenStreetMap</w:t>
      </w:r>
      <w:proofErr w:type="spellEnd"/>
      <w:r w:rsidRPr="003C0159">
        <w:t xml:space="preserve"> contributors</w:t>
      </w:r>
    </w:p>
    <w:p w14:paraId="5695DEEF" w14:textId="77777777" w:rsidR="006C4C52" w:rsidRPr="003C0159" w:rsidRDefault="006C4C52" w:rsidP="006C4C52">
      <w:pPr>
        <w:pStyle w:val="Textkrper"/>
      </w:pPr>
      <w:r w:rsidRPr="003C0159">
        <w:t>Open Access: yes</w:t>
      </w:r>
    </w:p>
    <w:p w14:paraId="4E965C6D" w14:textId="77777777" w:rsidR="006C4C52" w:rsidRPr="003C0159" w:rsidRDefault="006C4C52" w:rsidP="006C4C52">
      <w:pPr>
        <w:pStyle w:val="Textkrper"/>
      </w:pPr>
      <w:r w:rsidRPr="003C0159">
        <w:t xml:space="preserve">Access conditions: </w:t>
      </w:r>
      <w:proofErr w:type="spellStart"/>
      <w:r w:rsidRPr="003C0159">
        <w:t>OpenStreetMap</w:t>
      </w:r>
      <w:proofErr w:type="spellEnd"/>
      <w:r w:rsidRPr="003C0159">
        <w:t xml:space="preserve">® is </w:t>
      </w:r>
      <w:r w:rsidRPr="003C0159">
        <w:rPr>
          <w:rStyle w:val="Betont"/>
        </w:rPr>
        <w:t>open data</w:t>
      </w:r>
      <w:r w:rsidRPr="003C0159">
        <w:t>, licensed under the Open Data Commons Open Database License (</w:t>
      </w:r>
      <w:proofErr w:type="spellStart"/>
      <w:r w:rsidRPr="003C0159">
        <w:t>ODbL</w:t>
      </w:r>
      <w:proofErr w:type="spellEnd"/>
      <w:r w:rsidRPr="003C0159">
        <w:t xml:space="preserve">) by the </w:t>
      </w:r>
      <w:proofErr w:type="spellStart"/>
      <w:r w:rsidRPr="003C0159">
        <w:t>OpenStreetMap</w:t>
      </w:r>
      <w:proofErr w:type="spellEnd"/>
      <w:r w:rsidRPr="003C0159">
        <w:t xml:space="preserve"> </w:t>
      </w:r>
      <w:proofErr w:type="gramStart"/>
      <w:r w:rsidRPr="003C0159">
        <w:t>Foundation  (</w:t>
      </w:r>
      <w:proofErr w:type="gramEnd"/>
      <w:r w:rsidRPr="003C0159">
        <w:t>OSMF).</w:t>
      </w:r>
    </w:p>
    <w:p w14:paraId="7964A71F" w14:textId="77777777" w:rsidR="006C4C52" w:rsidRPr="003C0159" w:rsidRDefault="006C4C52" w:rsidP="006C4C52">
      <w:pPr>
        <w:pStyle w:val="berschrift3Annex"/>
      </w:pPr>
      <w:r w:rsidRPr="003C0159">
        <w:t>(Meta-) Data Repository</w:t>
      </w:r>
    </w:p>
    <w:p w14:paraId="256C5530" w14:textId="77777777" w:rsidR="006C4C52" w:rsidRPr="003C0159" w:rsidRDefault="006C4C52" w:rsidP="006C4C52">
      <w:pPr>
        <w:pStyle w:val="Textkrper"/>
      </w:pPr>
      <w:r w:rsidRPr="003C0159">
        <w:t>Data Repository Name: www.openstreetmap.org</w:t>
      </w:r>
    </w:p>
    <w:p w14:paraId="480CCEE8" w14:textId="77777777" w:rsidR="006C4C52" w:rsidRPr="003C0159" w:rsidRDefault="006C4C52" w:rsidP="006C4C52">
      <w:pPr>
        <w:pStyle w:val="Textkrper"/>
      </w:pPr>
      <w:r w:rsidRPr="003C0159">
        <w:t xml:space="preserve">Data Repository Description: www.openstreetmap.org </w:t>
      </w:r>
    </w:p>
    <w:p w14:paraId="2E6A6429" w14:textId="77777777" w:rsidR="006C4C52" w:rsidRPr="003C0159" w:rsidRDefault="006C4C52" w:rsidP="006C4C52">
      <w:pPr>
        <w:pStyle w:val="Textkrper"/>
      </w:pPr>
      <w:r w:rsidRPr="003C0159">
        <w:t xml:space="preserve">Data Repository Link: Open Street Map </w:t>
      </w:r>
    </w:p>
    <w:p w14:paraId="4291567B" w14:textId="77777777" w:rsidR="006C4C52" w:rsidRPr="003C0159" w:rsidRDefault="006C4C52" w:rsidP="006C4C52">
      <w:pPr>
        <w:pStyle w:val="Textkrper"/>
      </w:pPr>
      <w:r w:rsidRPr="003C0159">
        <w:t xml:space="preserve">Data Repository Access: www.openstreetmap.org </w:t>
      </w:r>
    </w:p>
    <w:p w14:paraId="5CAF8180" w14:textId="77777777" w:rsidR="006C4C52" w:rsidRPr="003C0159" w:rsidRDefault="006C4C52" w:rsidP="006C4C52">
      <w:pPr>
        <w:pStyle w:val="berschrift2Annex"/>
      </w:pPr>
      <w:bookmarkStart w:id="106" w:name="_Toc499541166"/>
      <w:r w:rsidRPr="003C0159">
        <w:t>10m DEM</w:t>
      </w:r>
      <w:bookmarkEnd w:id="106"/>
      <w:r w:rsidRPr="003C0159">
        <w:t xml:space="preserve"> </w:t>
      </w:r>
    </w:p>
    <w:p w14:paraId="5407FD04" w14:textId="77777777" w:rsidR="006C4C52" w:rsidRPr="003C0159" w:rsidRDefault="006C4C52" w:rsidP="006C4C52">
      <w:pPr>
        <w:pStyle w:val="berschrift3Annex"/>
      </w:pPr>
      <w:r w:rsidRPr="003C0159">
        <w:t>Responsible party</w:t>
      </w:r>
    </w:p>
    <w:p w14:paraId="51826369" w14:textId="77777777" w:rsidR="006C4C52" w:rsidRPr="003C0159" w:rsidRDefault="006C4C52" w:rsidP="006C4C52">
      <w:pPr>
        <w:pStyle w:val="Textkrper"/>
      </w:pPr>
      <w:r w:rsidRPr="003C0159">
        <w:t>AIT /SBC</w:t>
      </w:r>
    </w:p>
    <w:p w14:paraId="122C8EA3" w14:textId="77777777" w:rsidR="006C4C52" w:rsidRPr="003C0159" w:rsidRDefault="006C4C52" w:rsidP="006C4C52">
      <w:pPr>
        <w:pStyle w:val="Textkrper"/>
      </w:pPr>
      <w:r w:rsidRPr="003C0159">
        <w:t xml:space="preserve">Responsible Party (CLARITY): AIT </w:t>
      </w:r>
    </w:p>
    <w:p w14:paraId="5268AE5F" w14:textId="77777777" w:rsidR="006C4C52" w:rsidRPr="003C0159" w:rsidRDefault="006C4C52" w:rsidP="006C4C52">
      <w:pPr>
        <w:pStyle w:val="Textkrper"/>
      </w:pPr>
      <w:r w:rsidRPr="003C0159">
        <w:t xml:space="preserve">Responsible Person (CLARITY): Mario Köstl </w:t>
      </w:r>
    </w:p>
    <w:p w14:paraId="14F66455" w14:textId="77777777" w:rsidR="006C4C52" w:rsidRPr="003C0159" w:rsidRDefault="006C4C52" w:rsidP="006C4C52">
      <w:pPr>
        <w:pStyle w:val="Textkrper"/>
      </w:pPr>
      <w:r w:rsidRPr="003C0159">
        <w:t>WPs: WP2</w:t>
      </w:r>
    </w:p>
    <w:p w14:paraId="4B73C0FC" w14:textId="77777777" w:rsidR="006C4C52" w:rsidRPr="003C0159" w:rsidRDefault="006C4C52" w:rsidP="006C4C52">
      <w:pPr>
        <w:pStyle w:val="berschrift3Annex"/>
      </w:pPr>
      <w:r w:rsidRPr="003C0159">
        <w:t>Data provenance</w:t>
      </w:r>
    </w:p>
    <w:p w14:paraId="32BF4E8D" w14:textId="77777777" w:rsidR="006C4C52" w:rsidRPr="003C0159" w:rsidRDefault="006C4C52" w:rsidP="006C4C52">
      <w:pPr>
        <w:pStyle w:val="Textkrper"/>
      </w:pPr>
      <w:r w:rsidRPr="003C0159">
        <w:t xml:space="preserve">Data delivered from OGD Upper Austria https://www.land-oberoesterreich.gv.at/opendata.htm </w:t>
      </w:r>
    </w:p>
    <w:p w14:paraId="70354A3E" w14:textId="77777777" w:rsidR="006C4C52" w:rsidRPr="003C0159" w:rsidRDefault="006C4C52" w:rsidP="006C4C52">
      <w:pPr>
        <w:pStyle w:val="Textkrper"/>
      </w:pPr>
      <w:r w:rsidRPr="003C0159">
        <w:t xml:space="preserve">External Datasets: 10m DEM </w:t>
      </w:r>
    </w:p>
    <w:p w14:paraId="476E1041" w14:textId="77777777" w:rsidR="006C4C52" w:rsidRPr="003C0159" w:rsidRDefault="006C4C52" w:rsidP="006C4C52">
      <w:pPr>
        <w:pStyle w:val="berschrift3Annex"/>
      </w:pPr>
      <w:r w:rsidRPr="003C0159">
        <w:t>Intended use</w:t>
      </w:r>
    </w:p>
    <w:p w14:paraId="64725E76" w14:textId="77777777" w:rsidR="006C4C52" w:rsidRPr="003C0159" w:rsidRDefault="006C4C52" w:rsidP="006C4C52">
      <w:pPr>
        <w:pStyle w:val="Textkrper"/>
      </w:pPr>
      <w:proofErr w:type="gramStart"/>
      <w:r w:rsidRPr="003C0159">
        <w:t>Data needed for microclimate simulation and flooding simulation.</w:t>
      </w:r>
      <w:proofErr w:type="gramEnd"/>
    </w:p>
    <w:p w14:paraId="129EAE56" w14:textId="77777777" w:rsidR="006C4C52" w:rsidRPr="003C0159" w:rsidRDefault="006C4C52" w:rsidP="006C4C52">
      <w:pPr>
        <w:pStyle w:val="berschrift3Annex"/>
      </w:pPr>
      <w:r w:rsidRPr="003C0159">
        <w:t>Data description</w:t>
      </w:r>
    </w:p>
    <w:p w14:paraId="6C92C812" w14:textId="77777777" w:rsidR="006C4C52" w:rsidRPr="003C0159" w:rsidRDefault="006C4C52" w:rsidP="006C4C52">
      <w:pPr>
        <w:pStyle w:val="Textkrper"/>
      </w:pPr>
      <w:r w:rsidRPr="003C0159">
        <w:t>Digital Elevation Model: A digital elevation model (DEM) is a 3D representation of a terrain's surface created from remote sensing data.</w:t>
      </w:r>
    </w:p>
    <w:p w14:paraId="56124888" w14:textId="77777777" w:rsidR="006C4C52" w:rsidRPr="003C0159" w:rsidRDefault="006C4C52" w:rsidP="006C4C52">
      <w:pPr>
        <w:pStyle w:val="Textkrper"/>
      </w:pPr>
      <w:r w:rsidRPr="003C0159">
        <w:t xml:space="preserve">Coverage: 20x21km around </w:t>
      </w:r>
      <w:proofErr w:type="gramStart"/>
      <w:r w:rsidRPr="003C0159">
        <w:t>Linz ;</w:t>
      </w:r>
      <w:proofErr w:type="gramEnd"/>
      <w:r w:rsidRPr="003C0159">
        <w:t xml:space="preserve"> available for whole Upper Austria</w:t>
      </w:r>
    </w:p>
    <w:p w14:paraId="16757C20" w14:textId="77777777" w:rsidR="006C4C52" w:rsidRPr="003C0159" w:rsidRDefault="006C4C52" w:rsidP="006C4C52">
      <w:pPr>
        <w:pStyle w:val="Textkrper"/>
      </w:pPr>
      <w:r w:rsidRPr="003C0159">
        <w:t>Resolution: 10m grid size</w:t>
      </w:r>
    </w:p>
    <w:p w14:paraId="34278EA0" w14:textId="77777777" w:rsidR="006C4C52" w:rsidRPr="003C0159" w:rsidRDefault="006C4C52" w:rsidP="006C4C52">
      <w:pPr>
        <w:pStyle w:val="Textkrper"/>
      </w:pPr>
      <w:r w:rsidRPr="003C0159">
        <w:t>CRS: MGI/Austria GK Central</w:t>
      </w:r>
    </w:p>
    <w:p w14:paraId="6C975009" w14:textId="77777777" w:rsidR="006C4C52" w:rsidRPr="003C0159" w:rsidRDefault="006C4C52" w:rsidP="006C4C52">
      <w:pPr>
        <w:pStyle w:val="Textkrper"/>
      </w:pPr>
      <w:r w:rsidRPr="003C0159">
        <w:t>Storage: no storage needed</w:t>
      </w:r>
    </w:p>
    <w:p w14:paraId="03E66727" w14:textId="77777777" w:rsidR="006C4C52" w:rsidRPr="003C0159" w:rsidRDefault="006C4C52" w:rsidP="006C4C52">
      <w:pPr>
        <w:pStyle w:val="Textkrper"/>
      </w:pPr>
      <w:r w:rsidRPr="003C0159">
        <w:t xml:space="preserve">Metadata: https://www.land-oberoesterreich.gv.at/124923.htm </w:t>
      </w:r>
    </w:p>
    <w:p w14:paraId="390FFCA4" w14:textId="77777777" w:rsidR="006C4C52" w:rsidRPr="003C0159" w:rsidRDefault="006C4C52" w:rsidP="006C4C52">
      <w:pPr>
        <w:pStyle w:val="berschrift3Annex"/>
      </w:pPr>
      <w:r w:rsidRPr="003C0159">
        <w:t>Data management</w:t>
      </w:r>
    </w:p>
    <w:p w14:paraId="355BDF45" w14:textId="77777777" w:rsidR="006C4C52" w:rsidRPr="003C0159" w:rsidRDefault="006C4C52" w:rsidP="006C4C52">
      <w:pPr>
        <w:pStyle w:val="Textkrper"/>
      </w:pPr>
      <w:r w:rsidRPr="003C0159">
        <w:t>Availability: existing data</w:t>
      </w:r>
    </w:p>
    <w:p w14:paraId="20911CAE" w14:textId="77777777" w:rsidR="006C4C52" w:rsidRPr="003C0159" w:rsidRDefault="006C4C52" w:rsidP="006C4C52">
      <w:pPr>
        <w:pStyle w:val="Textkrper"/>
      </w:pPr>
      <w:r w:rsidRPr="003C0159">
        <w:t>Owner: OGD Upper Austria</w:t>
      </w:r>
    </w:p>
    <w:p w14:paraId="7A06050A" w14:textId="77777777" w:rsidR="006C4C52" w:rsidRPr="003C0159" w:rsidRDefault="006C4C52" w:rsidP="006C4C52">
      <w:pPr>
        <w:pStyle w:val="Textkrper"/>
      </w:pPr>
      <w:r w:rsidRPr="003C0159">
        <w:t>Open Access: yes</w:t>
      </w:r>
    </w:p>
    <w:p w14:paraId="53FC5BEC" w14:textId="77777777" w:rsidR="006C4C52" w:rsidRPr="003C0159" w:rsidRDefault="006C4C52" w:rsidP="006C4C52">
      <w:pPr>
        <w:pStyle w:val="Textkrper"/>
      </w:pPr>
      <w:r w:rsidRPr="003C0159">
        <w:lastRenderedPageBreak/>
        <w:t xml:space="preserve">Access conditions: open access: https://www.land-oberoesterreich.gv.at/124923.htm </w:t>
      </w:r>
    </w:p>
    <w:p w14:paraId="135F605A" w14:textId="77777777" w:rsidR="006C4C52" w:rsidRPr="003C0159" w:rsidRDefault="006C4C52" w:rsidP="006C4C52">
      <w:pPr>
        <w:pStyle w:val="berschrift3Annex"/>
      </w:pPr>
      <w:r w:rsidRPr="003C0159">
        <w:t>(Meta-) Data Repository</w:t>
      </w:r>
    </w:p>
    <w:p w14:paraId="4D001A96" w14:textId="77777777" w:rsidR="006C4C52" w:rsidRPr="003C0159" w:rsidRDefault="006C4C52" w:rsidP="006C4C52">
      <w:pPr>
        <w:pStyle w:val="Textkrper"/>
      </w:pPr>
      <w:r w:rsidRPr="003C0159">
        <w:t>Data Repository Name: https://www.land-oberoesterreich.gv.at/124923.htm</w:t>
      </w:r>
    </w:p>
    <w:p w14:paraId="1808C7AF" w14:textId="77777777" w:rsidR="006C4C52" w:rsidRPr="003C0159" w:rsidRDefault="006C4C52" w:rsidP="006C4C52">
      <w:pPr>
        <w:pStyle w:val="Textkrper"/>
      </w:pPr>
      <w:r w:rsidRPr="003C0159">
        <w:t xml:space="preserve">Data Repository Description: https://www.land-oberoesterreich.gv.at/124923.htm </w:t>
      </w:r>
    </w:p>
    <w:p w14:paraId="23E13A3A" w14:textId="77777777" w:rsidR="006C4C52" w:rsidRPr="003C0159" w:rsidRDefault="006C4C52" w:rsidP="006C4C52">
      <w:pPr>
        <w:pStyle w:val="Textkrper"/>
      </w:pPr>
      <w:r w:rsidRPr="003C0159">
        <w:t xml:space="preserve">Data Repository Access: https://www.land-oberoesterreich.gv.at/124923.htm </w:t>
      </w:r>
    </w:p>
    <w:p w14:paraId="128378A6" w14:textId="77777777" w:rsidR="006C4C52" w:rsidRPr="003C0159" w:rsidRDefault="006C4C52" w:rsidP="006C4C52">
      <w:pPr>
        <w:pStyle w:val="berschrift2Annex"/>
      </w:pPr>
      <w:bookmarkStart w:id="107" w:name="_Toc499541167"/>
      <w:r w:rsidRPr="003C0159">
        <w:t>Zoning Plan Upper Austria</w:t>
      </w:r>
      <w:bookmarkEnd w:id="107"/>
      <w:r w:rsidRPr="003C0159">
        <w:t xml:space="preserve"> </w:t>
      </w:r>
    </w:p>
    <w:p w14:paraId="58B826E9" w14:textId="77777777" w:rsidR="006C4C52" w:rsidRPr="003C0159" w:rsidRDefault="006C4C52" w:rsidP="006C4C52">
      <w:pPr>
        <w:pStyle w:val="berschrift3Annex"/>
      </w:pPr>
      <w:r w:rsidRPr="003C0159">
        <w:t>Responsible party</w:t>
      </w:r>
    </w:p>
    <w:p w14:paraId="2BB991BC" w14:textId="77777777" w:rsidR="006C4C52" w:rsidRPr="003C0159" w:rsidRDefault="006C4C52" w:rsidP="006C4C52">
      <w:pPr>
        <w:pStyle w:val="Textkrper"/>
      </w:pPr>
      <w:r w:rsidRPr="003C0159">
        <w:t>AIT /SBC</w:t>
      </w:r>
    </w:p>
    <w:p w14:paraId="0918B204" w14:textId="77777777" w:rsidR="006C4C52" w:rsidRPr="003C0159" w:rsidRDefault="006C4C52" w:rsidP="006C4C52">
      <w:pPr>
        <w:pStyle w:val="Textkrper"/>
      </w:pPr>
      <w:r w:rsidRPr="003C0159">
        <w:t xml:space="preserve">Responsible Party (CLARITY): AIT </w:t>
      </w:r>
    </w:p>
    <w:p w14:paraId="1371F954" w14:textId="77777777" w:rsidR="006C4C52" w:rsidRPr="003C0159" w:rsidRDefault="006C4C52" w:rsidP="006C4C52">
      <w:pPr>
        <w:pStyle w:val="Textkrper"/>
      </w:pPr>
      <w:r w:rsidRPr="003C0159">
        <w:t xml:space="preserve">Responsible Person (CLARITY): Mario Köstl </w:t>
      </w:r>
    </w:p>
    <w:p w14:paraId="1676D5FF" w14:textId="77777777" w:rsidR="006C4C52" w:rsidRPr="003C0159" w:rsidRDefault="006C4C52" w:rsidP="006C4C52">
      <w:pPr>
        <w:pStyle w:val="Textkrper"/>
      </w:pPr>
      <w:r w:rsidRPr="003C0159">
        <w:t>WPs: WP2</w:t>
      </w:r>
    </w:p>
    <w:p w14:paraId="67FC603D" w14:textId="77777777" w:rsidR="006C4C52" w:rsidRPr="003C0159" w:rsidRDefault="006C4C52" w:rsidP="006C4C52">
      <w:pPr>
        <w:pStyle w:val="berschrift3Annex"/>
      </w:pPr>
      <w:r w:rsidRPr="003C0159">
        <w:t>Data provenance</w:t>
      </w:r>
    </w:p>
    <w:p w14:paraId="580504BC" w14:textId="77777777" w:rsidR="006C4C52" w:rsidRPr="003C0159" w:rsidRDefault="006C4C52" w:rsidP="006C4C52">
      <w:pPr>
        <w:pStyle w:val="Textkrper"/>
      </w:pPr>
      <w:r w:rsidRPr="003C0159">
        <w:t xml:space="preserve">Downloaded from OGD Upper Austria https://www.land-oberoesterreich.gv.at/171835.htm </w:t>
      </w:r>
    </w:p>
    <w:p w14:paraId="539394CF" w14:textId="77777777" w:rsidR="006C4C52" w:rsidRPr="003C0159" w:rsidRDefault="006C4C52" w:rsidP="006C4C52">
      <w:pPr>
        <w:pStyle w:val="Textkrper"/>
      </w:pPr>
      <w:r w:rsidRPr="003C0159">
        <w:t xml:space="preserve">External Datasets: Zoning Plan of Upper Austria </w:t>
      </w:r>
    </w:p>
    <w:p w14:paraId="5FC0B458" w14:textId="77777777" w:rsidR="006C4C52" w:rsidRPr="003C0159" w:rsidRDefault="006C4C52" w:rsidP="006C4C52">
      <w:pPr>
        <w:pStyle w:val="berschrift3Annex"/>
      </w:pPr>
      <w:r w:rsidRPr="003C0159">
        <w:t>Intended use</w:t>
      </w:r>
    </w:p>
    <w:p w14:paraId="7ED38A6D" w14:textId="77777777" w:rsidR="006C4C52" w:rsidRPr="003C0159" w:rsidRDefault="006C4C52" w:rsidP="006C4C52">
      <w:pPr>
        <w:pStyle w:val="Textkrper"/>
      </w:pPr>
      <w:r w:rsidRPr="003C0159">
        <w:t>Information on potential future land use/information on land use change potentials (e.g. dedicated as building land but currently open space --&gt; reserve for future constructions)</w:t>
      </w:r>
    </w:p>
    <w:p w14:paraId="14727E79" w14:textId="77777777" w:rsidR="006C4C52" w:rsidRPr="003C0159" w:rsidRDefault="006C4C52" w:rsidP="006C4C52">
      <w:pPr>
        <w:pStyle w:val="berschrift3Annex"/>
      </w:pPr>
      <w:r w:rsidRPr="003C0159">
        <w:t>Data description</w:t>
      </w:r>
    </w:p>
    <w:p w14:paraId="076A99A3" w14:textId="77777777" w:rsidR="006C4C52" w:rsidRPr="003C0159" w:rsidRDefault="006C4C52" w:rsidP="006C4C52">
      <w:pPr>
        <w:pStyle w:val="Textkrper"/>
      </w:pPr>
      <w:r w:rsidRPr="003C0159">
        <w:t>Zoning plan shows areas of land which are divided by the municipalities into zones within various uses are permitted (e.g. residential, industrial, agricultural) and therefore could be used for estimating the future land cover/use changes. Data can be used for future scenarios and future climate scenarios.</w:t>
      </w:r>
    </w:p>
    <w:p w14:paraId="1F94C61A" w14:textId="77777777" w:rsidR="006C4C52" w:rsidRPr="003C0159" w:rsidRDefault="006C4C52" w:rsidP="006C4C52">
      <w:pPr>
        <w:pStyle w:val="Textkrper"/>
      </w:pPr>
      <w:r w:rsidRPr="003C0159">
        <w:t xml:space="preserve">Coverage: 20x21km around </w:t>
      </w:r>
      <w:proofErr w:type="gramStart"/>
      <w:r w:rsidRPr="003C0159">
        <w:t>Linz ,</w:t>
      </w:r>
      <w:proofErr w:type="gramEnd"/>
      <w:r w:rsidRPr="003C0159">
        <w:t xml:space="preserve"> available for Upper Austria</w:t>
      </w:r>
    </w:p>
    <w:p w14:paraId="29809CA7" w14:textId="77777777" w:rsidR="006C4C52" w:rsidRPr="003C0159" w:rsidRDefault="006C4C52" w:rsidP="006C4C52">
      <w:pPr>
        <w:pStyle w:val="Textkrper"/>
      </w:pPr>
      <w:r w:rsidRPr="003C0159">
        <w:t>Resolution: Vector data</w:t>
      </w:r>
    </w:p>
    <w:p w14:paraId="460677E7" w14:textId="77777777" w:rsidR="006C4C52" w:rsidRPr="003C0159" w:rsidRDefault="006C4C52" w:rsidP="006C4C52">
      <w:pPr>
        <w:pStyle w:val="Textkrper"/>
      </w:pPr>
      <w:r w:rsidRPr="003C0159">
        <w:t>CRS: MGI / Austria GK Central</w:t>
      </w:r>
    </w:p>
    <w:p w14:paraId="0132AC78" w14:textId="77777777" w:rsidR="006C4C52" w:rsidRPr="003C0159" w:rsidRDefault="006C4C52" w:rsidP="006C4C52">
      <w:pPr>
        <w:pStyle w:val="Textkrper"/>
      </w:pPr>
      <w:r w:rsidRPr="003C0159">
        <w:t>Storage: not needed</w:t>
      </w:r>
    </w:p>
    <w:p w14:paraId="100F1904" w14:textId="77777777" w:rsidR="006C4C52" w:rsidRPr="003C0159" w:rsidRDefault="006C4C52" w:rsidP="006C4C52">
      <w:pPr>
        <w:pStyle w:val="Textkrper"/>
      </w:pPr>
      <w:r w:rsidRPr="003C0159">
        <w:t xml:space="preserve">Metadata: https://www.land-oberoesterreich.gv.at/171835.htm </w:t>
      </w:r>
    </w:p>
    <w:p w14:paraId="2E3F6262" w14:textId="77777777" w:rsidR="006C4C52" w:rsidRPr="003C0159" w:rsidRDefault="006C4C52" w:rsidP="006C4C52">
      <w:pPr>
        <w:pStyle w:val="berschrift3Annex"/>
      </w:pPr>
      <w:r w:rsidRPr="003C0159">
        <w:t>Data management</w:t>
      </w:r>
    </w:p>
    <w:p w14:paraId="50AE03DC" w14:textId="77777777" w:rsidR="006C4C52" w:rsidRPr="003C0159" w:rsidRDefault="006C4C52" w:rsidP="006C4C52">
      <w:pPr>
        <w:pStyle w:val="Textkrper"/>
      </w:pPr>
      <w:r w:rsidRPr="003C0159">
        <w:t>Availability: existing data</w:t>
      </w:r>
    </w:p>
    <w:p w14:paraId="3ED6DE3C" w14:textId="77777777" w:rsidR="006C4C52" w:rsidRPr="003C0159" w:rsidRDefault="006C4C52" w:rsidP="006C4C52">
      <w:pPr>
        <w:pStyle w:val="Textkrper"/>
      </w:pPr>
      <w:r w:rsidRPr="003C0159">
        <w:t>Owner: Upper Austria</w:t>
      </w:r>
    </w:p>
    <w:p w14:paraId="541874B8" w14:textId="77777777" w:rsidR="006C4C52" w:rsidRPr="003C0159" w:rsidRDefault="006C4C52" w:rsidP="006C4C52">
      <w:pPr>
        <w:pStyle w:val="Textkrper"/>
      </w:pPr>
      <w:r w:rsidRPr="003C0159">
        <w:t>Open Access: yes</w:t>
      </w:r>
    </w:p>
    <w:p w14:paraId="49429747" w14:textId="77777777" w:rsidR="006C4C52" w:rsidRPr="003C0159" w:rsidRDefault="006C4C52" w:rsidP="006C4C52">
      <w:pPr>
        <w:pStyle w:val="Textkrper"/>
      </w:pPr>
      <w:r w:rsidRPr="003C0159">
        <w:t xml:space="preserve">Open Access: https://www.land-oberoesterreich.gv.at/171835.htm </w:t>
      </w:r>
    </w:p>
    <w:p w14:paraId="1AB24FDE" w14:textId="77777777" w:rsidR="006C4C52" w:rsidRPr="003C0159" w:rsidRDefault="006C4C52" w:rsidP="006C4C52">
      <w:pPr>
        <w:pStyle w:val="Textkrper"/>
      </w:pPr>
      <w:r w:rsidRPr="003C0159">
        <w:t xml:space="preserve">Access conditions: https://www.land-oberoesterreich.gv.at/171835.htm </w:t>
      </w:r>
    </w:p>
    <w:p w14:paraId="45AEBFA8" w14:textId="77777777" w:rsidR="006C4C52" w:rsidRPr="003C0159" w:rsidRDefault="006C4C52" w:rsidP="006C4C52">
      <w:pPr>
        <w:pStyle w:val="berschrift3Annex"/>
      </w:pPr>
      <w:r w:rsidRPr="003C0159">
        <w:t>(Meta-) Data Repository</w:t>
      </w:r>
    </w:p>
    <w:p w14:paraId="5BFB58DC" w14:textId="77777777" w:rsidR="006C4C52" w:rsidRPr="003C0159" w:rsidRDefault="006C4C52" w:rsidP="006C4C52">
      <w:pPr>
        <w:pStyle w:val="Textkrper"/>
      </w:pPr>
      <w:r w:rsidRPr="003C0159">
        <w:t>Data Repository Name: OGD Upper Austria</w:t>
      </w:r>
    </w:p>
    <w:p w14:paraId="548CDF0A" w14:textId="77777777" w:rsidR="006C4C52" w:rsidRPr="003C0159" w:rsidRDefault="006C4C52" w:rsidP="006C4C52">
      <w:pPr>
        <w:pStyle w:val="Textkrper"/>
      </w:pPr>
      <w:r w:rsidRPr="003C0159">
        <w:t>Data Repository Description: Open Geo Data Platform of the province of Upper Austria</w:t>
      </w:r>
    </w:p>
    <w:p w14:paraId="3B556AC9" w14:textId="77777777" w:rsidR="006C4C52" w:rsidRPr="003C0159" w:rsidRDefault="006C4C52" w:rsidP="006C4C52">
      <w:pPr>
        <w:pStyle w:val="Textkrper"/>
      </w:pPr>
      <w:r w:rsidRPr="003C0159">
        <w:t xml:space="preserve">Data Repository Access: open access: https://www.land-oberoesterreich.gv.at/171835.htm </w:t>
      </w:r>
    </w:p>
    <w:p w14:paraId="56EE66ED" w14:textId="77777777" w:rsidR="006C4C52" w:rsidRPr="003C0159" w:rsidRDefault="006C4C52" w:rsidP="006C4C52">
      <w:pPr>
        <w:pStyle w:val="berschrift2Annex"/>
      </w:pPr>
      <w:bookmarkStart w:id="108" w:name="_Toc499541168"/>
      <w:r w:rsidRPr="003C0159">
        <w:lastRenderedPageBreak/>
        <w:t>20m HR soil sealing layer (0-100%)</w:t>
      </w:r>
      <w:bookmarkEnd w:id="108"/>
      <w:r w:rsidRPr="003C0159">
        <w:t xml:space="preserve"> </w:t>
      </w:r>
    </w:p>
    <w:p w14:paraId="12EF7DFF" w14:textId="77777777" w:rsidR="006C4C52" w:rsidRPr="003C0159" w:rsidRDefault="006C4C52" w:rsidP="006C4C52">
      <w:pPr>
        <w:pStyle w:val="berschrift3Annex"/>
      </w:pPr>
      <w:r w:rsidRPr="003C0159">
        <w:t>Responsible party</w:t>
      </w:r>
    </w:p>
    <w:p w14:paraId="08C168B2" w14:textId="77777777" w:rsidR="006C4C52" w:rsidRPr="003C0159" w:rsidRDefault="006C4C52" w:rsidP="006C4C52">
      <w:pPr>
        <w:pStyle w:val="Textkrper"/>
      </w:pPr>
      <w:r w:rsidRPr="003C0159">
        <w:t>AIT /SBC</w:t>
      </w:r>
    </w:p>
    <w:p w14:paraId="7EDA2BF5" w14:textId="77777777" w:rsidR="006C4C52" w:rsidRPr="003C0159" w:rsidRDefault="006C4C52" w:rsidP="006C4C52">
      <w:pPr>
        <w:pStyle w:val="Textkrper"/>
      </w:pPr>
      <w:r w:rsidRPr="003C0159">
        <w:t xml:space="preserve">Responsible Party (CLARITY): AIT </w:t>
      </w:r>
    </w:p>
    <w:p w14:paraId="12D55828" w14:textId="77777777" w:rsidR="006C4C52" w:rsidRPr="003C0159" w:rsidRDefault="006C4C52" w:rsidP="006C4C52">
      <w:pPr>
        <w:pStyle w:val="Textkrper"/>
      </w:pPr>
      <w:r w:rsidRPr="003C0159">
        <w:t xml:space="preserve">Responsible Person (CLARITY): Mario Köstl </w:t>
      </w:r>
    </w:p>
    <w:p w14:paraId="1DA3BDA4" w14:textId="77777777" w:rsidR="006C4C52" w:rsidRPr="003C0159" w:rsidRDefault="006C4C52" w:rsidP="006C4C52">
      <w:pPr>
        <w:pStyle w:val="Textkrper"/>
      </w:pPr>
      <w:r w:rsidRPr="003C0159">
        <w:t>WPs: WP2</w:t>
      </w:r>
    </w:p>
    <w:p w14:paraId="2DAEFE84" w14:textId="77777777" w:rsidR="006C4C52" w:rsidRPr="003C0159" w:rsidRDefault="006C4C52" w:rsidP="006C4C52">
      <w:pPr>
        <w:pStyle w:val="berschrift3Annex"/>
      </w:pPr>
      <w:r w:rsidRPr="003C0159">
        <w:t>Data provenance</w:t>
      </w:r>
    </w:p>
    <w:p w14:paraId="2D66E1CD" w14:textId="77777777" w:rsidR="006C4C52" w:rsidRPr="003C0159" w:rsidRDefault="006C4C52" w:rsidP="006C4C52">
      <w:pPr>
        <w:pStyle w:val="Textkrper"/>
      </w:pPr>
      <w:r w:rsidRPr="003C0159">
        <w:t xml:space="preserve">Downloaded from the EEA (European Environment Agency) Website: https://www.eea.europa.eu/data-and-maps/data/eea-fast-track-service-precursor-on-land-monitoring-degree-of-soil-sealing </w:t>
      </w:r>
    </w:p>
    <w:p w14:paraId="5EF132C3" w14:textId="77777777" w:rsidR="006C4C52" w:rsidRPr="003C0159" w:rsidRDefault="006C4C52" w:rsidP="006C4C52">
      <w:pPr>
        <w:pStyle w:val="Textkrper"/>
      </w:pPr>
      <w:r w:rsidRPr="003C0159">
        <w:t xml:space="preserve">External Datasets: 20m High Resolution soil sealing layer (0-100%) </w:t>
      </w:r>
    </w:p>
    <w:p w14:paraId="66355301" w14:textId="77777777" w:rsidR="006C4C52" w:rsidRPr="003C0159" w:rsidRDefault="006C4C52" w:rsidP="006C4C52">
      <w:pPr>
        <w:pStyle w:val="berschrift3Annex"/>
      </w:pPr>
      <w:r w:rsidRPr="003C0159">
        <w:t>Intended use</w:t>
      </w:r>
    </w:p>
    <w:p w14:paraId="26BE4A58" w14:textId="77777777" w:rsidR="006C4C52" w:rsidRPr="003C0159" w:rsidRDefault="006C4C52" w:rsidP="006C4C52">
      <w:pPr>
        <w:pStyle w:val="Textkrper"/>
      </w:pPr>
      <w:proofErr w:type="gramStart"/>
      <w:r w:rsidRPr="003C0159">
        <w:t>Possible use for MUKLIMO simulations.</w:t>
      </w:r>
      <w:proofErr w:type="gramEnd"/>
      <w:r w:rsidRPr="003C0159">
        <w:t xml:space="preserve"> </w:t>
      </w:r>
      <w:proofErr w:type="gramStart"/>
      <w:r w:rsidRPr="003C0159">
        <w:t>Shows the degree of soil sealing (0-100%) in 20m resolution.</w:t>
      </w:r>
      <w:proofErr w:type="gramEnd"/>
    </w:p>
    <w:p w14:paraId="6D36EAE8" w14:textId="77777777" w:rsidR="006C4C52" w:rsidRPr="003C0159" w:rsidRDefault="006C4C52" w:rsidP="006C4C52">
      <w:pPr>
        <w:pStyle w:val="berschrift3Annex"/>
      </w:pPr>
      <w:r w:rsidRPr="003C0159">
        <w:t>Data description</w:t>
      </w:r>
    </w:p>
    <w:p w14:paraId="6EDEB76C" w14:textId="77777777" w:rsidR="006C4C52" w:rsidRPr="003C0159" w:rsidRDefault="006C4C52" w:rsidP="006C4C52">
      <w:pPr>
        <w:pStyle w:val="Textkrper"/>
      </w:pPr>
      <w:r w:rsidRPr="003C0159">
        <w:t xml:space="preserve">Raster data set of built-up and </w:t>
      </w:r>
      <w:proofErr w:type="spellStart"/>
      <w:r w:rsidRPr="003C0159">
        <w:t>non built-up</w:t>
      </w:r>
      <w:proofErr w:type="spellEnd"/>
      <w:r w:rsidRPr="003C0159">
        <w:t xml:space="preserve"> areas including continuous degree of soil sealing ranging from 0 - 100% in aggregated spatial resolution (20 x 20m). </w:t>
      </w:r>
      <w:proofErr w:type="gramStart"/>
      <w:r w:rsidRPr="003C0159">
        <w:t>Year 2009.</w:t>
      </w:r>
      <w:proofErr w:type="gramEnd"/>
    </w:p>
    <w:p w14:paraId="712F8EDC" w14:textId="77777777" w:rsidR="006C4C52" w:rsidRPr="003C0159" w:rsidRDefault="006C4C52" w:rsidP="006C4C52">
      <w:pPr>
        <w:pStyle w:val="Textkrper"/>
      </w:pPr>
      <w:r w:rsidRPr="003C0159">
        <w:t>Coverage: European data, grid data, 20m resolution</w:t>
      </w:r>
    </w:p>
    <w:p w14:paraId="48888C07" w14:textId="77777777" w:rsidR="006C4C52" w:rsidRPr="003C0159" w:rsidRDefault="006C4C52" w:rsidP="006C4C52">
      <w:pPr>
        <w:pStyle w:val="Textkrper"/>
      </w:pPr>
      <w:r w:rsidRPr="003C0159">
        <w:t>Resolution: 20m resolution</w:t>
      </w:r>
    </w:p>
    <w:p w14:paraId="3970B6FE" w14:textId="77777777" w:rsidR="006C4C52" w:rsidRPr="003C0159" w:rsidRDefault="006C4C52" w:rsidP="006C4C52">
      <w:pPr>
        <w:pStyle w:val="Textkrper"/>
      </w:pPr>
      <w:r w:rsidRPr="003C0159">
        <w:t>CRS: ETRS89</w:t>
      </w:r>
    </w:p>
    <w:p w14:paraId="34290EEF" w14:textId="77777777" w:rsidR="006C4C52" w:rsidRPr="003C0159" w:rsidRDefault="006C4C52" w:rsidP="006C4C52">
      <w:pPr>
        <w:pStyle w:val="Textkrper"/>
      </w:pPr>
      <w:r w:rsidRPr="003C0159">
        <w:t xml:space="preserve">Metadata: https://www.eea.europa.eu/data-and-maps/data/eea-fast-track-service-precursor-on-land-monitoring-degree-of-soil-sealing#tab-metadata </w:t>
      </w:r>
    </w:p>
    <w:p w14:paraId="262EA671" w14:textId="77777777" w:rsidR="006C4C52" w:rsidRPr="003C0159" w:rsidRDefault="006C4C52" w:rsidP="006C4C52">
      <w:pPr>
        <w:pStyle w:val="berschrift3Annex"/>
      </w:pPr>
      <w:r w:rsidRPr="003C0159">
        <w:t>Data management</w:t>
      </w:r>
    </w:p>
    <w:p w14:paraId="66B3F8B1" w14:textId="77777777" w:rsidR="006C4C52" w:rsidRPr="003C0159" w:rsidRDefault="006C4C52" w:rsidP="006C4C52">
      <w:pPr>
        <w:pStyle w:val="Textkrper"/>
      </w:pPr>
      <w:r w:rsidRPr="003C0159">
        <w:t>Availability: existing data</w:t>
      </w:r>
    </w:p>
    <w:p w14:paraId="21588E9F" w14:textId="77777777" w:rsidR="006C4C52" w:rsidRPr="003C0159" w:rsidRDefault="006C4C52" w:rsidP="006C4C52">
      <w:pPr>
        <w:pStyle w:val="Textkrper"/>
      </w:pPr>
      <w:r w:rsidRPr="003C0159">
        <w:t>Owner: EEA</w:t>
      </w:r>
    </w:p>
    <w:p w14:paraId="5D6427F3" w14:textId="77777777" w:rsidR="006C4C52" w:rsidRPr="003C0159" w:rsidRDefault="006C4C52" w:rsidP="006C4C52">
      <w:pPr>
        <w:pStyle w:val="Textkrper"/>
      </w:pPr>
      <w:r w:rsidRPr="003C0159">
        <w:t>Open Access: yes</w:t>
      </w:r>
    </w:p>
    <w:p w14:paraId="665D8C56" w14:textId="77777777" w:rsidR="006C4C52" w:rsidRPr="003C0159" w:rsidRDefault="006C4C52" w:rsidP="006C4C52">
      <w:pPr>
        <w:pStyle w:val="Textkrper"/>
      </w:pPr>
      <w:r w:rsidRPr="003C0159">
        <w:t xml:space="preserve">Open Access: </w:t>
      </w:r>
    </w:p>
    <w:p w14:paraId="2DDDB122" w14:textId="77777777" w:rsidR="006C4C52" w:rsidRPr="003C0159" w:rsidRDefault="006C4C52" w:rsidP="006C4C52">
      <w:pPr>
        <w:pStyle w:val="Textkrper"/>
      </w:pPr>
      <w:r w:rsidRPr="003C0159">
        <w:t xml:space="preserve">Access conditions: open access: https://www.eea.europa.eu/data-and-maps/data/eea-fast-track-service-precursor-on-land-monitoring-degree-of-soil-sealing </w:t>
      </w:r>
    </w:p>
    <w:p w14:paraId="2CE142CA" w14:textId="77777777" w:rsidR="006C4C52" w:rsidRPr="003C0159" w:rsidRDefault="006C4C52" w:rsidP="006C4C52">
      <w:pPr>
        <w:pStyle w:val="berschrift3Annex"/>
      </w:pPr>
      <w:r w:rsidRPr="003C0159">
        <w:t>(Meta-) Data Repository</w:t>
      </w:r>
    </w:p>
    <w:p w14:paraId="58CC0644" w14:textId="77777777" w:rsidR="006C4C52" w:rsidRPr="003C0159" w:rsidRDefault="006C4C52" w:rsidP="006C4C52">
      <w:pPr>
        <w:pStyle w:val="Textkrper"/>
      </w:pPr>
      <w:r w:rsidRPr="003C0159">
        <w:t>Data Repository Name: https://www.eea.europa.eu/data-and-maps/data/eea-fast-track-service-precursor-on-land-monitoring-degree-of-soil-sealing</w:t>
      </w:r>
    </w:p>
    <w:p w14:paraId="2619321A" w14:textId="77777777" w:rsidR="006C4C52" w:rsidRPr="003C0159" w:rsidRDefault="006C4C52" w:rsidP="006C4C52">
      <w:pPr>
        <w:pStyle w:val="Textkrper"/>
      </w:pPr>
      <w:r w:rsidRPr="003C0159">
        <w:t xml:space="preserve">Data Repository Description: Website of </w:t>
      </w:r>
      <w:proofErr w:type="gramStart"/>
      <w:r w:rsidRPr="003C0159">
        <w:t>EEA  (</w:t>
      </w:r>
      <w:proofErr w:type="gramEnd"/>
      <w:r w:rsidRPr="003C0159">
        <w:t xml:space="preserve">European Environmental Agency) https://www.eea.europa.eu/ </w:t>
      </w:r>
    </w:p>
    <w:p w14:paraId="2FA3C94B" w14:textId="77777777" w:rsidR="006C4C52" w:rsidRPr="003C0159" w:rsidRDefault="006C4C52" w:rsidP="006C4C52">
      <w:pPr>
        <w:pStyle w:val="Textkrper"/>
      </w:pPr>
      <w:r w:rsidRPr="003C0159">
        <w:t xml:space="preserve">Data Repository Access: https://www.eea.europa.eu/data-and-maps/data/eea-fast-track-service-precursor-on-land-monitoring-degree-of-soil-sealing#tab-european-data </w:t>
      </w:r>
    </w:p>
    <w:p w14:paraId="396DFE6A" w14:textId="77777777" w:rsidR="006C4C52" w:rsidRPr="003C0159" w:rsidRDefault="006C4C52" w:rsidP="006C4C52">
      <w:pPr>
        <w:pStyle w:val="berschrift2Annex"/>
      </w:pPr>
      <w:bookmarkStart w:id="109" w:name="_Toc499541169"/>
      <w:r w:rsidRPr="003C0159">
        <w:t>European Landslide Susceptibility Map</w:t>
      </w:r>
      <w:bookmarkEnd w:id="109"/>
      <w:r w:rsidRPr="003C0159">
        <w:t xml:space="preserve"> </w:t>
      </w:r>
    </w:p>
    <w:p w14:paraId="4BC5FCE0" w14:textId="77777777" w:rsidR="006C4C52" w:rsidRPr="003C0159" w:rsidRDefault="006C4C52" w:rsidP="006C4C52">
      <w:pPr>
        <w:pStyle w:val="berschrift3Annex"/>
      </w:pPr>
      <w:r w:rsidRPr="003C0159">
        <w:t>Responsible party</w:t>
      </w:r>
    </w:p>
    <w:p w14:paraId="05830B73" w14:textId="77777777" w:rsidR="006C4C52" w:rsidRPr="003C0159" w:rsidRDefault="006C4C52" w:rsidP="006C4C52">
      <w:pPr>
        <w:pStyle w:val="Textkrper"/>
      </w:pPr>
      <w:r w:rsidRPr="003C0159">
        <w:t xml:space="preserve">https://esdac.jrc.ec.europa.eu/themes/landslides </w:t>
      </w:r>
    </w:p>
    <w:p w14:paraId="0F5AE7BD" w14:textId="77777777" w:rsidR="006C4C52" w:rsidRPr="003C0159" w:rsidRDefault="006C4C52" w:rsidP="006C4C52">
      <w:pPr>
        <w:pStyle w:val="Textkrper"/>
      </w:pPr>
      <w:r w:rsidRPr="003C0159">
        <w:lastRenderedPageBreak/>
        <w:t xml:space="preserve">Responsible Party (CLARITY): ZAMG </w:t>
      </w:r>
    </w:p>
    <w:p w14:paraId="2D78F08A" w14:textId="77777777" w:rsidR="006C4C52" w:rsidRPr="003C0159" w:rsidRDefault="006C4C52" w:rsidP="006C4C52">
      <w:pPr>
        <w:pStyle w:val="Textkrper"/>
      </w:pPr>
      <w:r w:rsidRPr="003C0159">
        <w:t xml:space="preserve">Responsible Person (CLARITY): Maja Zuvela-Aloise </w:t>
      </w:r>
    </w:p>
    <w:p w14:paraId="13B09E6D" w14:textId="77777777" w:rsidR="006C4C52" w:rsidRPr="003C0159" w:rsidRDefault="006C4C52" w:rsidP="006C4C52">
      <w:pPr>
        <w:pStyle w:val="Textkrper"/>
      </w:pPr>
      <w:r w:rsidRPr="003C0159">
        <w:t>WPs: WP3</w:t>
      </w:r>
    </w:p>
    <w:p w14:paraId="79BA693A" w14:textId="77777777" w:rsidR="006C4C52" w:rsidRPr="003C0159" w:rsidRDefault="006C4C52" w:rsidP="006C4C52">
      <w:pPr>
        <w:pStyle w:val="berschrift3Annex"/>
      </w:pPr>
      <w:r w:rsidRPr="003C0159">
        <w:t>Data provenance</w:t>
      </w:r>
    </w:p>
    <w:p w14:paraId="7F63C7A8" w14:textId="77777777" w:rsidR="006C4C52" w:rsidRPr="003C0159" w:rsidRDefault="006C4C52" w:rsidP="006C4C52">
      <w:pPr>
        <w:pStyle w:val="Textkrper"/>
      </w:pPr>
      <w:r w:rsidRPr="003C0159">
        <w:t>Existing data from ESDAC</w:t>
      </w:r>
    </w:p>
    <w:p w14:paraId="31EF8652" w14:textId="77777777" w:rsidR="006C4C52" w:rsidRPr="003C0159" w:rsidRDefault="006C4C52" w:rsidP="006C4C52">
      <w:pPr>
        <w:pStyle w:val="Textkrper"/>
      </w:pPr>
      <w:proofErr w:type="gramStart"/>
      <w:r w:rsidRPr="003C0159">
        <w:t>more</w:t>
      </w:r>
      <w:proofErr w:type="gramEnd"/>
      <w:r w:rsidRPr="003C0159">
        <w:t xml:space="preserve"> information: https://esdac.jrc.ec.europa.eu/themes/landslides </w:t>
      </w:r>
    </w:p>
    <w:p w14:paraId="4D00CF3B" w14:textId="77777777" w:rsidR="006C4C52" w:rsidRPr="003C0159" w:rsidRDefault="006C4C52" w:rsidP="006C4C52">
      <w:pPr>
        <w:pStyle w:val="berschrift3Annex"/>
      </w:pPr>
      <w:r w:rsidRPr="003C0159">
        <w:t>Intended use</w:t>
      </w:r>
    </w:p>
    <w:p w14:paraId="331AE34D" w14:textId="77777777" w:rsidR="006C4C52" w:rsidRPr="003C0159" w:rsidRDefault="006C4C52" w:rsidP="006C4C52">
      <w:pPr>
        <w:pStyle w:val="Textkrper"/>
      </w:pPr>
      <w:r w:rsidRPr="003C0159">
        <w:t>European Landslide Susceptibility Map (ELSUS1000) v1 will be used in WP3</w:t>
      </w:r>
    </w:p>
    <w:p w14:paraId="298EC4C9" w14:textId="77777777" w:rsidR="006C4C52" w:rsidRPr="003C0159" w:rsidRDefault="006C4C52" w:rsidP="006C4C52">
      <w:pPr>
        <w:pStyle w:val="Textkrper"/>
      </w:pPr>
      <w:r w:rsidRPr="003C0159">
        <w:t xml:space="preserve">Building Blocks: Catalogue of Data Sources and Simulation Models, High Level Climate Change Risk Assessment Tool, Map Component </w:t>
      </w:r>
    </w:p>
    <w:p w14:paraId="65201541" w14:textId="77777777" w:rsidR="006C4C52" w:rsidRPr="003C0159" w:rsidRDefault="006C4C52" w:rsidP="006C4C52">
      <w:pPr>
        <w:pStyle w:val="berschrift3Annex"/>
      </w:pPr>
      <w:r w:rsidRPr="003C0159">
        <w:t>Data description</w:t>
      </w:r>
    </w:p>
    <w:p w14:paraId="1ADC4E55" w14:textId="77777777" w:rsidR="006C4C52" w:rsidRPr="003C0159" w:rsidRDefault="006C4C52" w:rsidP="006C4C52">
      <w:pPr>
        <w:pStyle w:val="Textkrper"/>
      </w:pPr>
      <w:proofErr w:type="gramStart"/>
      <w:r w:rsidRPr="003C0159">
        <w:t>from</w:t>
      </w:r>
      <w:proofErr w:type="gramEnd"/>
      <w:r w:rsidRPr="003C0159">
        <w:t xml:space="preserve"> https://esdac.jrc.ec.europa.eu/content/european-landslide-susceptibility... </w:t>
      </w:r>
    </w:p>
    <w:p w14:paraId="10B5E60D" w14:textId="77777777" w:rsidR="006C4C52" w:rsidRPr="003C0159" w:rsidRDefault="006C4C52" w:rsidP="006C4C52">
      <w:pPr>
        <w:pStyle w:val="Textkrper"/>
      </w:pPr>
      <w:r w:rsidRPr="003C0159">
        <w:t xml:space="preserve">ELSUS1000 version 1 shows levels of spatial </w:t>
      </w:r>
      <w:proofErr w:type="gramStart"/>
      <w:r w:rsidRPr="003C0159">
        <w:t>probability  of</w:t>
      </w:r>
      <w:proofErr w:type="gramEnd"/>
      <w:r w:rsidRPr="003C0159">
        <w:t xml:space="preserve"> generic landslide occurrence at continental scale. It covers most of the European Union and several neighbouring countries. Basically, the map has been produced by regionalizing the study area based on elevation and climatic conditions, followed by spatial multi-criteria </w:t>
      </w:r>
      <w:proofErr w:type="gramStart"/>
      <w:r w:rsidRPr="003C0159">
        <w:t>evaluation  modelling</w:t>
      </w:r>
      <w:proofErr w:type="gramEnd"/>
      <w:r w:rsidRPr="003C0159">
        <w:t xml:space="preserve"> using pan-European slope gradient, soil parent material and land cover spatial datasets as the main landslide conditioning factors. In addition, the location of over 100,000 landslides across Europe, provided by various national organizations or collected by the authors, has been used for </w:t>
      </w:r>
      <w:proofErr w:type="gramStart"/>
      <w:r w:rsidRPr="003C0159">
        <w:t>model  calibration</w:t>
      </w:r>
      <w:proofErr w:type="gramEnd"/>
      <w:r w:rsidRPr="003C0159">
        <w:t xml:space="preserve"> and validation .</w:t>
      </w:r>
    </w:p>
    <w:p w14:paraId="2D474C07" w14:textId="77777777" w:rsidR="006C4C52" w:rsidRPr="003C0159" w:rsidRDefault="006C4C52" w:rsidP="006C4C52">
      <w:pPr>
        <w:pStyle w:val="Textkrper"/>
      </w:pPr>
      <w:r w:rsidRPr="003C0159">
        <w:rPr>
          <w:rStyle w:val="Starkbetont"/>
        </w:rPr>
        <w:t>Ancillary datasets</w:t>
      </w:r>
      <w:r w:rsidRPr="003C0159">
        <w:t xml:space="preserve">: Confidence Level map of ELSUS1000 v1; NUTS 3-aggregated map of ELSUS1000 v1; and the </w:t>
      </w:r>
      <w:proofErr w:type="spellStart"/>
      <w:r w:rsidRPr="003C0159">
        <w:t>Climato</w:t>
      </w:r>
      <w:proofErr w:type="spellEnd"/>
      <w:r w:rsidRPr="003C0159">
        <w:t xml:space="preserve">-Physiographic Regions, Classified Slope Gradient, Classified Soil Parent Material and Classified Land Cover maps used for landslide susceptibility assessment </w:t>
      </w:r>
    </w:p>
    <w:p w14:paraId="233C7113" w14:textId="77777777" w:rsidR="006C4C52" w:rsidRPr="003C0159" w:rsidRDefault="006C4C52" w:rsidP="006C4C52">
      <w:pPr>
        <w:pStyle w:val="Textkrper"/>
      </w:pPr>
      <w:r w:rsidRPr="003C0159">
        <w:t>Parameter information: Name: Landslide susceptibility levels, Data type: Raster (ESRI GRID)</w:t>
      </w:r>
    </w:p>
    <w:p w14:paraId="60CAB925" w14:textId="77777777" w:rsidR="006C4C52" w:rsidRPr="003C0159" w:rsidRDefault="006C4C52" w:rsidP="006C4C52">
      <w:pPr>
        <w:pStyle w:val="Textkrper"/>
      </w:pPr>
      <w:r w:rsidRPr="003C0159">
        <w:t xml:space="preserve">Coverage: Temporal: 2013, Spatial: 27 member states of the European Union (no Cyprus) + Albania, Bosnia and Herzegovina, Croatia, Kosovo, FYR Macedonia, Montenegro, Norway, Serbia and Switzerland </w:t>
      </w:r>
    </w:p>
    <w:p w14:paraId="5C2DB913" w14:textId="77777777" w:rsidR="006C4C52" w:rsidRPr="003C0159" w:rsidRDefault="006C4C52" w:rsidP="006C4C52">
      <w:pPr>
        <w:pStyle w:val="Textkrper"/>
      </w:pPr>
      <w:r w:rsidRPr="003C0159">
        <w:t>Resolution: 1 km</w:t>
      </w:r>
    </w:p>
    <w:p w14:paraId="6121F8AC" w14:textId="77777777" w:rsidR="006C4C52" w:rsidRPr="003C0159" w:rsidRDefault="006C4C52" w:rsidP="006C4C52">
      <w:pPr>
        <w:pStyle w:val="Textkrper"/>
      </w:pPr>
      <w:r w:rsidRPr="003C0159">
        <w:t xml:space="preserve">CRS: ETRS89 Lambert Azimuthal Equal Area </w:t>
      </w:r>
    </w:p>
    <w:p w14:paraId="6F4DD877" w14:textId="77777777" w:rsidR="006C4C52" w:rsidRPr="003C0159" w:rsidRDefault="006C4C52" w:rsidP="006C4C52">
      <w:pPr>
        <w:pStyle w:val="Textkrper"/>
      </w:pPr>
      <w:r w:rsidRPr="003C0159">
        <w:t xml:space="preserve">Metadata: Link to Metadata: https://esdac.jrc.ec.europa.eu/content/european-landslide-susceptibility... </w:t>
      </w:r>
    </w:p>
    <w:p w14:paraId="18764259" w14:textId="77777777" w:rsidR="006C4C52" w:rsidRPr="003C0159" w:rsidRDefault="006C4C52" w:rsidP="006C4C52">
      <w:pPr>
        <w:pStyle w:val="berschrift3Annex"/>
      </w:pPr>
      <w:r w:rsidRPr="003C0159">
        <w:t>Data management</w:t>
      </w:r>
    </w:p>
    <w:p w14:paraId="0BDC0037" w14:textId="77777777" w:rsidR="006C4C52" w:rsidRPr="003C0159" w:rsidRDefault="006C4C52" w:rsidP="006C4C52">
      <w:pPr>
        <w:pStyle w:val="Textkrper"/>
      </w:pPr>
      <w:r w:rsidRPr="003C0159">
        <w:t>Availability: existing data</w:t>
      </w:r>
    </w:p>
    <w:p w14:paraId="1200F415" w14:textId="77777777" w:rsidR="006C4C52" w:rsidRPr="003C0159" w:rsidRDefault="006C4C52" w:rsidP="006C4C52">
      <w:pPr>
        <w:pStyle w:val="Textkrper"/>
      </w:pPr>
      <w:r w:rsidRPr="003C0159">
        <w:t>Owner: European Soil Data Centre (ESDAC)</w:t>
      </w:r>
    </w:p>
    <w:p w14:paraId="49A082A6" w14:textId="77777777" w:rsidR="006C4C52" w:rsidRPr="003C0159" w:rsidRDefault="006C4C52" w:rsidP="006C4C52">
      <w:pPr>
        <w:pStyle w:val="Textkrper"/>
      </w:pPr>
      <w:r w:rsidRPr="003C0159">
        <w:t>Open Access: yes</w:t>
      </w:r>
    </w:p>
    <w:p w14:paraId="2DC0FCE9" w14:textId="77777777" w:rsidR="006C4C52" w:rsidRPr="003C0159" w:rsidRDefault="006C4C52" w:rsidP="006C4C52">
      <w:pPr>
        <w:pStyle w:val="Textkrper"/>
      </w:pPr>
      <w:r w:rsidRPr="003C0159">
        <w:t xml:space="preserve">Access conditions: </w:t>
      </w:r>
    </w:p>
    <w:p w14:paraId="5FB351FB" w14:textId="77777777" w:rsidR="006C4C52" w:rsidRPr="003C0159" w:rsidRDefault="006C4C52" w:rsidP="006C4C52">
      <w:pPr>
        <w:pStyle w:val="Textkrper"/>
      </w:pPr>
      <w:proofErr w:type="gramStart"/>
      <w:r w:rsidRPr="003C0159">
        <w:t>from</w:t>
      </w:r>
      <w:proofErr w:type="gramEnd"/>
      <w:r w:rsidRPr="003C0159">
        <w:t>: https://esdac.jrc.ec.europa.eu/content/european-landslide-susceptibility...  (Notification)</w:t>
      </w:r>
    </w:p>
    <w:p w14:paraId="7D5CF421" w14:textId="77777777" w:rsidR="006C4C52" w:rsidRPr="003C0159" w:rsidRDefault="006C4C52" w:rsidP="007A37A5">
      <w:pPr>
        <w:pStyle w:val="Textkrper"/>
        <w:numPr>
          <w:ilvl w:val="0"/>
          <w:numId w:val="13"/>
        </w:numPr>
        <w:tabs>
          <w:tab w:val="left" w:pos="0"/>
        </w:tabs>
      </w:pPr>
      <w:r w:rsidRPr="003C0159">
        <w:t xml:space="preserve">The data provided have been produced for research purposes jointly by the Joint Research Centre (JRC), </w:t>
      </w:r>
      <w:proofErr w:type="spellStart"/>
      <w:r w:rsidRPr="003C0159">
        <w:t>Bundesanstalt</w:t>
      </w:r>
      <w:proofErr w:type="spellEnd"/>
      <w:r w:rsidRPr="003C0159">
        <w:t xml:space="preserve"> </w:t>
      </w:r>
      <w:proofErr w:type="spellStart"/>
      <w:r w:rsidRPr="003C0159">
        <w:t>für</w:t>
      </w:r>
      <w:proofErr w:type="spellEnd"/>
      <w:r w:rsidRPr="003C0159">
        <w:t xml:space="preserve"> </w:t>
      </w:r>
      <w:proofErr w:type="spellStart"/>
      <w:r w:rsidRPr="003C0159">
        <w:t>Geowissenschaften</w:t>
      </w:r>
      <w:proofErr w:type="spellEnd"/>
      <w:r w:rsidRPr="003C0159">
        <w:t xml:space="preserve"> und </w:t>
      </w:r>
      <w:proofErr w:type="spellStart"/>
      <w:r w:rsidRPr="003C0159">
        <w:t>Rohstoffe</w:t>
      </w:r>
      <w:proofErr w:type="spellEnd"/>
      <w:r w:rsidRPr="003C0159">
        <w:t xml:space="preserve"> (BGR), Institute de Physique du Globe de Strasbourg (CNR-EOST), and </w:t>
      </w:r>
      <w:proofErr w:type="spellStart"/>
      <w:r w:rsidRPr="003C0159">
        <w:t>Istituto</w:t>
      </w:r>
      <w:proofErr w:type="spellEnd"/>
      <w:r w:rsidRPr="003C0159">
        <w:t xml:space="preserve"> di </w:t>
      </w:r>
      <w:proofErr w:type="spellStart"/>
      <w:r w:rsidRPr="003C0159">
        <w:t>Ricerca</w:t>
      </w:r>
      <w:proofErr w:type="spellEnd"/>
      <w:r w:rsidRPr="003C0159">
        <w:t xml:space="preserve"> per la </w:t>
      </w:r>
      <w:proofErr w:type="spellStart"/>
      <w:r w:rsidRPr="003C0159">
        <w:t>Protezione</w:t>
      </w:r>
      <w:proofErr w:type="spellEnd"/>
      <w:r w:rsidRPr="003C0159">
        <w:t xml:space="preserve"> </w:t>
      </w:r>
      <w:proofErr w:type="spellStart"/>
      <w:r w:rsidRPr="003C0159">
        <w:t>Idrogeologica</w:t>
      </w:r>
      <w:proofErr w:type="spellEnd"/>
      <w:r w:rsidRPr="003C0159">
        <w:t xml:space="preserve"> (CNR-IRPI). The data produced are made available for research and development purposes. </w:t>
      </w:r>
    </w:p>
    <w:p w14:paraId="720E900B" w14:textId="77777777" w:rsidR="006C4C52" w:rsidRPr="003C0159" w:rsidRDefault="006C4C52" w:rsidP="007A37A5">
      <w:pPr>
        <w:pStyle w:val="Textkrper"/>
        <w:numPr>
          <w:ilvl w:val="0"/>
          <w:numId w:val="13"/>
        </w:numPr>
        <w:tabs>
          <w:tab w:val="left" w:pos="0"/>
        </w:tabs>
      </w:pPr>
      <w:r w:rsidRPr="003C0159">
        <w:t xml:space="preserve">None of these organizations, including the authors, accept any liability whatsoever for any error, missing data or omission in the data, or for any loss or damage arising from its use. The JRC agrees </w:t>
      </w:r>
      <w:r w:rsidRPr="003C0159">
        <w:lastRenderedPageBreak/>
        <w:t xml:space="preserve">to provide the data free of charge but is not bound to justify the content and values contained in the databases. </w:t>
      </w:r>
    </w:p>
    <w:p w14:paraId="33B8F227" w14:textId="77777777" w:rsidR="006C4C52" w:rsidRPr="003C0159" w:rsidRDefault="006C4C52" w:rsidP="007A37A5">
      <w:pPr>
        <w:pStyle w:val="Textkrper"/>
        <w:numPr>
          <w:ilvl w:val="0"/>
          <w:numId w:val="13"/>
        </w:numPr>
        <w:tabs>
          <w:tab w:val="left" w:pos="0"/>
        </w:tabs>
      </w:pPr>
      <w:r w:rsidRPr="003C0159">
        <w:t xml:space="preserve">The permission to use the data specified above is granted on condition that, under NO CIRCUMSTANCES are these data passed to third parties. They can be used for any purpose, including commercial gain. </w:t>
      </w:r>
    </w:p>
    <w:p w14:paraId="592E9B42" w14:textId="77777777" w:rsidR="006C4C52" w:rsidRPr="003C0159" w:rsidRDefault="006C4C52" w:rsidP="007A37A5">
      <w:pPr>
        <w:pStyle w:val="Textkrper"/>
        <w:numPr>
          <w:ilvl w:val="0"/>
          <w:numId w:val="13"/>
        </w:numPr>
        <w:tabs>
          <w:tab w:val="left" w:pos="0"/>
        </w:tabs>
      </w:pPr>
      <w:r w:rsidRPr="003C0159">
        <w:t xml:space="preserve">The user agrees to: </w:t>
      </w:r>
      <w:r w:rsidRPr="003C0159">
        <w:tab/>
      </w:r>
      <w:r w:rsidRPr="003C0159">
        <w:br/>
        <w:t xml:space="preserve">   a) Make proper reference to the source of the data when disseminating the results to which this agreement relates. </w:t>
      </w:r>
      <w:r w:rsidRPr="003C0159">
        <w:tab/>
      </w:r>
      <w:r w:rsidRPr="003C0159">
        <w:br/>
        <w:t xml:space="preserve">   b) Participate in the verification of the data (e.g. by noting and reporting any errors or omissions discovered to the JRC). </w:t>
      </w:r>
    </w:p>
    <w:p w14:paraId="6C070BB0" w14:textId="77777777" w:rsidR="006C4C52" w:rsidRPr="003C0159" w:rsidRDefault="006C4C52" w:rsidP="006C4C52">
      <w:pPr>
        <w:pStyle w:val="berschrift3Annex"/>
      </w:pPr>
      <w:r w:rsidRPr="003C0159">
        <w:t>(Meta-) Data Repository</w:t>
      </w:r>
    </w:p>
    <w:p w14:paraId="65586189" w14:textId="77777777" w:rsidR="006C4C52" w:rsidRPr="003C0159" w:rsidRDefault="006C4C52" w:rsidP="006C4C52">
      <w:pPr>
        <w:pStyle w:val="Textkrper"/>
      </w:pPr>
      <w:r w:rsidRPr="003C0159">
        <w:t>Data Repository Name: ESDAC website</w:t>
      </w:r>
    </w:p>
    <w:p w14:paraId="0AA2B5B1" w14:textId="77777777" w:rsidR="006C4C52" w:rsidRPr="003C0159" w:rsidRDefault="006C4C52" w:rsidP="006C4C52">
      <w:pPr>
        <w:pStyle w:val="Textkrper"/>
      </w:pPr>
      <w:r w:rsidRPr="003C0159">
        <w:t>Data Repository Description: External data available for download.</w:t>
      </w:r>
    </w:p>
    <w:p w14:paraId="1F20F084" w14:textId="77777777" w:rsidR="006C4C52" w:rsidRPr="003C0159" w:rsidRDefault="006C4C52" w:rsidP="006C4C52">
      <w:pPr>
        <w:pStyle w:val="Textkrper"/>
      </w:pPr>
      <w:r w:rsidRPr="003C0159">
        <w:t xml:space="preserve">Data Repository Link: ELSUS1000 v1 </w:t>
      </w:r>
    </w:p>
    <w:p w14:paraId="4DB7A7AF" w14:textId="77777777" w:rsidR="006C4C52" w:rsidRPr="003C0159" w:rsidRDefault="006C4C52" w:rsidP="006C4C52">
      <w:pPr>
        <w:pStyle w:val="Textkrper"/>
      </w:pPr>
      <w:r w:rsidRPr="003C0159">
        <w:t>Data Repository Access: Data is available for download, registration is required.</w:t>
      </w:r>
    </w:p>
    <w:p w14:paraId="19A8B31A" w14:textId="77777777" w:rsidR="006C4C52" w:rsidRPr="003C0159" w:rsidRDefault="006C4C52" w:rsidP="006C4C52">
      <w:pPr>
        <w:pStyle w:val="Textkrper"/>
      </w:pPr>
      <w:r w:rsidRPr="003C0159">
        <w:t xml:space="preserve">https://esdac.jrc.ec.europa.eu/content/european-landslide-susceptibility... </w:t>
      </w:r>
    </w:p>
    <w:p w14:paraId="77EBADB4" w14:textId="77777777" w:rsidR="006C4C52" w:rsidRPr="003C0159" w:rsidRDefault="006C4C52" w:rsidP="006C4C52">
      <w:pPr>
        <w:pStyle w:val="berschrift2Annex"/>
      </w:pPr>
      <w:bookmarkStart w:id="110" w:name="_Toc499541170"/>
      <w:r w:rsidRPr="003C0159">
        <w:t>EURO-CORDEX ensemble climate simulations</w:t>
      </w:r>
      <w:bookmarkEnd w:id="110"/>
      <w:r w:rsidRPr="003C0159">
        <w:t xml:space="preserve"> </w:t>
      </w:r>
    </w:p>
    <w:p w14:paraId="2773DA9D" w14:textId="77777777" w:rsidR="006C4C52" w:rsidRPr="003C0159" w:rsidRDefault="006C4C52" w:rsidP="006C4C52">
      <w:pPr>
        <w:pStyle w:val="berschrift3Annex"/>
      </w:pPr>
      <w:r w:rsidRPr="003C0159">
        <w:t>Responsible party</w:t>
      </w:r>
    </w:p>
    <w:p w14:paraId="22967534" w14:textId="77777777" w:rsidR="006C4C52" w:rsidRPr="003C0159" w:rsidRDefault="006C4C52" w:rsidP="006C4C52">
      <w:pPr>
        <w:pStyle w:val="Textkrper"/>
      </w:pPr>
      <w:r w:rsidRPr="003C0159">
        <w:t xml:space="preserve">http://euro-cordex.net/index.php.en </w:t>
      </w:r>
    </w:p>
    <w:p w14:paraId="011B2044" w14:textId="77777777" w:rsidR="006C4C52" w:rsidRPr="003C0159" w:rsidRDefault="006C4C52" w:rsidP="006C4C52">
      <w:pPr>
        <w:pStyle w:val="Textkrper"/>
      </w:pPr>
      <w:r w:rsidRPr="003C0159">
        <w:t xml:space="preserve">Responsible Party (CLARITY): ZAMG </w:t>
      </w:r>
    </w:p>
    <w:p w14:paraId="08B1720D" w14:textId="77777777" w:rsidR="006C4C52" w:rsidRPr="003C0159" w:rsidRDefault="006C4C52" w:rsidP="006C4C52">
      <w:pPr>
        <w:pStyle w:val="Textkrper"/>
      </w:pPr>
      <w:r w:rsidRPr="003C0159">
        <w:t xml:space="preserve">Responsible Person (CLARITY): Maja Zuvela-Aloise </w:t>
      </w:r>
    </w:p>
    <w:p w14:paraId="1A7109AF" w14:textId="77777777" w:rsidR="006C4C52" w:rsidRPr="003C0159" w:rsidRDefault="006C4C52" w:rsidP="006C4C52">
      <w:pPr>
        <w:pStyle w:val="Textkrper"/>
      </w:pPr>
      <w:r w:rsidRPr="003C0159">
        <w:t>WPs: WP3</w:t>
      </w:r>
    </w:p>
    <w:p w14:paraId="7D8D3CF3" w14:textId="77777777" w:rsidR="006C4C52" w:rsidRPr="003C0159" w:rsidRDefault="006C4C52" w:rsidP="006C4C52">
      <w:pPr>
        <w:pStyle w:val="berschrift3Annex"/>
      </w:pPr>
      <w:r w:rsidRPr="003C0159">
        <w:t>Data provenance</w:t>
      </w:r>
    </w:p>
    <w:p w14:paraId="2E682B94" w14:textId="77777777" w:rsidR="006C4C52" w:rsidRPr="003C0159" w:rsidRDefault="006C4C52" w:rsidP="006C4C52">
      <w:pPr>
        <w:pStyle w:val="Textkrper"/>
      </w:pPr>
      <w:r w:rsidRPr="003C0159">
        <w:t>Existing data from EURO-CORDEX</w:t>
      </w:r>
    </w:p>
    <w:p w14:paraId="6D5CA135" w14:textId="77777777" w:rsidR="006C4C52" w:rsidRPr="003C0159" w:rsidRDefault="006C4C52" w:rsidP="006C4C52">
      <w:pPr>
        <w:pStyle w:val="Textkrper"/>
      </w:pPr>
      <w:r w:rsidRPr="003C0159">
        <w:t xml:space="preserve">http://euro-cordex.net/index.php.en </w:t>
      </w:r>
    </w:p>
    <w:p w14:paraId="15A1634B" w14:textId="77777777" w:rsidR="006C4C52" w:rsidRPr="003C0159" w:rsidRDefault="006C4C52" w:rsidP="006C4C52">
      <w:pPr>
        <w:pStyle w:val="berschrift3Annex"/>
      </w:pPr>
      <w:r w:rsidRPr="003C0159">
        <w:t>Intended use</w:t>
      </w:r>
    </w:p>
    <w:p w14:paraId="6B6B0398" w14:textId="77777777" w:rsidR="006C4C52" w:rsidRPr="003C0159" w:rsidRDefault="006C4C52" w:rsidP="006C4C52">
      <w:pPr>
        <w:pStyle w:val="Textkrper"/>
      </w:pPr>
      <w:proofErr w:type="gramStart"/>
      <w:r w:rsidRPr="003C0159">
        <w:t>data</w:t>
      </w:r>
      <w:proofErr w:type="gramEnd"/>
      <w:r w:rsidRPr="003C0159">
        <w:t xml:space="preserve"> will be used in WP3 on:</w:t>
      </w:r>
    </w:p>
    <w:p w14:paraId="0375C5C6" w14:textId="77777777" w:rsidR="006C4C52" w:rsidRPr="003C0159" w:rsidRDefault="006C4C52" w:rsidP="006C4C52">
      <w:pPr>
        <w:pStyle w:val="Textkrper"/>
      </w:pPr>
      <w:r w:rsidRPr="003C0159">
        <w:t xml:space="preserve">Use cases: as input for calculating climate indices for the city of Linz (Austria), based on simulations with the urban climate </w:t>
      </w:r>
      <w:proofErr w:type="gramStart"/>
      <w:r w:rsidRPr="003C0159">
        <w:t>model  MUKLIMO</w:t>
      </w:r>
      <w:proofErr w:type="gramEnd"/>
      <w:r w:rsidRPr="003C0159">
        <w:t>_3</w:t>
      </w:r>
    </w:p>
    <w:p w14:paraId="5830F19A" w14:textId="77777777" w:rsidR="006C4C52" w:rsidRPr="003C0159" w:rsidRDefault="006C4C52" w:rsidP="006C4C52">
      <w:pPr>
        <w:pStyle w:val="Textkrper"/>
      </w:pPr>
      <w:r w:rsidRPr="003C0159">
        <w:t xml:space="preserve">Building Blocks: Catalogue of Data Sources and Simulation Models, Data Repositories, High Level Climate Change Risk Assessment Tool, Multi-Criteria-Analysis Decision Support Tool </w:t>
      </w:r>
    </w:p>
    <w:p w14:paraId="68B19562" w14:textId="77777777" w:rsidR="006C4C52" w:rsidRPr="003C0159" w:rsidRDefault="006C4C52" w:rsidP="006C4C52">
      <w:pPr>
        <w:pStyle w:val="berschrift3Annex"/>
      </w:pPr>
      <w:r w:rsidRPr="003C0159">
        <w:t>Data description</w:t>
      </w:r>
    </w:p>
    <w:p w14:paraId="7FBCB4C7" w14:textId="77777777" w:rsidR="006C4C52" w:rsidRPr="003C0159" w:rsidRDefault="006C4C52" w:rsidP="006C4C52">
      <w:pPr>
        <w:pStyle w:val="Textkrper"/>
      </w:pPr>
      <w:proofErr w:type="gramStart"/>
      <w:r w:rsidRPr="003C0159">
        <w:t>from</w:t>
      </w:r>
      <w:proofErr w:type="gramEnd"/>
      <w:r w:rsidRPr="003C0159">
        <w:t xml:space="preserve"> http://euro-cordex.net/060374/index.php.en : </w:t>
      </w:r>
    </w:p>
    <w:p w14:paraId="057030E1" w14:textId="77777777" w:rsidR="006C4C52" w:rsidRPr="003C0159" w:rsidRDefault="006C4C52" w:rsidP="006C4C52">
      <w:pPr>
        <w:pStyle w:val="Textkrper"/>
      </w:pPr>
      <w:r w:rsidRPr="003C0159">
        <w:t xml:space="preserve">EURO-CORDEX is the European branch of the CORDEX initiative and will produce ensemble climate simulations based on multiple dynamical and empirical-statistical downscaling models forced by multiple global climate models from the Coupled </w:t>
      </w:r>
      <w:proofErr w:type="gramStart"/>
      <w:r w:rsidRPr="003C0159">
        <w:t xml:space="preserve">Model  </w:t>
      </w:r>
      <w:proofErr w:type="spellStart"/>
      <w:r w:rsidRPr="003C0159">
        <w:t>Intercomparison</w:t>
      </w:r>
      <w:proofErr w:type="spellEnd"/>
      <w:proofErr w:type="gramEnd"/>
      <w:r w:rsidRPr="003C0159">
        <w:t xml:space="preserve"> Project Phase 5 (CMIP5).</w:t>
      </w:r>
    </w:p>
    <w:p w14:paraId="3C0FE182" w14:textId="77777777" w:rsidR="006C4C52" w:rsidRPr="003C0159" w:rsidRDefault="006C4C52" w:rsidP="006C4C52">
      <w:pPr>
        <w:pStyle w:val="Textkrper"/>
      </w:pPr>
      <w:r w:rsidRPr="003C0159">
        <w:t>Emission Scenarios</w:t>
      </w:r>
    </w:p>
    <w:p w14:paraId="484B13CA" w14:textId="77777777" w:rsidR="006C4C52" w:rsidRPr="003C0159" w:rsidRDefault="006C4C52" w:rsidP="006C4C52">
      <w:pPr>
        <w:pStyle w:val="Textkrper"/>
      </w:pPr>
      <w:r w:rsidRPr="003C0159">
        <w:t xml:space="preserve">The EURO-CORDEX simulations consider the global climate simulations from the CMIP5 long-term experiments up to the year 2100. They are based on greenhouse gas emission scenarios (Representative </w:t>
      </w:r>
      <w:r w:rsidRPr="003C0159">
        <w:lastRenderedPageBreak/>
        <w:t xml:space="preserve">Concentration Pathways, RCPs) corresponding to stabilization of radiative forcing after the 21st century at 4,5 W/m² (RCP4.5), rising radiative forcing crossing 8,5 W/m² at the end of 21st century (RCP8.5), and peaking radiative forcing within the 21st century at 3,0 W/m² and declining afterwards (RCP2.6, also referred to as RCP3-PD) (Moss et al., 2010 and 2008; </w:t>
      </w:r>
      <w:proofErr w:type="spellStart"/>
      <w:r w:rsidRPr="003C0159">
        <w:t>Nakicenovic</w:t>
      </w:r>
      <w:proofErr w:type="spellEnd"/>
      <w:r w:rsidRPr="003C0159">
        <w:t xml:space="preserve"> et al., 2000; Van </w:t>
      </w:r>
      <w:proofErr w:type="spellStart"/>
      <w:r w:rsidRPr="003C0159">
        <w:t>Vuuren</w:t>
      </w:r>
      <w:proofErr w:type="spellEnd"/>
      <w:r w:rsidRPr="003C0159">
        <w:t xml:space="preserve"> et al., 2008). </w:t>
      </w:r>
    </w:p>
    <w:p w14:paraId="034304E1" w14:textId="77777777" w:rsidR="006C4C52" w:rsidRPr="003C0159" w:rsidRDefault="006C4C52" w:rsidP="006C4C52">
      <w:pPr>
        <w:pStyle w:val="Textkrper"/>
      </w:pPr>
      <w:proofErr w:type="gramStart"/>
      <w:r w:rsidRPr="003C0159">
        <w:t>more</w:t>
      </w:r>
      <w:proofErr w:type="gramEnd"/>
      <w:r w:rsidRPr="003C0159">
        <w:t xml:space="preserve"> info: http://www.data.euro-cordex.net </w:t>
      </w:r>
    </w:p>
    <w:p w14:paraId="3D1ECCB5" w14:textId="77777777" w:rsidR="006C4C52" w:rsidRPr="003C0159" w:rsidRDefault="006C4C52" w:rsidP="006C4C52">
      <w:pPr>
        <w:pStyle w:val="Textkrper"/>
      </w:pPr>
      <w:r w:rsidRPr="003C0159">
        <w:t xml:space="preserve">Parameter information: Format: </w:t>
      </w:r>
      <w:proofErr w:type="spellStart"/>
      <w:r w:rsidRPr="003C0159">
        <w:t>netcdf</w:t>
      </w:r>
      <w:proofErr w:type="spellEnd"/>
    </w:p>
    <w:p w14:paraId="61A01299" w14:textId="77777777" w:rsidR="006C4C52" w:rsidRPr="003C0159" w:rsidRDefault="006C4C52" w:rsidP="006C4C52">
      <w:pPr>
        <w:pStyle w:val="Textkrper"/>
      </w:pPr>
      <w:r w:rsidRPr="003C0159">
        <w:t>Coverage: Spatial: 27N – 72N, ~22W – 45E</w:t>
      </w:r>
    </w:p>
    <w:p w14:paraId="54F65611" w14:textId="77777777" w:rsidR="006C4C52" w:rsidRPr="003C0159" w:rsidRDefault="006C4C52" w:rsidP="006C4C52">
      <w:pPr>
        <w:pStyle w:val="Textkrper"/>
      </w:pPr>
      <w:r w:rsidRPr="003C0159">
        <w:t xml:space="preserve">Temporal: </w:t>
      </w:r>
      <w:proofErr w:type="spellStart"/>
      <w:r w:rsidRPr="003C0159">
        <w:t>Hindcast</w:t>
      </w:r>
      <w:proofErr w:type="spellEnd"/>
      <w:r w:rsidRPr="003C0159">
        <w:t xml:space="preserve"> (ERA Interim): 1989 – 2008, Control: 1951 – 2005 (1981 – 2010, 1951-80), </w:t>
      </w:r>
      <w:proofErr w:type="gramStart"/>
      <w:r w:rsidRPr="003C0159">
        <w:t>Scenario :</w:t>
      </w:r>
      <w:proofErr w:type="gramEnd"/>
      <w:r w:rsidRPr="003C0159">
        <w:t xml:space="preserve"> 2006 – 2100 (2041-71, 2011-40, 2071-2100)</w:t>
      </w:r>
    </w:p>
    <w:p w14:paraId="0950A5E4" w14:textId="77777777" w:rsidR="006C4C52" w:rsidRPr="003C0159" w:rsidRDefault="006C4C52" w:rsidP="006C4C52">
      <w:pPr>
        <w:pStyle w:val="Textkrper"/>
      </w:pPr>
      <w:r w:rsidRPr="003C0159">
        <w:t>Resolution: EUR-44: 0.44 degree (~50 km), EUR-11: 0.11 degree (~12.5 km)</w:t>
      </w:r>
    </w:p>
    <w:p w14:paraId="75F8DBE4" w14:textId="77777777" w:rsidR="006C4C52" w:rsidRPr="003C0159" w:rsidRDefault="006C4C52" w:rsidP="006C4C52">
      <w:pPr>
        <w:pStyle w:val="berschrift3Annex"/>
      </w:pPr>
      <w:r w:rsidRPr="003C0159">
        <w:t>Data management</w:t>
      </w:r>
    </w:p>
    <w:p w14:paraId="67189F47" w14:textId="77777777" w:rsidR="006C4C52" w:rsidRPr="003C0159" w:rsidRDefault="006C4C52" w:rsidP="006C4C52">
      <w:pPr>
        <w:pStyle w:val="Textkrper"/>
      </w:pPr>
      <w:r w:rsidRPr="003C0159">
        <w:t>Availability: existing data</w:t>
      </w:r>
    </w:p>
    <w:p w14:paraId="36A364E6" w14:textId="77777777" w:rsidR="006C4C52" w:rsidRPr="003C0159" w:rsidRDefault="006C4C52" w:rsidP="006C4C52">
      <w:pPr>
        <w:pStyle w:val="Textkrper"/>
      </w:pPr>
      <w:r w:rsidRPr="003C0159">
        <w:t>Owner: CORDEX</w:t>
      </w:r>
    </w:p>
    <w:p w14:paraId="356299EE" w14:textId="77777777" w:rsidR="006C4C52" w:rsidRPr="003C0159" w:rsidRDefault="006C4C52" w:rsidP="006C4C52">
      <w:pPr>
        <w:pStyle w:val="Textkrper"/>
      </w:pPr>
      <w:r w:rsidRPr="003C0159">
        <w:t>Open Access: yes</w:t>
      </w:r>
    </w:p>
    <w:p w14:paraId="22B81927" w14:textId="77777777" w:rsidR="006C4C52" w:rsidRPr="003C0159" w:rsidRDefault="006C4C52" w:rsidP="006C4C52">
      <w:pPr>
        <w:pStyle w:val="Textkrper"/>
      </w:pPr>
      <w:r w:rsidRPr="003C0159">
        <w:t xml:space="preserve">Open Access:  Data openly </w:t>
      </w:r>
      <w:proofErr w:type="spellStart"/>
      <w:r w:rsidRPr="003C0159">
        <w:t>accessable</w:t>
      </w:r>
      <w:proofErr w:type="spellEnd"/>
      <w:r w:rsidRPr="003C0159">
        <w:t xml:space="preserve">, after having created an Earth </w:t>
      </w:r>
      <w:proofErr w:type="gramStart"/>
      <w:r w:rsidRPr="003C0159">
        <w:t>System  Grid</w:t>
      </w:r>
      <w:proofErr w:type="gramEnd"/>
      <w:r w:rsidRPr="003C0159">
        <w:t xml:space="preserve"> Federation (ESGF) OpenID.  </w:t>
      </w:r>
      <w:proofErr w:type="spellStart"/>
      <w:r w:rsidRPr="003C0159">
        <w:t>Datanode</w:t>
      </w:r>
      <w:proofErr w:type="spellEnd"/>
      <w:r w:rsidRPr="003C0159">
        <w:t xml:space="preserve"> (for example): https://esgf-data.dkrz.de/user/add/?next=https://esgf-data.dkrz.de/searc... </w:t>
      </w:r>
    </w:p>
    <w:p w14:paraId="0BA9B0E8" w14:textId="77777777" w:rsidR="006C4C52" w:rsidRPr="003C0159" w:rsidRDefault="006C4C52" w:rsidP="006C4C52">
      <w:pPr>
        <w:pStyle w:val="Textkrper"/>
      </w:pPr>
      <w:r w:rsidRPr="003C0159">
        <w:t xml:space="preserve">Access conditions: </w:t>
      </w:r>
    </w:p>
    <w:p w14:paraId="07F46F8E" w14:textId="77777777" w:rsidR="006C4C52" w:rsidRPr="003C0159" w:rsidRDefault="006C4C52" w:rsidP="006C4C52">
      <w:pPr>
        <w:pStyle w:val="Textkrper"/>
      </w:pPr>
      <w:proofErr w:type="gramStart"/>
      <w:r w:rsidRPr="003C0159">
        <w:t>from</w:t>
      </w:r>
      <w:proofErr w:type="gramEnd"/>
      <w:r w:rsidRPr="003C0159">
        <w:t xml:space="preserve"> http://cordex.dmi.dk/joomla/images/CORDEX/cordex_terms_of_use.pdf </w:t>
      </w:r>
    </w:p>
    <w:p w14:paraId="476841B3" w14:textId="77777777" w:rsidR="006C4C52" w:rsidRPr="003C0159" w:rsidRDefault="006C4C52" w:rsidP="006C4C52">
      <w:pPr>
        <w:pStyle w:val="Textkrper"/>
      </w:pPr>
      <w:r w:rsidRPr="003C0159">
        <w:t>Terms of use for CORDEX data for non-commercial research and educational purposes of:</w:t>
      </w:r>
    </w:p>
    <w:p w14:paraId="05AD42D4" w14:textId="77777777" w:rsidR="006C4C52" w:rsidRPr="003C0159" w:rsidRDefault="006C4C52" w:rsidP="006C4C52">
      <w:pPr>
        <w:pStyle w:val="Textkrper"/>
      </w:pPr>
      <w:r w:rsidRPr="003C0159">
        <w:t xml:space="preserve">a) I agree to restrict my use of CORDEX </w:t>
      </w:r>
      <w:proofErr w:type="gramStart"/>
      <w:r w:rsidRPr="003C0159">
        <w:t>model  output</w:t>
      </w:r>
      <w:proofErr w:type="gramEnd"/>
      <w:r w:rsidRPr="003C0159">
        <w:t xml:space="preserve"> for non-commercial research and</w:t>
      </w:r>
    </w:p>
    <w:p w14:paraId="62E9677A" w14:textId="77777777" w:rsidR="006C4C52" w:rsidRPr="003C0159" w:rsidRDefault="006C4C52" w:rsidP="006C4C52">
      <w:pPr>
        <w:pStyle w:val="Textkrper"/>
      </w:pPr>
      <w:proofErr w:type="gramStart"/>
      <w:r w:rsidRPr="003C0159">
        <w:t>educational</w:t>
      </w:r>
      <w:proofErr w:type="gramEnd"/>
      <w:r w:rsidRPr="003C0159">
        <w:t xml:space="preserve"> purposes only.</w:t>
      </w:r>
    </w:p>
    <w:p w14:paraId="2F339075" w14:textId="77777777" w:rsidR="006C4C52" w:rsidRPr="003C0159" w:rsidRDefault="006C4C52" w:rsidP="006C4C52">
      <w:pPr>
        <w:pStyle w:val="Textkrper"/>
      </w:pPr>
      <w:r w:rsidRPr="003C0159">
        <w:t>Results from non-commercial research are expected to be made generally available through open</w:t>
      </w:r>
    </w:p>
    <w:p w14:paraId="6839A9E0" w14:textId="77777777" w:rsidR="006C4C52" w:rsidRPr="003C0159" w:rsidRDefault="006C4C52" w:rsidP="006C4C52">
      <w:pPr>
        <w:pStyle w:val="Textkrper"/>
      </w:pPr>
      <w:proofErr w:type="gramStart"/>
      <w:r w:rsidRPr="003C0159">
        <w:t>publication</w:t>
      </w:r>
      <w:proofErr w:type="gramEnd"/>
      <w:r w:rsidRPr="003C0159">
        <w:t xml:space="preserve"> and must not be considered proprietary.</w:t>
      </w:r>
    </w:p>
    <w:p w14:paraId="0736DA42" w14:textId="77777777" w:rsidR="006C4C52" w:rsidRPr="003C0159" w:rsidRDefault="006C4C52" w:rsidP="006C4C52">
      <w:pPr>
        <w:pStyle w:val="Textkrper"/>
      </w:pPr>
      <w:r w:rsidRPr="003C0159">
        <w:t>Materials prepared for educational purposes cannot be sold. These restrictions may only be relaxed by permission of the individual modelling groups responsible for the simulations.</w:t>
      </w:r>
    </w:p>
    <w:p w14:paraId="5E5FCE52" w14:textId="77777777" w:rsidR="006C4C52" w:rsidRPr="003C0159" w:rsidRDefault="006C4C52" w:rsidP="006C4C52">
      <w:pPr>
        <w:pStyle w:val="berschrift3Annex"/>
      </w:pPr>
      <w:r w:rsidRPr="003C0159">
        <w:t>(Meta-) Data Repository</w:t>
      </w:r>
    </w:p>
    <w:p w14:paraId="1C7B1069" w14:textId="77777777" w:rsidR="006C4C52" w:rsidRPr="003C0159" w:rsidRDefault="006C4C52" w:rsidP="006C4C52">
      <w:pPr>
        <w:pStyle w:val="Textkrper"/>
      </w:pPr>
      <w:r w:rsidRPr="003C0159">
        <w:t>Data Repository Name:  Earth System Grid Federation (ESGF) Search Portal</w:t>
      </w:r>
    </w:p>
    <w:p w14:paraId="38313FD9" w14:textId="77777777" w:rsidR="006C4C52" w:rsidRPr="003C0159" w:rsidRDefault="006C4C52" w:rsidP="006C4C52">
      <w:pPr>
        <w:pStyle w:val="Textkrper"/>
      </w:pPr>
      <w:r w:rsidRPr="003C0159">
        <w:t xml:space="preserve">Data Repository Description:  </w:t>
      </w:r>
      <w:proofErr w:type="gramStart"/>
      <w:r w:rsidRPr="003C0159">
        <w:t>External  data</w:t>
      </w:r>
      <w:proofErr w:type="gramEnd"/>
      <w:r w:rsidRPr="003C0159">
        <w:t xml:space="preserve"> available for download</w:t>
      </w:r>
    </w:p>
    <w:p w14:paraId="546B280B" w14:textId="77777777" w:rsidR="006C4C52" w:rsidRPr="003C0159" w:rsidRDefault="006C4C52" w:rsidP="006C4C52">
      <w:pPr>
        <w:pStyle w:val="Textkrper"/>
      </w:pPr>
      <w:r w:rsidRPr="003C0159">
        <w:t xml:space="preserve">Data Repository Link:  ESFG </w:t>
      </w:r>
    </w:p>
    <w:p w14:paraId="2DEC2163" w14:textId="77777777" w:rsidR="006C4C52" w:rsidRPr="003C0159" w:rsidRDefault="006C4C52" w:rsidP="006C4C52">
      <w:pPr>
        <w:pStyle w:val="Textkrper"/>
      </w:pPr>
      <w:r w:rsidRPr="003C0159">
        <w:t>Data Repository Access:  ESGF OpenID and corresponding password needed</w:t>
      </w:r>
    </w:p>
    <w:p w14:paraId="56C9A250" w14:textId="77777777" w:rsidR="006C4C52" w:rsidRPr="003C0159" w:rsidRDefault="006C4C52" w:rsidP="006C4C52">
      <w:pPr>
        <w:pStyle w:val="Textkrper"/>
      </w:pPr>
      <w:proofErr w:type="gramStart"/>
      <w:r w:rsidRPr="003C0159">
        <w:t>two</w:t>
      </w:r>
      <w:proofErr w:type="gramEnd"/>
      <w:r w:rsidRPr="003C0159">
        <w:t xml:space="preserve"> possible ways of extracting specific regions:</w:t>
      </w:r>
    </w:p>
    <w:p w14:paraId="1064BE9E" w14:textId="77777777" w:rsidR="006C4C52" w:rsidRPr="003C0159" w:rsidRDefault="006C4C52" w:rsidP="007A37A5">
      <w:pPr>
        <w:pStyle w:val="Textkrper"/>
        <w:numPr>
          <w:ilvl w:val="0"/>
          <w:numId w:val="14"/>
        </w:numPr>
        <w:tabs>
          <w:tab w:val="left" w:pos="0"/>
        </w:tabs>
      </w:pPr>
      <w:r w:rsidRPr="003C0159">
        <w:t xml:space="preserve">Software "Climate Data Operators" (CDO) </w:t>
      </w:r>
    </w:p>
    <w:p w14:paraId="03F167ED" w14:textId="77777777" w:rsidR="006C4C52" w:rsidRPr="003C0159" w:rsidRDefault="006C4C52" w:rsidP="007A37A5">
      <w:pPr>
        <w:pStyle w:val="Textkrper"/>
        <w:numPr>
          <w:ilvl w:val="0"/>
          <w:numId w:val="14"/>
        </w:numPr>
        <w:tabs>
          <w:tab w:val="left" w:pos="0"/>
        </w:tabs>
      </w:pPr>
      <w:r w:rsidRPr="003C0159">
        <w:t xml:space="preserve">a web-based method (https://climate4impact.eu ) </w:t>
      </w:r>
    </w:p>
    <w:p w14:paraId="5F2CAF3C" w14:textId="77777777" w:rsidR="006C4C52" w:rsidRPr="003C0159" w:rsidRDefault="006C4C52" w:rsidP="006C4C52">
      <w:pPr>
        <w:pStyle w:val="berschrift2Annex"/>
      </w:pPr>
      <w:bookmarkStart w:id="111" w:name="_Toc499541171"/>
      <w:r w:rsidRPr="003C0159">
        <w:t>Future flooding in Sweden</w:t>
      </w:r>
      <w:bookmarkEnd w:id="111"/>
      <w:r w:rsidRPr="003C0159">
        <w:t xml:space="preserve"> </w:t>
      </w:r>
    </w:p>
    <w:p w14:paraId="504B7D38" w14:textId="77777777" w:rsidR="006C4C52" w:rsidRPr="003C0159" w:rsidRDefault="006C4C52" w:rsidP="006C4C52">
      <w:pPr>
        <w:pStyle w:val="Textkrper"/>
      </w:pPr>
      <w:r w:rsidRPr="003C0159">
        <w:t xml:space="preserve">Submitted by Lena </w:t>
      </w:r>
      <w:proofErr w:type="gramStart"/>
      <w:r w:rsidRPr="003C0159">
        <w:t>Strömbäck  on</w:t>
      </w:r>
      <w:proofErr w:type="gramEnd"/>
      <w:r w:rsidRPr="003C0159">
        <w:t xml:space="preserve"> Wed, 10/04/2017 - 14:28 </w:t>
      </w:r>
    </w:p>
    <w:p w14:paraId="7B0FA0D0" w14:textId="77777777" w:rsidR="006C4C52" w:rsidRPr="003C0159" w:rsidRDefault="006C4C52" w:rsidP="006C4C52">
      <w:pPr>
        <w:pStyle w:val="berschrift3Annex"/>
      </w:pPr>
      <w:r w:rsidRPr="003C0159">
        <w:t>Responsible party</w:t>
      </w:r>
    </w:p>
    <w:p w14:paraId="219932BE" w14:textId="77777777" w:rsidR="006C4C52" w:rsidRPr="003C0159" w:rsidRDefault="006C4C52" w:rsidP="006C4C52">
      <w:pPr>
        <w:pStyle w:val="Textkrper"/>
      </w:pPr>
      <w:r w:rsidRPr="003C0159">
        <w:lastRenderedPageBreak/>
        <w:t xml:space="preserve">Data producer: </w:t>
      </w:r>
      <w:proofErr w:type="gramStart"/>
      <w:r w:rsidRPr="003C0159">
        <w:t>SMHI  Data</w:t>
      </w:r>
      <w:proofErr w:type="gramEnd"/>
      <w:r w:rsidRPr="003C0159">
        <w:t xml:space="preserve"> owner: SMHI</w:t>
      </w:r>
    </w:p>
    <w:p w14:paraId="0D3C5B26" w14:textId="77777777" w:rsidR="006C4C52" w:rsidRPr="003C0159" w:rsidRDefault="006C4C52" w:rsidP="006C4C52">
      <w:pPr>
        <w:pStyle w:val="Textkrper"/>
      </w:pPr>
      <w:r w:rsidRPr="003C0159">
        <w:t xml:space="preserve">Responsible Party (CLARITY): SMHI </w:t>
      </w:r>
    </w:p>
    <w:p w14:paraId="5F817627" w14:textId="77777777" w:rsidR="006C4C52" w:rsidRPr="003C0159" w:rsidRDefault="006C4C52" w:rsidP="006C4C52">
      <w:pPr>
        <w:pStyle w:val="Textkrper"/>
      </w:pPr>
      <w:r w:rsidRPr="003C0159">
        <w:t xml:space="preserve">Responsible Person (CLARITY): Lena Strömbäck, </w:t>
      </w:r>
      <w:proofErr w:type="spellStart"/>
      <w:r w:rsidRPr="003C0159">
        <w:t>Yeshewatesfa</w:t>
      </w:r>
      <w:proofErr w:type="spellEnd"/>
      <w:r w:rsidRPr="003C0159">
        <w:t xml:space="preserve"> </w:t>
      </w:r>
      <w:proofErr w:type="spellStart"/>
      <w:r w:rsidRPr="003C0159">
        <w:t>Hundecha</w:t>
      </w:r>
      <w:proofErr w:type="spellEnd"/>
      <w:r w:rsidRPr="003C0159">
        <w:t xml:space="preserve"> </w:t>
      </w:r>
    </w:p>
    <w:p w14:paraId="049E9C99" w14:textId="77777777" w:rsidR="006C4C52" w:rsidRPr="003C0159" w:rsidRDefault="006C4C52" w:rsidP="006C4C52">
      <w:pPr>
        <w:pStyle w:val="Textkrper"/>
      </w:pPr>
      <w:r w:rsidRPr="003C0159">
        <w:t>WPs: WP3</w:t>
      </w:r>
    </w:p>
    <w:p w14:paraId="53EA58AC" w14:textId="77777777" w:rsidR="006C4C52" w:rsidRPr="003C0159" w:rsidRDefault="006C4C52" w:rsidP="006C4C52">
      <w:pPr>
        <w:pStyle w:val="berschrift3Annex"/>
      </w:pPr>
      <w:r w:rsidRPr="003C0159">
        <w:t>Data provenance</w:t>
      </w:r>
    </w:p>
    <w:p w14:paraId="60589613" w14:textId="77777777" w:rsidR="006C4C52" w:rsidRPr="003C0159" w:rsidRDefault="006C4C52" w:rsidP="006C4C52">
      <w:pPr>
        <w:pStyle w:val="Textkrper"/>
      </w:pPr>
      <w:proofErr w:type="gramStart"/>
      <w:r w:rsidRPr="003C0159">
        <w:t>High resolution flooding data over Jönköping and/or Stockholm consisting discharge and runoff.</w:t>
      </w:r>
      <w:proofErr w:type="gramEnd"/>
      <w:r w:rsidRPr="003C0159">
        <w:t xml:space="preserve"> Dataset will be produced using the S_HYPE setup with a set of climate projections with hourly resolution as forcing. Example of output data from S-HYPE: http://vattenwebb.smhi.se/modelarea/, http://vattenwebb.smhi.se/modelregion/ However, produced data will be for future conditions and will be further processed to show climate indicators.</w:t>
      </w:r>
    </w:p>
    <w:p w14:paraId="41823DB4" w14:textId="77777777" w:rsidR="006C4C52" w:rsidRPr="003C0159" w:rsidRDefault="006C4C52" w:rsidP="006C4C52">
      <w:pPr>
        <w:pStyle w:val="berschrift3Annex"/>
      </w:pPr>
      <w:r w:rsidRPr="003C0159">
        <w:t>Intended use</w:t>
      </w:r>
    </w:p>
    <w:p w14:paraId="3C860453" w14:textId="77777777" w:rsidR="006C4C52" w:rsidRPr="003C0159" w:rsidRDefault="006C4C52" w:rsidP="006C4C52">
      <w:pPr>
        <w:pStyle w:val="Textkrper"/>
      </w:pPr>
      <w:r w:rsidRPr="003C0159">
        <w:t xml:space="preserve">The dataset will be used for the SE use case. Main use is for hydrology studies in Jönköping. </w:t>
      </w:r>
      <w:proofErr w:type="gramStart"/>
      <w:r w:rsidRPr="003C0159">
        <w:t xml:space="preserve">Can also be used for other areas in Sweden, for instance </w:t>
      </w:r>
      <w:proofErr w:type="spellStart"/>
      <w:r w:rsidRPr="003C0159">
        <w:t>Stockholms</w:t>
      </w:r>
      <w:proofErr w:type="spellEnd"/>
      <w:r w:rsidRPr="003C0159">
        <w:t xml:space="preserve"> city.</w:t>
      </w:r>
      <w:proofErr w:type="gramEnd"/>
    </w:p>
    <w:p w14:paraId="7C60A723" w14:textId="77777777" w:rsidR="006C4C52" w:rsidRPr="003C0159" w:rsidRDefault="006C4C52" w:rsidP="006C4C52">
      <w:pPr>
        <w:pStyle w:val="Textkrper"/>
      </w:pPr>
      <w:r w:rsidRPr="003C0159">
        <w:t xml:space="preserve">Building Blocks: Catalogue of Data Sources and Simulation Models, Community based Sensitivity Analysis, Data Repositories, </w:t>
      </w:r>
      <w:proofErr w:type="gramStart"/>
      <w:r w:rsidRPr="003C0159">
        <w:t>Map</w:t>
      </w:r>
      <w:proofErr w:type="gramEnd"/>
      <w:r w:rsidRPr="003C0159">
        <w:t xml:space="preserve"> Component </w:t>
      </w:r>
    </w:p>
    <w:p w14:paraId="22F8D264" w14:textId="77777777" w:rsidR="006C4C52" w:rsidRPr="003C0159" w:rsidRDefault="006C4C52" w:rsidP="006C4C52">
      <w:pPr>
        <w:pStyle w:val="berschrift3Annex"/>
      </w:pPr>
      <w:r w:rsidRPr="003C0159">
        <w:t>Data description</w:t>
      </w:r>
    </w:p>
    <w:p w14:paraId="3EAC16BA" w14:textId="77777777" w:rsidR="006C4C52" w:rsidRPr="003C0159" w:rsidRDefault="006C4C52" w:rsidP="006C4C52">
      <w:pPr>
        <w:pStyle w:val="Textkrper"/>
      </w:pPr>
      <w:proofErr w:type="gramStart"/>
      <w:r w:rsidRPr="003C0159">
        <w:t>Will be decided on based on need of the use case.</w:t>
      </w:r>
      <w:proofErr w:type="gramEnd"/>
      <w:r w:rsidRPr="003C0159">
        <w:t xml:space="preserve"> Available variables from HYPE </w:t>
      </w:r>
      <w:proofErr w:type="spellStart"/>
      <w:r w:rsidRPr="003C0159">
        <w:t>areed</w:t>
      </w:r>
      <w:proofErr w:type="spellEnd"/>
      <w:r w:rsidRPr="003C0159">
        <w:t xml:space="preserve"> here: http://www.smhi.net/hype/wiki/doku.php?id=start:hype_file_reference:info... </w:t>
      </w:r>
    </w:p>
    <w:p w14:paraId="6AF0B396" w14:textId="77777777" w:rsidR="006C4C52" w:rsidRPr="003C0159" w:rsidRDefault="006C4C52" w:rsidP="006C4C52">
      <w:pPr>
        <w:pStyle w:val="Textkrper"/>
      </w:pPr>
      <w:r w:rsidRPr="003C0159">
        <w:t xml:space="preserve">Coverage: Spatial: City of Jönköping, (or any other Swedish area if needed.) Temporal: Historical, present or future based on needs of the use </w:t>
      </w:r>
      <w:proofErr w:type="gramStart"/>
      <w:r w:rsidRPr="003C0159">
        <w:t>case .</w:t>
      </w:r>
      <w:proofErr w:type="gramEnd"/>
    </w:p>
    <w:p w14:paraId="2F266F6A" w14:textId="77777777" w:rsidR="006C4C52" w:rsidRPr="003C0159" w:rsidRDefault="006C4C52" w:rsidP="006C4C52">
      <w:pPr>
        <w:pStyle w:val="Textkrper"/>
      </w:pPr>
      <w:r w:rsidRPr="003C0159">
        <w:t xml:space="preserve">Resolution: Spatial: </w:t>
      </w:r>
      <w:proofErr w:type="spellStart"/>
      <w:r w:rsidRPr="003C0159">
        <w:t>Subbasin</w:t>
      </w:r>
      <w:proofErr w:type="spellEnd"/>
      <w:r w:rsidRPr="003C0159">
        <w:t xml:space="preserve"> Temporal: Hourly</w:t>
      </w:r>
    </w:p>
    <w:p w14:paraId="708CFAF7" w14:textId="77777777" w:rsidR="006C4C52" w:rsidRPr="003C0159" w:rsidRDefault="006C4C52" w:rsidP="006C4C52">
      <w:pPr>
        <w:pStyle w:val="Textkrper"/>
      </w:pPr>
      <w:r w:rsidRPr="003C0159">
        <w:t>Storage:  For available output formats from hype see this link: http://www.smhi.net/hype/wiki/doku.php?id=start:hype_file_reference#outp...  Data can be reformatted to other representation if needed.</w:t>
      </w:r>
    </w:p>
    <w:p w14:paraId="6B84BE2E" w14:textId="77777777" w:rsidR="006C4C52" w:rsidRPr="003C0159" w:rsidRDefault="006C4C52" w:rsidP="006C4C52">
      <w:pPr>
        <w:pStyle w:val="Textkrper"/>
      </w:pPr>
      <w:r w:rsidRPr="003C0159">
        <w:t>Metadata: Not available yet.</w:t>
      </w:r>
    </w:p>
    <w:p w14:paraId="5E80CCA4" w14:textId="77777777" w:rsidR="006C4C52" w:rsidRPr="003C0159" w:rsidRDefault="006C4C52" w:rsidP="006C4C52">
      <w:pPr>
        <w:pStyle w:val="berschrift3Annex"/>
      </w:pPr>
      <w:r w:rsidRPr="003C0159">
        <w:t>Data management</w:t>
      </w:r>
    </w:p>
    <w:p w14:paraId="0E379901" w14:textId="77777777" w:rsidR="006C4C52" w:rsidRPr="003C0159" w:rsidRDefault="006C4C52" w:rsidP="006C4C52">
      <w:pPr>
        <w:pStyle w:val="Textkrper"/>
      </w:pPr>
      <w:r w:rsidRPr="003C0159">
        <w:t xml:space="preserve">Availability:  existing data, data will be </w:t>
      </w:r>
      <w:proofErr w:type="gramStart"/>
      <w:r w:rsidRPr="003C0159">
        <w:t>reused/extended</w:t>
      </w:r>
      <w:proofErr w:type="gramEnd"/>
    </w:p>
    <w:p w14:paraId="05F584A6" w14:textId="77777777" w:rsidR="006C4C52" w:rsidRPr="003C0159" w:rsidRDefault="006C4C52" w:rsidP="006C4C52">
      <w:pPr>
        <w:pStyle w:val="Textkrper"/>
      </w:pPr>
      <w:r w:rsidRPr="003C0159">
        <w:t>Owner: SMHI</w:t>
      </w:r>
    </w:p>
    <w:p w14:paraId="36EE7A25" w14:textId="77777777" w:rsidR="006C4C52" w:rsidRPr="003C0159" w:rsidRDefault="006C4C52" w:rsidP="006C4C52">
      <w:pPr>
        <w:pStyle w:val="Textkrper"/>
      </w:pPr>
      <w:r w:rsidRPr="003C0159">
        <w:t>Open Access: yes</w:t>
      </w:r>
    </w:p>
    <w:p w14:paraId="75D0ACDD" w14:textId="77777777" w:rsidR="006C4C52" w:rsidRPr="003C0159" w:rsidRDefault="006C4C52" w:rsidP="006C4C52">
      <w:pPr>
        <w:pStyle w:val="Textkrper"/>
      </w:pPr>
      <w:r w:rsidRPr="003C0159">
        <w:t>Access conditions: Can be provided free of use.</w:t>
      </w:r>
    </w:p>
    <w:p w14:paraId="618488CD" w14:textId="77777777" w:rsidR="006C4C52" w:rsidRPr="003C0159" w:rsidRDefault="006C4C52" w:rsidP="006C4C52">
      <w:pPr>
        <w:pStyle w:val="berschrift2Annex"/>
      </w:pPr>
      <w:bookmarkStart w:id="112" w:name="_Toc499541172"/>
      <w:r w:rsidRPr="003C0159">
        <w:t>European Climate Assessment &amp; Dataset (ECAD)</w:t>
      </w:r>
      <w:bookmarkEnd w:id="112"/>
      <w:r w:rsidRPr="003C0159">
        <w:t xml:space="preserve"> </w:t>
      </w:r>
    </w:p>
    <w:p w14:paraId="34811DAE" w14:textId="77777777" w:rsidR="006C4C52" w:rsidRPr="003C0159" w:rsidRDefault="006C4C52" w:rsidP="006C4C52">
      <w:pPr>
        <w:pStyle w:val="berschrift3Annex"/>
      </w:pPr>
      <w:r w:rsidRPr="003C0159">
        <w:t>Responsible party</w:t>
      </w:r>
    </w:p>
    <w:p w14:paraId="585C63B1" w14:textId="77777777" w:rsidR="006C4C52" w:rsidRPr="003C0159" w:rsidRDefault="006C4C52" w:rsidP="006C4C52">
      <w:pPr>
        <w:pStyle w:val="Textkrper"/>
      </w:pPr>
      <w:r w:rsidRPr="003C0159">
        <w:t xml:space="preserve">http://www.ecad.eu/ </w:t>
      </w:r>
    </w:p>
    <w:p w14:paraId="6B696214" w14:textId="77777777" w:rsidR="006C4C52" w:rsidRPr="003C0159" w:rsidRDefault="006C4C52" w:rsidP="006C4C52">
      <w:pPr>
        <w:pStyle w:val="Textkrper"/>
      </w:pPr>
      <w:r w:rsidRPr="003C0159">
        <w:t xml:space="preserve">Responsible Party (CLARITY):  ZAMG </w:t>
      </w:r>
    </w:p>
    <w:p w14:paraId="44E47EDE" w14:textId="77777777" w:rsidR="006C4C52" w:rsidRPr="00AB6ED6" w:rsidRDefault="006C4C52" w:rsidP="006C4C52">
      <w:pPr>
        <w:pStyle w:val="Textkrper"/>
        <w:rPr>
          <w:lang w:val="fr-FR"/>
        </w:rPr>
      </w:pPr>
      <w:proofErr w:type="spellStart"/>
      <w:r w:rsidRPr="00AB6ED6">
        <w:rPr>
          <w:lang w:val="fr-FR"/>
        </w:rPr>
        <w:t>Responsible</w:t>
      </w:r>
      <w:proofErr w:type="spellEnd"/>
      <w:r w:rsidRPr="00AB6ED6">
        <w:rPr>
          <w:lang w:val="fr-FR"/>
        </w:rPr>
        <w:t xml:space="preserve"> Person (CLARITY): Maja Zuvela-Aloise </w:t>
      </w:r>
    </w:p>
    <w:p w14:paraId="0CE3F02E" w14:textId="77777777" w:rsidR="006C4C52" w:rsidRPr="003C0159" w:rsidRDefault="006C4C52" w:rsidP="006C4C52">
      <w:pPr>
        <w:pStyle w:val="Textkrper"/>
      </w:pPr>
      <w:r w:rsidRPr="003C0159">
        <w:t>WPs: WP3</w:t>
      </w:r>
    </w:p>
    <w:p w14:paraId="1F81CCE9" w14:textId="77777777" w:rsidR="006C4C52" w:rsidRPr="003C0159" w:rsidRDefault="006C4C52" w:rsidP="006C4C52">
      <w:pPr>
        <w:pStyle w:val="berschrift3Annex"/>
      </w:pPr>
      <w:r w:rsidRPr="003C0159">
        <w:t>Data provenance</w:t>
      </w:r>
    </w:p>
    <w:p w14:paraId="519EC2F6" w14:textId="77777777" w:rsidR="006C4C52" w:rsidRPr="003C0159" w:rsidRDefault="006C4C52" w:rsidP="006C4C52">
      <w:pPr>
        <w:pStyle w:val="Textkrper"/>
      </w:pPr>
      <w:r w:rsidRPr="003C0159">
        <w:t xml:space="preserve">Existing data from http://www.ecad.eu/ </w:t>
      </w:r>
    </w:p>
    <w:p w14:paraId="52AA39AC" w14:textId="77777777" w:rsidR="006C4C52" w:rsidRPr="003C0159" w:rsidRDefault="006C4C52" w:rsidP="006C4C52">
      <w:pPr>
        <w:pStyle w:val="berschrift3Annex"/>
      </w:pPr>
      <w:r w:rsidRPr="003C0159">
        <w:lastRenderedPageBreak/>
        <w:t>Intended use</w:t>
      </w:r>
    </w:p>
    <w:p w14:paraId="6773614F" w14:textId="77777777" w:rsidR="006C4C52" w:rsidRPr="003C0159" w:rsidRDefault="006C4C52" w:rsidP="006C4C52">
      <w:pPr>
        <w:pStyle w:val="Textkrper"/>
      </w:pPr>
      <w:proofErr w:type="gramStart"/>
      <w:r w:rsidRPr="003C0159">
        <w:t>will</w:t>
      </w:r>
      <w:proofErr w:type="gramEnd"/>
      <w:r w:rsidRPr="003C0159">
        <w:t xml:space="preserve"> be used in WP3</w:t>
      </w:r>
    </w:p>
    <w:p w14:paraId="50690E22" w14:textId="77777777" w:rsidR="006C4C52" w:rsidRPr="003C0159" w:rsidRDefault="006C4C52" w:rsidP="006C4C52">
      <w:pPr>
        <w:pStyle w:val="berschrift3Annex"/>
      </w:pPr>
      <w:r w:rsidRPr="003C0159">
        <w:t>Data description</w:t>
      </w:r>
    </w:p>
    <w:p w14:paraId="6950008C" w14:textId="77777777" w:rsidR="006C4C52" w:rsidRPr="003C0159" w:rsidRDefault="006C4C52" w:rsidP="006C4C52">
      <w:pPr>
        <w:pStyle w:val="Textkrper"/>
      </w:pPr>
      <w:proofErr w:type="gramStart"/>
      <w:r w:rsidRPr="003C0159">
        <w:t>from</w:t>
      </w:r>
      <w:proofErr w:type="gramEnd"/>
      <w:r w:rsidRPr="003C0159">
        <w:t xml:space="preserve"> http://www.ecad.eu </w:t>
      </w:r>
    </w:p>
    <w:p w14:paraId="3D31DEAA" w14:textId="77777777" w:rsidR="006C4C52" w:rsidRPr="003C0159" w:rsidRDefault="006C4C52" w:rsidP="006C4C52">
      <w:pPr>
        <w:pStyle w:val="Textkrper"/>
      </w:pPr>
      <w:r w:rsidRPr="003C0159">
        <w:rPr>
          <w:rStyle w:val="Starkbetont"/>
        </w:rPr>
        <w:t>ECA&amp;D</w:t>
      </w:r>
    </w:p>
    <w:p w14:paraId="3D37F780" w14:textId="77777777" w:rsidR="006C4C52" w:rsidRPr="003C0159" w:rsidRDefault="006C4C52" w:rsidP="006C4C52">
      <w:pPr>
        <w:pStyle w:val="Textkrper"/>
      </w:pPr>
      <w:r w:rsidRPr="003C0159">
        <w:t xml:space="preserve">The objective of ECA&amp;D is to combine collation of daily series of observations at meteorological stations, quality control, </w:t>
      </w:r>
      <w:proofErr w:type="gramStart"/>
      <w:r w:rsidRPr="003C0159">
        <w:t>analysis</w:t>
      </w:r>
      <w:proofErr w:type="gramEnd"/>
      <w:r w:rsidRPr="003C0159">
        <w:t xml:space="preserve"> of extremes and dissemination of both the daily data and the analysis results. Integration of these activities in one project proves to be essential for success.</w:t>
      </w:r>
    </w:p>
    <w:p w14:paraId="271EB7E0" w14:textId="77777777" w:rsidR="006C4C52" w:rsidRPr="003C0159" w:rsidRDefault="006C4C52" w:rsidP="006C4C52">
      <w:pPr>
        <w:pStyle w:val="Textkrper"/>
      </w:pPr>
      <w:r w:rsidRPr="003C0159">
        <w:t>The ECA dataset consists of daily station series obtained from climatological divisions of National Meteorological and Hydrological Services and station series maintained by observatories and research centres throughout Europe and the Mediterranean.</w:t>
      </w:r>
    </w:p>
    <w:p w14:paraId="6080E610" w14:textId="77777777" w:rsidR="006C4C52" w:rsidRPr="003C0159" w:rsidRDefault="006C4C52" w:rsidP="006C4C52">
      <w:pPr>
        <w:pStyle w:val="Textkrper"/>
      </w:pPr>
      <w:r w:rsidRPr="003C0159">
        <w:rPr>
          <w:rStyle w:val="Starkbetont"/>
        </w:rPr>
        <w:t>E-OBS</w:t>
      </w:r>
    </w:p>
    <w:p w14:paraId="4C06DDE9" w14:textId="77777777" w:rsidR="006C4C52" w:rsidRPr="003C0159" w:rsidRDefault="006C4C52" w:rsidP="006C4C52">
      <w:pPr>
        <w:pStyle w:val="Textkrper"/>
      </w:pPr>
      <w:r w:rsidRPr="003C0159">
        <w:t>E-OBS is a daily gridded observational dataset for precipitation, temperature and sea level pressure in Europe based on ECA&amp;D information.</w:t>
      </w:r>
    </w:p>
    <w:p w14:paraId="3E7C1547" w14:textId="77777777" w:rsidR="006C4C52" w:rsidRPr="003C0159" w:rsidRDefault="006C4C52" w:rsidP="006C4C52">
      <w:pPr>
        <w:pStyle w:val="Textkrper"/>
      </w:pPr>
      <w:r w:rsidRPr="003C0159">
        <w:t xml:space="preserve">Parameter information: </w:t>
      </w:r>
    </w:p>
    <w:p w14:paraId="39491245" w14:textId="77777777" w:rsidR="006C4C52" w:rsidRPr="003C0159" w:rsidRDefault="006C4C52" w:rsidP="007A37A5">
      <w:pPr>
        <w:pStyle w:val="Textkrper"/>
        <w:numPr>
          <w:ilvl w:val="0"/>
          <w:numId w:val="15"/>
        </w:numPr>
        <w:tabs>
          <w:tab w:val="left" w:pos="0"/>
        </w:tabs>
      </w:pPr>
      <w:r w:rsidRPr="003C0159">
        <w:t xml:space="preserve">daily observations at 10615 meteorological stations (minimum, mean and maximum temperature, precipitation amount, sea level pressure, cloud cover, sunshine duration, snow depth, relative humidity, wind speed, maximum wind gust and wind direction) </w:t>
      </w:r>
    </w:p>
    <w:p w14:paraId="434EB3DD" w14:textId="77777777" w:rsidR="006C4C52" w:rsidRPr="003C0159" w:rsidRDefault="006C4C52" w:rsidP="007A37A5">
      <w:pPr>
        <w:pStyle w:val="Textkrper"/>
        <w:numPr>
          <w:ilvl w:val="0"/>
          <w:numId w:val="15"/>
        </w:numPr>
        <w:tabs>
          <w:tab w:val="left" w:pos="0"/>
        </w:tabs>
      </w:pPr>
      <w:r w:rsidRPr="003C0159">
        <w:t xml:space="preserve">72 indices of extremes, describing changes in the mean or extremes of climate (No. of summer days, No. of tropical nights, Standardised Precipitation Index, ...) </w:t>
      </w:r>
    </w:p>
    <w:p w14:paraId="3D56F41C" w14:textId="77777777" w:rsidR="006C4C52" w:rsidRPr="003C0159" w:rsidRDefault="006C4C52" w:rsidP="007A37A5">
      <w:pPr>
        <w:pStyle w:val="Textkrper"/>
        <w:numPr>
          <w:ilvl w:val="0"/>
          <w:numId w:val="15"/>
        </w:numPr>
        <w:tabs>
          <w:tab w:val="left" w:pos="0"/>
        </w:tabs>
      </w:pPr>
      <w:r w:rsidRPr="003C0159">
        <w:t xml:space="preserve">daily gridded observational dataset (E-OBS) of precipitation, temperature and sea level pressure, </w:t>
      </w:r>
    </w:p>
    <w:p w14:paraId="4BDFB34F" w14:textId="77777777" w:rsidR="006C4C52" w:rsidRPr="003C0159" w:rsidRDefault="006C4C52" w:rsidP="006C4C52">
      <w:pPr>
        <w:pStyle w:val="Textkrper"/>
      </w:pPr>
      <w:proofErr w:type="gramStart"/>
      <w:r w:rsidRPr="003C0159">
        <w:t>more</w:t>
      </w:r>
      <w:proofErr w:type="gramEnd"/>
      <w:r w:rsidRPr="003C0159">
        <w:t xml:space="preserve"> information about available datasets: http://www.ecad.eu/dailydata/datadictionary.php </w:t>
      </w:r>
    </w:p>
    <w:p w14:paraId="5FEEAF12" w14:textId="77777777" w:rsidR="006C4C52" w:rsidRPr="003C0159" w:rsidRDefault="006C4C52" w:rsidP="006C4C52">
      <w:pPr>
        <w:pStyle w:val="Textkrper"/>
      </w:pPr>
      <w:r w:rsidRPr="003C0159">
        <w:t xml:space="preserve">Coverage: </w:t>
      </w:r>
    </w:p>
    <w:p w14:paraId="62BF296B" w14:textId="77777777" w:rsidR="006C4C52" w:rsidRPr="003C0159" w:rsidRDefault="006C4C52" w:rsidP="006C4C52">
      <w:pPr>
        <w:pStyle w:val="Textkrper"/>
      </w:pPr>
      <w:r w:rsidRPr="003C0159">
        <w:rPr>
          <w:rStyle w:val="Starkbetont"/>
        </w:rPr>
        <w:t>Spatial</w:t>
      </w:r>
      <w:r w:rsidRPr="003C0159">
        <w:t>: 10615 meteorological stations throughout Europe and the Mediterranean (62 countries)</w:t>
      </w:r>
    </w:p>
    <w:p w14:paraId="5AA4CC94" w14:textId="77777777" w:rsidR="006C4C52" w:rsidRPr="003C0159" w:rsidRDefault="006C4C52" w:rsidP="006C4C52">
      <w:pPr>
        <w:pStyle w:val="Textkrper"/>
      </w:pPr>
      <w:r w:rsidRPr="003C0159">
        <w:rPr>
          <w:rStyle w:val="Starkbetont"/>
        </w:rPr>
        <w:t>Temporal</w:t>
      </w:r>
      <w:r w:rsidRPr="003C0159">
        <w:t>:</w:t>
      </w:r>
    </w:p>
    <w:p w14:paraId="7F493A61" w14:textId="77777777" w:rsidR="006C4C52" w:rsidRPr="003C0159" w:rsidRDefault="006C4C52" w:rsidP="006C4C52">
      <w:pPr>
        <w:pStyle w:val="Textkrper"/>
      </w:pPr>
      <w:r w:rsidRPr="003C0159">
        <w:t>Station data: start time varies depending on station</w:t>
      </w:r>
    </w:p>
    <w:p w14:paraId="37519BAB" w14:textId="77777777" w:rsidR="006C4C52" w:rsidRPr="003C0159" w:rsidRDefault="006C4C52" w:rsidP="006C4C52">
      <w:pPr>
        <w:pStyle w:val="Textkrper"/>
      </w:pPr>
      <w:r w:rsidRPr="003C0159">
        <w:t>E-OBS gridded data: 1950-2017</w:t>
      </w:r>
    </w:p>
    <w:p w14:paraId="50CDAF7C" w14:textId="77777777" w:rsidR="006C4C52" w:rsidRPr="003C0159" w:rsidRDefault="006C4C52" w:rsidP="006C4C52">
      <w:pPr>
        <w:pStyle w:val="Textkrper"/>
      </w:pPr>
      <w:r w:rsidRPr="003C0159">
        <w:t xml:space="preserve">Resolution: Spatial: station data; 0.25° and 0.5° regular </w:t>
      </w:r>
      <w:proofErr w:type="spellStart"/>
      <w:r w:rsidRPr="003C0159">
        <w:t>lat-lon</w:t>
      </w:r>
      <w:proofErr w:type="spellEnd"/>
      <w:r w:rsidRPr="003C0159">
        <w:t xml:space="preserve"> grid for gridded data</w:t>
      </w:r>
      <w:proofErr w:type="gramStart"/>
      <w:r w:rsidRPr="003C0159">
        <w:t>,  Temporal</w:t>
      </w:r>
      <w:proofErr w:type="gramEnd"/>
      <w:r w:rsidRPr="003C0159">
        <w:t>: daily for observational and gridded data; monthly, seasonally, yearly for indices data</w:t>
      </w:r>
    </w:p>
    <w:p w14:paraId="7DD20302" w14:textId="77777777" w:rsidR="006C4C52" w:rsidRPr="003C0159" w:rsidRDefault="006C4C52" w:rsidP="006C4C52">
      <w:pPr>
        <w:pStyle w:val="Textkrper"/>
      </w:pPr>
      <w:r w:rsidRPr="003C0159">
        <w:t xml:space="preserve">Storage: </w:t>
      </w:r>
    </w:p>
    <w:p w14:paraId="7CCA5132" w14:textId="77777777" w:rsidR="006C4C52" w:rsidRPr="003C0159" w:rsidRDefault="006C4C52" w:rsidP="006C4C52">
      <w:pPr>
        <w:pStyle w:val="Textkrper"/>
      </w:pPr>
      <w:r w:rsidRPr="003C0159">
        <w:rPr>
          <w:rStyle w:val="Starkbetont"/>
        </w:rPr>
        <w:t>ECA dataset &amp; indices data</w:t>
      </w:r>
    </w:p>
    <w:p w14:paraId="7899D389" w14:textId="77777777" w:rsidR="006C4C52" w:rsidRPr="003C0159" w:rsidRDefault="006C4C52" w:rsidP="006C4C52">
      <w:pPr>
        <w:pStyle w:val="Textkrper"/>
      </w:pPr>
      <w:r w:rsidRPr="003C0159">
        <w:t>Format: ASCII</w:t>
      </w:r>
    </w:p>
    <w:p w14:paraId="40553005" w14:textId="77777777" w:rsidR="006C4C52" w:rsidRPr="003C0159" w:rsidRDefault="006C4C52" w:rsidP="006C4C52">
      <w:pPr>
        <w:pStyle w:val="Textkrper"/>
      </w:pPr>
      <w:r w:rsidRPr="003C0159">
        <w:rPr>
          <w:rStyle w:val="Starkbetont"/>
        </w:rPr>
        <w:t>E-OBS (gridded version of ECA dataset)</w:t>
      </w:r>
    </w:p>
    <w:p w14:paraId="1F201665" w14:textId="77777777" w:rsidR="006C4C52" w:rsidRPr="003C0159" w:rsidRDefault="006C4C52" w:rsidP="006C4C52">
      <w:pPr>
        <w:pStyle w:val="Textkrper"/>
      </w:pPr>
      <w:r w:rsidRPr="003C0159">
        <w:t xml:space="preserve">Format: </w:t>
      </w:r>
      <w:proofErr w:type="spellStart"/>
      <w:r w:rsidRPr="003C0159">
        <w:t>netcdf</w:t>
      </w:r>
      <w:proofErr w:type="spellEnd"/>
    </w:p>
    <w:p w14:paraId="2D07EDB8" w14:textId="77777777" w:rsidR="006C4C52" w:rsidRPr="003C0159" w:rsidRDefault="006C4C52" w:rsidP="006C4C52">
      <w:pPr>
        <w:pStyle w:val="Textkrper"/>
      </w:pPr>
      <w:r w:rsidRPr="003C0159">
        <w:t xml:space="preserve">Metadata: </w:t>
      </w:r>
    </w:p>
    <w:p w14:paraId="24377B32" w14:textId="77777777" w:rsidR="006C4C52" w:rsidRPr="003C0159" w:rsidRDefault="006C4C52" w:rsidP="006C4C52">
      <w:pPr>
        <w:pStyle w:val="Textkrper"/>
      </w:pPr>
      <w:r w:rsidRPr="003C0159">
        <w:t xml:space="preserve">Daily datasets: http://www.ecad.eu/dailydata/index.php </w:t>
      </w:r>
    </w:p>
    <w:p w14:paraId="7F7DEE59" w14:textId="77777777" w:rsidR="006C4C52" w:rsidRPr="003C0159" w:rsidRDefault="006C4C52" w:rsidP="006C4C52">
      <w:pPr>
        <w:pStyle w:val="Textkrper"/>
      </w:pPr>
      <w:r w:rsidRPr="003C0159">
        <w:t xml:space="preserve">Indices of extremes: http://www.ecad.eu/download/millennium/millennium.php </w:t>
      </w:r>
    </w:p>
    <w:p w14:paraId="1D2DCD96" w14:textId="77777777" w:rsidR="006C4C52" w:rsidRPr="003C0159" w:rsidRDefault="006C4C52" w:rsidP="006C4C52">
      <w:pPr>
        <w:pStyle w:val="Textkrper"/>
      </w:pPr>
      <w:r w:rsidRPr="003C0159">
        <w:t xml:space="preserve">Gridded datasets: http://www.ecad.eu/download/ensembles/ensembles.php </w:t>
      </w:r>
    </w:p>
    <w:p w14:paraId="0134B3B6" w14:textId="77777777" w:rsidR="006C4C52" w:rsidRPr="003C0159" w:rsidRDefault="006C4C52" w:rsidP="006C4C52">
      <w:pPr>
        <w:pStyle w:val="berschrift3Annex"/>
      </w:pPr>
      <w:r w:rsidRPr="003C0159">
        <w:t>Data management</w:t>
      </w:r>
    </w:p>
    <w:p w14:paraId="5DDEF3C7" w14:textId="77777777" w:rsidR="006C4C52" w:rsidRPr="003C0159" w:rsidRDefault="006C4C52" w:rsidP="006C4C52">
      <w:pPr>
        <w:pStyle w:val="Textkrper"/>
      </w:pPr>
      <w:r w:rsidRPr="003C0159">
        <w:lastRenderedPageBreak/>
        <w:t>Availability: existing data</w:t>
      </w:r>
    </w:p>
    <w:p w14:paraId="4D3B0F02" w14:textId="77777777" w:rsidR="006C4C52" w:rsidRPr="003C0159" w:rsidRDefault="006C4C52" w:rsidP="006C4C52">
      <w:pPr>
        <w:pStyle w:val="Textkrper"/>
      </w:pPr>
      <w:r w:rsidRPr="003C0159">
        <w:t>Owner: ECA&amp;D and E-OBS</w:t>
      </w:r>
    </w:p>
    <w:p w14:paraId="6DBB8C60" w14:textId="77777777" w:rsidR="006C4C52" w:rsidRPr="003C0159" w:rsidRDefault="006C4C52" w:rsidP="006C4C52">
      <w:pPr>
        <w:pStyle w:val="Textkrper"/>
      </w:pPr>
      <w:r w:rsidRPr="003C0159">
        <w:t>Open Access: yes</w:t>
      </w:r>
    </w:p>
    <w:p w14:paraId="4F05381C" w14:textId="77777777" w:rsidR="006C4C52" w:rsidRPr="003C0159" w:rsidRDefault="006C4C52" w:rsidP="006C4C52">
      <w:pPr>
        <w:pStyle w:val="Textkrper"/>
      </w:pPr>
      <w:r w:rsidRPr="003C0159">
        <w:t xml:space="preserve">Access conditions: </w:t>
      </w:r>
    </w:p>
    <w:p w14:paraId="1646601E" w14:textId="77777777" w:rsidR="006C4C52" w:rsidRPr="003C0159" w:rsidRDefault="006C4C52" w:rsidP="006C4C52">
      <w:pPr>
        <w:pStyle w:val="Textkrper"/>
      </w:pPr>
      <w:proofErr w:type="gramStart"/>
      <w:r w:rsidRPr="003C0159">
        <w:t>from</w:t>
      </w:r>
      <w:proofErr w:type="gramEnd"/>
      <w:r w:rsidRPr="003C0159">
        <w:t xml:space="preserve"> http://www.ecad.eu/documents/ECAD_datapolicy.pdf :</w:t>
      </w:r>
    </w:p>
    <w:p w14:paraId="24E21F7D" w14:textId="77777777" w:rsidR="006C4C52" w:rsidRPr="003C0159" w:rsidRDefault="006C4C52" w:rsidP="006C4C52">
      <w:pPr>
        <w:pStyle w:val="Textkrper"/>
      </w:pPr>
      <w:r w:rsidRPr="003C0159">
        <w:t>1. Terms and conditions of use</w:t>
      </w:r>
    </w:p>
    <w:p w14:paraId="11DEC7EB" w14:textId="77777777" w:rsidR="006C4C52" w:rsidRPr="003C0159" w:rsidRDefault="006C4C52" w:rsidP="006C4C52">
      <w:pPr>
        <w:pStyle w:val="Textkrper"/>
      </w:pPr>
      <w:r w:rsidRPr="003C0159">
        <w:t>a) Observational station data of the European Climate Assessment &amp; Dataset (ECA&amp;D) and</w:t>
      </w:r>
    </w:p>
    <w:p w14:paraId="2AA83D1E" w14:textId="77777777" w:rsidR="006C4C52" w:rsidRPr="003C0159" w:rsidRDefault="006C4C52" w:rsidP="006C4C52">
      <w:pPr>
        <w:pStyle w:val="Textkrper"/>
      </w:pPr>
      <w:proofErr w:type="gramStart"/>
      <w:r w:rsidRPr="003C0159">
        <w:t>the</w:t>
      </w:r>
      <w:proofErr w:type="gramEnd"/>
      <w:r w:rsidRPr="003C0159">
        <w:t xml:space="preserve"> ENSEMBLES Observations gridded dataset (E-OBS) are made available free of charge</w:t>
      </w:r>
    </w:p>
    <w:p w14:paraId="133D6AF6" w14:textId="77777777" w:rsidR="006C4C52" w:rsidRPr="003C0159" w:rsidRDefault="006C4C52" w:rsidP="006C4C52">
      <w:pPr>
        <w:pStyle w:val="Textkrper"/>
      </w:pPr>
      <w:proofErr w:type="gramStart"/>
      <w:r w:rsidRPr="003C0159">
        <w:t>from</w:t>
      </w:r>
      <w:proofErr w:type="gramEnd"/>
      <w:r w:rsidRPr="003C0159">
        <w:t xml:space="preserve"> http://www.ecad.eu </w:t>
      </w:r>
    </w:p>
    <w:p w14:paraId="363D28A6" w14:textId="77777777" w:rsidR="006C4C52" w:rsidRPr="003C0159" w:rsidRDefault="006C4C52" w:rsidP="006C4C52">
      <w:pPr>
        <w:pStyle w:val="Textkrper"/>
      </w:pPr>
      <w:r w:rsidRPr="003C0159">
        <w:t>b) These data, which include many GCOS-defined Essential Climate Variables (ECVs) for the</w:t>
      </w:r>
    </w:p>
    <w:p w14:paraId="634D3481" w14:textId="77777777" w:rsidR="006C4C52" w:rsidRPr="003C0159" w:rsidRDefault="006C4C52" w:rsidP="006C4C52">
      <w:pPr>
        <w:pStyle w:val="Textkrper"/>
      </w:pPr>
      <w:proofErr w:type="gramStart"/>
      <w:r w:rsidRPr="003C0159">
        <w:t>atmosphere</w:t>
      </w:r>
      <w:proofErr w:type="gramEnd"/>
      <w:r w:rsidRPr="003C0159">
        <w:t xml:space="preserve"> near the surface, are strictly for use in non-commercial research and education</w:t>
      </w:r>
    </w:p>
    <w:p w14:paraId="23E42EA7" w14:textId="77777777" w:rsidR="006C4C52" w:rsidRPr="003C0159" w:rsidRDefault="006C4C52" w:rsidP="006C4C52">
      <w:pPr>
        <w:pStyle w:val="Textkrper"/>
      </w:pPr>
      <w:proofErr w:type="gramStart"/>
      <w:r w:rsidRPr="003C0159">
        <w:t>projects</w:t>
      </w:r>
      <w:proofErr w:type="gramEnd"/>
      <w:r w:rsidRPr="003C0159">
        <w:t xml:space="preserve"> only. Scientific results based on these data must be submitted for publication in the</w:t>
      </w:r>
    </w:p>
    <w:p w14:paraId="03DE84D4" w14:textId="77777777" w:rsidR="006C4C52" w:rsidRPr="003C0159" w:rsidRDefault="006C4C52" w:rsidP="006C4C52">
      <w:pPr>
        <w:pStyle w:val="Textkrper"/>
      </w:pPr>
      <w:proofErr w:type="gramStart"/>
      <w:r w:rsidRPr="003C0159">
        <w:t>open</w:t>
      </w:r>
      <w:proofErr w:type="gramEnd"/>
      <w:r w:rsidRPr="003C0159">
        <w:t xml:space="preserve"> literature without delay. If you are unsure about the terms “non-</w:t>
      </w:r>
      <w:proofErr w:type="spellStart"/>
      <w:r w:rsidRPr="003C0159">
        <w:t>commercial”</w:t>
      </w:r>
      <w:proofErr w:type="gramStart"/>
      <w:r w:rsidRPr="003C0159">
        <w:t>,“</w:t>
      </w:r>
      <w:proofErr w:type="gramEnd"/>
      <w:r w:rsidRPr="003C0159">
        <w:t>research</w:t>
      </w:r>
      <w:proofErr w:type="spellEnd"/>
      <w:r w:rsidRPr="003C0159">
        <w:t>”,</w:t>
      </w:r>
    </w:p>
    <w:p w14:paraId="0A9A696C" w14:textId="77777777" w:rsidR="006C4C52" w:rsidRPr="003C0159" w:rsidRDefault="006C4C52" w:rsidP="006C4C52">
      <w:pPr>
        <w:pStyle w:val="Textkrper"/>
      </w:pPr>
      <w:proofErr w:type="gramStart"/>
      <w:r w:rsidRPr="003C0159">
        <w:t>and</w:t>
      </w:r>
      <w:proofErr w:type="gramEnd"/>
      <w:r w:rsidRPr="003C0159">
        <w:t xml:space="preserve"> “education”, please contact the ECA&amp;D Project Team at eca@knmi.nl  for clarification.</w:t>
      </w:r>
    </w:p>
    <w:p w14:paraId="60CB14BF" w14:textId="77777777" w:rsidR="006C4C52" w:rsidRPr="003C0159" w:rsidRDefault="006C4C52" w:rsidP="006C4C52">
      <w:pPr>
        <w:pStyle w:val="Textkrper"/>
      </w:pPr>
      <w:r w:rsidRPr="003C0159">
        <w:t>c) Part of the data in ECA&amp;D is for stations which are labelled “non-downloadable”. This</w:t>
      </w:r>
    </w:p>
    <w:p w14:paraId="69E7CC49" w14:textId="77777777" w:rsidR="006C4C52" w:rsidRPr="003C0159" w:rsidRDefault="006C4C52" w:rsidP="006C4C52">
      <w:pPr>
        <w:pStyle w:val="Textkrper"/>
      </w:pPr>
      <w:proofErr w:type="gramStart"/>
      <w:r w:rsidRPr="003C0159">
        <w:t>indicates</w:t>
      </w:r>
      <w:proofErr w:type="gramEnd"/>
      <w:r w:rsidRPr="003C0159">
        <w:t xml:space="preserve"> that the daily data for these stations are not publicly available from http://www.ecad.eu .</w:t>
      </w:r>
    </w:p>
    <w:p w14:paraId="7C94F1BF" w14:textId="77777777" w:rsidR="006C4C52" w:rsidRPr="003C0159" w:rsidRDefault="006C4C52" w:rsidP="006C4C52">
      <w:pPr>
        <w:pStyle w:val="Textkrper"/>
      </w:pPr>
      <w:r w:rsidRPr="003C0159">
        <w:t>“Non-downloadable” daily data are used together with “downloadable” daily data to calculate</w:t>
      </w:r>
    </w:p>
    <w:p w14:paraId="790B156F" w14:textId="77777777" w:rsidR="006C4C52" w:rsidRPr="003C0159" w:rsidRDefault="006C4C52" w:rsidP="006C4C52">
      <w:pPr>
        <w:pStyle w:val="Textkrper"/>
      </w:pPr>
      <w:proofErr w:type="gramStart"/>
      <w:r w:rsidRPr="003C0159">
        <w:t>derived</w:t>
      </w:r>
      <w:proofErr w:type="gramEnd"/>
      <w:r w:rsidRPr="003C0159">
        <w:t xml:space="preserve"> value-added products, such as indices of extremes or daily maps of gridded data (E-OBS).</w:t>
      </w:r>
    </w:p>
    <w:p w14:paraId="394236A4" w14:textId="77777777" w:rsidR="006C4C52" w:rsidRPr="003C0159" w:rsidRDefault="006C4C52" w:rsidP="006C4C52">
      <w:pPr>
        <w:pStyle w:val="Textkrper"/>
      </w:pPr>
      <w:r w:rsidRPr="003C0159">
        <w:t>The derived products are made publicly available irrespective of the “non-downloadable”/“downloadable”</w:t>
      </w:r>
    </w:p>
    <w:p w14:paraId="3C36FA09" w14:textId="77777777" w:rsidR="006C4C52" w:rsidRPr="003C0159" w:rsidRDefault="006C4C52" w:rsidP="006C4C52">
      <w:pPr>
        <w:pStyle w:val="Textkrper"/>
      </w:pPr>
      <w:proofErr w:type="gramStart"/>
      <w:r w:rsidRPr="003C0159">
        <w:t>status</w:t>
      </w:r>
      <w:proofErr w:type="gramEnd"/>
      <w:r w:rsidRPr="003C0159">
        <w:t xml:space="preserve"> of the daily data these products are based on.</w:t>
      </w:r>
    </w:p>
    <w:p w14:paraId="2422F78C" w14:textId="77777777" w:rsidR="006C4C52" w:rsidRPr="003C0159" w:rsidRDefault="006C4C52" w:rsidP="006C4C52">
      <w:pPr>
        <w:pStyle w:val="Textkrper"/>
      </w:pPr>
      <w:r w:rsidRPr="003C0159">
        <w:t>d) “Non-downloadable” daily data are also used for research projects conducted by ECA&amp;D</w:t>
      </w:r>
    </w:p>
    <w:p w14:paraId="6C7F8C40" w14:textId="77777777" w:rsidR="006C4C52" w:rsidRPr="003C0159" w:rsidRDefault="006C4C52" w:rsidP="006C4C52">
      <w:pPr>
        <w:pStyle w:val="Textkrper"/>
      </w:pPr>
      <w:proofErr w:type="gramStart"/>
      <w:r w:rsidRPr="003C0159">
        <w:t>staff</w:t>
      </w:r>
      <w:proofErr w:type="gramEnd"/>
      <w:r w:rsidRPr="003C0159">
        <w:t xml:space="preserve"> or jointly by ECA&amp;D staff and other research groups. You can contact us for</w:t>
      </w:r>
    </w:p>
    <w:p w14:paraId="74345DA5" w14:textId="77777777" w:rsidR="006C4C52" w:rsidRPr="003C0159" w:rsidRDefault="006C4C52" w:rsidP="006C4C52">
      <w:pPr>
        <w:pStyle w:val="Textkrper"/>
      </w:pPr>
      <w:proofErr w:type="gramStart"/>
      <w:r w:rsidRPr="003C0159">
        <w:t>suggestions</w:t>
      </w:r>
      <w:proofErr w:type="gramEnd"/>
      <w:r w:rsidRPr="003C0159">
        <w:t xml:space="preserve"> for joint research. The “non-downloadable” data may be available from the data</w:t>
      </w:r>
    </w:p>
    <w:p w14:paraId="17F98073" w14:textId="77777777" w:rsidR="006C4C52" w:rsidRPr="003C0159" w:rsidRDefault="006C4C52" w:rsidP="006C4C52">
      <w:pPr>
        <w:pStyle w:val="Textkrper"/>
      </w:pPr>
      <w:proofErr w:type="gramStart"/>
      <w:r w:rsidRPr="003C0159">
        <w:t>provider</w:t>
      </w:r>
      <w:proofErr w:type="gramEnd"/>
      <w:r w:rsidRPr="003C0159">
        <w:t xml:space="preserve"> directly, as well as additional data. Please direct your inquiries to obtain these data to</w:t>
      </w:r>
    </w:p>
    <w:p w14:paraId="59C178D8" w14:textId="77777777" w:rsidR="006C4C52" w:rsidRPr="003C0159" w:rsidRDefault="006C4C52" w:rsidP="006C4C52">
      <w:pPr>
        <w:pStyle w:val="Textkrper"/>
      </w:pPr>
      <w:proofErr w:type="gramStart"/>
      <w:r w:rsidRPr="003C0159">
        <w:t>the</w:t>
      </w:r>
      <w:proofErr w:type="gramEnd"/>
      <w:r w:rsidRPr="003C0159">
        <w:t xml:space="preserve"> ECA&amp;D Project Team (eca@knmi.nl ).</w:t>
      </w:r>
    </w:p>
    <w:p w14:paraId="6E45D1BB" w14:textId="77777777" w:rsidR="006C4C52" w:rsidRPr="003C0159" w:rsidRDefault="006C4C52" w:rsidP="006C4C52">
      <w:pPr>
        <w:pStyle w:val="Textkrper"/>
      </w:pPr>
      <w:r w:rsidRPr="003C0159">
        <w:t>e) Although care has been taken in preparing and testing the data products, we cannot</w:t>
      </w:r>
    </w:p>
    <w:p w14:paraId="078BD5EB" w14:textId="77777777" w:rsidR="006C4C52" w:rsidRPr="003C0159" w:rsidRDefault="006C4C52" w:rsidP="006C4C52">
      <w:pPr>
        <w:pStyle w:val="Textkrper"/>
      </w:pPr>
      <w:proofErr w:type="gramStart"/>
      <w:r w:rsidRPr="003C0159">
        <w:t>guarantee</w:t>
      </w:r>
      <w:proofErr w:type="gramEnd"/>
      <w:r w:rsidRPr="003C0159">
        <w:t xml:space="preserve"> that the data are correct in all circumstances; neither do we accept any liability</w:t>
      </w:r>
    </w:p>
    <w:p w14:paraId="1A9A49E7" w14:textId="77777777" w:rsidR="006C4C52" w:rsidRPr="003C0159" w:rsidRDefault="006C4C52" w:rsidP="006C4C52">
      <w:pPr>
        <w:pStyle w:val="Textkrper"/>
      </w:pPr>
      <w:proofErr w:type="gramStart"/>
      <w:r w:rsidRPr="003C0159">
        <w:t>whatsoever</w:t>
      </w:r>
      <w:proofErr w:type="gramEnd"/>
      <w:r w:rsidRPr="003C0159">
        <w:t xml:space="preserve"> for any error or omission in the data products, their availability, or for any loss or</w:t>
      </w:r>
    </w:p>
    <w:p w14:paraId="2C11D8DE" w14:textId="77777777" w:rsidR="006C4C52" w:rsidRPr="003C0159" w:rsidRDefault="006C4C52" w:rsidP="006C4C52">
      <w:pPr>
        <w:pStyle w:val="Textkrper"/>
      </w:pPr>
      <w:proofErr w:type="gramStart"/>
      <w:r w:rsidRPr="003C0159">
        <w:t>damage</w:t>
      </w:r>
      <w:proofErr w:type="gramEnd"/>
      <w:r w:rsidRPr="003C0159">
        <w:t xml:space="preserve"> arising from their use.</w:t>
      </w:r>
    </w:p>
    <w:p w14:paraId="43B98E18" w14:textId="77777777" w:rsidR="006C4C52" w:rsidRPr="003C0159" w:rsidRDefault="006C4C52" w:rsidP="006C4C52">
      <w:pPr>
        <w:pStyle w:val="Textkrper"/>
      </w:pPr>
      <w:r w:rsidRPr="003C0159">
        <w:t>f) Users should help improve the quality of the data and its delivery by giving feedback where</w:t>
      </w:r>
    </w:p>
    <w:p w14:paraId="408D1991" w14:textId="77777777" w:rsidR="006C4C52" w:rsidRPr="003C0159" w:rsidRDefault="006C4C52" w:rsidP="006C4C52">
      <w:pPr>
        <w:pStyle w:val="Textkrper"/>
      </w:pPr>
      <w:proofErr w:type="gramStart"/>
      <w:r w:rsidRPr="003C0159">
        <w:t>appropriate</w:t>
      </w:r>
      <w:proofErr w:type="gramEnd"/>
      <w:r w:rsidRPr="003C0159">
        <w:t xml:space="preserve">. Frequent updates are published and a version control </w:t>
      </w:r>
      <w:proofErr w:type="gramStart"/>
      <w:r w:rsidRPr="003C0159">
        <w:t>system  is</w:t>
      </w:r>
      <w:proofErr w:type="gramEnd"/>
      <w:r w:rsidRPr="003C0159">
        <w:t xml:space="preserve"> in place for E-</w:t>
      </w:r>
    </w:p>
    <w:p w14:paraId="001AAA45" w14:textId="77777777" w:rsidR="006C4C52" w:rsidRPr="003C0159" w:rsidRDefault="006C4C52" w:rsidP="006C4C52">
      <w:pPr>
        <w:pStyle w:val="Textkrper"/>
      </w:pPr>
      <w:proofErr w:type="gramStart"/>
      <w:r w:rsidRPr="003C0159">
        <w:t>OBS.</w:t>
      </w:r>
      <w:proofErr w:type="gramEnd"/>
    </w:p>
    <w:p w14:paraId="1A02BD56" w14:textId="77777777" w:rsidR="006C4C52" w:rsidRPr="003C0159" w:rsidRDefault="006C4C52" w:rsidP="006C4C52">
      <w:pPr>
        <w:pStyle w:val="Textkrper"/>
      </w:pPr>
      <w:r w:rsidRPr="003C0159">
        <w:t>g) Participation in ECA&amp;D is open to anyone maintaining daily data for stations in the region.</w:t>
      </w:r>
    </w:p>
    <w:p w14:paraId="76263C6B" w14:textId="77777777" w:rsidR="006C4C52" w:rsidRPr="003C0159" w:rsidRDefault="006C4C52" w:rsidP="006C4C52">
      <w:pPr>
        <w:pStyle w:val="Textkrper"/>
      </w:pPr>
      <w:r w:rsidRPr="003C0159">
        <w:t>Please contact us if you want to take part. ECA&amp;D has been designated as Regional Climate</w:t>
      </w:r>
    </w:p>
    <w:p w14:paraId="33E8DB93" w14:textId="77777777" w:rsidR="006C4C52" w:rsidRPr="003C0159" w:rsidRDefault="006C4C52" w:rsidP="006C4C52">
      <w:pPr>
        <w:pStyle w:val="Textkrper"/>
      </w:pPr>
      <w:r w:rsidRPr="003C0159">
        <w:t>Centre for Climate Data (RCC-CD) in WMO Region VI (Europe and the Middle East).</w:t>
      </w:r>
    </w:p>
    <w:p w14:paraId="073C6874" w14:textId="77777777" w:rsidR="006C4C52" w:rsidRPr="003C0159" w:rsidRDefault="006C4C52" w:rsidP="006C4C52">
      <w:pPr>
        <w:pStyle w:val="berschrift3Annex"/>
      </w:pPr>
      <w:r w:rsidRPr="003C0159">
        <w:t>(Meta-) Data Repository</w:t>
      </w:r>
    </w:p>
    <w:p w14:paraId="337FD9A5" w14:textId="77777777" w:rsidR="006C4C52" w:rsidRPr="003C0159" w:rsidRDefault="006C4C52" w:rsidP="006C4C52">
      <w:pPr>
        <w:pStyle w:val="Textkrper"/>
      </w:pPr>
      <w:r w:rsidRPr="003C0159">
        <w:lastRenderedPageBreak/>
        <w:t>Data Repository Name: ECAD website</w:t>
      </w:r>
    </w:p>
    <w:p w14:paraId="4ACD6EED" w14:textId="77777777" w:rsidR="006C4C52" w:rsidRPr="003C0159" w:rsidRDefault="006C4C52" w:rsidP="006C4C52">
      <w:pPr>
        <w:pStyle w:val="Textkrper"/>
      </w:pPr>
      <w:r w:rsidRPr="003C0159">
        <w:t xml:space="preserve">Data Repository Description: Data available for download.  </w:t>
      </w:r>
    </w:p>
    <w:p w14:paraId="462547B9" w14:textId="77777777" w:rsidR="006C4C52" w:rsidRPr="003C0159" w:rsidRDefault="006C4C52" w:rsidP="006C4C52">
      <w:pPr>
        <w:pStyle w:val="Textkrper"/>
      </w:pPr>
      <w:r w:rsidRPr="003C0159">
        <w:t>Data Repository Access:  no registration needed for ECA station data, whereas user registration is mandatory for access to E-OBS grids</w:t>
      </w:r>
    </w:p>
    <w:p w14:paraId="1F3D64F1" w14:textId="77777777" w:rsidR="006C4C52" w:rsidRPr="003C0159" w:rsidRDefault="006C4C52" w:rsidP="006C4C52">
      <w:pPr>
        <w:pStyle w:val="Textkrper"/>
      </w:pPr>
      <w:r w:rsidRPr="003C0159">
        <w:t>Part of the data in ECA&amp;D is for stations which are labelled “non-downloadable”. This indicates that the daily data for these stations are not publicly available from http://</w:t>
      </w:r>
      <w:proofErr w:type="gramStart"/>
      <w:r w:rsidRPr="003C0159">
        <w:t>www.ecad.eu ,</w:t>
      </w:r>
      <w:proofErr w:type="gramEnd"/>
      <w:r w:rsidRPr="003C0159">
        <w:t xml:space="preserve"> but may be available from the data provider directly. </w:t>
      </w:r>
    </w:p>
    <w:p w14:paraId="11563823" w14:textId="77777777" w:rsidR="006C4C52" w:rsidRPr="003C0159" w:rsidRDefault="006C4C52" w:rsidP="006C4C52">
      <w:pPr>
        <w:pStyle w:val="berschrift2Annex"/>
      </w:pPr>
      <w:bookmarkStart w:id="113" w:name="_Toc499541173"/>
      <w:r w:rsidRPr="003C0159">
        <w:t>Tree Cover Density (TCD) 2012</w:t>
      </w:r>
      <w:bookmarkEnd w:id="113"/>
      <w:r w:rsidRPr="003C0159">
        <w:t xml:space="preserve"> </w:t>
      </w:r>
    </w:p>
    <w:p w14:paraId="33B44E3D" w14:textId="77777777" w:rsidR="006C4C52" w:rsidRPr="003C0159" w:rsidRDefault="006C4C52" w:rsidP="006C4C52">
      <w:pPr>
        <w:pStyle w:val="berschrift3Annex"/>
      </w:pPr>
      <w:r w:rsidRPr="003C0159">
        <w:t>Responsible party</w:t>
      </w:r>
    </w:p>
    <w:p w14:paraId="272A447E" w14:textId="77777777" w:rsidR="006C4C52" w:rsidRPr="003C0159" w:rsidRDefault="006C4C52" w:rsidP="006C4C52">
      <w:pPr>
        <w:pStyle w:val="Textkrper"/>
      </w:pPr>
      <w:r w:rsidRPr="003C0159">
        <w:t xml:space="preserve">European Environment Agency - copernicus@eea.europa.eu </w:t>
      </w:r>
    </w:p>
    <w:p w14:paraId="1B925072" w14:textId="77777777" w:rsidR="006C4C52" w:rsidRPr="003C0159" w:rsidRDefault="006C4C52" w:rsidP="006C4C52">
      <w:pPr>
        <w:pStyle w:val="Textkrper"/>
      </w:pPr>
      <w:r w:rsidRPr="003C0159">
        <w:t xml:space="preserve">Responsible Party (CLARITY): ZAMG </w:t>
      </w:r>
    </w:p>
    <w:p w14:paraId="5724E181" w14:textId="77777777" w:rsidR="006C4C52" w:rsidRPr="00AB6ED6" w:rsidRDefault="006C4C52" w:rsidP="006C4C52">
      <w:pPr>
        <w:pStyle w:val="Textkrper"/>
        <w:rPr>
          <w:lang w:val="fr-FR"/>
        </w:rPr>
      </w:pPr>
      <w:proofErr w:type="spellStart"/>
      <w:r w:rsidRPr="00AB6ED6">
        <w:rPr>
          <w:lang w:val="fr-FR"/>
        </w:rPr>
        <w:t>Responsible</w:t>
      </w:r>
      <w:proofErr w:type="spellEnd"/>
      <w:r w:rsidRPr="00AB6ED6">
        <w:rPr>
          <w:lang w:val="fr-FR"/>
        </w:rPr>
        <w:t xml:space="preserve"> Person (CLARITY): Maja Zuvela-Aloise </w:t>
      </w:r>
    </w:p>
    <w:p w14:paraId="3CEC05A1" w14:textId="77777777" w:rsidR="006C4C52" w:rsidRPr="003C0159" w:rsidRDefault="006C4C52" w:rsidP="006C4C52">
      <w:pPr>
        <w:pStyle w:val="Textkrper"/>
      </w:pPr>
      <w:r w:rsidRPr="003C0159">
        <w:t>WPs: WP3</w:t>
      </w:r>
    </w:p>
    <w:p w14:paraId="45A0BD51" w14:textId="77777777" w:rsidR="006C4C52" w:rsidRPr="003C0159" w:rsidRDefault="006C4C52" w:rsidP="006C4C52">
      <w:pPr>
        <w:pStyle w:val="berschrift3Annex"/>
      </w:pPr>
      <w:r w:rsidRPr="003C0159">
        <w:t>Data provenance</w:t>
      </w:r>
    </w:p>
    <w:p w14:paraId="428B9F5F" w14:textId="77777777" w:rsidR="006C4C52" w:rsidRPr="003C0159" w:rsidRDefault="006C4C52" w:rsidP="006C4C52">
      <w:pPr>
        <w:pStyle w:val="Textkrper"/>
      </w:pPr>
      <w:r w:rsidRPr="003C0159">
        <w:t>Existing data from http://land.copernicus.eu /</w:t>
      </w:r>
    </w:p>
    <w:p w14:paraId="016DDC47" w14:textId="77777777" w:rsidR="006C4C52" w:rsidRPr="003C0159" w:rsidRDefault="006C4C52" w:rsidP="006C4C52">
      <w:pPr>
        <w:pStyle w:val="berschrift3Annex"/>
      </w:pPr>
      <w:r w:rsidRPr="003C0159">
        <w:t>Intended use</w:t>
      </w:r>
    </w:p>
    <w:p w14:paraId="6EA83E52" w14:textId="77777777" w:rsidR="006C4C52" w:rsidRPr="003C0159" w:rsidRDefault="006C4C52" w:rsidP="006C4C52">
      <w:pPr>
        <w:pStyle w:val="Textkrper"/>
      </w:pPr>
      <w:r w:rsidRPr="003C0159">
        <w:t>Data will be used in WP3</w:t>
      </w:r>
    </w:p>
    <w:p w14:paraId="476BC846" w14:textId="77777777" w:rsidR="006C4C52" w:rsidRPr="003C0159" w:rsidRDefault="006C4C52" w:rsidP="006C4C52">
      <w:pPr>
        <w:pStyle w:val="Textkrper"/>
      </w:pPr>
      <w:r w:rsidRPr="003C0159">
        <w:t xml:space="preserve">Building Blocks: Catalogue of Data Sources and Simulation Models, High Level Climate Change Risk Assessment Tool, Map Component </w:t>
      </w:r>
    </w:p>
    <w:p w14:paraId="0CEF0DCF" w14:textId="77777777" w:rsidR="006C4C52" w:rsidRPr="003C0159" w:rsidRDefault="006C4C52" w:rsidP="006C4C52">
      <w:pPr>
        <w:pStyle w:val="berschrift3Annex"/>
      </w:pPr>
      <w:r w:rsidRPr="003C0159">
        <w:t>Data description</w:t>
      </w:r>
    </w:p>
    <w:p w14:paraId="49F172A6" w14:textId="77777777" w:rsidR="006C4C52" w:rsidRPr="003C0159" w:rsidRDefault="006C4C52" w:rsidP="006C4C52">
      <w:pPr>
        <w:pStyle w:val="Textkrper"/>
      </w:pPr>
      <w:proofErr w:type="gramStart"/>
      <w:r w:rsidRPr="003C0159">
        <w:t>from</w:t>
      </w:r>
      <w:proofErr w:type="gramEnd"/>
      <w:r w:rsidRPr="003C0159">
        <w:t xml:space="preserve"> http://land.copernicus.eu/pan-european/high-resolution-layers/forests/tree-cover-density </w:t>
      </w:r>
    </w:p>
    <w:p w14:paraId="4EC829D6" w14:textId="77777777" w:rsidR="006C4C52" w:rsidRPr="003C0159" w:rsidRDefault="006C4C52" w:rsidP="006C4C52">
      <w:pPr>
        <w:pStyle w:val="Textkrper"/>
      </w:pPr>
      <w:r w:rsidRPr="003C0159">
        <w:t xml:space="preserve">High resolution land cover characteristics of 5 main </w:t>
      </w:r>
      <w:proofErr w:type="gramStart"/>
      <w:r w:rsidRPr="003C0159">
        <w:t>land</w:t>
      </w:r>
      <w:proofErr w:type="gramEnd"/>
      <w:r w:rsidRPr="003C0159">
        <w:t xml:space="preserve"> cover types.</w:t>
      </w:r>
    </w:p>
    <w:p w14:paraId="6FF9E748" w14:textId="77777777" w:rsidR="006C4C52" w:rsidRPr="003C0159" w:rsidRDefault="006C4C52" w:rsidP="006C4C52">
      <w:pPr>
        <w:pStyle w:val="Textkrper"/>
      </w:pPr>
      <w:r w:rsidRPr="003C0159">
        <w:t xml:space="preserve">HR Forest, </w:t>
      </w:r>
      <w:proofErr w:type="gramStart"/>
      <w:r w:rsidRPr="003C0159">
        <w:t>Service  Element</w:t>
      </w:r>
      <w:proofErr w:type="gramEnd"/>
      <w:r w:rsidRPr="003C0159">
        <w:t xml:space="preserve"> 1 - Final enhanced and mitigated European mosaic of Tree Cover Density (TCD; 0-100%) in 20m spatial resolution and European projection. The TCD maps the degree (0-100% per pixel) of tree cover density without a minimum mapping unit (MMU), but with a minimum mapping width (MMW) of 20m.</w:t>
      </w:r>
    </w:p>
    <w:p w14:paraId="612AAE9D" w14:textId="77777777" w:rsidR="006C4C52" w:rsidRPr="003C0159" w:rsidRDefault="006C4C52" w:rsidP="006C4C52">
      <w:pPr>
        <w:pStyle w:val="Textkrper"/>
      </w:pPr>
      <w:r w:rsidRPr="003C0159">
        <w:t>The included features are:</w:t>
      </w:r>
    </w:p>
    <w:p w14:paraId="3D79A7CF" w14:textId="77777777" w:rsidR="006C4C52" w:rsidRPr="003C0159" w:rsidRDefault="006C4C52" w:rsidP="006C4C52">
      <w:pPr>
        <w:pStyle w:val="Textkrper"/>
      </w:pPr>
      <w:r w:rsidRPr="003C0159">
        <w:t xml:space="preserve">1) Evergreen/non-evergreen broad-leaved, </w:t>
      </w:r>
      <w:proofErr w:type="spellStart"/>
      <w:r w:rsidRPr="003C0159">
        <w:t>sclerophyllous</w:t>
      </w:r>
      <w:proofErr w:type="spellEnd"/>
      <w:r w:rsidRPr="003C0159">
        <w:t xml:space="preserve"> and coniferous trees;</w:t>
      </w:r>
    </w:p>
    <w:p w14:paraId="7F2783D1" w14:textId="77777777" w:rsidR="006C4C52" w:rsidRPr="003C0159" w:rsidRDefault="006C4C52" w:rsidP="006C4C52">
      <w:pPr>
        <w:pStyle w:val="Textkrper"/>
      </w:pPr>
      <w:r w:rsidRPr="003C0159">
        <w:t>2) Orchards, olive groves, fruit and other tree plantations, agro-forestry areas, forest nurseries, regeneration and transitional woodlands;</w:t>
      </w:r>
    </w:p>
    <w:p w14:paraId="29F8DE0A" w14:textId="77777777" w:rsidR="006C4C52" w:rsidRPr="003C0159" w:rsidRDefault="006C4C52" w:rsidP="006C4C52">
      <w:pPr>
        <w:pStyle w:val="Textkrper"/>
      </w:pPr>
      <w:r w:rsidRPr="003C0159">
        <w:t>3) Alleys, wooded parks and gardens;</w:t>
      </w:r>
    </w:p>
    <w:p w14:paraId="4B6AFBE0" w14:textId="77777777" w:rsidR="006C4C52" w:rsidRPr="003C0159" w:rsidRDefault="006C4C52" w:rsidP="006C4C52">
      <w:pPr>
        <w:pStyle w:val="Textkrper"/>
      </w:pPr>
      <w:r w:rsidRPr="003C0159">
        <w:t>4) Groups of trees within urban areas;</w:t>
      </w:r>
    </w:p>
    <w:p w14:paraId="624D9CD6" w14:textId="77777777" w:rsidR="006C4C52" w:rsidRPr="003C0159" w:rsidRDefault="006C4C52" w:rsidP="006C4C52">
      <w:pPr>
        <w:pStyle w:val="Textkrper"/>
      </w:pPr>
      <w:r w:rsidRPr="003C0159">
        <w:t>5) Forest management/use features inside forests (forest roads, fire-breaks, thinning, etc.) and forest damage features inside forests (partially burnt areas, storm damage, insect-infested damage, etc.) are included if tree cover can be detected from the 20m imagery.</w:t>
      </w:r>
    </w:p>
    <w:p w14:paraId="56869D20" w14:textId="77777777" w:rsidR="006C4C52" w:rsidRPr="003C0159" w:rsidRDefault="006C4C52" w:rsidP="006C4C52">
      <w:pPr>
        <w:pStyle w:val="Textkrper"/>
      </w:pPr>
      <w:r w:rsidRPr="003C0159">
        <w:t>Accordingly, included features are all detectable trees, independent of use.</w:t>
      </w:r>
    </w:p>
    <w:p w14:paraId="0546B73C" w14:textId="77777777" w:rsidR="006C4C52" w:rsidRPr="003C0159" w:rsidRDefault="006C4C52" w:rsidP="006C4C52">
      <w:pPr>
        <w:pStyle w:val="Textkrper"/>
      </w:pPr>
      <w:r w:rsidRPr="003C0159">
        <w:t>Parameter information: Name: Tree cover density, Data type: Raster</w:t>
      </w:r>
    </w:p>
    <w:p w14:paraId="04F02DC6" w14:textId="77777777" w:rsidR="006C4C52" w:rsidRPr="003C0159" w:rsidRDefault="006C4C52" w:rsidP="006C4C52">
      <w:pPr>
        <w:pStyle w:val="Textkrper"/>
      </w:pPr>
      <w:r w:rsidRPr="003C0159">
        <w:t>Coverage:  Temporal: 2011-2012</w:t>
      </w:r>
    </w:p>
    <w:p w14:paraId="0D18C885" w14:textId="77777777" w:rsidR="006C4C52" w:rsidRPr="003C0159" w:rsidRDefault="006C4C52" w:rsidP="006C4C52">
      <w:pPr>
        <w:pStyle w:val="Textkrper"/>
      </w:pPr>
      <w:r w:rsidRPr="003C0159">
        <w:lastRenderedPageBreak/>
        <w:t>Spatial: Europe</w:t>
      </w:r>
    </w:p>
    <w:p w14:paraId="0AD143A7" w14:textId="77777777" w:rsidR="006C4C52" w:rsidRPr="003C0159" w:rsidRDefault="006C4C52" w:rsidP="006C4C52">
      <w:pPr>
        <w:pStyle w:val="Textkrper"/>
      </w:pPr>
      <w:r w:rsidRPr="003C0159">
        <w:t>Resolution: Spatial: 20m and 100m</w:t>
      </w:r>
    </w:p>
    <w:p w14:paraId="191D0D06" w14:textId="77777777" w:rsidR="006C4C52" w:rsidRPr="003C0159" w:rsidRDefault="006C4C52" w:rsidP="006C4C52">
      <w:pPr>
        <w:pStyle w:val="Textkrper"/>
      </w:pPr>
      <w:r w:rsidRPr="003C0159">
        <w:t>CRS: ETRS89</w:t>
      </w:r>
    </w:p>
    <w:p w14:paraId="0A89713B" w14:textId="77777777" w:rsidR="006C4C52" w:rsidRPr="003C0159" w:rsidRDefault="006C4C52" w:rsidP="006C4C52">
      <w:pPr>
        <w:pStyle w:val="Textkrper"/>
      </w:pPr>
      <w:r w:rsidRPr="003C0159">
        <w:t>Storage: Format: Raster, Transfer size: 7.4 GB for TCD Full Mosaic 020m; 388 MB for TCD Full Mosaic 100m</w:t>
      </w:r>
    </w:p>
    <w:p w14:paraId="55C993F0" w14:textId="77777777" w:rsidR="006C4C52" w:rsidRPr="003C0159" w:rsidRDefault="006C4C52" w:rsidP="006C4C52">
      <w:pPr>
        <w:pStyle w:val="Textkrper"/>
      </w:pPr>
      <w:r w:rsidRPr="003C0159">
        <w:t xml:space="preserve">Metadata: Link to Metadata: http://land.copernicus.eu/pan-european/high-resolution-layers/forests/tree-cover-density </w:t>
      </w:r>
    </w:p>
    <w:p w14:paraId="313D3E2C" w14:textId="77777777" w:rsidR="006C4C52" w:rsidRPr="003C0159" w:rsidRDefault="006C4C52" w:rsidP="006C4C52">
      <w:pPr>
        <w:pStyle w:val="berschrift3Annex"/>
      </w:pPr>
      <w:r w:rsidRPr="003C0159">
        <w:t>Data management</w:t>
      </w:r>
    </w:p>
    <w:p w14:paraId="1586EB9D" w14:textId="77777777" w:rsidR="006C4C52" w:rsidRPr="003C0159" w:rsidRDefault="006C4C52" w:rsidP="006C4C52">
      <w:pPr>
        <w:pStyle w:val="Textkrper"/>
      </w:pPr>
      <w:r w:rsidRPr="003C0159">
        <w:t>Availability: existing data</w:t>
      </w:r>
    </w:p>
    <w:p w14:paraId="7409A067" w14:textId="77777777" w:rsidR="006C4C52" w:rsidRPr="003C0159" w:rsidRDefault="006C4C52" w:rsidP="006C4C52">
      <w:pPr>
        <w:pStyle w:val="Textkrper"/>
      </w:pPr>
      <w:r w:rsidRPr="003C0159">
        <w:t>Owner: European Environment Agency (EEA)</w:t>
      </w:r>
    </w:p>
    <w:p w14:paraId="305B7C5D" w14:textId="77777777" w:rsidR="006C4C52" w:rsidRPr="003C0159" w:rsidRDefault="006C4C52" w:rsidP="006C4C52">
      <w:pPr>
        <w:pStyle w:val="Textkrper"/>
      </w:pPr>
      <w:r w:rsidRPr="003C0159">
        <w:t>Open Access: yes</w:t>
      </w:r>
    </w:p>
    <w:p w14:paraId="40BED9D2" w14:textId="77777777" w:rsidR="006C4C52" w:rsidRPr="003C0159" w:rsidRDefault="006C4C52" w:rsidP="006C4C52">
      <w:pPr>
        <w:pStyle w:val="Textkrper"/>
      </w:pPr>
      <w:r w:rsidRPr="003C0159">
        <w:t xml:space="preserve">Access conditions: </w:t>
      </w:r>
    </w:p>
    <w:p w14:paraId="74B7258D" w14:textId="77777777" w:rsidR="006C4C52" w:rsidRPr="003C0159" w:rsidRDefault="006C4C52" w:rsidP="006C4C52">
      <w:pPr>
        <w:pStyle w:val="Textkrper"/>
      </w:pPr>
      <w:proofErr w:type="gramStart"/>
      <w:r w:rsidRPr="003C0159">
        <w:t>from</w:t>
      </w:r>
      <w:proofErr w:type="gramEnd"/>
      <w:r w:rsidRPr="003C0159">
        <w:t xml:space="preserve"> http://land.copernicus.eu/pan-european/high-resolution-layers/forests/tree-cover-density  (Conditions applying to access and use):</w:t>
      </w:r>
    </w:p>
    <w:p w14:paraId="31289161" w14:textId="77777777" w:rsidR="006C4C52" w:rsidRPr="003C0159" w:rsidRDefault="006C4C52" w:rsidP="006C4C52">
      <w:pPr>
        <w:pStyle w:val="Textkrper"/>
      </w:pPr>
      <w:r w:rsidRPr="003C0159">
        <w:t>Access to data is based on a principle of full, open and free access as established by the Copernicus data and information policy Regulation (EU) No 1159/2013 of 12 July 2013.</w:t>
      </w:r>
    </w:p>
    <w:p w14:paraId="7C5DF327" w14:textId="77777777" w:rsidR="006C4C52" w:rsidRPr="003C0159" w:rsidRDefault="006C4C52" w:rsidP="006C4C52">
      <w:pPr>
        <w:pStyle w:val="Textkrper"/>
      </w:pPr>
      <w:r w:rsidRPr="003C0159">
        <w:t>Free, full and open access to this data set is made on the conditions that:</w:t>
      </w:r>
    </w:p>
    <w:p w14:paraId="3B4612DC" w14:textId="77777777" w:rsidR="006C4C52" w:rsidRPr="003C0159" w:rsidRDefault="006C4C52" w:rsidP="006C4C52">
      <w:pPr>
        <w:pStyle w:val="Textkrper"/>
      </w:pPr>
      <w:r w:rsidRPr="003C0159">
        <w:t xml:space="preserve">1. When distributing or communicating Copernicus dedicated data and Copernicus </w:t>
      </w:r>
      <w:proofErr w:type="gramStart"/>
      <w:r w:rsidRPr="003C0159">
        <w:t>service  information</w:t>
      </w:r>
      <w:proofErr w:type="gramEnd"/>
      <w:r w:rsidRPr="003C0159">
        <w:t xml:space="preserve"> to the public, users shall inform the public of the source of that data and information.</w:t>
      </w:r>
    </w:p>
    <w:p w14:paraId="0A4E46C9" w14:textId="77777777" w:rsidR="006C4C52" w:rsidRPr="003C0159" w:rsidRDefault="006C4C52" w:rsidP="006C4C52">
      <w:pPr>
        <w:pStyle w:val="Textkrper"/>
      </w:pPr>
      <w:r w:rsidRPr="003C0159">
        <w:t>2. Users shall make sure not to convey the impression to the public that the user's activities are officially endorsed by the Union.</w:t>
      </w:r>
    </w:p>
    <w:p w14:paraId="77FE3DB8" w14:textId="77777777" w:rsidR="006C4C52" w:rsidRPr="003C0159" w:rsidRDefault="006C4C52" w:rsidP="006C4C52">
      <w:pPr>
        <w:pStyle w:val="Textkrper"/>
      </w:pPr>
      <w:r w:rsidRPr="003C0159">
        <w:t>3. Where that data or information has been adapted or modified, the user shall clearly state this.</w:t>
      </w:r>
    </w:p>
    <w:p w14:paraId="6F92BE97" w14:textId="77777777" w:rsidR="006C4C52" w:rsidRPr="003C0159" w:rsidRDefault="006C4C52" w:rsidP="006C4C52">
      <w:pPr>
        <w:pStyle w:val="Textkrper"/>
      </w:pPr>
      <w:r w:rsidRPr="003C0159">
        <w:t>4. The data remain the sole property of the European Union.</w:t>
      </w:r>
    </w:p>
    <w:p w14:paraId="6BA6A5B5" w14:textId="77777777" w:rsidR="006C4C52" w:rsidRPr="003C0159" w:rsidRDefault="006C4C52" w:rsidP="006C4C52">
      <w:pPr>
        <w:pStyle w:val="Textkrper"/>
      </w:pPr>
      <w:r w:rsidRPr="003C0159">
        <w:t xml:space="preserve">Any information and data produced in the </w:t>
      </w:r>
      <w:proofErr w:type="gramStart"/>
      <w:r w:rsidRPr="003C0159">
        <w:t>framework  of</w:t>
      </w:r>
      <w:proofErr w:type="gramEnd"/>
      <w:r w:rsidRPr="003C0159">
        <w:t xml:space="preserve"> the action  shall be the sole property of the European Union. Any communication and publication by the beneficiary shall acknowledge that the data were produced “with funding by the European Union”.</w:t>
      </w:r>
    </w:p>
    <w:p w14:paraId="732FFE85" w14:textId="77777777" w:rsidR="006C4C52" w:rsidRPr="003C0159" w:rsidRDefault="006C4C52" w:rsidP="006C4C52">
      <w:pPr>
        <w:pStyle w:val="berschrift3Annex"/>
      </w:pPr>
      <w:r w:rsidRPr="003C0159">
        <w:t>(Meta-) Data Repository</w:t>
      </w:r>
    </w:p>
    <w:p w14:paraId="13443891" w14:textId="77777777" w:rsidR="006C4C52" w:rsidRPr="003C0159" w:rsidRDefault="006C4C52" w:rsidP="006C4C52">
      <w:pPr>
        <w:pStyle w:val="Textkrper"/>
      </w:pPr>
      <w:r w:rsidRPr="003C0159">
        <w:t>Data Repository Name: Copernicus Land Monitoring Service</w:t>
      </w:r>
    </w:p>
    <w:p w14:paraId="3B3ADD15" w14:textId="77777777" w:rsidR="006C4C52" w:rsidRPr="003C0159" w:rsidRDefault="006C4C52" w:rsidP="006C4C52">
      <w:pPr>
        <w:pStyle w:val="Textkrper"/>
      </w:pPr>
      <w:r w:rsidRPr="003C0159">
        <w:t xml:space="preserve">Data Repository Access: openly available: http://land.copernicus.eu/pan-european/high-resolution-layers/forests/tree-cover-density </w:t>
      </w:r>
    </w:p>
    <w:p w14:paraId="5C403044" w14:textId="77777777" w:rsidR="006C4C52" w:rsidRPr="003C0159" w:rsidRDefault="006C4C52" w:rsidP="006C4C52">
      <w:pPr>
        <w:pStyle w:val="berschrift2Annex"/>
      </w:pPr>
      <w:bookmarkStart w:id="114" w:name="_Toc499541174"/>
      <w:r w:rsidRPr="003C0159">
        <w:t>European Settlement Map (ESM) 2016</w:t>
      </w:r>
      <w:bookmarkEnd w:id="114"/>
      <w:r w:rsidRPr="003C0159">
        <w:t xml:space="preserve"> </w:t>
      </w:r>
    </w:p>
    <w:p w14:paraId="25887F0A" w14:textId="77777777" w:rsidR="006C4C52" w:rsidRPr="003C0159" w:rsidRDefault="006C4C52" w:rsidP="006C4C52">
      <w:pPr>
        <w:pStyle w:val="berschrift3Annex"/>
      </w:pPr>
      <w:r w:rsidRPr="003C0159">
        <w:t>Responsible party</w:t>
      </w:r>
    </w:p>
    <w:p w14:paraId="007E706A" w14:textId="77777777" w:rsidR="006C4C52" w:rsidRPr="003C0159" w:rsidRDefault="006C4C52" w:rsidP="006C4C52">
      <w:pPr>
        <w:pStyle w:val="Textkrper"/>
      </w:pPr>
      <w:r w:rsidRPr="003C0159">
        <w:t xml:space="preserve">European Commission, Joint Research Centre, </w:t>
      </w:r>
      <w:proofErr w:type="spellStart"/>
      <w:r w:rsidRPr="003C0159">
        <w:t>Insitute</w:t>
      </w:r>
      <w:proofErr w:type="spellEnd"/>
      <w:r w:rsidRPr="003C0159">
        <w:t xml:space="preserve"> for Protection and Security of the Citizen </w:t>
      </w:r>
    </w:p>
    <w:p w14:paraId="0DAB3474" w14:textId="77777777" w:rsidR="006C4C52" w:rsidRPr="003C0159" w:rsidRDefault="006C4C52" w:rsidP="006C4C52">
      <w:pPr>
        <w:pStyle w:val="Textkrper"/>
      </w:pPr>
      <w:r w:rsidRPr="003C0159">
        <w:t xml:space="preserve">Responsible Party (CLARITY): ZAMG </w:t>
      </w:r>
    </w:p>
    <w:p w14:paraId="7C08047B" w14:textId="77777777" w:rsidR="006C4C52" w:rsidRPr="003C0159" w:rsidRDefault="006C4C52" w:rsidP="006C4C52">
      <w:pPr>
        <w:pStyle w:val="Textkrper"/>
      </w:pPr>
      <w:r w:rsidRPr="003C0159">
        <w:t xml:space="preserve">Responsible Person (CLARITY): Maja Zuvela-Aloise </w:t>
      </w:r>
    </w:p>
    <w:p w14:paraId="5AA0CCD1" w14:textId="77777777" w:rsidR="006C4C52" w:rsidRPr="003C0159" w:rsidRDefault="006C4C52" w:rsidP="006C4C52">
      <w:pPr>
        <w:pStyle w:val="Textkrper"/>
      </w:pPr>
      <w:r w:rsidRPr="003C0159">
        <w:t>WPs: WP3</w:t>
      </w:r>
    </w:p>
    <w:p w14:paraId="65DE6655" w14:textId="77777777" w:rsidR="006C4C52" w:rsidRPr="003C0159" w:rsidRDefault="006C4C52" w:rsidP="006C4C52">
      <w:pPr>
        <w:pStyle w:val="berschrift3Annex"/>
      </w:pPr>
      <w:r w:rsidRPr="003C0159">
        <w:t>Data provenance</w:t>
      </w:r>
    </w:p>
    <w:p w14:paraId="2008C71D" w14:textId="77777777" w:rsidR="006C4C52" w:rsidRPr="003C0159" w:rsidRDefault="006C4C52" w:rsidP="006C4C52">
      <w:pPr>
        <w:pStyle w:val="Textkrper"/>
      </w:pPr>
      <w:r w:rsidRPr="003C0159">
        <w:t>Existing data from http://land.copernicus.eu /</w:t>
      </w:r>
    </w:p>
    <w:p w14:paraId="0BCB5D29" w14:textId="77777777" w:rsidR="006C4C52" w:rsidRPr="003C0159" w:rsidRDefault="006C4C52" w:rsidP="006C4C52">
      <w:pPr>
        <w:pStyle w:val="berschrift3Annex"/>
      </w:pPr>
      <w:r w:rsidRPr="003C0159">
        <w:lastRenderedPageBreak/>
        <w:t>Intended use</w:t>
      </w:r>
    </w:p>
    <w:p w14:paraId="13C19529" w14:textId="77777777" w:rsidR="006C4C52" w:rsidRPr="003C0159" w:rsidRDefault="006C4C52" w:rsidP="006C4C52">
      <w:pPr>
        <w:pStyle w:val="Textkrper"/>
      </w:pPr>
      <w:r w:rsidRPr="003C0159">
        <w:t>Data will be used in WP3</w:t>
      </w:r>
    </w:p>
    <w:p w14:paraId="04840045" w14:textId="77777777" w:rsidR="006C4C52" w:rsidRPr="003C0159" w:rsidRDefault="006C4C52" w:rsidP="006C4C52">
      <w:pPr>
        <w:pStyle w:val="Textkrper"/>
      </w:pPr>
      <w:r w:rsidRPr="003C0159">
        <w:t xml:space="preserve">Building Blocks: Catalogue of Data Sources and Simulation Models, High Level Climate Change Risk Assessment Tool, Map Component </w:t>
      </w:r>
    </w:p>
    <w:p w14:paraId="570AF749" w14:textId="77777777" w:rsidR="006C4C52" w:rsidRPr="003C0159" w:rsidRDefault="006C4C52" w:rsidP="006C4C52">
      <w:pPr>
        <w:pStyle w:val="berschrift3Annex"/>
      </w:pPr>
      <w:r w:rsidRPr="003C0159">
        <w:t>Data description</w:t>
      </w:r>
    </w:p>
    <w:p w14:paraId="5ABD8967" w14:textId="77777777" w:rsidR="006C4C52" w:rsidRPr="003C0159" w:rsidRDefault="006C4C52" w:rsidP="006C4C52">
      <w:pPr>
        <w:pStyle w:val="Textkrper"/>
      </w:pPr>
      <w:r w:rsidRPr="003C0159">
        <w:t>European Settlement Map 2016 (also referred as EUGHSL2016) is raster data that represents the percentage of built-up per spatial unit. Data is based on SPOT5 and SPOT6 satellite imagery.</w:t>
      </w:r>
    </w:p>
    <w:p w14:paraId="344D251C" w14:textId="77777777" w:rsidR="006C4C52" w:rsidRPr="003C0159" w:rsidRDefault="006C4C52" w:rsidP="006C4C52">
      <w:pPr>
        <w:pStyle w:val="Textkrper"/>
      </w:pPr>
      <w:proofErr w:type="gramStart"/>
      <w:r w:rsidRPr="003C0159">
        <w:t>more</w:t>
      </w:r>
      <w:proofErr w:type="gramEnd"/>
      <w:r w:rsidRPr="003C0159">
        <w:t xml:space="preserve"> information: http://land.copernicus.eu/pan-european/GHSL/EU%20GHSL%202014 </w:t>
      </w:r>
    </w:p>
    <w:p w14:paraId="0E958435" w14:textId="77777777" w:rsidR="006C4C52" w:rsidRPr="003C0159" w:rsidRDefault="006C4C52" w:rsidP="006C4C52">
      <w:pPr>
        <w:pStyle w:val="Textkrper"/>
      </w:pPr>
      <w:r w:rsidRPr="003C0159">
        <w:t xml:space="preserve">https://cws-download.eea.europa.eu/pan-european/related/ESM2016Description.txt </w:t>
      </w:r>
    </w:p>
    <w:p w14:paraId="18FDA159" w14:textId="77777777" w:rsidR="006C4C52" w:rsidRPr="003C0159" w:rsidRDefault="006C4C52" w:rsidP="006C4C52">
      <w:pPr>
        <w:pStyle w:val="Textkrper"/>
      </w:pPr>
      <w:r w:rsidRPr="003C0159">
        <w:t>Parameter information: Name: European Settlement Map (ESM) 2016</w:t>
      </w:r>
    </w:p>
    <w:p w14:paraId="5523A0BB" w14:textId="77777777" w:rsidR="006C4C52" w:rsidRPr="003C0159" w:rsidRDefault="006C4C52" w:rsidP="006C4C52">
      <w:pPr>
        <w:pStyle w:val="Textkrper"/>
      </w:pPr>
      <w:r w:rsidRPr="003C0159">
        <w:t>Data type: Raster</w:t>
      </w:r>
    </w:p>
    <w:p w14:paraId="52DA1820" w14:textId="77777777" w:rsidR="006C4C52" w:rsidRPr="003C0159" w:rsidRDefault="006C4C52" w:rsidP="006C4C52">
      <w:pPr>
        <w:pStyle w:val="Textkrper"/>
      </w:pPr>
      <w:r w:rsidRPr="003C0159">
        <w:t>Coverage: Temporal: 2010-2013</w:t>
      </w:r>
    </w:p>
    <w:p w14:paraId="13DC5693" w14:textId="77777777" w:rsidR="006C4C52" w:rsidRPr="003C0159" w:rsidRDefault="006C4C52" w:rsidP="006C4C52">
      <w:pPr>
        <w:pStyle w:val="Textkrper"/>
      </w:pPr>
      <w:r w:rsidRPr="003C0159">
        <w:t>Spatial: Europe</w:t>
      </w:r>
    </w:p>
    <w:p w14:paraId="06F1FBCE" w14:textId="77777777" w:rsidR="006C4C52" w:rsidRPr="003C0159" w:rsidRDefault="006C4C52" w:rsidP="006C4C52">
      <w:pPr>
        <w:pStyle w:val="Textkrper"/>
      </w:pPr>
      <w:r w:rsidRPr="003C0159">
        <w:t>Resolution: Spatial: 10m and 100m</w:t>
      </w:r>
    </w:p>
    <w:p w14:paraId="0C55BC5F" w14:textId="77777777" w:rsidR="006C4C52" w:rsidRPr="003C0159" w:rsidRDefault="006C4C52" w:rsidP="006C4C52">
      <w:pPr>
        <w:pStyle w:val="Textkrper"/>
      </w:pPr>
      <w:r w:rsidRPr="003C0159">
        <w:t>CRS: ETRS89</w:t>
      </w:r>
    </w:p>
    <w:p w14:paraId="50283445" w14:textId="77777777" w:rsidR="006C4C52" w:rsidRPr="003C0159" w:rsidRDefault="006C4C52" w:rsidP="006C4C52">
      <w:pPr>
        <w:pStyle w:val="Textkrper"/>
      </w:pPr>
      <w:r w:rsidRPr="003C0159">
        <w:t>Storage: Format: Raster, Transfer size: 2.8 GB for ESM-2016 10m and ~450 MB for ESM-2016 100m</w:t>
      </w:r>
    </w:p>
    <w:p w14:paraId="316A17E7" w14:textId="77777777" w:rsidR="006C4C52" w:rsidRPr="003C0159" w:rsidRDefault="006C4C52" w:rsidP="006C4C52">
      <w:pPr>
        <w:pStyle w:val="Textkrper"/>
      </w:pPr>
      <w:r w:rsidRPr="003C0159">
        <w:t xml:space="preserve">Metadata: Link to Metadata: http://land.copernicus.eu/pan-european/GHSL/EU%20GHSL%202014 </w:t>
      </w:r>
    </w:p>
    <w:p w14:paraId="4E23D4C8" w14:textId="77777777" w:rsidR="006C4C52" w:rsidRPr="003C0159" w:rsidRDefault="006C4C52" w:rsidP="006C4C52">
      <w:pPr>
        <w:pStyle w:val="berschrift3Annex"/>
      </w:pPr>
      <w:r w:rsidRPr="003C0159">
        <w:t>Data management</w:t>
      </w:r>
    </w:p>
    <w:p w14:paraId="4FA6CAA8" w14:textId="77777777" w:rsidR="006C4C52" w:rsidRPr="003C0159" w:rsidRDefault="006C4C52" w:rsidP="006C4C52">
      <w:pPr>
        <w:pStyle w:val="Textkrper"/>
      </w:pPr>
      <w:r w:rsidRPr="003C0159">
        <w:t>Availability: existing data</w:t>
      </w:r>
    </w:p>
    <w:p w14:paraId="4CB96C3E" w14:textId="77777777" w:rsidR="006C4C52" w:rsidRPr="003C0159" w:rsidRDefault="006C4C52" w:rsidP="006C4C52">
      <w:pPr>
        <w:pStyle w:val="Textkrper"/>
      </w:pPr>
      <w:r w:rsidRPr="003C0159">
        <w:t>Owner: European Commission</w:t>
      </w:r>
    </w:p>
    <w:p w14:paraId="007A5EDE" w14:textId="77777777" w:rsidR="006C4C52" w:rsidRPr="003C0159" w:rsidRDefault="006C4C52" w:rsidP="006C4C52">
      <w:pPr>
        <w:pStyle w:val="Textkrper"/>
      </w:pPr>
      <w:r w:rsidRPr="003C0159">
        <w:t>Open Access: yes</w:t>
      </w:r>
    </w:p>
    <w:p w14:paraId="7196240A" w14:textId="77777777" w:rsidR="006C4C52" w:rsidRPr="003C0159" w:rsidRDefault="006C4C52" w:rsidP="006C4C52">
      <w:pPr>
        <w:pStyle w:val="Textkrper"/>
      </w:pPr>
      <w:r w:rsidRPr="003C0159">
        <w:t xml:space="preserve">Access conditions: </w:t>
      </w:r>
    </w:p>
    <w:p w14:paraId="27F19915" w14:textId="77777777" w:rsidR="006C4C52" w:rsidRPr="003C0159" w:rsidRDefault="006C4C52" w:rsidP="006C4C52">
      <w:pPr>
        <w:pStyle w:val="Textkrper"/>
      </w:pPr>
      <w:proofErr w:type="gramStart"/>
      <w:r w:rsidRPr="003C0159">
        <w:t>from</w:t>
      </w:r>
      <w:proofErr w:type="gramEnd"/>
      <w:r w:rsidRPr="003C0159">
        <w:t xml:space="preserve"> http://land.copernicus.eu/pan-european/GHSL/EU%20GHSL%202014  (Conditions applying to access and use):</w:t>
      </w:r>
    </w:p>
    <w:p w14:paraId="7A8A8CF9" w14:textId="77777777" w:rsidR="006C4C52" w:rsidRPr="003C0159" w:rsidRDefault="006C4C52" w:rsidP="006C4C52">
      <w:pPr>
        <w:pStyle w:val="Textkrper"/>
      </w:pPr>
      <w:r w:rsidRPr="003C0159">
        <w:t>These data are provided for scientific research purposes only. No other use, including commercial, is authorized. No third party distribution of all, or parts, of the electronic files is authorized. Disclaimer: The JRC follows procedures designed to ensure that data produced and disseminated by JRC are of the best quality possible. However, JRC does not guarantee the accuracy, reliability, or completeness of the data provided. Therefore the JRC provides this data without any warranty of any kind whatsoever, either expressed or implied. JRC shall not be liable for incidental, consequential, or special damages arising out of the use of any data provided by JRC.</w:t>
      </w:r>
    </w:p>
    <w:p w14:paraId="304F1E33" w14:textId="77777777" w:rsidR="006C4C52" w:rsidRPr="003C0159" w:rsidRDefault="006C4C52" w:rsidP="006C4C52">
      <w:pPr>
        <w:pStyle w:val="Textkrper"/>
      </w:pPr>
      <w:r w:rsidRPr="003C0159">
        <w:t xml:space="preserve">Any information and data produced in the </w:t>
      </w:r>
      <w:proofErr w:type="gramStart"/>
      <w:r w:rsidRPr="003C0159">
        <w:t>framework  of</w:t>
      </w:r>
      <w:proofErr w:type="gramEnd"/>
      <w:r w:rsidRPr="003C0159">
        <w:t xml:space="preserve"> the action  shall be the sole property of the European Union. Any communication and publication by the beneficiary shall acknowledge that the data were produced “with funding by the European Union”.</w:t>
      </w:r>
    </w:p>
    <w:p w14:paraId="66465A2D" w14:textId="77777777" w:rsidR="006C4C52" w:rsidRPr="003C0159" w:rsidRDefault="006C4C52" w:rsidP="006C4C52">
      <w:pPr>
        <w:pStyle w:val="Textkrper"/>
      </w:pPr>
      <w:r w:rsidRPr="003C0159">
        <w:t>Any information and data produced in the framework of the action shall be the sole property of the European Union. Any communication and publication by the beneficiary shall acknowledge that the data were produced “with funding by the European Union”.</w:t>
      </w:r>
    </w:p>
    <w:p w14:paraId="33FE4D69" w14:textId="77777777" w:rsidR="006C4C52" w:rsidRPr="003C0159" w:rsidRDefault="006C4C52" w:rsidP="006C4C52">
      <w:pPr>
        <w:pStyle w:val="berschrift3Annex"/>
      </w:pPr>
      <w:r w:rsidRPr="003C0159">
        <w:t>(Meta-) Data Repository</w:t>
      </w:r>
    </w:p>
    <w:p w14:paraId="3DEC7F8C" w14:textId="77777777" w:rsidR="006C4C52" w:rsidRPr="003C0159" w:rsidRDefault="006C4C52" w:rsidP="006C4C52">
      <w:pPr>
        <w:pStyle w:val="Textkrper"/>
      </w:pPr>
      <w:r w:rsidRPr="003C0159">
        <w:t>Data Repository Name: Copernicus Land Monitoring Service</w:t>
      </w:r>
    </w:p>
    <w:p w14:paraId="34E605DC" w14:textId="77777777" w:rsidR="006C4C52" w:rsidRPr="003C0159" w:rsidRDefault="006C4C52" w:rsidP="006C4C52">
      <w:pPr>
        <w:pStyle w:val="Textkrper"/>
      </w:pPr>
      <w:r w:rsidRPr="003C0159">
        <w:lastRenderedPageBreak/>
        <w:t xml:space="preserve">Data Repository Access: available for download: http://land.copernicus.eu/pan-european/GHSL/EU%20GHSL%202014 </w:t>
      </w:r>
    </w:p>
    <w:p w14:paraId="777BA741" w14:textId="77777777" w:rsidR="006C4C52" w:rsidRPr="003C0159" w:rsidRDefault="006C4C52" w:rsidP="006C4C52">
      <w:pPr>
        <w:pStyle w:val="Textkrper"/>
      </w:pPr>
      <w:proofErr w:type="gramStart"/>
      <w:r w:rsidRPr="003C0159">
        <w:t>registration</w:t>
      </w:r>
      <w:proofErr w:type="gramEnd"/>
      <w:r w:rsidRPr="003C0159">
        <w:t xml:space="preserve"> required</w:t>
      </w:r>
    </w:p>
    <w:p w14:paraId="5DCC5CC0" w14:textId="77777777" w:rsidR="006C4C52" w:rsidRPr="003C0159" w:rsidRDefault="006C4C52" w:rsidP="006C4C52">
      <w:pPr>
        <w:pStyle w:val="berschrift2Annex"/>
      </w:pPr>
      <w:bookmarkStart w:id="115" w:name="_Toc499541175"/>
      <w:r w:rsidRPr="003C0159">
        <w:t>Address Book - User Data</w:t>
      </w:r>
      <w:bookmarkEnd w:id="115"/>
      <w:r w:rsidRPr="003C0159">
        <w:t xml:space="preserve"> </w:t>
      </w:r>
    </w:p>
    <w:p w14:paraId="040F2093" w14:textId="77777777" w:rsidR="006C4C52" w:rsidRPr="003C0159" w:rsidRDefault="006C4C52" w:rsidP="006C4C52">
      <w:pPr>
        <w:pStyle w:val="berschrift3Annex"/>
      </w:pPr>
      <w:r w:rsidRPr="003C0159">
        <w:t>Responsible party</w:t>
      </w:r>
    </w:p>
    <w:p w14:paraId="53614D51" w14:textId="77777777" w:rsidR="006C4C52" w:rsidRPr="003C0159" w:rsidRDefault="006C4C52" w:rsidP="006C4C52">
      <w:pPr>
        <w:pStyle w:val="Textkrper"/>
      </w:pPr>
      <w:r w:rsidRPr="003C0159">
        <w:t>Collect and process user data (end users, experts, potential customers, persons from stakeholders) in order to get in contact with them (email, newsletter) and invite them to events in their region or field of profession. Data providers are the users themselves as natural persons (website registration) or parties inside or outside the consortia (e.g. of at attendants at events) or organizations publishing name, occupation and contact data of responsible personnel (cities, research organizations, enterprises).</w:t>
      </w:r>
    </w:p>
    <w:p w14:paraId="56DFF2D1" w14:textId="77777777" w:rsidR="006C4C52" w:rsidRPr="003C0159" w:rsidRDefault="006C4C52" w:rsidP="006C4C52">
      <w:pPr>
        <w:pStyle w:val="Textkrper"/>
      </w:pPr>
      <w:r w:rsidRPr="003C0159">
        <w:t xml:space="preserve">Responsible Party (CLARITY): SCC </w:t>
      </w:r>
    </w:p>
    <w:p w14:paraId="68732652" w14:textId="77777777" w:rsidR="006C4C52" w:rsidRPr="003C0159" w:rsidRDefault="006C4C52" w:rsidP="006C4C52">
      <w:pPr>
        <w:pStyle w:val="Textkrper"/>
      </w:pPr>
      <w:r w:rsidRPr="003C0159">
        <w:t xml:space="preserve">Responsible Person (CLARITY): Andrea Geyer </w:t>
      </w:r>
    </w:p>
    <w:p w14:paraId="2492154C" w14:textId="77777777" w:rsidR="006C4C52" w:rsidRPr="003C0159" w:rsidRDefault="006C4C52" w:rsidP="006C4C52">
      <w:pPr>
        <w:pStyle w:val="Textkrper"/>
      </w:pPr>
      <w:r w:rsidRPr="003C0159">
        <w:t>WPs: WP5 and 6</w:t>
      </w:r>
    </w:p>
    <w:p w14:paraId="1347C19B" w14:textId="77777777" w:rsidR="006C4C52" w:rsidRPr="003C0159" w:rsidRDefault="006C4C52" w:rsidP="006C4C52">
      <w:pPr>
        <w:pStyle w:val="berschrift3Annex"/>
      </w:pPr>
      <w:r w:rsidRPr="003C0159">
        <w:t>Data provenance</w:t>
      </w:r>
    </w:p>
    <w:p w14:paraId="42DB053D" w14:textId="77777777" w:rsidR="006C4C52" w:rsidRPr="003C0159" w:rsidRDefault="006C4C52" w:rsidP="006C4C52">
      <w:pPr>
        <w:pStyle w:val="Textkrper"/>
      </w:pPr>
      <w:r w:rsidRPr="003C0159">
        <w:t xml:space="preserve">Data provenance is either direct input by the user when registering at the website or input/input by a partner or the responsible party of public available user data like name, organization, email address plus assigning a considered user role. The purpose of user data added by a partner is a) to visualize as many stakeholder of the ecosphere as possible and b) contact user for several CLARITY dissemination measures, e.g. invite for probably suitable events, ask for comment as an </w:t>
      </w:r>
      <w:proofErr w:type="gramStart"/>
      <w:r w:rsidRPr="003C0159">
        <w:t>expert .</w:t>
      </w:r>
      <w:proofErr w:type="gramEnd"/>
    </w:p>
    <w:p w14:paraId="6764DC42" w14:textId="77777777" w:rsidR="006C4C52" w:rsidRPr="003C0159" w:rsidRDefault="006C4C52" w:rsidP="006C4C52">
      <w:pPr>
        <w:pStyle w:val="Textkrper"/>
      </w:pPr>
      <w:r w:rsidRPr="003C0159">
        <w:t>Contacts we gather will be number-one source for dissemination and exploitation success - therefore we will encourage people to register directly at our site, type in business card information from people we talk to at events or people we know already and may have a benefit from CLARITY for their business.</w:t>
      </w:r>
    </w:p>
    <w:p w14:paraId="2362CDC9" w14:textId="77777777" w:rsidR="006C4C52" w:rsidRPr="003C0159" w:rsidRDefault="006C4C52" w:rsidP="006C4C52">
      <w:pPr>
        <w:pStyle w:val="Textkrper"/>
      </w:pPr>
      <w:r w:rsidRPr="003C0159">
        <w:t>For panel participation extended data will be requested concerning expertise and relevant work and shall be confirmed with double-opt in.</w:t>
      </w:r>
    </w:p>
    <w:p w14:paraId="207D4A86" w14:textId="77777777" w:rsidR="006C4C52" w:rsidRPr="003C0159" w:rsidRDefault="006C4C52" w:rsidP="006C4C52">
      <w:pPr>
        <w:pStyle w:val="berschrift3Annex"/>
      </w:pPr>
      <w:r w:rsidRPr="003C0159">
        <w:t>Intended use</w:t>
      </w:r>
    </w:p>
    <w:p w14:paraId="01A0BA7E" w14:textId="77777777" w:rsidR="006C4C52" w:rsidRPr="003C0159" w:rsidRDefault="006C4C52" w:rsidP="006C4C52">
      <w:pPr>
        <w:pStyle w:val="Textkrper"/>
      </w:pPr>
      <w:r w:rsidRPr="003C0159">
        <w:t>User data will be utilized for dissemination, community building and exploitation.</w:t>
      </w:r>
      <w:r w:rsidRPr="003C0159">
        <w:br/>
      </w:r>
      <w:proofErr w:type="gramStart"/>
      <w:r w:rsidRPr="003C0159">
        <w:t>CLARITY  will</w:t>
      </w:r>
      <w:proofErr w:type="gramEnd"/>
      <w:r w:rsidRPr="003C0159">
        <w:t xml:space="preserve"> cluster contacts and aggregate target groups for effective (and efficient) exploitation activities. Well defined target groups will help to tailor project´s future services and besides, will provide additional ideas for business </w:t>
      </w:r>
      <w:proofErr w:type="gramStart"/>
      <w:r w:rsidRPr="003C0159">
        <w:t>model  development</w:t>
      </w:r>
      <w:proofErr w:type="gramEnd"/>
      <w:r w:rsidRPr="003C0159">
        <w:t>.</w:t>
      </w:r>
    </w:p>
    <w:p w14:paraId="0E1F3603" w14:textId="77777777" w:rsidR="006C4C52" w:rsidRPr="003C0159" w:rsidRDefault="006C4C52" w:rsidP="006C4C52">
      <w:pPr>
        <w:pStyle w:val="Textkrper"/>
      </w:pPr>
      <w:r w:rsidRPr="003C0159">
        <w:t xml:space="preserve">User data/address book will not die down after the termination of the project but be </w:t>
      </w:r>
      <w:proofErr w:type="gramStart"/>
      <w:r w:rsidRPr="003C0159">
        <w:t>a groundwork</w:t>
      </w:r>
      <w:proofErr w:type="gramEnd"/>
      <w:r w:rsidRPr="003C0159">
        <w:t xml:space="preserve"> for further exploitation. For exploitation relevant user data will be transferred to order processing applications like invoicing and book keeping and enriched in these systems (e.g. payment settings).</w:t>
      </w:r>
    </w:p>
    <w:p w14:paraId="5E67DA72" w14:textId="77777777" w:rsidR="006C4C52" w:rsidRPr="003C0159" w:rsidRDefault="006C4C52" w:rsidP="006C4C52">
      <w:pPr>
        <w:pStyle w:val="Textkrper"/>
      </w:pPr>
      <w:r w:rsidRPr="003C0159">
        <w:t xml:space="preserve">Furthermore it is intended to setup a multi-disciplinarian panel comprising of all stakeholder groups and sectors involved. Panel can be utilized on focus groups and surveys, to establish </w:t>
      </w:r>
      <w:proofErr w:type="gramStart"/>
      <w:r w:rsidRPr="003C0159">
        <w:t>expert  groups</w:t>
      </w:r>
      <w:proofErr w:type="gramEnd"/>
      <w:r w:rsidRPr="003C0159">
        <w:t xml:space="preserve"> for policy making and ecosphere development.</w:t>
      </w:r>
    </w:p>
    <w:p w14:paraId="51342616" w14:textId="77777777" w:rsidR="006C4C52" w:rsidRPr="003C0159" w:rsidRDefault="006C4C52" w:rsidP="006C4C52">
      <w:pPr>
        <w:pStyle w:val="Textkrper"/>
      </w:pPr>
      <w:r w:rsidRPr="003C0159">
        <w:t xml:space="preserve">Building Blocks: Marketplace </w:t>
      </w:r>
    </w:p>
    <w:p w14:paraId="58A5F3E8" w14:textId="77777777" w:rsidR="006C4C52" w:rsidRPr="003C0159" w:rsidRDefault="006C4C52" w:rsidP="006C4C52">
      <w:pPr>
        <w:pStyle w:val="berschrift3Annex"/>
      </w:pPr>
      <w:r w:rsidRPr="003C0159">
        <w:t>Data description</w:t>
      </w:r>
    </w:p>
    <w:p w14:paraId="718AE3EB" w14:textId="77777777" w:rsidR="006C4C52" w:rsidRPr="003C0159" w:rsidRDefault="006C4C52" w:rsidP="006C4C52">
      <w:pPr>
        <w:pStyle w:val="Textkrper"/>
      </w:pPr>
      <w:r w:rsidRPr="003C0159">
        <w:t>Fields:</w:t>
      </w:r>
    </w:p>
    <w:p w14:paraId="7856AA00" w14:textId="77777777" w:rsidR="006C4C52" w:rsidRPr="003C0159" w:rsidRDefault="006C4C52" w:rsidP="006C4C52">
      <w:pPr>
        <w:pStyle w:val="Textkrper"/>
        <w:jc w:val="left"/>
      </w:pPr>
      <w:r w:rsidRPr="003C0159">
        <w:t>1) Surname</w:t>
      </w:r>
      <w:r w:rsidRPr="003C0159">
        <w:br/>
        <w:t>2) Given Name</w:t>
      </w:r>
      <w:r w:rsidRPr="003C0159">
        <w:br/>
        <w:t>3) Title</w:t>
      </w:r>
      <w:r w:rsidRPr="003C0159">
        <w:br/>
        <w:t>4) Organization/company</w:t>
      </w:r>
      <w:r w:rsidRPr="003C0159">
        <w:br/>
      </w:r>
      <w:r w:rsidRPr="003C0159">
        <w:lastRenderedPageBreak/>
        <w:t>5) Department</w:t>
      </w:r>
      <w:r w:rsidRPr="003C0159">
        <w:br/>
        <w:t xml:space="preserve">6) </w:t>
      </w:r>
      <w:proofErr w:type="spellStart"/>
      <w:r w:rsidRPr="003C0159">
        <w:t>Responisibility</w:t>
      </w:r>
      <w:proofErr w:type="spellEnd"/>
      <w:r w:rsidRPr="003C0159">
        <w:br/>
        <w:t>7) Email address</w:t>
      </w:r>
      <w:r w:rsidRPr="003C0159">
        <w:br/>
        <w:t xml:space="preserve">8) Profile, messenger - can we import this from </w:t>
      </w:r>
      <w:proofErr w:type="gramStart"/>
      <w:r w:rsidRPr="003C0159">
        <w:t>LinkedIn ?</w:t>
      </w:r>
      <w:proofErr w:type="gramEnd"/>
      <w:r w:rsidRPr="003C0159">
        <w:br/>
        <w:t>9) Role  for buying decisions *taxonomy* "gatekeeper", "influencer", "decider", "buyer", "user"</w:t>
      </w:r>
      <w:r w:rsidRPr="003C0159">
        <w:br/>
        <w:t>10) Role for community building *taxonomy* "architecture /construction", "urban/spatial planner", "scientist", "policy maker", "risk  manager in sector"</w:t>
      </w:r>
      <w:r w:rsidRPr="003C0159">
        <w:br/>
        <w:t>11) Sectors *taxonomy*</w:t>
      </w:r>
      <w:r w:rsidRPr="003C0159">
        <w:br/>
        <w:t>12) Consultant, Planner - Y/N</w:t>
      </w:r>
      <w:r w:rsidRPr="003C0159">
        <w:br/>
        <w:t>13) Contact description - free text</w:t>
      </w:r>
      <w:r w:rsidRPr="003C0159">
        <w:br/>
        <w:t>14) Interest - *</w:t>
      </w:r>
      <w:proofErr w:type="spellStart"/>
      <w:r w:rsidRPr="003C0159">
        <w:t>taxanomy</w:t>
      </w:r>
      <w:proofErr w:type="spellEnd"/>
      <w:r w:rsidRPr="003C0159">
        <w:t>* - can be set up after use case  design</w:t>
      </w:r>
      <w:r w:rsidRPr="003C0159">
        <w:br/>
        <w:t>15) Source - *taxonomy* "registered on web site"; "event  1-n"; "3rd party event" - description (text); "partner contact"</w:t>
      </w:r>
    </w:p>
    <w:p w14:paraId="2FC4B71D" w14:textId="77777777" w:rsidR="006C4C52" w:rsidRPr="003C0159" w:rsidRDefault="006C4C52" w:rsidP="006C4C52">
      <w:pPr>
        <w:pStyle w:val="Textkrper"/>
        <w:jc w:val="left"/>
      </w:pPr>
      <w:r w:rsidRPr="003C0159">
        <w:t>Additional fields for panel</w:t>
      </w:r>
    </w:p>
    <w:p w14:paraId="28B1A9C8" w14:textId="77777777" w:rsidR="006C4C52" w:rsidRPr="003C0159" w:rsidRDefault="006C4C52" w:rsidP="006C4C52">
      <w:pPr>
        <w:pStyle w:val="Textkrper"/>
        <w:jc w:val="left"/>
      </w:pPr>
      <w:r w:rsidRPr="003C0159">
        <w:t xml:space="preserve">Coverage: </w:t>
      </w:r>
    </w:p>
    <w:p w14:paraId="42CB13C1" w14:textId="77777777" w:rsidR="006C4C52" w:rsidRPr="003C0159" w:rsidRDefault="006C4C52" w:rsidP="006C4C52">
      <w:pPr>
        <w:pStyle w:val="Textkrper"/>
        <w:jc w:val="left"/>
      </w:pPr>
      <w:r w:rsidRPr="003C0159">
        <w:t>a) Name = User data</w:t>
      </w:r>
      <w:r w:rsidRPr="003C0159">
        <w:br/>
        <w:t>b) Unit = human individual (person</w:t>
      </w:r>
      <w:proofErr w:type="gramStart"/>
      <w:r w:rsidRPr="003C0159">
        <w:t>)</w:t>
      </w:r>
      <w:proofErr w:type="gramEnd"/>
      <w:r w:rsidRPr="003C0159">
        <w:br/>
        <w:t>c) source type = individual input; import open data (?)</w:t>
      </w:r>
    </w:p>
    <w:p w14:paraId="03C1B280" w14:textId="77777777" w:rsidR="006C4C52" w:rsidRPr="003C0159" w:rsidRDefault="006C4C52" w:rsidP="006C4C52">
      <w:pPr>
        <w:pStyle w:val="Textkrper"/>
        <w:jc w:val="left"/>
      </w:pPr>
      <w:r w:rsidRPr="003C0159">
        <w:t>Storage: Text data, 100k per user, estimated 5.000 users (?)</w:t>
      </w:r>
    </w:p>
    <w:p w14:paraId="38E994BE" w14:textId="77777777" w:rsidR="006C4C52" w:rsidRPr="003C0159" w:rsidRDefault="006C4C52" w:rsidP="006C4C52">
      <w:pPr>
        <w:pStyle w:val="Textkrper"/>
        <w:jc w:val="left"/>
      </w:pPr>
      <w:r w:rsidRPr="003C0159">
        <w:t>Metadata: Personal, user specific data.</w:t>
      </w:r>
    </w:p>
    <w:p w14:paraId="73FC185C" w14:textId="77777777" w:rsidR="006C4C52" w:rsidRPr="003C0159" w:rsidRDefault="006C4C52" w:rsidP="006C4C52">
      <w:pPr>
        <w:pStyle w:val="berschrift3Annex"/>
      </w:pPr>
      <w:r w:rsidRPr="003C0159">
        <w:t>Data management</w:t>
      </w:r>
    </w:p>
    <w:p w14:paraId="293F6B5F" w14:textId="77777777" w:rsidR="006C4C52" w:rsidRPr="003C0159" w:rsidRDefault="006C4C52" w:rsidP="006C4C52">
      <w:pPr>
        <w:pStyle w:val="Textkrper"/>
      </w:pPr>
      <w:r w:rsidRPr="003C0159">
        <w:t xml:space="preserve">Availability: existing data, data will be produced in the CLARITY </w:t>
      </w:r>
      <w:proofErr w:type="gramStart"/>
      <w:r w:rsidRPr="003C0159">
        <w:t>project,</w:t>
      </w:r>
      <w:proofErr w:type="gramEnd"/>
      <w:r w:rsidRPr="003C0159">
        <w:t xml:space="preserve"> data will be reused/extended</w:t>
      </w:r>
    </w:p>
    <w:p w14:paraId="0106EF5C" w14:textId="77777777" w:rsidR="006C4C52" w:rsidRPr="003C0159" w:rsidRDefault="006C4C52" w:rsidP="006C4C52">
      <w:pPr>
        <w:pStyle w:val="Textkrper"/>
      </w:pPr>
      <w:r w:rsidRPr="003C0159">
        <w:t>Owner: individual user</w:t>
      </w:r>
    </w:p>
    <w:p w14:paraId="021959B8" w14:textId="77777777" w:rsidR="006C4C52" w:rsidRPr="003C0159" w:rsidRDefault="006C4C52" w:rsidP="006C4C52">
      <w:pPr>
        <w:pStyle w:val="Textkrper"/>
      </w:pPr>
      <w:r w:rsidRPr="003C0159">
        <w:t>Open Access: no</w:t>
      </w:r>
    </w:p>
    <w:p w14:paraId="21938B4A" w14:textId="77777777" w:rsidR="006C4C52" w:rsidRPr="003C0159" w:rsidRDefault="006C4C52" w:rsidP="006C4C52">
      <w:pPr>
        <w:pStyle w:val="Textkrper"/>
      </w:pPr>
      <w:r w:rsidRPr="003C0159">
        <w:t xml:space="preserve">Access conditions: </w:t>
      </w:r>
    </w:p>
    <w:p w14:paraId="345351A3" w14:textId="77777777" w:rsidR="006C4C52" w:rsidRPr="003C0159" w:rsidRDefault="006C4C52" w:rsidP="006C4C52">
      <w:pPr>
        <w:pStyle w:val="Textkrper"/>
      </w:pPr>
      <w:proofErr w:type="gramStart"/>
      <w:r w:rsidRPr="003C0159">
        <w:t>Data under regime of data protection and privacy - restrictions on use.</w:t>
      </w:r>
      <w:proofErr w:type="gramEnd"/>
      <w:r w:rsidRPr="003C0159">
        <w:t xml:space="preserve"> Double-opt in for the individual end </w:t>
      </w:r>
      <w:proofErr w:type="gramStart"/>
      <w:r w:rsidRPr="003C0159">
        <w:t>user ,</w:t>
      </w:r>
      <w:proofErr w:type="gramEnd"/>
      <w:r w:rsidRPr="003C0159">
        <w:t xml:space="preserve"> frequent ask for confirmation.</w:t>
      </w:r>
    </w:p>
    <w:p w14:paraId="7B6FAACC" w14:textId="77777777" w:rsidR="006C4C52" w:rsidRPr="003C0159" w:rsidRDefault="006C4C52" w:rsidP="006C4C52">
      <w:pPr>
        <w:pStyle w:val="berschrift3Annex"/>
      </w:pPr>
      <w:r w:rsidRPr="003C0159">
        <w:t>(Meta-) Data Repository</w:t>
      </w:r>
    </w:p>
    <w:p w14:paraId="05F84EBC" w14:textId="77777777" w:rsidR="006C4C52" w:rsidRPr="003C0159" w:rsidRDefault="006C4C52" w:rsidP="006C4C52">
      <w:pPr>
        <w:pStyle w:val="Textkrper"/>
      </w:pPr>
      <w:r w:rsidRPr="003C0159">
        <w:t xml:space="preserve">Data Repository Description: Internal database generated in CLARITY </w:t>
      </w:r>
    </w:p>
    <w:p w14:paraId="21F12C7C" w14:textId="77777777" w:rsidR="006C4C52" w:rsidRPr="003C0159" w:rsidRDefault="006C4C52" w:rsidP="006C4C52">
      <w:pPr>
        <w:pStyle w:val="Textkrper"/>
      </w:pPr>
      <w:r w:rsidRPr="003C0159">
        <w:t>Data Repository Properties:  new, internal repository, restricted.</w:t>
      </w:r>
    </w:p>
    <w:p w14:paraId="3C444EA3" w14:textId="77777777" w:rsidR="006C4C52" w:rsidRPr="003C0159" w:rsidRDefault="006C4C52" w:rsidP="007A37A5">
      <w:pPr>
        <w:pStyle w:val="Textkrper"/>
        <w:numPr>
          <w:ilvl w:val="0"/>
          <w:numId w:val="29"/>
        </w:numPr>
      </w:pPr>
      <w:proofErr w:type="gramStart"/>
      <w:r w:rsidRPr="003C0159">
        <w:t>sustainable</w:t>
      </w:r>
      <w:proofErr w:type="gramEnd"/>
      <w:r w:rsidRPr="003C0159">
        <w:t xml:space="preserve"> - data will be kept and fostered after the end of the project; every partner will make use of relevant data referring to their business. Built-up community - "ownership" to be defined, CC experts foundation?</w:t>
      </w:r>
    </w:p>
    <w:p w14:paraId="2389A8E5" w14:textId="77777777" w:rsidR="006C4C52" w:rsidRPr="003C0159" w:rsidRDefault="006C4C52" w:rsidP="007A37A5">
      <w:pPr>
        <w:pStyle w:val="Textkrper"/>
        <w:numPr>
          <w:ilvl w:val="0"/>
          <w:numId w:val="29"/>
        </w:numPr>
      </w:pPr>
      <w:proofErr w:type="gramStart"/>
      <w:r w:rsidRPr="003C0159">
        <w:t>backups</w:t>
      </w:r>
      <w:proofErr w:type="gramEnd"/>
      <w:r w:rsidRPr="003C0159">
        <w:t>; no use by third parties - data protection regulations.</w:t>
      </w:r>
    </w:p>
    <w:p w14:paraId="73211F52" w14:textId="77777777" w:rsidR="006C4C52" w:rsidRPr="003C0159" w:rsidRDefault="006C4C52" w:rsidP="006C4C52">
      <w:pPr>
        <w:pStyle w:val="berschrift2Annex"/>
      </w:pPr>
      <w:bookmarkStart w:id="116" w:name="_Toc499541176"/>
      <w:r w:rsidRPr="003C0159">
        <w:t>CLARITY mailing and document repository - User data</w:t>
      </w:r>
      <w:bookmarkEnd w:id="116"/>
      <w:r w:rsidRPr="003C0159">
        <w:t xml:space="preserve"> </w:t>
      </w:r>
    </w:p>
    <w:p w14:paraId="58BB8D97" w14:textId="77777777" w:rsidR="006C4C52" w:rsidRPr="003C0159" w:rsidRDefault="006C4C52" w:rsidP="006C4C52">
      <w:pPr>
        <w:pStyle w:val="berschrift3Annex"/>
      </w:pPr>
      <w:r w:rsidRPr="003C0159">
        <w:t>Responsible party</w:t>
      </w:r>
    </w:p>
    <w:p w14:paraId="2E33BCFD" w14:textId="77777777" w:rsidR="006C4C52" w:rsidRPr="003C0159" w:rsidRDefault="006C4C52" w:rsidP="006C4C52">
      <w:pPr>
        <w:pStyle w:val="Textkrper"/>
      </w:pPr>
      <w:r w:rsidRPr="003C0159">
        <w:t>The intention is to collect contact information  (</w:t>
      </w:r>
      <w:proofErr w:type="spellStart"/>
      <w:r w:rsidRPr="003C0159">
        <w:t>i.e</w:t>
      </w:r>
      <w:proofErr w:type="spellEnd"/>
      <w:r w:rsidRPr="003C0159">
        <w:t>, name, email, telephone number, WP  participation, etc.) from each partner personnel involved in CLARITY  project in order to give them read/write access to the document  repository as well as subscribe them to the specific email (WP1, WP2, WP3, WP4, WP5-6, WP7) set up for each WP where they are involved.</w:t>
      </w:r>
    </w:p>
    <w:p w14:paraId="11E5F54D" w14:textId="77777777" w:rsidR="006C4C52" w:rsidRPr="003C0159" w:rsidRDefault="006C4C52" w:rsidP="006C4C52">
      <w:pPr>
        <w:pStyle w:val="Textkrper"/>
      </w:pPr>
      <w:r w:rsidRPr="003C0159">
        <w:lastRenderedPageBreak/>
        <w:t>In addition, additional emails have been created for the different managerial bodies of the project - Technical Committee (TC), Quality Assurance &amp; Ethics (</w:t>
      </w:r>
      <w:proofErr w:type="gramStart"/>
      <w:r w:rsidRPr="003C0159">
        <w:t>QA )</w:t>
      </w:r>
      <w:proofErr w:type="gramEnd"/>
      <w:r w:rsidRPr="003C0159">
        <w:t xml:space="preserve"> and General Assembly (GA ) . </w:t>
      </w:r>
      <w:proofErr w:type="gramStart"/>
      <w:r w:rsidRPr="003C0159">
        <w:t>where</w:t>
      </w:r>
      <w:proofErr w:type="gramEnd"/>
      <w:r w:rsidRPr="003C0159">
        <w:t xml:space="preserve"> designated persons from each partner are involved.</w:t>
      </w:r>
    </w:p>
    <w:p w14:paraId="3E005813" w14:textId="77777777" w:rsidR="006C4C52" w:rsidRPr="003C0159" w:rsidRDefault="006C4C52" w:rsidP="006C4C52">
      <w:pPr>
        <w:pStyle w:val="Textkrper"/>
      </w:pPr>
      <w:r w:rsidRPr="003C0159">
        <w:t xml:space="preserve">A further email for the Advisory Board members will be set up in the next weeks. This email will comprehend persons from project partners and experts from outside the project. </w:t>
      </w:r>
    </w:p>
    <w:p w14:paraId="2E3FA739" w14:textId="77777777" w:rsidR="006C4C52" w:rsidRPr="003C0159" w:rsidRDefault="006C4C52" w:rsidP="006C4C52">
      <w:pPr>
        <w:pStyle w:val="Textkrper"/>
      </w:pPr>
      <w:r w:rsidRPr="003C0159">
        <w:t xml:space="preserve">Responsible Party (CLARITY): ATOS </w:t>
      </w:r>
    </w:p>
    <w:p w14:paraId="5AFEF2C6" w14:textId="77777777" w:rsidR="006C4C52" w:rsidRPr="003C0159" w:rsidRDefault="006C4C52" w:rsidP="006C4C52">
      <w:pPr>
        <w:pStyle w:val="Textkrper"/>
      </w:pPr>
      <w:r w:rsidRPr="003C0159">
        <w:t xml:space="preserve">Responsible Person (CLARITY): Miguel </w:t>
      </w:r>
      <w:proofErr w:type="spellStart"/>
      <w:r w:rsidRPr="003C0159">
        <w:t>Esbri</w:t>
      </w:r>
      <w:proofErr w:type="spellEnd"/>
      <w:r w:rsidRPr="003C0159">
        <w:t xml:space="preserve">, Juan Alonso </w:t>
      </w:r>
    </w:p>
    <w:p w14:paraId="01B47132" w14:textId="77777777" w:rsidR="006C4C52" w:rsidRPr="003C0159" w:rsidRDefault="006C4C52" w:rsidP="006C4C52">
      <w:pPr>
        <w:pStyle w:val="Textkrper"/>
      </w:pPr>
      <w:r w:rsidRPr="003C0159">
        <w:t>WPs: CLARITY, WP1, WP2, WP3, WP4, WP5 and 6, WP7</w:t>
      </w:r>
    </w:p>
    <w:p w14:paraId="026747C9" w14:textId="77777777" w:rsidR="006C4C52" w:rsidRPr="003C0159" w:rsidRDefault="006C4C52" w:rsidP="006C4C52">
      <w:pPr>
        <w:pStyle w:val="berschrift3Annex"/>
      </w:pPr>
      <w:r w:rsidRPr="003C0159">
        <w:t>Data provenance</w:t>
      </w:r>
    </w:p>
    <w:p w14:paraId="4F399B79" w14:textId="77777777" w:rsidR="006C4C52" w:rsidRPr="003C0159" w:rsidRDefault="006C4C52" w:rsidP="006C4C52">
      <w:pPr>
        <w:pStyle w:val="Textkrper"/>
      </w:pPr>
      <w:r w:rsidRPr="003C0159">
        <w:t xml:space="preserve">Data provenance is direct input from the partners (or project </w:t>
      </w:r>
      <w:proofErr w:type="gramStart"/>
      <w:r w:rsidRPr="003C0159">
        <w:t>external )</w:t>
      </w:r>
      <w:proofErr w:type="gramEnd"/>
      <w:r w:rsidRPr="003C0159">
        <w:t xml:space="preserve"> persons when being granted access to CLARITY document repository or subscribed to the emails.</w:t>
      </w:r>
    </w:p>
    <w:p w14:paraId="700E5D4C" w14:textId="77777777" w:rsidR="006C4C52" w:rsidRPr="003C0159" w:rsidRDefault="006C4C52" w:rsidP="006C4C52">
      <w:pPr>
        <w:pStyle w:val="berschrift3Annex"/>
      </w:pPr>
      <w:r w:rsidRPr="003C0159">
        <w:t>Intended use</w:t>
      </w:r>
    </w:p>
    <w:p w14:paraId="721E17D4" w14:textId="77777777" w:rsidR="006C4C52" w:rsidRPr="003C0159" w:rsidRDefault="006C4C52" w:rsidP="006C4C52">
      <w:pPr>
        <w:pStyle w:val="Textkrper"/>
      </w:pPr>
      <w:r w:rsidRPr="003C0159">
        <w:t>User data is used for subscribing the person to the various CLARITY WP emails where he/she is participating and creating personal accounts in the document repository.</w:t>
      </w:r>
    </w:p>
    <w:p w14:paraId="07851D86" w14:textId="77777777" w:rsidR="006C4C52" w:rsidRPr="003C0159" w:rsidRDefault="006C4C52" w:rsidP="006C4C52">
      <w:pPr>
        <w:pStyle w:val="Textkrper"/>
      </w:pPr>
      <w:r w:rsidRPr="003C0159">
        <w:t>Relations to Building Blocks: There is no direct relation with CLARITY Building Blocks</w:t>
      </w:r>
    </w:p>
    <w:p w14:paraId="18CA5AC0" w14:textId="77777777" w:rsidR="006C4C52" w:rsidRPr="003C0159" w:rsidRDefault="006C4C52" w:rsidP="006C4C52">
      <w:pPr>
        <w:pStyle w:val="berschrift3Annex"/>
      </w:pPr>
      <w:r w:rsidRPr="003C0159">
        <w:t>Data description</w:t>
      </w:r>
    </w:p>
    <w:p w14:paraId="26082CA7" w14:textId="77777777" w:rsidR="006C4C52" w:rsidRPr="003C0159" w:rsidRDefault="006C4C52" w:rsidP="006C4C52">
      <w:pPr>
        <w:pStyle w:val="Textkrper"/>
      </w:pPr>
      <w:r w:rsidRPr="003C0159">
        <w:t>Title: CLARITY Contact_v1.00_20171006.xlsx</w:t>
      </w:r>
    </w:p>
    <w:p w14:paraId="22A5BF49" w14:textId="77777777" w:rsidR="006C4C52" w:rsidRPr="003C0159" w:rsidRDefault="006C4C52" w:rsidP="006C4C52">
      <w:pPr>
        <w:pStyle w:val="Textkrper"/>
      </w:pPr>
      <w:r w:rsidRPr="003C0159">
        <w:t xml:space="preserve">Naming convention: </w:t>
      </w:r>
      <w:proofErr w:type="gramStart"/>
      <w:r w:rsidRPr="003C0159">
        <w:t xml:space="preserve">CLARITY  </w:t>
      </w:r>
      <w:proofErr w:type="spellStart"/>
      <w:r w:rsidRPr="003C0159">
        <w:t>Contact</w:t>
      </w:r>
      <w:proofErr w:type="gramEnd"/>
      <w:r w:rsidRPr="003C0159">
        <w:t>_v</w:t>
      </w:r>
      <w:proofErr w:type="spellEnd"/>
      <w:r w:rsidRPr="003C0159">
        <w:t>{increase index]_{</w:t>
      </w:r>
      <w:proofErr w:type="spellStart"/>
      <w:r w:rsidRPr="003C0159">
        <w:t>modification_date</w:t>
      </w:r>
      <w:proofErr w:type="spellEnd"/>
      <w:r w:rsidRPr="003C0159">
        <w:t>]</w:t>
      </w:r>
    </w:p>
    <w:p w14:paraId="4BA82B56" w14:textId="77777777" w:rsidR="006C4C52" w:rsidRPr="003C0159" w:rsidRDefault="006C4C52" w:rsidP="006C4C52">
      <w:pPr>
        <w:pStyle w:val="Textkrper"/>
      </w:pPr>
      <w:r w:rsidRPr="003C0159">
        <w:t xml:space="preserve">Parameter information: </w:t>
      </w:r>
    </w:p>
    <w:p w14:paraId="0D935797" w14:textId="77777777" w:rsidR="006C4C52" w:rsidRPr="003C0159" w:rsidRDefault="006C4C52" w:rsidP="006C4C52">
      <w:pPr>
        <w:pStyle w:val="Textkrper"/>
      </w:pPr>
      <w:r w:rsidRPr="003C0159">
        <w:rPr>
          <w:rStyle w:val="Starkbetont"/>
        </w:rPr>
        <w:t>Institution:</w:t>
      </w:r>
      <w:r w:rsidRPr="003C0159">
        <w:t xml:space="preserve"> name of the entity which the person belongs to (either from a project partner or </w:t>
      </w:r>
      <w:proofErr w:type="gramStart"/>
      <w:r w:rsidRPr="003C0159">
        <w:t>external )</w:t>
      </w:r>
      <w:proofErr w:type="gramEnd"/>
    </w:p>
    <w:p w14:paraId="6893EB0F" w14:textId="77777777" w:rsidR="006C4C52" w:rsidRPr="003C0159" w:rsidRDefault="006C4C52" w:rsidP="006C4C52">
      <w:pPr>
        <w:pStyle w:val="Textkrper"/>
      </w:pPr>
      <w:r w:rsidRPr="003C0159">
        <w:rPr>
          <w:rStyle w:val="Starkbetont"/>
        </w:rPr>
        <w:t>Country:</w:t>
      </w:r>
      <w:r w:rsidRPr="003C0159">
        <w:t xml:space="preserve"> country where the </w:t>
      </w:r>
      <w:proofErr w:type="spellStart"/>
      <w:r w:rsidRPr="003C0159">
        <w:t>insitution</w:t>
      </w:r>
      <w:proofErr w:type="spellEnd"/>
      <w:r w:rsidRPr="003C0159">
        <w:t xml:space="preserve"> is located</w:t>
      </w:r>
    </w:p>
    <w:p w14:paraId="0DAD88ED" w14:textId="77777777" w:rsidR="006C4C52" w:rsidRPr="003C0159" w:rsidRDefault="006C4C52" w:rsidP="006C4C52">
      <w:pPr>
        <w:pStyle w:val="Textkrper"/>
      </w:pPr>
      <w:r w:rsidRPr="003C0159">
        <w:rPr>
          <w:rStyle w:val="Starkbetont"/>
        </w:rPr>
        <w:t>Contact Name:</w:t>
      </w:r>
      <w:r w:rsidRPr="003C0159">
        <w:t xml:space="preserve"> Full name of the person to be registered in the emails and document repository</w:t>
      </w:r>
    </w:p>
    <w:p w14:paraId="556AA3D8" w14:textId="77777777" w:rsidR="006C4C52" w:rsidRPr="003C0159" w:rsidRDefault="006C4C52" w:rsidP="006C4C52">
      <w:pPr>
        <w:pStyle w:val="Textkrper"/>
      </w:pPr>
      <w:r w:rsidRPr="003C0159">
        <w:rPr>
          <w:rStyle w:val="Starkbetont"/>
        </w:rPr>
        <w:t xml:space="preserve">Position / </w:t>
      </w:r>
      <w:proofErr w:type="gramStart"/>
      <w:r w:rsidRPr="003C0159">
        <w:rPr>
          <w:rStyle w:val="Starkbetont"/>
        </w:rPr>
        <w:t>Role :</w:t>
      </w:r>
      <w:proofErr w:type="gramEnd"/>
      <w:r w:rsidRPr="003C0159">
        <w:t xml:space="preserve"> role of the person in the institution</w:t>
      </w:r>
    </w:p>
    <w:p w14:paraId="771C74B3" w14:textId="77777777" w:rsidR="006C4C52" w:rsidRPr="003C0159" w:rsidRDefault="006C4C52" w:rsidP="006C4C52">
      <w:pPr>
        <w:pStyle w:val="Textkrper"/>
      </w:pPr>
      <w:r w:rsidRPr="003C0159">
        <w:rPr>
          <w:rStyle w:val="Starkbetont"/>
        </w:rPr>
        <w:t>WP1:</w:t>
      </w:r>
      <w:r w:rsidRPr="003C0159">
        <w:t xml:space="preserve"> it indicates whether the </w:t>
      </w:r>
      <w:proofErr w:type="spellStart"/>
      <w:r w:rsidRPr="003C0159">
        <w:t>the</w:t>
      </w:r>
      <w:proofErr w:type="spellEnd"/>
      <w:r w:rsidRPr="003C0159">
        <w:t xml:space="preserve"> person is registered in WP1 email</w:t>
      </w:r>
    </w:p>
    <w:p w14:paraId="19B5F210" w14:textId="77777777" w:rsidR="006C4C52" w:rsidRPr="003C0159" w:rsidRDefault="006C4C52" w:rsidP="006C4C52">
      <w:pPr>
        <w:pStyle w:val="Textkrper"/>
      </w:pPr>
      <w:r w:rsidRPr="003C0159">
        <w:rPr>
          <w:rStyle w:val="Starkbetont"/>
        </w:rPr>
        <w:t>WP2:</w:t>
      </w:r>
      <w:r w:rsidRPr="003C0159">
        <w:t xml:space="preserve"> it indicates whether the </w:t>
      </w:r>
      <w:proofErr w:type="spellStart"/>
      <w:r w:rsidRPr="003C0159">
        <w:t>the</w:t>
      </w:r>
      <w:proofErr w:type="spellEnd"/>
      <w:r w:rsidRPr="003C0159">
        <w:t xml:space="preserve"> person is registered in WP2 email</w:t>
      </w:r>
    </w:p>
    <w:p w14:paraId="74140D2D" w14:textId="77777777" w:rsidR="006C4C52" w:rsidRPr="003C0159" w:rsidRDefault="006C4C52" w:rsidP="006C4C52">
      <w:pPr>
        <w:pStyle w:val="Textkrper"/>
      </w:pPr>
      <w:r w:rsidRPr="003C0159">
        <w:rPr>
          <w:rStyle w:val="Starkbetont"/>
        </w:rPr>
        <w:t>WP3:</w:t>
      </w:r>
      <w:r w:rsidRPr="003C0159">
        <w:t xml:space="preserve"> it indicates whether the </w:t>
      </w:r>
      <w:proofErr w:type="spellStart"/>
      <w:r w:rsidRPr="003C0159">
        <w:t>the</w:t>
      </w:r>
      <w:proofErr w:type="spellEnd"/>
      <w:r w:rsidRPr="003C0159">
        <w:t xml:space="preserve"> person is registered in WP3 email</w:t>
      </w:r>
    </w:p>
    <w:p w14:paraId="404A6E7C" w14:textId="77777777" w:rsidR="006C4C52" w:rsidRPr="003C0159" w:rsidRDefault="006C4C52" w:rsidP="006C4C52">
      <w:pPr>
        <w:pStyle w:val="Textkrper"/>
      </w:pPr>
      <w:r w:rsidRPr="003C0159">
        <w:rPr>
          <w:rStyle w:val="Starkbetont"/>
        </w:rPr>
        <w:t>WP4:</w:t>
      </w:r>
      <w:r w:rsidRPr="003C0159">
        <w:t xml:space="preserve"> it indicates whether the </w:t>
      </w:r>
      <w:proofErr w:type="spellStart"/>
      <w:r w:rsidRPr="003C0159">
        <w:t>the</w:t>
      </w:r>
      <w:proofErr w:type="spellEnd"/>
      <w:r w:rsidRPr="003C0159">
        <w:t xml:space="preserve"> person is registered in WP4 email</w:t>
      </w:r>
    </w:p>
    <w:p w14:paraId="027D5DB2" w14:textId="77777777" w:rsidR="006C4C52" w:rsidRPr="003C0159" w:rsidRDefault="006C4C52" w:rsidP="006C4C52">
      <w:pPr>
        <w:pStyle w:val="Textkrper"/>
      </w:pPr>
      <w:r w:rsidRPr="003C0159">
        <w:rPr>
          <w:rStyle w:val="Starkbetont"/>
        </w:rPr>
        <w:t>WP5-6:</w:t>
      </w:r>
      <w:r w:rsidRPr="003C0159">
        <w:t xml:space="preserve"> it indicates whether the </w:t>
      </w:r>
      <w:proofErr w:type="spellStart"/>
      <w:r w:rsidRPr="003C0159">
        <w:t>the</w:t>
      </w:r>
      <w:proofErr w:type="spellEnd"/>
      <w:r w:rsidRPr="003C0159">
        <w:t xml:space="preserve"> person is registered in WP5-6 email</w:t>
      </w:r>
    </w:p>
    <w:p w14:paraId="1E80368E" w14:textId="77777777" w:rsidR="006C4C52" w:rsidRPr="003C0159" w:rsidRDefault="006C4C52" w:rsidP="006C4C52">
      <w:pPr>
        <w:pStyle w:val="Textkrper"/>
      </w:pPr>
      <w:r w:rsidRPr="003C0159">
        <w:rPr>
          <w:rStyle w:val="Starkbetont"/>
        </w:rPr>
        <w:t>WP7:</w:t>
      </w:r>
      <w:r w:rsidRPr="003C0159">
        <w:t xml:space="preserve"> it indicates whether the </w:t>
      </w:r>
      <w:proofErr w:type="spellStart"/>
      <w:r w:rsidRPr="003C0159">
        <w:t>the</w:t>
      </w:r>
      <w:proofErr w:type="spellEnd"/>
      <w:r w:rsidRPr="003C0159">
        <w:t xml:space="preserve"> person is registered in WP1 email</w:t>
      </w:r>
    </w:p>
    <w:p w14:paraId="37B9A49B" w14:textId="77777777" w:rsidR="006C4C52" w:rsidRPr="003C0159" w:rsidRDefault="006C4C52" w:rsidP="006C4C52">
      <w:pPr>
        <w:pStyle w:val="Textkrper"/>
      </w:pPr>
      <w:r w:rsidRPr="003C0159">
        <w:rPr>
          <w:rStyle w:val="Starkbetont"/>
        </w:rPr>
        <w:t>TC:</w:t>
      </w:r>
      <w:r w:rsidRPr="003C0159">
        <w:t xml:space="preserve"> it indicates whether the </w:t>
      </w:r>
      <w:proofErr w:type="spellStart"/>
      <w:r w:rsidRPr="003C0159">
        <w:t>the</w:t>
      </w:r>
      <w:proofErr w:type="spellEnd"/>
      <w:r w:rsidRPr="003C0159">
        <w:t xml:space="preserve"> person is registered in TC email</w:t>
      </w:r>
    </w:p>
    <w:p w14:paraId="67EC8F92" w14:textId="77777777" w:rsidR="006C4C52" w:rsidRPr="003C0159" w:rsidRDefault="006C4C52" w:rsidP="006C4C52">
      <w:pPr>
        <w:pStyle w:val="Textkrper"/>
      </w:pPr>
      <w:proofErr w:type="gramStart"/>
      <w:r w:rsidRPr="003C0159">
        <w:rPr>
          <w:rStyle w:val="Starkbetont"/>
        </w:rPr>
        <w:t>QA :</w:t>
      </w:r>
      <w:proofErr w:type="gramEnd"/>
      <w:r w:rsidRPr="003C0159">
        <w:t xml:space="preserve"> it indicates whether the </w:t>
      </w:r>
      <w:proofErr w:type="spellStart"/>
      <w:r w:rsidRPr="003C0159">
        <w:t>the</w:t>
      </w:r>
      <w:proofErr w:type="spellEnd"/>
      <w:r w:rsidRPr="003C0159">
        <w:t xml:space="preserve"> person is registered in QA email</w:t>
      </w:r>
    </w:p>
    <w:p w14:paraId="794CB5E4" w14:textId="77777777" w:rsidR="006C4C52" w:rsidRPr="003C0159" w:rsidRDefault="006C4C52" w:rsidP="006C4C52">
      <w:pPr>
        <w:pStyle w:val="Textkrper"/>
      </w:pPr>
      <w:proofErr w:type="gramStart"/>
      <w:r w:rsidRPr="003C0159">
        <w:rPr>
          <w:rStyle w:val="Starkbetont"/>
        </w:rPr>
        <w:t>GA :</w:t>
      </w:r>
      <w:proofErr w:type="gramEnd"/>
      <w:r w:rsidRPr="003C0159">
        <w:t xml:space="preserve"> it indicates whether the </w:t>
      </w:r>
      <w:proofErr w:type="spellStart"/>
      <w:r w:rsidRPr="003C0159">
        <w:t>the</w:t>
      </w:r>
      <w:proofErr w:type="spellEnd"/>
      <w:r w:rsidRPr="003C0159">
        <w:t xml:space="preserve"> person is registered in GA email</w:t>
      </w:r>
    </w:p>
    <w:p w14:paraId="0EEAF493" w14:textId="77777777" w:rsidR="006C4C52" w:rsidRPr="003C0159" w:rsidRDefault="006C4C52" w:rsidP="006C4C52">
      <w:pPr>
        <w:pStyle w:val="Textkrper"/>
      </w:pPr>
      <w:proofErr w:type="gramStart"/>
      <w:r w:rsidRPr="003C0159">
        <w:rPr>
          <w:rStyle w:val="Starkbetont"/>
        </w:rPr>
        <w:t>e-mail</w:t>
      </w:r>
      <w:proofErr w:type="gramEnd"/>
      <w:r w:rsidRPr="003C0159">
        <w:rPr>
          <w:rStyle w:val="Starkbetont"/>
        </w:rPr>
        <w:t xml:space="preserve"> address:</w:t>
      </w:r>
      <w:r w:rsidRPr="003C0159">
        <w:t xml:space="preserve"> person's contact email address</w:t>
      </w:r>
    </w:p>
    <w:p w14:paraId="66B571E8" w14:textId="77777777" w:rsidR="006C4C52" w:rsidRPr="003C0159" w:rsidRDefault="006C4C52" w:rsidP="006C4C52">
      <w:pPr>
        <w:pStyle w:val="Textkrper"/>
      </w:pPr>
      <w:r w:rsidRPr="003C0159">
        <w:rPr>
          <w:rStyle w:val="Starkbetont"/>
        </w:rPr>
        <w:t>Start date (contact):</w:t>
      </w:r>
      <w:r w:rsidRPr="003C0159">
        <w:t xml:space="preserve"> date when the person was registered in the emails/</w:t>
      </w:r>
      <w:proofErr w:type="spellStart"/>
      <w:r w:rsidRPr="003C0159">
        <w:t>owncloud</w:t>
      </w:r>
      <w:proofErr w:type="spellEnd"/>
      <w:r w:rsidRPr="003C0159">
        <w:t xml:space="preserve"> repository</w:t>
      </w:r>
    </w:p>
    <w:p w14:paraId="59DFCE8F" w14:textId="77777777" w:rsidR="006C4C52" w:rsidRPr="003C0159" w:rsidRDefault="006C4C52" w:rsidP="006C4C52">
      <w:pPr>
        <w:pStyle w:val="Textkrper"/>
      </w:pPr>
      <w:r w:rsidRPr="003C0159">
        <w:rPr>
          <w:rStyle w:val="Starkbetont"/>
        </w:rPr>
        <w:t>Phone number:</w:t>
      </w:r>
      <w:r w:rsidRPr="003C0159">
        <w:t xml:space="preserve"> person's contact telephone number</w:t>
      </w:r>
    </w:p>
    <w:p w14:paraId="7A0438C2" w14:textId="77777777" w:rsidR="006C4C52" w:rsidRPr="003C0159" w:rsidRDefault="006C4C52" w:rsidP="006C4C52">
      <w:pPr>
        <w:pStyle w:val="Textkrper"/>
      </w:pPr>
      <w:r w:rsidRPr="003C0159">
        <w:rPr>
          <w:rStyle w:val="Starkbetont"/>
        </w:rPr>
        <w:t xml:space="preserve">Mobile number: </w:t>
      </w:r>
      <w:r w:rsidRPr="003C0159">
        <w:t xml:space="preserve">person's contact mobile phone number </w:t>
      </w:r>
    </w:p>
    <w:p w14:paraId="0F027180" w14:textId="77777777" w:rsidR="006C4C52" w:rsidRPr="003C0159" w:rsidRDefault="006C4C52" w:rsidP="006C4C52">
      <w:pPr>
        <w:pStyle w:val="Textkrper"/>
      </w:pPr>
      <w:r w:rsidRPr="003C0159">
        <w:rPr>
          <w:rStyle w:val="Starkbetont"/>
        </w:rPr>
        <w:t xml:space="preserve">User </w:t>
      </w:r>
      <w:proofErr w:type="spellStart"/>
      <w:r w:rsidRPr="003C0159">
        <w:rPr>
          <w:rStyle w:val="Starkbetont"/>
        </w:rPr>
        <w:t>ownCloud</w:t>
      </w:r>
      <w:proofErr w:type="spellEnd"/>
      <w:r w:rsidRPr="003C0159">
        <w:rPr>
          <w:rStyle w:val="Starkbetont"/>
        </w:rPr>
        <w:t>:</w:t>
      </w:r>
      <w:r w:rsidRPr="003C0159">
        <w:t xml:space="preserve"> person's user account in </w:t>
      </w:r>
      <w:proofErr w:type="spellStart"/>
      <w:r w:rsidRPr="003C0159">
        <w:t>owncloud</w:t>
      </w:r>
      <w:proofErr w:type="spellEnd"/>
      <w:r w:rsidRPr="003C0159">
        <w:t xml:space="preserve"> document repository in ATOS ' servers</w:t>
      </w:r>
    </w:p>
    <w:p w14:paraId="6BC8FB43" w14:textId="77777777" w:rsidR="006C4C52" w:rsidRPr="003C0159" w:rsidRDefault="006C4C52" w:rsidP="006C4C52">
      <w:pPr>
        <w:pStyle w:val="Textkrper"/>
      </w:pPr>
      <w:r w:rsidRPr="003C0159">
        <w:rPr>
          <w:rStyle w:val="Starkbetont"/>
        </w:rPr>
        <w:lastRenderedPageBreak/>
        <w:t>User available</w:t>
      </w:r>
      <w:proofErr w:type="gramStart"/>
      <w:r w:rsidRPr="003C0159">
        <w:rPr>
          <w:rStyle w:val="Starkbetont"/>
        </w:rPr>
        <w:t>?:</w:t>
      </w:r>
      <w:proofErr w:type="gramEnd"/>
      <w:r w:rsidRPr="003C0159">
        <w:t xml:space="preserve"> indicates whether the person has already an account in ATOS' </w:t>
      </w:r>
      <w:proofErr w:type="spellStart"/>
      <w:r w:rsidRPr="003C0159">
        <w:t>owncloud</w:t>
      </w:r>
      <w:proofErr w:type="spellEnd"/>
      <w:r w:rsidRPr="003C0159">
        <w:t xml:space="preserve"> repository, being then not necessary to create a new account </w:t>
      </w:r>
    </w:p>
    <w:p w14:paraId="185C2949" w14:textId="77777777" w:rsidR="006C4C52" w:rsidRPr="003C0159" w:rsidRDefault="006C4C52" w:rsidP="006C4C52">
      <w:pPr>
        <w:pStyle w:val="Textkrper"/>
      </w:pPr>
      <w:r w:rsidRPr="003C0159">
        <w:rPr>
          <w:rStyle w:val="Starkbetont"/>
        </w:rPr>
        <w:t>Website:</w:t>
      </w:r>
      <w:r w:rsidRPr="003C0159">
        <w:t xml:space="preserve"> institution website</w:t>
      </w:r>
    </w:p>
    <w:p w14:paraId="22A89762" w14:textId="77777777" w:rsidR="006C4C52" w:rsidRPr="003C0159" w:rsidRDefault="006C4C52" w:rsidP="006C4C52">
      <w:pPr>
        <w:pStyle w:val="Textkrper"/>
      </w:pPr>
      <w:r w:rsidRPr="003C0159">
        <w:t>Coverage: Partners belonging to a European Country</w:t>
      </w:r>
    </w:p>
    <w:p w14:paraId="38C4577B" w14:textId="77777777" w:rsidR="006C4C52" w:rsidRPr="003C0159" w:rsidRDefault="006C4C52" w:rsidP="006C4C52">
      <w:pPr>
        <w:pStyle w:val="Textkrper"/>
      </w:pPr>
      <w:r w:rsidRPr="003C0159">
        <w:t>Resolution: Not applies</w:t>
      </w:r>
    </w:p>
    <w:p w14:paraId="5F5CCB18" w14:textId="77777777" w:rsidR="006C4C52" w:rsidRPr="003C0159" w:rsidRDefault="006C4C52" w:rsidP="006C4C52">
      <w:pPr>
        <w:pStyle w:val="Textkrper"/>
      </w:pPr>
      <w:r w:rsidRPr="003C0159">
        <w:t xml:space="preserve">Storage: </w:t>
      </w:r>
    </w:p>
    <w:p w14:paraId="05E84784" w14:textId="77777777" w:rsidR="006C4C52" w:rsidRPr="003C0159" w:rsidRDefault="006C4C52" w:rsidP="007A37A5">
      <w:pPr>
        <w:pStyle w:val="Textkrper"/>
        <w:numPr>
          <w:ilvl w:val="0"/>
          <w:numId w:val="16"/>
        </w:numPr>
        <w:tabs>
          <w:tab w:val="left" w:pos="0"/>
        </w:tabs>
      </w:pPr>
      <w:r w:rsidRPr="003C0159">
        <w:rPr>
          <w:rStyle w:val="Starkbetont"/>
        </w:rPr>
        <w:t xml:space="preserve">DMP 1.2: What is the type and format of the data that is generated/collected: </w:t>
      </w:r>
      <w:r w:rsidRPr="003C0159">
        <w:t xml:space="preserve">Excel file </w:t>
      </w:r>
    </w:p>
    <w:p w14:paraId="3B0C46BB" w14:textId="77777777" w:rsidR="006C4C52" w:rsidRPr="003C0159" w:rsidRDefault="006C4C52" w:rsidP="007A37A5">
      <w:pPr>
        <w:pStyle w:val="Textkrper"/>
        <w:numPr>
          <w:ilvl w:val="0"/>
          <w:numId w:val="16"/>
        </w:numPr>
        <w:tabs>
          <w:tab w:val="left" w:pos="0"/>
        </w:tabs>
      </w:pPr>
      <w:r w:rsidRPr="003C0159">
        <w:rPr>
          <w:rStyle w:val="Starkbetont"/>
        </w:rPr>
        <w:t xml:space="preserve">DMP 1.5: What is the expected size of the data?: </w:t>
      </w:r>
      <w:r w:rsidRPr="003C0159">
        <w:t xml:space="preserve">Less than 1 MB </w:t>
      </w:r>
    </w:p>
    <w:p w14:paraId="61023B1D" w14:textId="77777777" w:rsidR="006C4C52" w:rsidRPr="003C0159" w:rsidRDefault="006C4C52" w:rsidP="007A37A5">
      <w:pPr>
        <w:pStyle w:val="Textkrper"/>
        <w:numPr>
          <w:ilvl w:val="0"/>
          <w:numId w:val="16"/>
        </w:numPr>
        <w:tabs>
          <w:tab w:val="left" w:pos="0"/>
        </w:tabs>
      </w:pPr>
      <w:r w:rsidRPr="003C0159">
        <w:rPr>
          <w:rStyle w:val="Starkbetont"/>
        </w:rPr>
        <w:t xml:space="preserve">DMP 2.3.1: Are the data produced in the project interoperable, that is allowing data exchange and re-use between researchers, institutions, organisations, countries, etc. (i.e. adhering to standards for formats, as much as possible compliant with available (open) software applications, and in particular facilitating re-combinations with different datasets from different origins)?: </w:t>
      </w:r>
      <w:r w:rsidRPr="003C0159">
        <w:t xml:space="preserve">No data exchange is foreseen as it is only for internal project usage </w:t>
      </w:r>
    </w:p>
    <w:p w14:paraId="2DA2B6CE" w14:textId="77777777" w:rsidR="006C4C52" w:rsidRPr="003C0159" w:rsidRDefault="006C4C52" w:rsidP="007A37A5">
      <w:pPr>
        <w:pStyle w:val="Textkrper"/>
        <w:numPr>
          <w:ilvl w:val="0"/>
          <w:numId w:val="16"/>
        </w:numPr>
        <w:tabs>
          <w:tab w:val="left" w:pos="0"/>
        </w:tabs>
      </w:pPr>
      <w:r w:rsidRPr="003C0159">
        <w:rPr>
          <w:rStyle w:val="Starkbetont"/>
        </w:rPr>
        <w:t>DMP 2.1.4: Do you provide clear version numbers</w:t>
      </w:r>
      <w:proofErr w:type="gramStart"/>
      <w:r w:rsidRPr="003C0159">
        <w:rPr>
          <w:rStyle w:val="Starkbetont"/>
        </w:rPr>
        <w:t>?:</w:t>
      </w:r>
      <w:proofErr w:type="gramEnd"/>
      <w:r w:rsidRPr="003C0159">
        <w:t xml:space="preserve"> Yes. With every new version of the document, the version number is incremented and the date of modification is appended at the end </w:t>
      </w:r>
    </w:p>
    <w:p w14:paraId="564BCC8F" w14:textId="77777777" w:rsidR="006C4C52" w:rsidRPr="003C0159" w:rsidRDefault="006C4C52" w:rsidP="006C4C52">
      <w:pPr>
        <w:pStyle w:val="Textkrper"/>
      </w:pPr>
      <w:r w:rsidRPr="003C0159">
        <w:t xml:space="preserve">Metadata: </w:t>
      </w:r>
    </w:p>
    <w:p w14:paraId="34F36DFB" w14:textId="77777777" w:rsidR="006C4C52" w:rsidRPr="003C0159" w:rsidRDefault="006C4C52" w:rsidP="007A37A5">
      <w:pPr>
        <w:pStyle w:val="Textkrper"/>
        <w:numPr>
          <w:ilvl w:val="0"/>
          <w:numId w:val="17"/>
        </w:numPr>
        <w:tabs>
          <w:tab w:val="left" w:pos="0"/>
        </w:tabs>
      </w:pPr>
      <w:r w:rsidRPr="003C0159">
        <w:rPr>
          <w:rStyle w:val="Starkbetont"/>
        </w:rPr>
        <w:t xml:space="preserve">DMP 2.1:Are the data produced and/or used in the project discoverable with metadata?: </w:t>
      </w:r>
      <w:r w:rsidRPr="003C0159">
        <w:t xml:space="preserve">NO </w:t>
      </w:r>
    </w:p>
    <w:p w14:paraId="79CEFC77" w14:textId="77777777" w:rsidR="006C4C52" w:rsidRPr="003C0159" w:rsidRDefault="006C4C52" w:rsidP="007A37A5">
      <w:pPr>
        <w:pStyle w:val="Textkrper"/>
        <w:numPr>
          <w:ilvl w:val="0"/>
          <w:numId w:val="17"/>
        </w:numPr>
        <w:tabs>
          <w:tab w:val="left" w:pos="0"/>
        </w:tabs>
      </w:pPr>
      <w:r w:rsidRPr="003C0159">
        <w:rPr>
          <w:rStyle w:val="Starkbetont"/>
        </w:rPr>
        <w:t xml:space="preserve">DMP 2.5: What metadata will be created? In case metadata standards do not exist in your discipline, please outline what type of metadata will be created and how.: </w:t>
      </w:r>
      <w:r w:rsidRPr="003C0159">
        <w:t xml:space="preserve">Not applies </w:t>
      </w:r>
    </w:p>
    <w:p w14:paraId="14B8499C" w14:textId="77777777" w:rsidR="006C4C52" w:rsidRPr="003C0159" w:rsidRDefault="006C4C52" w:rsidP="007A37A5">
      <w:pPr>
        <w:pStyle w:val="Textkrper"/>
        <w:numPr>
          <w:ilvl w:val="0"/>
          <w:numId w:val="17"/>
        </w:numPr>
        <w:tabs>
          <w:tab w:val="left" w:pos="0"/>
        </w:tabs>
      </w:pPr>
      <w:r w:rsidRPr="003C0159">
        <w:rPr>
          <w:rStyle w:val="Starkbetont"/>
        </w:rPr>
        <w:t xml:space="preserve">DMP 2.3.2: What data and metadata vocabularies, standards or methodologies will you follow to make your data interoperable?: </w:t>
      </w:r>
      <w:r w:rsidRPr="003C0159">
        <w:t xml:space="preserve">Not applies </w:t>
      </w:r>
    </w:p>
    <w:p w14:paraId="7CEC9A31" w14:textId="77777777" w:rsidR="006C4C52" w:rsidRPr="003C0159" w:rsidRDefault="006C4C52" w:rsidP="007A37A5">
      <w:pPr>
        <w:pStyle w:val="Textkrper"/>
        <w:numPr>
          <w:ilvl w:val="0"/>
          <w:numId w:val="17"/>
        </w:numPr>
        <w:tabs>
          <w:tab w:val="left" w:pos="0"/>
        </w:tabs>
      </w:pPr>
      <w:r w:rsidRPr="003C0159">
        <w:rPr>
          <w:rStyle w:val="Starkbetont"/>
        </w:rPr>
        <w:t xml:space="preserve">DMP 2.3.4: In case it is unavoidable that you use uncommon or generate project specific ontologies or vocabularies, will you provide mappings to more commonly used ontologies?: </w:t>
      </w:r>
      <w:r w:rsidRPr="003C0159">
        <w:t xml:space="preserve">Not applies </w:t>
      </w:r>
    </w:p>
    <w:p w14:paraId="1BE456AB" w14:textId="77777777" w:rsidR="006C4C52" w:rsidRPr="003C0159" w:rsidRDefault="006C4C52" w:rsidP="007A37A5">
      <w:pPr>
        <w:pStyle w:val="Textkrper"/>
        <w:numPr>
          <w:ilvl w:val="0"/>
          <w:numId w:val="17"/>
        </w:numPr>
        <w:tabs>
          <w:tab w:val="left" w:pos="0"/>
        </w:tabs>
      </w:pPr>
      <w:r w:rsidRPr="003C0159">
        <w:rPr>
          <w:rStyle w:val="Starkbetont"/>
        </w:rPr>
        <w:t xml:space="preserve">DMP 2.3.3: Will you be using standard  vocabularies for all data types present in your data set, to allow inter-disciplinary interoperability ?: </w:t>
      </w:r>
      <w:r w:rsidRPr="003C0159">
        <w:t xml:space="preserve">Not applies </w:t>
      </w:r>
    </w:p>
    <w:p w14:paraId="21DDA42E" w14:textId="77777777" w:rsidR="006C4C52" w:rsidRPr="003C0159" w:rsidRDefault="006C4C52" w:rsidP="007A37A5">
      <w:pPr>
        <w:pStyle w:val="Textkrper"/>
        <w:numPr>
          <w:ilvl w:val="0"/>
          <w:numId w:val="17"/>
        </w:numPr>
        <w:tabs>
          <w:tab w:val="left" w:pos="0"/>
        </w:tabs>
      </w:pPr>
      <w:r w:rsidRPr="003C0159">
        <w:rPr>
          <w:rStyle w:val="Starkbetont"/>
        </w:rPr>
        <w:t xml:space="preserve">DMP 2.1.3: Will search keywords be provided that optimize possibilities for re-use?: </w:t>
      </w:r>
      <w:r w:rsidRPr="003C0159">
        <w:t xml:space="preserve">Not applies </w:t>
      </w:r>
    </w:p>
    <w:p w14:paraId="4EF04C2E" w14:textId="77777777" w:rsidR="006C4C52" w:rsidRPr="003C0159" w:rsidRDefault="006C4C52" w:rsidP="006C4C52">
      <w:pPr>
        <w:pStyle w:val="berschrift3Annex"/>
      </w:pPr>
      <w:r w:rsidRPr="003C0159">
        <w:t>Data management</w:t>
      </w:r>
    </w:p>
    <w:p w14:paraId="73A767E2" w14:textId="77777777" w:rsidR="006C4C52" w:rsidRPr="003C0159" w:rsidRDefault="006C4C52" w:rsidP="006C4C52">
      <w:pPr>
        <w:pStyle w:val="Textkrper"/>
      </w:pPr>
      <w:r w:rsidRPr="003C0159">
        <w:t>Availability: data will be produced in the CLARITY project</w:t>
      </w:r>
    </w:p>
    <w:p w14:paraId="78494DDF" w14:textId="77777777" w:rsidR="006C4C52" w:rsidRPr="003C0159" w:rsidRDefault="006C4C52" w:rsidP="006C4C52">
      <w:pPr>
        <w:pStyle w:val="Textkrper"/>
      </w:pPr>
      <w:r w:rsidRPr="003C0159">
        <w:t>Owner: ATOS</w:t>
      </w:r>
    </w:p>
    <w:p w14:paraId="2F3D5F1F" w14:textId="77777777" w:rsidR="006C4C52" w:rsidRPr="003C0159" w:rsidRDefault="006C4C52" w:rsidP="006C4C52">
      <w:pPr>
        <w:pStyle w:val="Textkrper"/>
      </w:pPr>
      <w:r w:rsidRPr="003C0159">
        <w:t>Open Access: no</w:t>
      </w:r>
    </w:p>
    <w:p w14:paraId="6076EC85" w14:textId="77777777" w:rsidR="006C4C52" w:rsidRPr="003C0159" w:rsidRDefault="006C4C52" w:rsidP="006C4C52">
      <w:pPr>
        <w:pStyle w:val="Textkrper"/>
      </w:pPr>
      <w:r w:rsidRPr="003C0159">
        <w:t xml:space="preserve">The dataset will not be made openly available as its sole purpose for project internal use in order to keep track of the persons registered in the different CLARITY emails and the </w:t>
      </w:r>
      <w:proofErr w:type="spellStart"/>
      <w:r w:rsidRPr="003C0159">
        <w:t>owncloud</w:t>
      </w:r>
      <w:proofErr w:type="spellEnd"/>
      <w:r w:rsidRPr="003C0159">
        <w:t xml:space="preserve"> document repository</w:t>
      </w:r>
    </w:p>
    <w:p w14:paraId="4D5C965D" w14:textId="77777777" w:rsidR="006C4C52" w:rsidRPr="003C0159" w:rsidRDefault="006C4C52" w:rsidP="006C4C52">
      <w:pPr>
        <w:pStyle w:val="Textkrper"/>
      </w:pPr>
      <w:r w:rsidRPr="003C0159">
        <w:t xml:space="preserve">Access conditions: </w:t>
      </w:r>
    </w:p>
    <w:p w14:paraId="740144C6" w14:textId="77777777" w:rsidR="006C4C52" w:rsidRPr="003C0159" w:rsidRDefault="006C4C52" w:rsidP="006C4C52">
      <w:pPr>
        <w:pStyle w:val="Textkrper"/>
      </w:pPr>
      <w:r w:rsidRPr="003C0159">
        <w:t xml:space="preserve">This dataset is located within the CLARITY </w:t>
      </w:r>
      <w:proofErr w:type="spellStart"/>
      <w:r w:rsidRPr="003C0159">
        <w:t>owncloud</w:t>
      </w:r>
      <w:proofErr w:type="spellEnd"/>
      <w:r w:rsidRPr="003C0159">
        <w:t xml:space="preserve"> project folder. The file modified only by </w:t>
      </w:r>
      <w:proofErr w:type="gramStart"/>
      <w:r w:rsidRPr="003C0159">
        <w:t>ATOS  but</w:t>
      </w:r>
      <w:proofErr w:type="gramEnd"/>
      <w:r w:rsidRPr="003C0159">
        <w:t xml:space="preserve"> is accessible by any CLARITY partner with an account in </w:t>
      </w:r>
      <w:proofErr w:type="spellStart"/>
      <w:r w:rsidRPr="003C0159">
        <w:t>owncloud</w:t>
      </w:r>
      <w:proofErr w:type="spellEnd"/>
      <w:r w:rsidRPr="003C0159">
        <w:t xml:space="preserve"> repository.</w:t>
      </w:r>
    </w:p>
    <w:p w14:paraId="6FB85BB5" w14:textId="77777777" w:rsidR="006C4C52" w:rsidRPr="003C0159" w:rsidRDefault="006C4C52" w:rsidP="006C4C52">
      <w:pPr>
        <w:pStyle w:val="berschrift3Annex"/>
      </w:pPr>
      <w:r w:rsidRPr="003C0159">
        <w:t>(Meta-) Data Repository</w:t>
      </w:r>
    </w:p>
    <w:p w14:paraId="0EA331A8" w14:textId="77777777" w:rsidR="006C4C52" w:rsidRPr="003C0159" w:rsidRDefault="006C4C52" w:rsidP="006C4C52">
      <w:pPr>
        <w:pStyle w:val="Textkrper"/>
      </w:pPr>
      <w:r w:rsidRPr="003C0159">
        <w:t>Data Repository Name: CLARITY Contact.xlsx</w:t>
      </w:r>
    </w:p>
    <w:p w14:paraId="25B4BA19" w14:textId="77777777" w:rsidR="006C4C52" w:rsidRPr="003C0159" w:rsidRDefault="006C4C52" w:rsidP="006C4C52">
      <w:pPr>
        <w:pStyle w:val="Textkrper"/>
      </w:pPr>
      <w:r w:rsidRPr="003C0159">
        <w:t>Data Repository Description: Project internal database to store project partners' contact</w:t>
      </w:r>
    </w:p>
    <w:p w14:paraId="2154102D" w14:textId="77777777" w:rsidR="006C4C52" w:rsidRPr="003C0159" w:rsidRDefault="006C4C52" w:rsidP="006C4C52">
      <w:pPr>
        <w:pStyle w:val="Textkrper"/>
      </w:pPr>
      <w:r w:rsidRPr="003C0159">
        <w:t>Data Repository Properties: internal (provided by CLARITY or a partner)</w:t>
      </w:r>
    </w:p>
    <w:p w14:paraId="30FD3F94" w14:textId="77777777" w:rsidR="006C4C52" w:rsidRPr="003C0159" w:rsidRDefault="006C4C52" w:rsidP="006C4C52">
      <w:pPr>
        <w:pStyle w:val="berschrift2Annex"/>
      </w:pPr>
      <w:bookmarkStart w:id="117" w:name="_Toc499541177"/>
      <w:r w:rsidRPr="003C0159">
        <w:lastRenderedPageBreak/>
        <w:t>CLARITY Catalogue - User data</w:t>
      </w:r>
      <w:bookmarkEnd w:id="117"/>
      <w:r w:rsidRPr="003C0159">
        <w:t xml:space="preserve"> </w:t>
      </w:r>
    </w:p>
    <w:p w14:paraId="7E7CD133" w14:textId="77777777" w:rsidR="006C4C52" w:rsidRPr="003C0159" w:rsidRDefault="006C4C52" w:rsidP="006C4C52">
      <w:pPr>
        <w:pStyle w:val="berschrift3Annex"/>
      </w:pPr>
      <w:r w:rsidRPr="003C0159">
        <w:t>Responsible party</w:t>
      </w:r>
    </w:p>
    <w:p w14:paraId="157299D3" w14:textId="77777777" w:rsidR="006C4C52" w:rsidRPr="003C0159" w:rsidRDefault="006C4C52" w:rsidP="006C4C52">
      <w:pPr>
        <w:pStyle w:val="Textkrper"/>
      </w:pPr>
      <w:r w:rsidRPr="003C0159">
        <w:t xml:space="preserve">Internal database of </w:t>
      </w:r>
      <w:proofErr w:type="gramStart"/>
      <w:r w:rsidRPr="003C0159">
        <w:t>CLARITY 's</w:t>
      </w:r>
      <w:proofErr w:type="gramEnd"/>
      <w:r w:rsidRPr="003C0159">
        <w:t xml:space="preserve"> personnel who can access and edit the Drupal project catalogue  . The person's information stored in the database refers to his/her name, email address, telephone number, institution name and an optional picture of the person.</w:t>
      </w:r>
    </w:p>
    <w:p w14:paraId="6883F6B6" w14:textId="77777777" w:rsidR="006C4C52" w:rsidRPr="003C0159" w:rsidRDefault="006C4C52" w:rsidP="006C4C52">
      <w:pPr>
        <w:pStyle w:val="Textkrper"/>
      </w:pPr>
      <w:r w:rsidRPr="003C0159">
        <w:t xml:space="preserve">Responsible Party (CLARITY): ATOS </w:t>
      </w:r>
    </w:p>
    <w:p w14:paraId="299C93C3" w14:textId="77777777" w:rsidR="006C4C52" w:rsidRPr="003C0159" w:rsidRDefault="006C4C52" w:rsidP="006C4C52">
      <w:pPr>
        <w:pStyle w:val="Textkrper"/>
      </w:pPr>
      <w:r w:rsidRPr="003C0159">
        <w:t xml:space="preserve">Responsible Person (CLARITY): Miguel </w:t>
      </w:r>
      <w:proofErr w:type="spellStart"/>
      <w:r w:rsidRPr="003C0159">
        <w:t>Esbri</w:t>
      </w:r>
      <w:proofErr w:type="spellEnd"/>
      <w:r w:rsidRPr="003C0159">
        <w:t xml:space="preserve">, Juan Alonso, Alejandro Barrio </w:t>
      </w:r>
    </w:p>
    <w:p w14:paraId="76DD6C0A" w14:textId="77777777" w:rsidR="006C4C52" w:rsidRPr="003C0159" w:rsidRDefault="006C4C52" w:rsidP="006C4C52">
      <w:pPr>
        <w:pStyle w:val="Textkrper"/>
      </w:pPr>
      <w:r w:rsidRPr="003C0159">
        <w:t>WPs: CLARITY, WP1, WP2, WP3, WP4, WP5 and 6, WP7</w:t>
      </w:r>
    </w:p>
    <w:p w14:paraId="2786B16C" w14:textId="77777777" w:rsidR="006C4C52" w:rsidRPr="003C0159" w:rsidRDefault="006C4C52" w:rsidP="006C4C52">
      <w:pPr>
        <w:pStyle w:val="berschrift3Annex"/>
      </w:pPr>
      <w:r w:rsidRPr="003C0159">
        <w:t>Data provenance</w:t>
      </w:r>
    </w:p>
    <w:p w14:paraId="75514463" w14:textId="77777777" w:rsidR="006C4C52" w:rsidRPr="003C0159" w:rsidRDefault="006C4C52" w:rsidP="006C4C52">
      <w:pPr>
        <w:pStyle w:val="Textkrper"/>
      </w:pPr>
      <w:r w:rsidRPr="003C0159">
        <w:t>Data provenance is direct input from the partners' persons that registered themselves in CLARITY catalogue in order to get access to it.</w:t>
      </w:r>
    </w:p>
    <w:p w14:paraId="49B98718" w14:textId="77777777" w:rsidR="006C4C52" w:rsidRPr="003C0159" w:rsidRDefault="006C4C52" w:rsidP="006C4C52">
      <w:pPr>
        <w:pStyle w:val="berschrift3Annex"/>
      </w:pPr>
      <w:r w:rsidRPr="003C0159">
        <w:t>Intended use</w:t>
      </w:r>
    </w:p>
    <w:p w14:paraId="6D808ABE" w14:textId="77777777" w:rsidR="006C4C52" w:rsidRPr="003C0159" w:rsidRDefault="006C4C52" w:rsidP="006C4C52">
      <w:pPr>
        <w:pStyle w:val="Textkrper"/>
      </w:pPr>
      <w:r w:rsidRPr="003C0159">
        <w:t xml:space="preserve">User data is used for creating user accounts for the partners' personnel in CLARITY </w:t>
      </w:r>
      <w:proofErr w:type="gramStart"/>
      <w:r w:rsidRPr="003C0159">
        <w:t>catalogue .</w:t>
      </w:r>
      <w:proofErr w:type="gramEnd"/>
    </w:p>
    <w:p w14:paraId="775791DB" w14:textId="77777777" w:rsidR="006C4C52" w:rsidRPr="003C0159" w:rsidRDefault="006C4C52" w:rsidP="006C4C52">
      <w:pPr>
        <w:pStyle w:val="Textkrper"/>
      </w:pPr>
      <w:r w:rsidRPr="003C0159">
        <w:t>Relations to Building Blocks: There is no direct relation with CLARITY Building Blocks</w:t>
      </w:r>
    </w:p>
    <w:p w14:paraId="7583820E" w14:textId="77777777" w:rsidR="006C4C52" w:rsidRPr="003C0159" w:rsidRDefault="006C4C52" w:rsidP="006C4C52">
      <w:pPr>
        <w:pStyle w:val="berschrift3Annex"/>
      </w:pPr>
      <w:r w:rsidRPr="003C0159">
        <w:t>Data description</w:t>
      </w:r>
    </w:p>
    <w:p w14:paraId="51214AE5" w14:textId="77777777" w:rsidR="006C4C52" w:rsidRPr="003C0159" w:rsidRDefault="006C4C52" w:rsidP="006C4C52">
      <w:pPr>
        <w:pStyle w:val="Textkrper"/>
      </w:pPr>
      <w:r w:rsidRPr="003C0159">
        <w:t>Not applies. Data is stored internally in Drupal's database</w:t>
      </w:r>
    </w:p>
    <w:p w14:paraId="05431E1E" w14:textId="77777777" w:rsidR="006C4C52" w:rsidRPr="003C0159" w:rsidRDefault="006C4C52" w:rsidP="006C4C52">
      <w:pPr>
        <w:pStyle w:val="Textkrper"/>
      </w:pPr>
      <w:r w:rsidRPr="003C0159">
        <w:t xml:space="preserve">Parameter information: </w:t>
      </w:r>
    </w:p>
    <w:p w14:paraId="7AE72017" w14:textId="77777777" w:rsidR="006C4C52" w:rsidRPr="003C0159" w:rsidRDefault="006C4C52" w:rsidP="006C4C52">
      <w:pPr>
        <w:pStyle w:val="Textkrper"/>
      </w:pPr>
      <w:r w:rsidRPr="003C0159">
        <w:rPr>
          <w:rStyle w:val="Starkbetont"/>
        </w:rPr>
        <w:t>Username:</w:t>
      </w:r>
      <w:r w:rsidRPr="003C0159">
        <w:t xml:space="preserve"> person's user account in CLARITY </w:t>
      </w:r>
      <w:proofErr w:type="gramStart"/>
      <w:r w:rsidRPr="003C0159">
        <w:t>catalogue  site</w:t>
      </w:r>
      <w:proofErr w:type="gramEnd"/>
    </w:p>
    <w:p w14:paraId="0FC6FF3B" w14:textId="77777777" w:rsidR="006C4C52" w:rsidRPr="003C0159" w:rsidRDefault="006C4C52" w:rsidP="006C4C52">
      <w:pPr>
        <w:pStyle w:val="Textkrper"/>
      </w:pPr>
      <w:r w:rsidRPr="003C0159">
        <w:rPr>
          <w:rStyle w:val="Starkbetont"/>
        </w:rPr>
        <w:t>Institution:</w:t>
      </w:r>
      <w:r w:rsidRPr="003C0159">
        <w:t xml:space="preserve"> name of the CLARITY partner institution which the person belongs to</w:t>
      </w:r>
    </w:p>
    <w:p w14:paraId="603A2B0F" w14:textId="77777777" w:rsidR="006C4C52" w:rsidRPr="003C0159" w:rsidRDefault="006C4C52" w:rsidP="006C4C52">
      <w:pPr>
        <w:pStyle w:val="Textkrper"/>
      </w:pPr>
      <w:proofErr w:type="gramStart"/>
      <w:r w:rsidRPr="003C0159">
        <w:rPr>
          <w:rStyle w:val="Starkbetont"/>
        </w:rPr>
        <w:t>e-mail</w:t>
      </w:r>
      <w:proofErr w:type="gramEnd"/>
      <w:r w:rsidRPr="003C0159">
        <w:rPr>
          <w:rStyle w:val="Starkbetont"/>
        </w:rPr>
        <w:t xml:space="preserve"> address:</w:t>
      </w:r>
      <w:r w:rsidRPr="003C0159">
        <w:t xml:space="preserve"> person's contact email address</w:t>
      </w:r>
    </w:p>
    <w:p w14:paraId="3292DA3B" w14:textId="77777777" w:rsidR="006C4C52" w:rsidRPr="003C0159" w:rsidRDefault="006C4C52" w:rsidP="006C4C52">
      <w:pPr>
        <w:pStyle w:val="Textkrper"/>
      </w:pPr>
      <w:r w:rsidRPr="003C0159">
        <w:rPr>
          <w:rStyle w:val="Starkbetont"/>
        </w:rPr>
        <w:t>Phone number:</w:t>
      </w:r>
      <w:r w:rsidRPr="003C0159">
        <w:t xml:space="preserve"> person's contact telephone number</w:t>
      </w:r>
    </w:p>
    <w:p w14:paraId="46CAE5F8" w14:textId="77777777" w:rsidR="006C4C52" w:rsidRPr="003C0159" w:rsidRDefault="006C4C52" w:rsidP="006C4C52">
      <w:pPr>
        <w:pStyle w:val="Textkrper"/>
      </w:pPr>
      <w:r w:rsidRPr="003C0159">
        <w:rPr>
          <w:rStyle w:val="Starkbetont"/>
        </w:rPr>
        <w:t>Photo:</w:t>
      </w:r>
      <w:r w:rsidRPr="003C0159">
        <w:t xml:space="preserve"> person's image (optional)</w:t>
      </w:r>
    </w:p>
    <w:p w14:paraId="70E54171" w14:textId="77777777" w:rsidR="006C4C52" w:rsidRPr="003C0159" w:rsidRDefault="006C4C52" w:rsidP="006C4C52">
      <w:pPr>
        <w:pStyle w:val="Textkrper"/>
      </w:pPr>
      <w:r w:rsidRPr="003C0159">
        <w:t>Coverage: Partners belonging to a European Country</w:t>
      </w:r>
    </w:p>
    <w:p w14:paraId="260C90E7" w14:textId="77777777" w:rsidR="006C4C52" w:rsidRPr="003C0159" w:rsidRDefault="006C4C52" w:rsidP="006C4C52">
      <w:pPr>
        <w:pStyle w:val="Textkrper"/>
      </w:pPr>
      <w:r w:rsidRPr="003C0159">
        <w:t xml:space="preserve">Storage: </w:t>
      </w:r>
    </w:p>
    <w:p w14:paraId="4B1FA357" w14:textId="77777777" w:rsidR="006C4C52" w:rsidRPr="003C0159" w:rsidRDefault="006C4C52" w:rsidP="007A37A5">
      <w:pPr>
        <w:pStyle w:val="Textkrper"/>
        <w:numPr>
          <w:ilvl w:val="0"/>
          <w:numId w:val="18"/>
        </w:numPr>
        <w:tabs>
          <w:tab w:val="left" w:pos="0"/>
        </w:tabs>
      </w:pPr>
      <w:r w:rsidRPr="003C0159">
        <w:rPr>
          <w:rStyle w:val="Starkbetont"/>
        </w:rPr>
        <w:t xml:space="preserve">DMP 1.2: What is the type and format of the data that is generated/collected: </w:t>
      </w:r>
      <w:r w:rsidRPr="003C0159">
        <w:t xml:space="preserve">Excel file </w:t>
      </w:r>
    </w:p>
    <w:p w14:paraId="17CA2E01" w14:textId="77777777" w:rsidR="006C4C52" w:rsidRPr="003C0159" w:rsidRDefault="006C4C52" w:rsidP="007A37A5">
      <w:pPr>
        <w:pStyle w:val="Textkrper"/>
        <w:numPr>
          <w:ilvl w:val="0"/>
          <w:numId w:val="18"/>
        </w:numPr>
        <w:tabs>
          <w:tab w:val="left" w:pos="0"/>
        </w:tabs>
      </w:pPr>
      <w:r w:rsidRPr="003C0159">
        <w:rPr>
          <w:rStyle w:val="Starkbetont"/>
        </w:rPr>
        <w:t xml:space="preserve">DMP 1.5: What is the expected size of the data?: </w:t>
      </w:r>
      <w:r w:rsidRPr="003C0159">
        <w:t xml:space="preserve">Less than 1 MB </w:t>
      </w:r>
    </w:p>
    <w:p w14:paraId="42539755" w14:textId="77777777" w:rsidR="006C4C52" w:rsidRPr="003C0159" w:rsidRDefault="006C4C52" w:rsidP="007A37A5">
      <w:pPr>
        <w:pStyle w:val="Textkrper"/>
        <w:numPr>
          <w:ilvl w:val="0"/>
          <w:numId w:val="18"/>
        </w:numPr>
        <w:tabs>
          <w:tab w:val="left" w:pos="0"/>
        </w:tabs>
      </w:pPr>
      <w:r w:rsidRPr="003C0159">
        <w:rPr>
          <w:rStyle w:val="Starkbetont"/>
        </w:rPr>
        <w:t xml:space="preserve">DMP 2.3.1: Are the data produced in the project interoperable, that is allowing data exchange and re-use between researchers, institutions, organisations, countries, etc. (i.e. adhering to standards for formats, as much as possible compliant with available (open) software applications, and in particular facilitating re-combinations with different datasets from different origins)?: </w:t>
      </w:r>
      <w:r w:rsidRPr="003C0159">
        <w:t xml:space="preserve">No data exchange is foreseen as it is only for internal project usage </w:t>
      </w:r>
    </w:p>
    <w:p w14:paraId="1BE16FD9" w14:textId="77777777" w:rsidR="006C4C52" w:rsidRPr="003C0159" w:rsidRDefault="006C4C52" w:rsidP="007A37A5">
      <w:pPr>
        <w:pStyle w:val="Textkrper"/>
        <w:numPr>
          <w:ilvl w:val="0"/>
          <w:numId w:val="18"/>
        </w:numPr>
        <w:tabs>
          <w:tab w:val="left" w:pos="0"/>
        </w:tabs>
      </w:pPr>
      <w:r w:rsidRPr="003C0159">
        <w:rPr>
          <w:rStyle w:val="Starkbetont"/>
        </w:rPr>
        <w:t>DMP 2.1.4: Do you provide clear version numbers</w:t>
      </w:r>
      <w:proofErr w:type="gramStart"/>
      <w:r w:rsidRPr="003C0159">
        <w:rPr>
          <w:rStyle w:val="Starkbetont"/>
        </w:rPr>
        <w:t>?:</w:t>
      </w:r>
      <w:proofErr w:type="gramEnd"/>
      <w:r w:rsidRPr="003C0159">
        <w:t xml:space="preserve"> Yes. With every new version of the document, the version number is incremented and the date of modification is appended at the end </w:t>
      </w:r>
    </w:p>
    <w:p w14:paraId="328C94C0" w14:textId="77777777" w:rsidR="006C4C52" w:rsidRPr="003C0159" w:rsidRDefault="006C4C52" w:rsidP="006C4C52">
      <w:pPr>
        <w:pStyle w:val="Textkrper"/>
      </w:pPr>
      <w:r w:rsidRPr="003C0159">
        <w:t xml:space="preserve">Metadata: </w:t>
      </w:r>
    </w:p>
    <w:p w14:paraId="56335713" w14:textId="77777777" w:rsidR="006C4C52" w:rsidRPr="003C0159" w:rsidRDefault="006C4C52" w:rsidP="007A37A5">
      <w:pPr>
        <w:pStyle w:val="Textkrper"/>
        <w:numPr>
          <w:ilvl w:val="0"/>
          <w:numId w:val="19"/>
        </w:numPr>
        <w:tabs>
          <w:tab w:val="left" w:pos="0"/>
        </w:tabs>
      </w:pPr>
      <w:r w:rsidRPr="003C0159">
        <w:rPr>
          <w:rStyle w:val="Starkbetont"/>
        </w:rPr>
        <w:t xml:space="preserve">DMP 2.1:Are the data produced and/or used in the project discoverable with metadata?: </w:t>
      </w:r>
      <w:r w:rsidRPr="003C0159">
        <w:t xml:space="preserve">NO </w:t>
      </w:r>
    </w:p>
    <w:p w14:paraId="0AA05F21" w14:textId="77777777" w:rsidR="006C4C52" w:rsidRPr="003C0159" w:rsidRDefault="006C4C52" w:rsidP="007A37A5">
      <w:pPr>
        <w:pStyle w:val="Textkrper"/>
        <w:numPr>
          <w:ilvl w:val="0"/>
          <w:numId w:val="19"/>
        </w:numPr>
        <w:tabs>
          <w:tab w:val="left" w:pos="0"/>
        </w:tabs>
      </w:pPr>
      <w:r w:rsidRPr="003C0159">
        <w:rPr>
          <w:rStyle w:val="Starkbetont"/>
        </w:rPr>
        <w:t xml:space="preserve">DMP 2.5: What metadata will be created? In case metadata standards do not exist in your discipline, please outline what type of metadata will be created and how.: </w:t>
      </w:r>
      <w:r w:rsidRPr="003C0159">
        <w:t xml:space="preserve">Not applies </w:t>
      </w:r>
    </w:p>
    <w:p w14:paraId="456E25B1" w14:textId="77777777" w:rsidR="006C4C52" w:rsidRPr="003C0159" w:rsidRDefault="006C4C52" w:rsidP="007A37A5">
      <w:pPr>
        <w:pStyle w:val="Textkrper"/>
        <w:numPr>
          <w:ilvl w:val="0"/>
          <w:numId w:val="19"/>
        </w:numPr>
        <w:tabs>
          <w:tab w:val="left" w:pos="0"/>
        </w:tabs>
      </w:pPr>
      <w:r w:rsidRPr="003C0159">
        <w:rPr>
          <w:rStyle w:val="Starkbetont"/>
        </w:rPr>
        <w:lastRenderedPageBreak/>
        <w:t xml:space="preserve">DMP 2.3.2: What data and metadata vocabularies, standards or methodologies will you follow to make your data interoperable?: </w:t>
      </w:r>
      <w:r w:rsidRPr="003C0159">
        <w:t xml:space="preserve">Not applies </w:t>
      </w:r>
    </w:p>
    <w:p w14:paraId="2DA8D3B0" w14:textId="77777777" w:rsidR="006C4C52" w:rsidRPr="003C0159" w:rsidRDefault="006C4C52" w:rsidP="007A37A5">
      <w:pPr>
        <w:pStyle w:val="Textkrper"/>
        <w:numPr>
          <w:ilvl w:val="0"/>
          <w:numId w:val="19"/>
        </w:numPr>
        <w:tabs>
          <w:tab w:val="left" w:pos="0"/>
        </w:tabs>
      </w:pPr>
      <w:r w:rsidRPr="003C0159">
        <w:rPr>
          <w:rStyle w:val="Starkbetont"/>
        </w:rPr>
        <w:t xml:space="preserve">DMP 2.3.4: In case it is unavoidable that you use uncommon or generate project specific ontologies or vocabularies, will you provide mappings to more commonly used ontologies?: </w:t>
      </w:r>
      <w:r w:rsidRPr="003C0159">
        <w:t xml:space="preserve">Not applies </w:t>
      </w:r>
    </w:p>
    <w:p w14:paraId="40CDDF5A" w14:textId="77777777" w:rsidR="006C4C52" w:rsidRPr="003C0159" w:rsidRDefault="006C4C52" w:rsidP="007A37A5">
      <w:pPr>
        <w:pStyle w:val="Textkrper"/>
        <w:numPr>
          <w:ilvl w:val="0"/>
          <w:numId w:val="19"/>
        </w:numPr>
        <w:tabs>
          <w:tab w:val="left" w:pos="0"/>
        </w:tabs>
      </w:pPr>
      <w:r w:rsidRPr="003C0159">
        <w:rPr>
          <w:rStyle w:val="Starkbetont"/>
        </w:rPr>
        <w:t xml:space="preserve">DMP 2.3.3: Will you be using standard  vocabularies for all data types present in your data set, to allow inter-disciplinary interoperability ?: </w:t>
      </w:r>
      <w:r w:rsidRPr="003C0159">
        <w:t xml:space="preserve">Not applies </w:t>
      </w:r>
    </w:p>
    <w:p w14:paraId="34FE666C" w14:textId="77777777" w:rsidR="006C4C52" w:rsidRPr="003C0159" w:rsidRDefault="006C4C52" w:rsidP="007A37A5">
      <w:pPr>
        <w:pStyle w:val="Textkrper"/>
        <w:numPr>
          <w:ilvl w:val="0"/>
          <w:numId w:val="19"/>
        </w:numPr>
        <w:tabs>
          <w:tab w:val="left" w:pos="0"/>
        </w:tabs>
      </w:pPr>
      <w:r w:rsidRPr="003C0159">
        <w:rPr>
          <w:rStyle w:val="Starkbetont"/>
        </w:rPr>
        <w:t xml:space="preserve">DMP 2.1.3: Will search keywords be provided that optimize possibilities for re-use?: </w:t>
      </w:r>
      <w:r w:rsidRPr="003C0159">
        <w:t xml:space="preserve">Not applies </w:t>
      </w:r>
    </w:p>
    <w:p w14:paraId="1EAC1833" w14:textId="77777777" w:rsidR="006C4C52" w:rsidRPr="003C0159" w:rsidRDefault="006C4C52" w:rsidP="006C4C52">
      <w:pPr>
        <w:pStyle w:val="berschrift3Annex"/>
      </w:pPr>
      <w:r w:rsidRPr="003C0159">
        <w:t>Data management</w:t>
      </w:r>
    </w:p>
    <w:p w14:paraId="4B2923A2" w14:textId="77777777" w:rsidR="006C4C52" w:rsidRPr="003C0159" w:rsidRDefault="006C4C52" w:rsidP="006C4C52">
      <w:pPr>
        <w:pStyle w:val="Textkrper"/>
      </w:pPr>
      <w:r w:rsidRPr="003C0159">
        <w:t>Availability: data will be produced in the CLARITY project</w:t>
      </w:r>
    </w:p>
    <w:p w14:paraId="0448E628" w14:textId="77777777" w:rsidR="006C4C52" w:rsidRPr="003C0159" w:rsidRDefault="006C4C52" w:rsidP="006C4C52">
      <w:pPr>
        <w:pStyle w:val="Textkrper"/>
      </w:pPr>
      <w:r w:rsidRPr="003C0159">
        <w:t>Owner: ATOS</w:t>
      </w:r>
    </w:p>
    <w:p w14:paraId="7BB23A02" w14:textId="77777777" w:rsidR="006C4C52" w:rsidRPr="003C0159" w:rsidRDefault="006C4C52" w:rsidP="006C4C52">
      <w:pPr>
        <w:pStyle w:val="Textkrper"/>
      </w:pPr>
      <w:r w:rsidRPr="003C0159">
        <w:t>Open Access: no</w:t>
      </w:r>
    </w:p>
    <w:p w14:paraId="7F6868BE" w14:textId="77777777" w:rsidR="006C4C52" w:rsidRPr="003C0159" w:rsidRDefault="006C4C52" w:rsidP="006C4C52">
      <w:pPr>
        <w:pStyle w:val="Textkrper"/>
      </w:pPr>
      <w:r w:rsidRPr="003C0159">
        <w:t>The dataset will not be made openly available as its sole purpose for project internal use in order to keep track of the persons registered in CLARITY catalogue site.</w:t>
      </w:r>
    </w:p>
    <w:p w14:paraId="63873157" w14:textId="77777777" w:rsidR="006C4C52" w:rsidRPr="003C0159" w:rsidRDefault="006C4C52" w:rsidP="006C4C52">
      <w:pPr>
        <w:pStyle w:val="Textkrper"/>
      </w:pPr>
      <w:r w:rsidRPr="003C0159">
        <w:t xml:space="preserve">Access conditions: </w:t>
      </w:r>
    </w:p>
    <w:p w14:paraId="547CBB3C" w14:textId="77777777" w:rsidR="006C4C52" w:rsidRPr="003C0159" w:rsidRDefault="006C4C52" w:rsidP="006C4C52">
      <w:pPr>
        <w:pStyle w:val="Textkrper"/>
      </w:pPr>
      <w:r w:rsidRPr="003C0159">
        <w:t xml:space="preserve">This dataset is located within Drupal database, enabling CLARITY </w:t>
      </w:r>
      <w:proofErr w:type="gramStart"/>
      <w:r w:rsidRPr="003C0159">
        <w:t>catalogue .</w:t>
      </w:r>
      <w:proofErr w:type="gramEnd"/>
      <w:r w:rsidRPr="003C0159">
        <w:t xml:space="preserve"> The database is only accessible to Drupal administrator (</w:t>
      </w:r>
      <w:proofErr w:type="gramStart"/>
      <w:r w:rsidRPr="003C0159">
        <w:t>ATOS )</w:t>
      </w:r>
      <w:proofErr w:type="gramEnd"/>
    </w:p>
    <w:p w14:paraId="5027C476" w14:textId="77777777" w:rsidR="006C4C52" w:rsidRPr="003C0159" w:rsidRDefault="006C4C52" w:rsidP="006C4C52">
      <w:pPr>
        <w:pStyle w:val="berschrift3Annex"/>
      </w:pPr>
      <w:r w:rsidRPr="003C0159">
        <w:t>(Meta-) Data Repository</w:t>
      </w:r>
    </w:p>
    <w:p w14:paraId="20A8D0A4" w14:textId="77777777" w:rsidR="006C4C52" w:rsidRPr="003C0159" w:rsidRDefault="006C4C52" w:rsidP="006C4C52">
      <w:pPr>
        <w:pStyle w:val="Textkrper"/>
      </w:pPr>
      <w:r w:rsidRPr="003C0159">
        <w:t>Data Repository Description: Project internal database to store CLARITY catalogue partners' details.</w:t>
      </w:r>
    </w:p>
    <w:p w14:paraId="0758DB07" w14:textId="77777777" w:rsidR="006C4C52" w:rsidRPr="003C0159" w:rsidRDefault="006C4C52" w:rsidP="006C4C52">
      <w:pPr>
        <w:pStyle w:val="Textkrper"/>
      </w:pPr>
      <w:r w:rsidRPr="003C0159">
        <w:t>Data Repository Properties: internal (provided by CLARITY or a partner)</w:t>
      </w:r>
    </w:p>
    <w:p w14:paraId="76D75EE7" w14:textId="77777777" w:rsidR="006C4C52" w:rsidRPr="003C0159" w:rsidRDefault="006C4C52" w:rsidP="006C4C52"/>
    <w:p w14:paraId="002A96C5" w14:textId="77777777" w:rsidR="00CA3079" w:rsidRPr="003C0159" w:rsidRDefault="00CA3079" w:rsidP="00782FB8">
      <w:pPr>
        <w:pStyle w:val="Textkrper"/>
      </w:pPr>
    </w:p>
    <w:sectPr w:rsidR="00CA3079" w:rsidRPr="003C0159" w:rsidSect="009D61CE">
      <w:headerReference w:type="default" r:id="rId61"/>
      <w:footerReference w:type="default" r:id="rId62"/>
      <w:footerReference w:type="first" r:id="rId63"/>
      <w:pgSz w:w="11906" w:h="16838"/>
      <w:pgMar w:top="1383" w:right="1134" w:bottom="1418" w:left="1134" w:header="425" w:footer="709"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245A928" w15:done="0"/>
  <w15:commentEx w15:paraId="67F2F6FD" w15:done="0"/>
  <w15:commentEx w15:paraId="0DF21EE4" w15:done="0"/>
  <w15:commentEx w15:paraId="241BB617" w15:paraIdParent="0DF21EE4" w15:done="0"/>
  <w15:commentEx w15:paraId="7A43D42A" w15:done="0"/>
  <w15:commentEx w15:paraId="4A6CE6DE" w15:paraIdParent="7A43D42A" w15:done="0"/>
  <w15:commentEx w15:paraId="6A5D470E" w15:done="0"/>
  <w15:commentEx w15:paraId="4D5A54E7" w15:paraIdParent="6A5D470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C1787D" w14:textId="77777777" w:rsidR="007C51FA" w:rsidRDefault="007C51FA" w:rsidP="005429B1">
      <w:r>
        <w:separator/>
      </w:r>
    </w:p>
  </w:endnote>
  <w:endnote w:type="continuationSeparator" w:id="0">
    <w:p w14:paraId="7BC1B8AA" w14:textId="77777777" w:rsidR="007C51FA" w:rsidRDefault="007C51FA" w:rsidP="00542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1"/>
    <w:family w:val="auto"/>
    <w:pitch w:val="variable"/>
    <w:sig w:usb0="800000AF" w:usb1="1001ECEA"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ohit Hindi">
    <w:altName w:val="MS Mincho"/>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mn-ea">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5954"/>
      <w:gridCol w:w="1949"/>
    </w:tblGrid>
    <w:tr w:rsidR="008219B0" w:rsidRPr="00E52135" w14:paraId="71BE129E" w14:textId="77777777" w:rsidTr="001E639E">
      <w:trPr>
        <w:jc w:val="center"/>
      </w:trPr>
      <w:tc>
        <w:tcPr>
          <w:tcW w:w="1951" w:type="dxa"/>
          <w:shd w:val="clear" w:color="auto" w:fill="auto"/>
          <w:vAlign w:val="center"/>
        </w:tcPr>
        <w:p w14:paraId="67A0E0ED" w14:textId="1664180D" w:rsidR="008219B0" w:rsidRPr="0058497C" w:rsidRDefault="008219B0" w:rsidP="0058497C">
          <w:pPr>
            <w:pStyle w:val="Fuzeile"/>
            <w:spacing w:after="0"/>
            <w:rPr>
              <w:b/>
              <w:sz w:val="18"/>
              <w:szCs w:val="18"/>
            </w:rPr>
          </w:pPr>
          <w:r w:rsidRPr="00E52135">
            <w:rPr>
              <w:rFonts w:eastAsia="+mn-ea" w:cstheme="minorHAnsi"/>
              <w:b/>
              <w:bCs/>
              <w:color w:val="5F497A" w:themeColor="accent4" w:themeShade="BF"/>
              <w:kern w:val="24"/>
              <w:sz w:val="18"/>
              <w:szCs w:val="20"/>
              <w:lang w:val="es-ES"/>
            </w:rPr>
            <w:t>clarity-h2020.eu</w:t>
          </w:r>
        </w:p>
      </w:tc>
      <w:tc>
        <w:tcPr>
          <w:tcW w:w="5954" w:type="dxa"/>
          <w:vAlign w:val="center"/>
        </w:tcPr>
        <w:p w14:paraId="1406015D" w14:textId="5CEA1D8C" w:rsidR="008219B0" w:rsidRPr="0058497C" w:rsidRDefault="008219B0" w:rsidP="0058497C">
          <w:pPr>
            <w:pStyle w:val="Fuzeile"/>
            <w:spacing w:after="0"/>
            <w:jc w:val="center"/>
            <w:rPr>
              <w:sz w:val="18"/>
              <w:szCs w:val="18"/>
              <w:lang w:val="fr-BE"/>
            </w:rPr>
          </w:pPr>
          <w:r w:rsidRPr="00E52135">
            <w:rPr>
              <w:rFonts w:cstheme="minorHAnsi"/>
              <w:sz w:val="18"/>
              <w:szCs w:val="20"/>
              <w:lang w:val="fr-BE"/>
            </w:rPr>
            <w:t>Copyright © CLARITY Project Consortium</w:t>
          </w:r>
        </w:p>
      </w:tc>
      <w:tc>
        <w:tcPr>
          <w:tcW w:w="1949" w:type="dxa"/>
          <w:shd w:val="clear" w:color="auto" w:fill="auto"/>
          <w:vAlign w:val="center"/>
        </w:tcPr>
        <w:p w14:paraId="21E1E294" w14:textId="6104E706" w:rsidR="008219B0" w:rsidRPr="0058497C" w:rsidRDefault="008219B0" w:rsidP="0058497C">
          <w:pPr>
            <w:pStyle w:val="Fuzeile"/>
            <w:spacing w:after="0"/>
            <w:jc w:val="right"/>
            <w:rPr>
              <w:sz w:val="18"/>
              <w:szCs w:val="18"/>
              <w:lang w:val="fr-BE"/>
            </w:rPr>
          </w:pPr>
          <w:r w:rsidRPr="00E52135">
            <w:rPr>
              <w:rFonts w:cstheme="minorHAnsi"/>
              <w:sz w:val="18"/>
              <w:szCs w:val="20"/>
              <w:lang w:val="fr-BE"/>
            </w:rPr>
            <w:t xml:space="preserve">Page </w:t>
          </w:r>
          <w:r w:rsidRPr="00E52135">
            <w:rPr>
              <w:rFonts w:cstheme="minorHAnsi"/>
              <w:sz w:val="18"/>
              <w:szCs w:val="20"/>
              <w:lang w:val="fr-BE"/>
            </w:rPr>
            <w:fldChar w:fldCharType="begin"/>
          </w:r>
          <w:r w:rsidRPr="00E52135">
            <w:rPr>
              <w:rFonts w:cstheme="minorHAnsi"/>
              <w:sz w:val="18"/>
              <w:szCs w:val="20"/>
              <w:lang w:val="fr-BE"/>
            </w:rPr>
            <w:instrText xml:space="preserve"> PAGE   \* MERGEFORMAT </w:instrText>
          </w:r>
          <w:r w:rsidRPr="00E52135">
            <w:rPr>
              <w:rFonts w:cstheme="minorHAnsi"/>
              <w:sz w:val="18"/>
              <w:szCs w:val="20"/>
              <w:lang w:val="fr-BE"/>
            </w:rPr>
            <w:fldChar w:fldCharType="separate"/>
          </w:r>
          <w:r w:rsidR="00AB6ED6">
            <w:rPr>
              <w:rFonts w:cstheme="minorHAnsi"/>
              <w:noProof/>
              <w:sz w:val="18"/>
              <w:szCs w:val="20"/>
              <w:lang w:val="fr-BE"/>
            </w:rPr>
            <w:t>22</w:t>
          </w:r>
          <w:r w:rsidRPr="00E52135">
            <w:rPr>
              <w:rFonts w:cstheme="minorHAnsi"/>
              <w:sz w:val="18"/>
              <w:szCs w:val="20"/>
              <w:lang w:val="fr-BE"/>
            </w:rPr>
            <w:fldChar w:fldCharType="end"/>
          </w:r>
          <w:r w:rsidRPr="00E52135">
            <w:rPr>
              <w:rFonts w:cstheme="minorHAnsi"/>
              <w:sz w:val="18"/>
              <w:szCs w:val="20"/>
              <w:lang w:val="fr-BE"/>
            </w:rPr>
            <w:t xml:space="preserve"> of </w:t>
          </w:r>
          <w:r w:rsidRPr="00E52135">
            <w:rPr>
              <w:rFonts w:cstheme="minorHAnsi"/>
              <w:sz w:val="18"/>
              <w:szCs w:val="20"/>
              <w:lang w:val="fr-BE"/>
            </w:rPr>
            <w:fldChar w:fldCharType="begin"/>
          </w:r>
          <w:r w:rsidRPr="00E52135">
            <w:rPr>
              <w:rFonts w:cstheme="minorHAnsi"/>
              <w:sz w:val="18"/>
              <w:szCs w:val="20"/>
              <w:lang w:val="fr-BE"/>
            </w:rPr>
            <w:instrText xml:space="preserve"> NUMPAGES   \* MERGEFORMAT </w:instrText>
          </w:r>
          <w:r w:rsidRPr="00E52135">
            <w:rPr>
              <w:rFonts w:cstheme="minorHAnsi"/>
              <w:sz w:val="18"/>
              <w:szCs w:val="20"/>
              <w:lang w:val="fr-BE"/>
            </w:rPr>
            <w:fldChar w:fldCharType="separate"/>
          </w:r>
          <w:r w:rsidR="00AB6ED6">
            <w:rPr>
              <w:rFonts w:cstheme="minorHAnsi"/>
              <w:noProof/>
              <w:sz w:val="18"/>
              <w:szCs w:val="20"/>
              <w:lang w:val="fr-BE"/>
            </w:rPr>
            <w:t>58</w:t>
          </w:r>
          <w:r w:rsidRPr="00E52135">
            <w:rPr>
              <w:rFonts w:cstheme="minorHAnsi"/>
              <w:sz w:val="18"/>
              <w:szCs w:val="20"/>
              <w:lang w:val="fr-BE"/>
            </w:rPr>
            <w:fldChar w:fldCharType="end"/>
          </w:r>
        </w:p>
      </w:tc>
    </w:tr>
  </w:tbl>
  <w:p w14:paraId="740EC72F" w14:textId="77777777" w:rsidR="008219B0" w:rsidRPr="00E52135" w:rsidRDefault="008219B0" w:rsidP="005429B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8472"/>
      <w:gridCol w:w="1382"/>
    </w:tblGrid>
    <w:tr w:rsidR="008219B0" w:rsidRPr="007F1E2D" w14:paraId="241D58CC" w14:textId="77777777" w:rsidTr="007F1E2D">
      <w:tc>
        <w:tcPr>
          <w:tcW w:w="8472" w:type="dxa"/>
          <w:vAlign w:val="center"/>
        </w:tcPr>
        <w:p w14:paraId="0DDE8FF2" w14:textId="555EB0E9" w:rsidR="008219B0" w:rsidRPr="009D61CE" w:rsidRDefault="008219B0" w:rsidP="005429B1">
          <w:pPr>
            <w:pStyle w:val="Fuzeile"/>
          </w:pPr>
          <w:r w:rsidRPr="009D61CE">
            <w:t>This project has received funding from the European Union's Horizon 2020 research and innovation programme under grant agreement No 730355</w:t>
          </w:r>
        </w:p>
      </w:tc>
      <w:tc>
        <w:tcPr>
          <w:tcW w:w="1382" w:type="dxa"/>
          <w:vAlign w:val="center"/>
        </w:tcPr>
        <w:p w14:paraId="2E44E54C" w14:textId="386A5ED7" w:rsidR="008219B0" w:rsidRPr="007F1E2D" w:rsidRDefault="008219B0" w:rsidP="005429B1">
          <w:pPr>
            <w:pStyle w:val="Fuzeile"/>
          </w:pPr>
          <w:r w:rsidRPr="007F1E2D">
            <w:rPr>
              <w:noProof/>
              <w:lang w:val="de-DE" w:eastAsia="de-DE"/>
            </w:rPr>
            <w:drawing>
              <wp:inline distT="0" distB="0" distL="0" distR="0" wp14:anchorId="63C530C0" wp14:editId="2E4B9321">
                <wp:extent cx="540000" cy="366884"/>
                <wp:effectExtent l="0" t="0" r="0" b="0"/>
                <wp:docPr id="7" name="1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11 Imagen"/>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0000" cy="366884"/>
                        </a:xfrm>
                        <a:prstGeom prst="rect">
                          <a:avLst/>
                        </a:prstGeom>
                      </pic:spPr>
                    </pic:pic>
                  </a:graphicData>
                </a:graphic>
              </wp:inline>
            </w:drawing>
          </w:r>
        </w:p>
      </w:tc>
    </w:tr>
  </w:tbl>
  <w:p w14:paraId="55813D39" w14:textId="77777777" w:rsidR="008219B0" w:rsidRPr="00F25901" w:rsidRDefault="008219B0" w:rsidP="005429B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297F3E" w14:textId="77777777" w:rsidR="007C51FA" w:rsidRDefault="007C51FA" w:rsidP="005429B1">
      <w:r>
        <w:separator/>
      </w:r>
    </w:p>
  </w:footnote>
  <w:footnote w:type="continuationSeparator" w:id="0">
    <w:p w14:paraId="7E4C1531" w14:textId="77777777" w:rsidR="007C51FA" w:rsidRDefault="007C51FA" w:rsidP="005429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3284"/>
      <w:gridCol w:w="3285"/>
      <w:gridCol w:w="3285"/>
    </w:tblGrid>
    <w:tr w:rsidR="008219B0" w:rsidRPr="00E52135" w14:paraId="411FB832" w14:textId="77777777" w:rsidTr="00AC4E26">
      <w:tc>
        <w:tcPr>
          <w:tcW w:w="3284" w:type="dxa"/>
          <w:tcBorders>
            <w:top w:val="nil"/>
            <w:left w:val="nil"/>
            <w:right w:val="nil"/>
          </w:tcBorders>
          <w:vAlign w:val="center"/>
        </w:tcPr>
        <w:p w14:paraId="33BC90A3" w14:textId="26F178BC" w:rsidR="008219B0" w:rsidRPr="00E52135" w:rsidRDefault="008219B0" w:rsidP="005429B1">
          <w:r w:rsidRPr="001F7282">
            <w:t>D7.8 Data Management Plan v1</w:t>
          </w:r>
        </w:p>
      </w:tc>
      <w:tc>
        <w:tcPr>
          <w:tcW w:w="3285" w:type="dxa"/>
          <w:tcBorders>
            <w:top w:val="nil"/>
            <w:left w:val="nil"/>
            <w:right w:val="nil"/>
          </w:tcBorders>
          <w:vAlign w:val="center"/>
        </w:tcPr>
        <w:p w14:paraId="09442AF7" w14:textId="07C11E0B" w:rsidR="008219B0" w:rsidRPr="00E52135" w:rsidRDefault="008219B0" w:rsidP="0058497C">
          <w:r>
            <w:t>Public</w:t>
          </w:r>
        </w:p>
      </w:tc>
      <w:tc>
        <w:tcPr>
          <w:tcW w:w="3285" w:type="dxa"/>
          <w:tcBorders>
            <w:top w:val="nil"/>
            <w:left w:val="nil"/>
            <w:right w:val="nil"/>
          </w:tcBorders>
          <w:vAlign w:val="center"/>
        </w:tcPr>
        <w:p w14:paraId="640579D4" w14:textId="0852AFE6" w:rsidR="008219B0" w:rsidRPr="00E52135" w:rsidRDefault="008219B0" w:rsidP="0058497C">
          <w:pPr>
            <w:jc w:val="right"/>
          </w:pPr>
          <w:r w:rsidRPr="00E52135">
            <w:rPr>
              <w:noProof/>
              <w:lang w:val="de-DE" w:eastAsia="de-DE"/>
            </w:rPr>
            <w:drawing>
              <wp:inline distT="0" distB="0" distL="0" distR="0" wp14:anchorId="6732BEDA" wp14:editId="20D0A928">
                <wp:extent cx="912071" cy="220566"/>
                <wp:effectExtent l="0" t="0" r="2540" b="8255"/>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7954" cy="229244"/>
                        </a:xfrm>
                        <a:prstGeom prst="rect">
                          <a:avLst/>
                        </a:prstGeom>
                        <a:noFill/>
                        <a:ln>
                          <a:noFill/>
                        </a:ln>
                        <a:effectLst/>
                        <a:extLst/>
                      </pic:spPr>
                    </pic:pic>
                  </a:graphicData>
                </a:graphic>
              </wp:inline>
            </w:drawing>
          </w:r>
        </w:p>
      </w:tc>
    </w:tr>
  </w:tbl>
  <w:p w14:paraId="17C9BA47" w14:textId="77777777" w:rsidR="008219B0" w:rsidRPr="00E52135" w:rsidRDefault="008219B0" w:rsidP="005429B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C5EED74"/>
    <w:lvl w:ilvl="0">
      <w:start w:val="1"/>
      <w:numFmt w:val="decimal"/>
      <w:pStyle w:val="berschrift1"/>
      <w:lvlText w:val="%1"/>
      <w:lvlJc w:val="left"/>
      <w:pPr>
        <w:tabs>
          <w:tab w:val="num" w:pos="432"/>
        </w:tabs>
        <w:ind w:left="432" w:hanging="432"/>
      </w:pPr>
      <w:rPr>
        <w:rFonts w:asciiTheme="minorHAnsi" w:hAnsiTheme="minorHAnsi" w:cs="Times New Roman" w:hint="default"/>
        <w:sz w:val="32"/>
        <w:szCs w:val="34"/>
      </w:rPr>
    </w:lvl>
    <w:lvl w:ilvl="1">
      <w:start w:val="1"/>
      <w:numFmt w:val="decimal"/>
      <w:pStyle w:val="berschrift2"/>
      <w:lvlText w:val="%1.%2"/>
      <w:lvlJc w:val="left"/>
      <w:pPr>
        <w:tabs>
          <w:tab w:val="num" w:pos="576"/>
        </w:tabs>
        <w:ind w:left="576" w:hanging="576"/>
      </w:pPr>
      <w:rPr>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berschrift3"/>
      <w:lvlText w:val="%1.%2.%3"/>
      <w:lvlJc w:val="left"/>
      <w:pPr>
        <w:tabs>
          <w:tab w:val="num" w:pos="720"/>
        </w:tabs>
        <w:ind w:left="720" w:hanging="720"/>
      </w:pPr>
      <w:rPr>
        <w:rFonts w:asciiTheme="minorHAnsi" w:hAnsiTheme="minorHAnsi" w:cs="Times New Roman" w:hint="default"/>
        <w:sz w:val="24"/>
        <w:szCs w:val="26"/>
      </w:rPr>
    </w:lvl>
    <w:lvl w:ilvl="3">
      <w:start w:val="1"/>
      <w:numFmt w:val="decimal"/>
      <w:pStyle w:val="berschrift4"/>
      <w:lvlText w:val="%1.%2.%3.%4"/>
      <w:lvlJc w:val="left"/>
      <w:pPr>
        <w:tabs>
          <w:tab w:val="num" w:pos="1432"/>
        </w:tabs>
        <w:ind w:left="1432" w:hanging="86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berschrift5"/>
      <w:lvlText w:val="%1.%2.%3.%4.%5"/>
      <w:lvlJc w:val="left"/>
      <w:pPr>
        <w:tabs>
          <w:tab w:val="num" w:pos="1008"/>
        </w:tabs>
        <w:ind w:left="1008" w:hanging="1008"/>
      </w:pPr>
      <w:rPr>
        <w:rFonts w:ascii="Arial" w:hAnsi="Arial" w:cs="Arial"/>
        <w:i w:val="0"/>
        <w:sz w:val="22"/>
        <w:szCs w:val="22"/>
      </w:rPr>
    </w:lvl>
    <w:lvl w:ilvl="5">
      <w:start w:val="1"/>
      <w:numFmt w:val="decimal"/>
      <w:pStyle w:val="berschrift6"/>
      <w:lvlText w:val="%1.%2.%3.%4.%5.%6"/>
      <w:lvlJc w:val="left"/>
      <w:pPr>
        <w:tabs>
          <w:tab w:val="num" w:pos="1152"/>
        </w:tabs>
        <w:ind w:left="1152" w:hanging="1152"/>
      </w:pPr>
      <w:rPr>
        <w:rFonts w:ascii="Arial" w:hAnsi="Arial" w:cs="Arial"/>
      </w:rPr>
    </w:lvl>
    <w:lvl w:ilvl="6">
      <w:start w:val="1"/>
      <w:numFmt w:val="decimal"/>
      <w:pStyle w:val="berschrift7"/>
      <w:lvlText w:val="%1.%2.%3.%4.%5.%6.%7"/>
      <w:lvlJc w:val="left"/>
      <w:pPr>
        <w:tabs>
          <w:tab w:val="num" w:pos="1296"/>
        </w:tabs>
        <w:ind w:left="1296" w:hanging="1296"/>
      </w:pPr>
      <w:rPr>
        <w:rFonts w:ascii="Times New Roman" w:hAnsi="Times New Roman" w:cs="Times New Roman"/>
      </w:rPr>
    </w:lvl>
    <w:lvl w:ilvl="7">
      <w:start w:val="1"/>
      <w:numFmt w:val="decimal"/>
      <w:pStyle w:val="berschrift8"/>
      <w:lvlText w:val="%1.%2.%3.%4.%5.%6.%7.%8"/>
      <w:lvlJc w:val="left"/>
      <w:pPr>
        <w:tabs>
          <w:tab w:val="num" w:pos="1440"/>
        </w:tabs>
        <w:ind w:left="1440" w:hanging="1440"/>
      </w:pPr>
      <w:rPr>
        <w:rFonts w:ascii="Times New Roman" w:hAnsi="Times New Roman" w:cs="Times New Roman"/>
      </w:rPr>
    </w:lvl>
    <w:lvl w:ilvl="8">
      <w:start w:val="1"/>
      <w:numFmt w:val="decimal"/>
      <w:pStyle w:val="berschrift9"/>
      <w:lvlText w:val="%1.%2.%3.%4.%5.%6.%7.%8.%9"/>
      <w:lvlJc w:val="left"/>
      <w:pPr>
        <w:tabs>
          <w:tab w:val="num" w:pos="1584"/>
        </w:tabs>
        <w:ind w:left="1584" w:hanging="1584"/>
      </w:pPr>
      <w:rPr>
        <w:rFonts w:ascii="Times New Roman" w:hAnsi="Times New Roman" w:cs="Times New Roman"/>
      </w:rPr>
    </w:lvl>
  </w:abstractNum>
  <w:abstractNum w:abstractNumId="1">
    <w:nsid w:val="01844DB4"/>
    <w:multiLevelType w:val="hybridMultilevel"/>
    <w:tmpl w:val="8FECFCE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44A2B4A"/>
    <w:multiLevelType w:val="multilevel"/>
    <w:tmpl w:val="D86A1A6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nsid w:val="05AE0FAD"/>
    <w:multiLevelType w:val="hybridMultilevel"/>
    <w:tmpl w:val="4852E15A"/>
    <w:lvl w:ilvl="0" w:tplc="CE8EC4FA">
      <w:start w:val="3"/>
      <w:numFmt w:val="bullet"/>
      <w:lvlText w:val="-"/>
      <w:lvlJc w:val="left"/>
      <w:pPr>
        <w:ind w:left="720" w:hanging="360"/>
      </w:pPr>
      <w:rPr>
        <w:rFonts w:ascii="Calibri" w:eastAsia="SimSun" w:hAnsi="Calibri" w:cs="Lucida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7B02331"/>
    <w:multiLevelType w:val="hybridMultilevel"/>
    <w:tmpl w:val="828802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087B037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1BE579E"/>
    <w:multiLevelType w:val="multilevel"/>
    <w:tmpl w:val="0F5ED0C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nsid w:val="12CA7C8C"/>
    <w:multiLevelType w:val="multilevel"/>
    <w:tmpl w:val="0409001F"/>
    <w:name w:val="WW8Num1222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30848CC"/>
    <w:multiLevelType w:val="multilevel"/>
    <w:tmpl w:val="B712E500"/>
    <w:lvl w:ilvl="0">
      <w:start w:val="1"/>
      <w:numFmt w:val="decimal"/>
      <w:lvlText w:val="%1"/>
      <w:lvlJc w:val="left"/>
      <w:pPr>
        <w:tabs>
          <w:tab w:val="num" w:pos="432"/>
        </w:tabs>
        <w:ind w:left="432" w:hanging="432"/>
      </w:pPr>
      <w:rPr>
        <w:rFonts w:asciiTheme="minorHAnsi" w:hAnsiTheme="minorHAnsi" w:cs="Times New Roman" w:hint="default"/>
        <w:sz w:val="32"/>
        <w:szCs w:val="34"/>
      </w:rPr>
    </w:lvl>
    <w:lvl w:ilvl="1">
      <w:start w:val="1"/>
      <w:numFmt w:val="decimal"/>
      <w:lvlText w:val="%1.%2"/>
      <w:lvlJc w:val="left"/>
      <w:pPr>
        <w:tabs>
          <w:tab w:val="num" w:pos="576"/>
        </w:tabs>
        <w:ind w:left="576" w:hanging="576"/>
      </w:pPr>
      <w:rPr>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asciiTheme="minorHAnsi" w:hAnsiTheme="minorHAnsi" w:cs="Times New Roman" w:hint="default"/>
        <w:sz w:val="24"/>
        <w:szCs w:val="26"/>
      </w:rPr>
    </w:lvl>
    <w:lvl w:ilvl="3">
      <w:start w:val="1"/>
      <w:numFmt w:val="decimal"/>
      <w:lvlText w:val="%1.%2.%3.%4"/>
      <w:lvlJc w:val="left"/>
      <w:pPr>
        <w:tabs>
          <w:tab w:val="num" w:pos="1432"/>
        </w:tabs>
        <w:ind w:left="1432" w:hanging="86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08"/>
        </w:tabs>
        <w:ind w:left="1008" w:hanging="1008"/>
      </w:pPr>
      <w:rPr>
        <w:rFonts w:ascii="Arial" w:hAnsi="Arial" w:cs="Arial"/>
        <w:i w:val="0"/>
        <w:sz w:val="22"/>
        <w:szCs w:val="22"/>
      </w:rPr>
    </w:lvl>
    <w:lvl w:ilvl="5">
      <w:start w:val="1"/>
      <w:numFmt w:val="decimal"/>
      <w:lvlText w:val="%1.%2.%3.%4.%5.%6"/>
      <w:lvlJc w:val="left"/>
      <w:pPr>
        <w:tabs>
          <w:tab w:val="num" w:pos="1152"/>
        </w:tabs>
        <w:ind w:left="1152" w:hanging="1152"/>
      </w:pPr>
      <w:rPr>
        <w:rFonts w:ascii="Arial" w:hAnsi="Arial" w:cs="Arial"/>
      </w:rPr>
    </w:lvl>
    <w:lvl w:ilvl="6">
      <w:start w:val="1"/>
      <w:numFmt w:val="decimal"/>
      <w:lvlText w:val="%1.%2.%3.%4.%5.%6.%7"/>
      <w:lvlJc w:val="left"/>
      <w:pPr>
        <w:tabs>
          <w:tab w:val="num" w:pos="1296"/>
        </w:tabs>
        <w:ind w:left="1296" w:hanging="1296"/>
      </w:pPr>
      <w:rPr>
        <w:rFonts w:ascii="Times New Roman" w:hAnsi="Times New Roman" w:cs="Times New Roman"/>
      </w:rPr>
    </w:lvl>
    <w:lvl w:ilvl="7">
      <w:start w:val="1"/>
      <w:numFmt w:val="decimal"/>
      <w:lvlText w:val="%1.%2.%3.%4.%5.%6.%7.%8"/>
      <w:lvlJc w:val="left"/>
      <w:pPr>
        <w:tabs>
          <w:tab w:val="num" w:pos="1440"/>
        </w:tabs>
        <w:ind w:left="1440" w:hanging="1440"/>
      </w:pPr>
      <w:rPr>
        <w:rFonts w:ascii="Times New Roman" w:hAnsi="Times New Roman" w:cs="Times New Roman"/>
      </w:rPr>
    </w:lvl>
    <w:lvl w:ilvl="8">
      <w:start w:val="1"/>
      <w:numFmt w:val="decimal"/>
      <w:lvlText w:val="%1.%2.%3.%4.%5.%6.%7.%8.%9"/>
      <w:lvlJc w:val="left"/>
      <w:pPr>
        <w:tabs>
          <w:tab w:val="num" w:pos="1584"/>
        </w:tabs>
        <w:ind w:left="1584" w:hanging="1584"/>
      </w:pPr>
      <w:rPr>
        <w:rFonts w:ascii="Times New Roman" w:hAnsi="Times New Roman" w:cs="Times New Roman"/>
      </w:rPr>
    </w:lvl>
  </w:abstractNum>
  <w:abstractNum w:abstractNumId="9">
    <w:nsid w:val="18536261"/>
    <w:multiLevelType w:val="hybridMultilevel"/>
    <w:tmpl w:val="44946B54"/>
    <w:lvl w:ilvl="0" w:tplc="CE8EC4FA">
      <w:start w:val="3"/>
      <w:numFmt w:val="bullet"/>
      <w:lvlText w:val="-"/>
      <w:lvlJc w:val="left"/>
      <w:pPr>
        <w:ind w:left="720" w:hanging="360"/>
      </w:pPr>
      <w:rPr>
        <w:rFonts w:ascii="Calibri" w:eastAsia="SimSun" w:hAnsi="Calibri" w:cs="Lucida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E8223AE"/>
    <w:multiLevelType w:val="multilevel"/>
    <w:tmpl w:val="EB2A4AE6"/>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1">
    <w:nsid w:val="1FC0378F"/>
    <w:multiLevelType w:val="multilevel"/>
    <w:tmpl w:val="6CE02A8C"/>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2">
    <w:nsid w:val="27F11058"/>
    <w:multiLevelType w:val="hybridMultilevel"/>
    <w:tmpl w:val="42D2C71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A5B1097"/>
    <w:multiLevelType w:val="hybridMultilevel"/>
    <w:tmpl w:val="61A43E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2FEA5D1D"/>
    <w:multiLevelType w:val="multilevel"/>
    <w:tmpl w:val="0409001F"/>
    <w:name w:val="WW8Num1222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E3C4C6D"/>
    <w:multiLevelType w:val="multilevel"/>
    <w:tmpl w:val="5F3270F6"/>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6">
    <w:nsid w:val="4B4E31BE"/>
    <w:multiLevelType w:val="hybridMultilevel"/>
    <w:tmpl w:val="03681B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4EDC0D5A"/>
    <w:multiLevelType w:val="multilevel"/>
    <w:tmpl w:val="B30AF816"/>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8">
    <w:nsid w:val="53313352"/>
    <w:multiLevelType w:val="hybridMultilevel"/>
    <w:tmpl w:val="1862C7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56F66775"/>
    <w:multiLevelType w:val="hybridMultilevel"/>
    <w:tmpl w:val="7F14AF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5ABF0958"/>
    <w:multiLevelType w:val="hybridMultilevel"/>
    <w:tmpl w:val="5C4404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61D57AD1"/>
    <w:multiLevelType w:val="hybridMultilevel"/>
    <w:tmpl w:val="DE62DC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4E44B0E"/>
    <w:multiLevelType w:val="multilevel"/>
    <w:tmpl w:val="58FAD322"/>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23">
    <w:nsid w:val="698E2F07"/>
    <w:multiLevelType w:val="multilevel"/>
    <w:tmpl w:val="E4726A1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4">
    <w:nsid w:val="6CF242C2"/>
    <w:multiLevelType w:val="hybridMultilevel"/>
    <w:tmpl w:val="055CE9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6F432B90"/>
    <w:multiLevelType w:val="hybridMultilevel"/>
    <w:tmpl w:val="CAEC4D44"/>
    <w:lvl w:ilvl="0" w:tplc="B93E3150">
      <w:start w:val="1"/>
      <w:numFmt w:val="decimal"/>
      <w:pStyle w:val="berschrift2Annex"/>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nsid w:val="700C477E"/>
    <w:multiLevelType w:val="hybridMultilevel"/>
    <w:tmpl w:val="05303D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220758C"/>
    <w:multiLevelType w:val="hybridMultilevel"/>
    <w:tmpl w:val="97507372"/>
    <w:lvl w:ilvl="0" w:tplc="CE8EC4FA">
      <w:start w:val="3"/>
      <w:numFmt w:val="bullet"/>
      <w:lvlText w:val="-"/>
      <w:lvlJc w:val="left"/>
      <w:pPr>
        <w:ind w:left="720" w:hanging="360"/>
      </w:pPr>
      <w:rPr>
        <w:rFonts w:ascii="Calibri" w:eastAsia="SimSun" w:hAnsi="Calibri" w:cs="Lucida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2F90934"/>
    <w:multiLevelType w:val="multilevel"/>
    <w:tmpl w:val="A7ECADB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9">
    <w:nsid w:val="75FA5B2B"/>
    <w:multiLevelType w:val="multilevel"/>
    <w:tmpl w:val="AAEE05A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782A37F8"/>
    <w:multiLevelType w:val="multilevel"/>
    <w:tmpl w:val="C1C4F366"/>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num w:numId="1">
    <w:abstractNumId w:val="0"/>
  </w:num>
  <w:num w:numId="2">
    <w:abstractNumId w:val="8"/>
  </w:num>
  <w:num w:numId="3">
    <w:abstractNumId w:val="23"/>
  </w:num>
  <w:num w:numId="4">
    <w:abstractNumId w:val="18"/>
  </w:num>
  <w:num w:numId="5">
    <w:abstractNumId w:val="4"/>
  </w:num>
  <w:num w:numId="6">
    <w:abstractNumId w:val="13"/>
  </w:num>
  <w:num w:numId="7">
    <w:abstractNumId w:val="19"/>
  </w:num>
  <w:num w:numId="8">
    <w:abstractNumId w:val="16"/>
  </w:num>
  <w:num w:numId="9">
    <w:abstractNumId w:val="24"/>
  </w:num>
  <w:num w:numId="10">
    <w:abstractNumId w:val="5"/>
  </w:num>
  <w:num w:numId="11">
    <w:abstractNumId w:val="20"/>
  </w:num>
  <w:num w:numId="12">
    <w:abstractNumId w:val="0"/>
  </w:num>
  <w:num w:numId="13">
    <w:abstractNumId w:val="2"/>
  </w:num>
  <w:num w:numId="14">
    <w:abstractNumId w:val="10"/>
  </w:num>
  <w:num w:numId="15">
    <w:abstractNumId w:val="22"/>
  </w:num>
  <w:num w:numId="16">
    <w:abstractNumId w:val="15"/>
  </w:num>
  <w:num w:numId="17">
    <w:abstractNumId w:val="30"/>
  </w:num>
  <w:num w:numId="18">
    <w:abstractNumId w:val="11"/>
  </w:num>
  <w:num w:numId="19">
    <w:abstractNumId w:val="17"/>
  </w:num>
  <w:num w:numId="20">
    <w:abstractNumId w:val="29"/>
  </w:num>
  <w:num w:numId="21">
    <w:abstractNumId w:val="6"/>
  </w:num>
  <w:num w:numId="22">
    <w:abstractNumId w:val="28"/>
  </w:num>
  <w:num w:numId="23">
    <w:abstractNumId w:val="26"/>
  </w:num>
  <w:num w:numId="24">
    <w:abstractNumId w:val="21"/>
  </w:num>
  <w:num w:numId="25">
    <w:abstractNumId w:val="9"/>
  </w:num>
  <w:num w:numId="26">
    <w:abstractNumId w:val="3"/>
  </w:num>
  <w:num w:numId="27">
    <w:abstractNumId w:val="27"/>
  </w:num>
  <w:num w:numId="28">
    <w:abstractNumId w:val="1"/>
  </w:num>
  <w:num w:numId="29">
    <w:abstractNumId w:val="12"/>
  </w:num>
  <w:num w:numId="30">
    <w:abstractNumId w:val="25"/>
  </w:num>
  <w:numIdMacAtCleanup w:val="3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ascal Dihé">
    <w15:presenceInfo w15:providerId="None" w15:userId="Pascal Dihé"/>
  </w15:person>
  <w15:person w15:author="Havlik Denis">
    <w15:presenceInfo w15:providerId="AD" w15:userId="S-1-5-21-1482476501-113007714-839522115-34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DateAndTime/>
  <w:hideSpellingErrors/>
  <w:hideGrammaticalErrors/>
  <w:proofState w:spelling="clean" w:grammar="clean"/>
  <w:attachedTemplate r:id="rId1"/>
  <w:stylePaneFormatFilter w:val="0201" w:allStyles="1" w:customStyles="0" w:latentStyles="0" w:stylesInUse="0" w:headingStyles="0" w:numberingStyles="0" w:tableStyles="0" w:directFormattingOnRuns="0" w:directFormattingOnParagraphs="1" w:directFormattingOnNumbering="0" w:directFormattingOnTables="0" w:clearFormatting="0" w:top3HeadingStyles="0" w:visibleStyles="0" w:alternateStyleNames="0"/>
  <w:stylePaneSortMethod w:val="0000"/>
  <w:defaultTabStop w:val="708"/>
  <w:autoHyphenation/>
  <w:hyphenationZone w:val="425"/>
  <w:clickAndTypeStyle w:val="SCoverDocument-ID"/>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TMwNDE1NzI2MTe2NDFQ0lEKTi0uzszPAykwqgUAZd68FiwAAAA="/>
  </w:docVars>
  <w:rsids>
    <w:rsidRoot w:val="00795516"/>
    <w:rsid w:val="00002D4B"/>
    <w:rsid w:val="000031D2"/>
    <w:rsid w:val="00016B0D"/>
    <w:rsid w:val="0002092F"/>
    <w:rsid w:val="000209CD"/>
    <w:rsid w:val="00021014"/>
    <w:rsid w:val="00026C63"/>
    <w:rsid w:val="00031CD6"/>
    <w:rsid w:val="00035047"/>
    <w:rsid w:val="00037C28"/>
    <w:rsid w:val="00054052"/>
    <w:rsid w:val="000553BA"/>
    <w:rsid w:val="00056DAC"/>
    <w:rsid w:val="00057BF1"/>
    <w:rsid w:val="0006332A"/>
    <w:rsid w:val="00063626"/>
    <w:rsid w:val="0006713F"/>
    <w:rsid w:val="00067414"/>
    <w:rsid w:val="00071E1D"/>
    <w:rsid w:val="000824A0"/>
    <w:rsid w:val="000903DF"/>
    <w:rsid w:val="0009077F"/>
    <w:rsid w:val="00094C3D"/>
    <w:rsid w:val="000A051B"/>
    <w:rsid w:val="000A2AF1"/>
    <w:rsid w:val="000A4A1C"/>
    <w:rsid w:val="000A5F36"/>
    <w:rsid w:val="000B0C8F"/>
    <w:rsid w:val="000B3D58"/>
    <w:rsid w:val="000B4D63"/>
    <w:rsid w:val="000B5D00"/>
    <w:rsid w:val="000B6530"/>
    <w:rsid w:val="000B7B1B"/>
    <w:rsid w:val="000C06C1"/>
    <w:rsid w:val="000C223D"/>
    <w:rsid w:val="000C6720"/>
    <w:rsid w:val="000D1B50"/>
    <w:rsid w:val="000D1D25"/>
    <w:rsid w:val="000D2707"/>
    <w:rsid w:val="000D29BB"/>
    <w:rsid w:val="000D3209"/>
    <w:rsid w:val="000D5268"/>
    <w:rsid w:val="000D77E5"/>
    <w:rsid w:val="000D7C52"/>
    <w:rsid w:val="000E3DCE"/>
    <w:rsid w:val="000F3085"/>
    <w:rsid w:val="00100099"/>
    <w:rsid w:val="00100613"/>
    <w:rsid w:val="0010316F"/>
    <w:rsid w:val="00104670"/>
    <w:rsid w:val="00105D74"/>
    <w:rsid w:val="00110754"/>
    <w:rsid w:val="001152EC"/>
    <w:rsid w:val="00115AF0"/>
    <w:rsid w:val="00116C44"/>
    <w:rsid w:val="0012062E"/>
    <w:rsid w:val="00120E86"/>
    <w:rsid w:val="001358EF"/>
    <w:rsid w:val="00145CA8"/>
    <w:rsid w:val="00145DB8"/>
    <w:rsid w:val="0014630E"/>
    <w:rsid w:val="00155BE6"/>
    <w:rsid w:val="0015682F"/>
    <w:rsid w:val="00166118"/>
    <w:rsid w:val="00166F61"/>
    <w:rsid w:val="001678EE"/>
    <w:rsid w:val="00170478"/>
    <w:rsid w:val="00176E49"/>
    <w:rsid w:val="00177A04"/>
    <w:rsid w:val="00180F92"/>
    <w:rsid w:val="00191738"/>
    <w:rsid w:val="00192447"/>
    <w:rsid w:val="001941A7"/>
    <w:rsid w:val="00194A40"/>
    <w:rsid w:val="00196C60"/>
    <w:rsid w:val="001A1B30"/>
    <w:rsid w:val="001A1C8B"/>
    <w:rsid w:val="001A2C29"/>
    <w:rsid w:val="001A43DA"/>
    <w:rsid w:val="001B1744"/>
    <w:rsid w:val="001B19F6"/>
    <w:rsid w:val="001B1A43"/>
    <w:rsid w:val="001B2C0C"/>
    <w:rsid w:val="001B5974"/>
    <w:rsid w:val="001C5CB4"/>
    <w:rsid w:val="001C7DC5"/>
    <w:rsid w:val="001D1384"/>
    <w:rsid w:val="001D1ED3"/>
    <w:rsid w:val="001D65A3"/>
    <w:rsid w:val="001D7236"/>
    <w:rsid w:val="001E3D9C"/>
    <w:rsid w:val="001E639E"/>
    <w:rsid w:val="001F6F35"/>
    <w:rsid w:val="001F7282"/>
    <w:rsid w:val="0020003F"/>
    <w:rsid w:val="002033E6"/>
    <w:rsid w:val="00205C60"/>
    <w:rsid w:val="00205F54"/>
    <w:rsid w:val="0021189D"/>
    <w:rsid w:val="002119E2"/>
    <w:rsid w:val="00216B90"/>
    <w:rsid w:val="00220736"/>
    <w:rsid w:val="00224928"/>
    <w:rsid w:val="00224A4A"/>
    <w:rsid w:val="0022737F"/>
    <w:rsid w:val="0023292B"/>
    <w:rsid w:val="00235BA6"/>
    <w:rsid w:val="00236479"/>
    <w:rsid w:val="00236861"/>
    <w:rsid w:val="00236B1A"/>
    <w:rsid w:val="00247CA7"/>
    <w:rsid w:val="00251A23"/>
    <w:rsid w:val="00253699"/>
    <w:rsid w:val="00257153"/>
    <w:rsid w:val="00260E52"/>
    <w:rsid w:val="00261EAD"/>
    <w:rsid w:val="00262A31"/>
    <w:rsid w:val="002668E4"/>
    <w:rsid w:val="002718B9"/>
    <w:rsid w:val="00273040"/>
    <w:rsid w:val="00273378"/>
    <w:rsid w:val="002803EB"/>
    <w:rsid w:val="00282BB3"/>
    <w:rsid w:val="00286109"/>
    <w:rsid w:val="00291ACD"/>
    <w:rsid w:val="00292314"/>
    <w:rsid w:val="0029295D"/>
    <w:rsid w:val="00292C59"/>
    <w:rsid w:val="002933D7"/>
    <w:rsid w:val="00296EB4"/>
    <w:rsid w:val="0029701A"/>
    <w:rsid w:val="002B0B35"/>
    <w:rsid w:val="002B1C00"/>
    <w:rsid w:val="002B2BAA"/>
    <w:rsid w:val="002B33F6"/>
    <w:rsid w:val="002B3C1E"/>
    <w:rsid w:val="002B59A5"/>
    <w:rsid w:val="002C072A"/>
    <w:rsid w:val="002C33EB"/>
    <w:rsid w:val="002C4257"/>
    <w:rsid w:val="002C4DE0"/>
    <w:rsid w:val="002C4DFF"/>
    <w:rsid w:val="002C5A18"/>
    <w:rsid w:val="002D332D"/>
    <w:rsid w:val="002D4166"/>
    <w:rsid w:val="002D5E58"/>
    <w:rsid w:val="002D75D0"/>
    <w:rsid w:val="002E5860"/>
    <w:rsid w:val="002E5F96"/>
    <w:rsid w:val="002F223B"/>
    <w:rsid w:val="002F5E7F"/>
    <w:rsid w:val="003075CA"/>
    <w:rsid w:val="00323304"/>
    <w:rsid w:val="00323B8D"/>
    <w:rsid w:val="003300AD"/>
    <w:rsid w:val="0033098F"/>
    <w:rsid w:val="00333ABD"/>
    <w:rsid w:val="00333B23"/>
    <w:rsid w:val="003364C9"/>
    <w:rsid w:val="003467DD"/>
    <w:rsid w:val="003548F7"/>
    <w:rsid w:val="003549E7"/>
    <w:rsid w:val="003555CB"/>
    <w:rsid w:val="00355670"/>
    <w:rsid w:val="00356BBD"/>
    <w:rsid w:val="003576AC"/>
    <w:rsid w:val="00361C9D"/>
    <w:rsid w:val="00362404"/>
    <w:rsid w:val="00362B08"/>
    <w:rsid w:val="003646A4"/>
    <w:rsid w:val="00372759"/>
    <w:rsid w:val="00372DB9"/>
    <w:rsid w:val="00377CDD"/>
    <w:rsid w:val="003817B4"/>
    <w:rsid w:val="003817CA"/>
    <w:rsid w:val="0038183C"/>
    <w:rsid w:val="003907D4"/>
    <w:rsid w:val="00396799"/>
    <w:rsid w:val="003976F5"/>
    <w:rsid w:val="003A0958"/>
    <w:rsid w:val="003A1C16"/>
    <w:rsid w:val="003A20A8"/>
    <w:rsid w:val="003A59D1"/>
    <w:rsid w:val="003B0430"/>
    <w:rsid w:val="003B48E8"/>
    <w:rsid w:val="003B792D"/>
    <w:rsid w:val="003B7B1D"/>
    <w:rsid w:val="003B7FEA"/>
    <w:rsid w:val="003C0159"/>
    <w:rsid w:val="003C0E1A"/>
    <w:rsid w:val="003C2A96"/>
    <w:rsid w:val="003C4E62"/>
    <w:rsid w:val="003D19C1"/>
    <w:rsid w:val="003D4608"/>
    <w:rsid w:val="003E1EE0"/>
    <w:rsid w:val="003E23FA"/>
    <w:rsid w:val="003E33DC"/>
    <w:rsid w:val="003E514F"/>
    <w:rsid w:val="003E748F"/>
    <w:rsid w:val="003F0704"/>
    <w:rsid w:val="003F1D39"/>
    <w:rsid w:val="003F3DFD"/>
    <w:rsid w:val="003F49DA"/>
    <w:rsid w:val="003F5F6F"/>
    <w:rsid w:val="003F75A4"/>
    <w:rsid w:val="003F77EF"/>
    <w:rsid w:val="004025BD"/>
    <w:rsid w:val="00402A5E"/>
    <w:rsid w:val="004079C1"/>
    <w:rsid w:val="00420D8B"/>
    <w:rsid w:val="0042321A"/>
    <w:rsid w:val="004266A4"/>
    <w:rsid w:val="00433550"/>
    <w:rsid w:val="004377C3"/>
    <w:rsid w:val="00437DDC"/>
    <w:rsid w:val="00441625"/>
    <w:rsid w:val="00441B08"/>
    <w:rsid w:val="00443608"/>
    <w:rsid w:val="0044551B"/>
    <w:rsid w:val="0044571D"/>
    <w:rsid w:val="004502E0"/>
    <w:rsid w:val="004507F8"/>
    <w:rsid w:val="00451B73"/>
    <w:rsid w:val="00451B7A"/>
    <w:rsid w:val="00452602"/>
    <w:rsid w:val="00455CDC"/>
    <w:rsid w:val="004569C1"/>
    <w:rsid w:val="00456D0F"/>
    <w:rsid w:val="00461556"/>
    <w:rsid w:val="00466A06"/>
    <w:rsid w:val="00471216"/>
    <w:rsid w:val="004759C0"/>
    <w:rsid w:val="00475B2E"/>
    <w:rsid w:val="004773A6"/>
    <w:rsid w:val="00482874"/>
    <w:rsid w:val="004846CD"/>
    <w:rsid w:val="0048586A"/>
    <w:rsid w:val="004965A9"/>
    <w:rsid w:val="004B41D4"/>
    <w:rsid w:val="004C25D0"/>
    <w:rsid w:val="004C4C96"/>
    <w:rsid w:val="004E0963"/>
    <w:rsid w:val="004E1F8D"/>
    <w:rsid w:val="004F029B"/>
    <w:rsid w:val="004F20E1"/>
    <w:rsid w:val="004F235B"/>
    <w:rsid w:val="004F279A"/>
    <w:rsid w:val="004F6003"/>
    <w:rsid w:val="004F6666"/>
    <w:rsid w:val="00501EA8"/>
    <w:rsid w:val="005023FF"/>
    <w:rsid w:val="00503BA5"/>
    <w:rsid w:val="00505C28"/>
    <w:rsid w:val="005138A4"/>
    <w:rsid w:val="00517097"/>
    <w:rsid w:val="00520D41"/>
    <w:rsid w:val="00521967"/>
    <w:rsid w:val="00521C26"/>
    <w:rsid w:val="00521F00"/>
    <w:rsid w:val="005223FD"/>
    <w:rsid w:val="00523873"/>
    <w:rsid w:val="00530210"/>
    <w:rsid w:val="005308D0"/>
    <w:rsid w:val="00530E89"/>
    <w:rsid w:val="005322E9"/>
    <w:rsid w:val="0053230E"/>
    <w:rsid w:val="00533C07"/>
    <w:rsid w:val="0053441C"/>
    <w:rsid w:val="0053488B"/>
    <w:rsid w:val="00536AFA"/>
    <w:rsid w:val="00540784"/>
    <w:rsid w:val="005429B1"/>
    <w:rsid w:val="005502D7"/>
    <w:rsid w:val="00553621"/>
    <w:rsid w:val="00555451"/>
    <w:rsid w:val="0056167B"/>
    <w:rsid w:val="0056431E"/>
    <w:rsid w:val="005644DA"/>
    <w:rsid w:val="00567D98"/>
    <w:rsid w:val="00570180"/>
    <w:rsid w:val="005708CE"/>
    <w:rsid w:val="00572D3C"/>
    <w:rsid w:val="005735F0"/>
    <w:rsid w:val="00574017"/>
    <w:rsid w:val="0057705A"/>
    <w:rsid w:val="00582550"/>
    <w:rsid w:val="0058497C"/>
    <w:rsid w:val="00591305"/>
    <w:rsid w:val="00597E9B"/>
    <w:rsid w:val="005A0636"/>
    <w:rsid w:val="005A0E4B"/>
    <w:rsid w:val="005A3B9B"/>
    <w:rsid w:val="005A472D"/>
    <w:rsid w:val="005B10A1"/>
    <w:rsid w:val="005B2196"/>
    <w:rsid w:val="005C475D"/>
    <w:rsid w:val="005C5560"/>
    <w:rsid w:val="005D388A"/>
    <w:rsid w:val="005D41FD"/>
    <w:rsid w:val="005D6354"/>
    <w:rsid w:val="005E21D9"/>
    <w:rsid w:val="005E3118"/>
    <w:rsid w:val="005E7077"/>
    <w:rsid w:val="005F656C"/>
    <w:rsid w:val="006003C1"/>
    <w:rsid w:val="00600A77"/>
    <w:rsid w:val="00602A52"/>
    <w:rsid w:val="00605333"/>
    <w:rsid w:val="0061164A"/>
    <w:rsid w:val="006136DA"/>
    <w:rsid w:val="00616C8B"/>
    <w:rsid w:val="006171C6"/>
    <w:rsid w:val="00620BA8"/>
    <w:rsid w:val="00622D3C"/>
    <w:rsid w:val="00631526"/>
    <w:rsid w:val="006450B6"/>
    <w:rsid w:val="00646224"/>
    <w:rsid w:val="0064734C"/>
    <w:rsid w:val="00653D44"/>
    <w:rsid w:val="00653F3A"/>
    <w:rsid w:val="006618C4"/>
    <w:rsid w:val="006638A0"/>
    <w:rsid w:val="0066534A"/>
    <w:rsid w:val="0066576F"/>
    <w:rsid w:val="006714F2"/>
    <w:rsid w:val="00671864"/>
    <w:rsid w:val="006760B1"/>
    <w:rsid w:val="00676A3B"/>
    <w:rsid w:val="00687657"/>
    <w:rsid w:val="00687ED9"/>
    <w:rsid w:val="00690290"/>
    <w:rsid w:val="00695192"/>
    <w:rsid w:val="00696879"/>
    <w:rsid w:val="00696DE5"/>
    <w:rsid w:val="006A171A"/>
    <w:rsid w:val="006A19F1"/>
    <w:rsid w:val="006A3CB0"/>
    <w:rsid w:val="006A4800"/>
    <w:rsid w:val="006A6893"/>
    <w:rsid w:val="006B5CAA"/>
    <w:rsid w:val="006B738D"/>
    <w:rsid w:val="006C041A"/>
    <w:rsid w:val="006C2A3F"/>
    <w:rsid w:val="006C3421"/>
    <w:rsid w:val="006C4C52"/>
    <w:rsid w:val="006C4E70"/>
    <w:rsid w:val="006C6BF9"/>
    <w:rsid w:val="006C6CE1"/>
    <w:rsid w:val="006C7B4D"/>
    <w:rsid w:val="006C7B81"/>
    <w:rsid w:val="006D0825"/>
    <w:rsid w:val="006D4DB6"/>
    <w:rsid w:val="006D5029"/>
    <w:rsid w:val="006E5751"/>
    <w:rsid w:val="006E5E49"/>
    <w:rsid w:val="006F3582"/>
    <w:rsid w:val="006F476F"/>
    <w:rsid w:val="006F5999"/>
    <w:rsid w:val="006F5CE6"/>
    <w:rsid w:val="006F7037"/>
    <w:rsid w:val="007035D1"/>
    <w:rsid w:val="00704D70"/>
    <w:rsid w:val="00706F75"/>
    <w:rsid w:val="0071459D"/>
    <w:rsid w:val="00715448"/>
    <w:rsid w:val="00715661"/>
    <w:rsid w:val="00715C39"/>
    <w:rsid w:val="00724BBD"/>
    <w:rsid w:val="0072665B"/>
    <w:rsid w:val="007274D2"/>
    <w:rsid w:val="007375A4"/>
    <w:rsid w:val="00742403"/>
    <w:rsid w:val="00750D67"/>
    <w:rsid w:val="007512C6"/>
    <w:rsid w:val="00754128"/>
    <w:rsid w:val="00755D87"/>
    <w:rsid w:val="00770D5E"/>
    <w:rsid w:val="00777295"/>
    <w:rsid w:val="007772EE"/>
    <w:rsid w:val="00780A6E"/>
    <w:rsid w:val="00782FB8"/>
    <w:rsid w:val="00783714"/>
    <w:rsid w:val="00785A7B"/>
    <w:rsid w:val="00795516"/>
    <w:rsid w:val="00797E9B"/>
    <w:rsid w:val="007A057D"/>
    <w:rsid w:val="007A37A5"/>
    <w:rsid w:val="007A3B08"/>
    <w:rsid w:val="007A45DE"/>
    <w:rsid w:val="007A4778"/>
    <w:rsid w:val="007B390B"/>
    <w:rsid w:val="007B536C"/>
    <w:rsid w:val="007C0AB6"/>
    <w:rsid w:val="007C51FA"/>
    <w:rsid w:val="007C6D53"/>
    <w:rsid w:val="007D2CC0"/>
    <w:rsid w:val="007E05A7"/>
    <w:rsid w:val="007E3F58"/>
    <w:rsid w:val="007E4477"/>
    <w:rsid w:val="007F1E2D"/>
    <w:rsid w:val="007F279C"/>
    <w:rsid w:val="007F643F"/>
    <w:rsid w:val="00801521"/>
    <w:rsid w:val="00803D7F"/>
    <w:rsid w:val="00804F3C"/>
    <w:rsid w:val="00806531"/>
    <w:rsid w:val="0080768A"/>
    <w:rsid w:val="00811623"/>
    <w:rsid w:val="008219B0"/>
    <w:rsid w:val="008226A0"/>
    <w:rsid w:val="0082729B"/>
    <w:rsid w:val="00830691"/>
    <w:rsid w:val="0083138E"/>
    <w:rsid w:val="00836A1F"/>
    <w:rsid w:val="00837D0D"/>
    <w:rsid w:val="0084410E"/>
    <w:rsid w:val="00845F31"/>
    <w:rsid w:val="0084615E"/>
    <w:rsid w:val="00850C84"/>
    <w:rsid w:val="00851331"/>
    <w:rsid w:val="0085578D"/>
    <w:rsid w:val="008573F4"/>
    <w:rsid w:val="00865642"/>
    <w:rsid w:val="0086796A"/>
    <w:rsid w:val="00867F60"/>
    <w:rsid w:val="00876CB2"/>
    <w:rsid w:val="00881B00"/>
    <w:rsid w:val="008845E1"/>
    <w:rsid w:val="0088653A"/>
    <w:rsid w:val="00890419"/>
    <w:rsid w:val="008914E5"/>
    <w:rsid w:val="00891D83"/>
    <w:rsid w:val="00894A05"/>
    <w:rsid w:val="008A023E"/>
    <w:rsid w:val="008A4449"/>
    <w:rsid w:val="008A4F70"/>
    <w:rsid w:val="008A54A2"/>
    <w:rsid w:val="008B1657"/>
    <w:rsid w:val="008B17CB"/>
    <w:rsid w:val="008B18DD"/>
    <w:rsid w:val="008B296F"/>
    <w:rsid w:val="008B3C68"/>
    <w:rsid w:val="008B3F6A"/>
    <w:rsid w:val="008B441D"/>
    <w:rsid w:val="008B551D"/>
    <w:rsid w:val="008B6999"/>
    <w:rsid w:val="008C493A"/>
    <w:rsid w:val="008C5E24"/>
    <w:rsid w:val="008D0187"/>
    <w:rsid w:val="008D21C5"/>
    <w:rsid w:val="008D5291"/>
    <w:rsid w:val="008D5AF2"/>
    <w:rsid w:val="008E1DF6"/>
    <w:rsid w:val="008E634A"/>
    <w:rsid w:val="008E6D8F"/>
    <w:rsid w:val="008F5FEC"/>
    <w:rsid w:val="00904418"/>
    <w:rsid w:val="00907A71"/>
    <w:rsid w:val="009120A3"/>
    <w:rsid w:val="00912CA9"/>
    <w:rsid w:val="00914D05"/>
    <w:rsid w:val="00917555"/>
    <w:rsid w:val="00920752"/>
    <w:rsid w:val="00924C73"/>
    <w:rsid w:val="00925CEC"/>
    <w:rsid w:val="00933738"/>
    <w:rsid w:val="00936802"/>
    <w:rsid w:val="00941E3F"/>
    <w:rsid w:val="00944434"/>
    <w:rsid w:val="00945BB5"/>
    <w:rsid w:val="00945BB7"/>
    <w:rsid w:val="00947764"/>
    <w:rsid w:val="00952341"/>
    <w:rsid w:val="00957558"/>
    <w:rsid w:val="00957848"/>
    <w:rsid w:val="00960506"/>
    <w:rsid w:val="00963529"/>
    <w:rsid w:val="00965F83"/>
    <w:rsid w:val="009660D1"/>
    <w:rsid w:val="00967960"/>
    <w:rsid w:val="00972162"/>
    <w:rsid w:val="00972E7D"/>
    <w:rsid w:val="00977EA3"/>
    <w:rsid w:val="00980E30"/>
    <w:rsid w:val="0098296F"/>
    <w:rsid w:val="00982D66"/>
    <w:rsid w:val="00983E78"/>
    <w:rsid w:val="009901F9"/>
    <w:rsid w:val="009938DB"/>
    <w:rsid w:val="00993EE8"/>
    <w:rsid w:val="009947C2"/>
    <w:rsid w:val="00995674"/>
    <w:rsid w:val="00995ABB"/>
    <w:rsid w:val="009A1597"/>
    <w:rsid w:val="009A64D3"/>
    <w:rsid w:val="009B143D"/>
    <w:rsid w:val="009B14F3"/>
    <w:rsid w:val="009B618B"/>
    <w:rsid w:val="009B7AAD"/>
    <w:rsid w:val="009C15A2"/>
    <w:rsid w:val="009C2362"/>
    <w:rsid w:val="009C2D3A"/>
    <w:rsid w:val="009D2872"/>
    <w:rsid w:val="009D2EB7"/>
    <w:rsid w:val="009D32CF"/>
    <w:rsid w:val="009D46AA"/>
    <w:rsid w:val="009D6058"/>
    <w:rsid w:val="009D61CE"/>
    <w:rsid w:val="009D6626"/>
    <w:rsid w:val="009E0893"/>
    <w:rsid w:val="009E291A"/>
    <w:rsid w:val="009E2992"/>
    <w:rsid w:val="009E2DA1"/>
    <w:rsid w:val="009E4AB3"/>
    <w:rsid w:val="009F0228"/>
    <w:rsid w:val="009F5F5C"/>
    <w:rsid w:val="009F6390"/>
    <w:rsid w:val="009F72C2"/>
    <w:rsid w:val="00A10F7E"/>
    <w:rsid w:val="00A11151"/>
    <w:rsid w:val="00A141B7"/>
    <w:rsid w:val="00A161ED"/>
    <w:rsid w:val="00A2014B"/>
    <w:rsid w:val="00A21157"/>
    <w:rsid w:val="00A2296E"/>
    <w:rsid w:val="00A23282"/>
    <w:rsid w:val="00A32D6B"/>
    <w:rsid w:val="00A342D9"/>
    <w:rsid w:val="00A34DB8"/>
    <w:rsid w:val="00A42FE4"/>
    <w:rsid w:val="00A43568"/>
    <w:rsid w:val="00A46334"/>
    <w:rsid w:val="00A463E2"/>
    <w:rsid w:val="00A47070"/>
    <w:rsid w:val="00A52FAF"/>
    <w:rsid w:val="00A54A0E"/>
    <w:rsid w:val="00A56C27"/>
    <w:rsid w:val="00A62C17"/>
    <w:rsid w:val="00A655B7"/>
    <w:rsid w:val="00A7222A"/>
    <w:rsid w:val="00A73CC4"/>
    <w:rsid w:val="00A75D3D"/>
    <w:rsid w:val="00A80CE7"/>
    <w:rsid w:val="00A82FEB"/>
    <w:rsid w:val="00A86366"/>
    <w:rsid w:val="00A86730"/>
    <w:rsid w:val="00A86901"/>
    <w:rsid w:val="00A8693B"/>
    <w:rsid w:val="00A91219"/>
    <w:rsid w:val="00A96042"/>
    <w:rsid w:val="00A97A88"/>
    <w:rsid w:val="00AA02BF"/>
    <w:rsid w:val="00AA0C35"/>
    <w:rsid w:val="00AA0DF4"/>
    <w:rsid w:val="00AA4809"/>
    <w:rsid w:val="00AB0169"/>
    <w:rsid w:val="00AB3221"/>
    <w:rsid w:val="00AB6ED6"/>
    <w:rsid w:val="00AC447B"/>
    <w:rsid w:val="00AC46D0"/>
    <w:rsid w:val="00AC4E26"/>
    <w:rsid w:val="00AC5136"/>
    <w:rsid w:val="00AC539C"/>
    <w:rsid w:val="00AC79F3"/>
    <w:rsid w:val="00AD0AA0"/>
    <w:rsid w:val="00AE0319"/>
    <w:rsid w:val="00AE2547"/>
    <w:rsid w:val="00AE3FC1"/>
    <w:rsid w:val="00AE6B48"/>
    <w:rsid w:val="00AF0B35"/>
    <w:rsid w:val="00AF0F01"/>
    <w:rsid w:val="00AF2590"/>
    <w:rsid w:val="00AF5AA4"/>
    <w:rsid w:val="00AF65C9"/>
    <w:rsid w:val="00B02465"/>
    <w:rsid w:val="00B03360"/>
    <w:rsid w:val="00B07D7E"/>
    <w:rsid w:val="00B12202"/>
    <w:rsid w:val="00B13253"/>
    <w:rsid w:val="00B1393C"/>
    <w:rsid w:val="00B14B75"/>
    <w:rsid w:val="00B17547"/>
    <w:rsid w:val="00B23154"/>
    <w:rsid w:val="00B234D8"/>
    <w:rsid w:val="00B24901"/>
    <w:rsid w:val="00B260FD"/>
    <w:rsid w:val="00B3277A"/>
    <w:rsid w:val="00B420BF"/>
    <w:rsid w:val="00B4329D"/>
    <w:rsid w:val="00B46774"/>
    <w:rsid w:val="00B5031F"/>
    <w:rsid w:val="00B51E45"/>
    <w:rsid w:val="00B534D5"/>
    <w:rsid w:val="00B56825"/>
    <w:rsid w:val="00B61126"/>
    <w:rsid w:val="00B665B9"/>
    <w:rsid w:val="00B66830"/>
    <w:rsid w:val="00B675A1"/>
    <w:rsid w:val="00B7199E"/>
    <w:rsid w:val="00B758A4"/>
    <w:rsid w:val="00B75998"/>
    <w:rsid w:val="00B7768B"/>
    <w:rsid w:val="00B818BF"/>
    <w:rsid w:val="00B86892"/>
    <w:rsid w:val="00B86C0D"/>
    <w:rsid w:val="00B9124D"/>
    <w:rsid w:val="00B9417F"/>
    <w:rsid w:val="00B964EC"/>
    <w:rsid w:val="00BA08CD"/>
    <w:rsid w:val="00BB4E3C"/>
    <w:rsid w:val="00BC404A"/>
    <w:rsid w:val="00BD557C"/>
    <w:rsid w:val="00BD61ED"/>
    <w:rsid w:val="00BD6E47"/>
    <w:rsid w:val="00BE122F"/>
    <w:rsid w:val="00BE2009"/>
    <w:rsid w:val="00BF365A"/>
    <w:rsid w:val="00BF4882"/>
    <w:rsid w:val="00C032D7"/>
    <w:rsid w:val="00C067E7"/>
    <w:rsid w:val="00C06A37"/>
    <w:rsid w:val="00C0740D"/>
    <w:rsid w:val="00C10DA0"/>
    <w:rsid w:val="00C11EBF"/>
    <w:rsid w:val="00C144E0"/>
    <w:rsid w:val="00C154DF"/>
    <w:rsid w:val="00C16916"/>
    <w:rsid w:val="00C17815"/>
    <w:rsid w:val="00C34C12"/>
    <w:rsid w:val="00C351B0"/>
    <w:rsid w:val="00C36BCA"/>
    <w:rsid w:val="00C65111"/>
    <w:rsid w:val="00C66C98"/>
    <w:rsid w:val="00C740B9"/>
    <w:rsid w:val="00C74570"/>
    <w:rsid w:val="00C74F4C"/>
    <w:rsid w:val="00C77862"/>
    <w:rsid w:val="00C8435D"/>
    <w:rsid w:val="00C84363"/>
    <w:rsid w:val="00C86022"/>
    <w:rsid w:val="00C87DB3"/>
    <w:rsid w:val="00C90BC5"/>
    <w:rsid w:val="00C91CB9"/>
    <w:rsid w:val="00C97D15"/>
    <w:rsid w:val="00CA1858"/>
    <w:rsid w:val="00CA1A68"/>
    <w:rsid w:val="00CA281A"/>
    <w:rsid w:val="00CA3079"/>
    <w:rsid w:val="00CA3C61"/>
    <w:rsid w:val="00CA5ABF"/>
    <w:rsid w:val="00CA62DF"/>
    <w:rsid w:val="00CB1B01"/>
    <w:rsid w:val="00CB55FA"/>
    <w:rsid w:val="00CC09C2"/>
    <w:rsid w:val="00CC1B3F"/>
    <w:rsid w:val="00CC2484"/>
    <w:rsid w:val="00CC47A4"/>
    <w:rsid w:val="00CC52A4"/>
    <w:rsid w:val="00CC5F35"/>
    <w:rsid w:val="00CD0DE2"/>
    <w:rsid w:val="00CD1E60"/>
    <w:rsid w:val="00CD3071"/>
    <w:rsid w:val="00CD6027"/>
    <w:rsid w:val="00CE0238"/>
    <w:rsid w:val="00CE3F04"/>
    <w:rsid w:val="00CF2B1E"/>
    <w:rsid w:val="00CF3F89"/>
    <w:rsid w:val="00CF515B"/>
    <w:rsid w:val="00CF6C2D"/>
    <w:rsid w:val="00D02B66"/>
    <w:rsid w:val="00D02E38"/>
    <w:rsid w:val="00D04738"/>
    <w:rsid w:val="00D077BF"/>
    <w:rsid w:val="00D10F2F"/>
    <w:rsid w:val="00D12E26"/>
    <w:rsid w:val="00D13B6A"/>
    <w:rsid w:val="00D15A68"/>
    <w:rsid w:val="00D20DDE"/>
    <w:rsid w:val="00D23A7E"/>
    <w:rsid w:val="00D23E47"/>
    <w:rsid w:val="00D2425E"/>
    <w:rsid w:val="00D35B16"/>
    <w:rsid w:val="00D369CE"/>
    <w:rsid w:val="00D445CF"/>
    <w:rsid w:val="00D45428"/>
    <w:rsid w:val="00D45DA0"/>
    <w:rsid w:val="00D520E3"/>
    <w:rsid w:val="00D60DD4"/>
    <w:rsid w:val="00D621BF"/>
    <w:rsid w:val="00D63A85"/>
    <w:rsid w:val="00D63CC1"/>
    <w:rsid w:val="00D72594"/>
    <w:rsid w:val="00D74722"/>
    <w:rsid w:val="00D81B25"/>
    <w:rsid w:val="00D81FA9"/>
    <w:rsid w:val="00D846E2"/>
    <w:rsid w:val="00D851EC"/>
    <w:rsid w:val="00D85D4C"/>
    <w:rsid w:val="00D9037E"/>
    <w:rsid w:val="00DA172D"/>
    <w:rsid w:val="00DA1838"/>
    <w:rsid w:val="00DA34FC"/>
    <w:rsid w:val="00DA5003"/>
    <w:rsid w:val="00DA548E"/>
    <w:rsid w:val="00DA720C"/>
    <w:rsid w:val="00DB58FF"/>
    <w:rsid w:val="00DB69DC"/>
    <w:rsid w:val="00DC0015"/>
    <w:rsid w:val="00DC1359"/>
    <w:rsid w:val="00DC7F56"/>
    <w:rsid w:val="00DD549D"/>
    <w:rsid w:val="00DD7AA5"/>
    <w:rsid w:val="00DE26EA"/>
    <w:rsid w:val="00DE35FF"/>
    <w:rsid w:val="00DF3823"/>
    <w:rsid w:val="00DF5000"/>
    <w:rsid w:val="00DF5253"/>
    <w:rsid w:val="00DF75C7"/>
    <w:rsid w:val="00E00927"/>
    <w:rsid w:val="00E019CC"/>
    <w:rsid w:val="00E02AFD"/>
    <w:rsid w:val="00E056A6"/>
    <w:rsid w:val="00E0676A"/>
    <w:rsid w:val="00E06BB3"/>
    <w:rsid w:val="00E14ED1"/>
    <w:rsid w:val="00E16202"/>
    <w:rsid w:val="00E24039"/>
    <w:rsid w:val="00E2771D"/>
    <w:rsid w:val="00E3267C"/>
    <w:rsid w:val="00E366C4"/>
    <w:rsid w:val="00E428DC"/>
    <w:rsid w:val="00E47B3B"/>
    <w:rsid w:val="00E52135"/>
    <w:rsid w:val="00E54470"/>
    <w:rsid w:val="00E55981"/>
    <w:rsid w:val="00E57287"/>
    <w:rsid w:val="00E57E89"/>
    <w:rsid w:val="00E60AFE"/>
    <w:rsid w:val="00E619BB"/>
    <w:rsid w:val="00E624CC"/>
    <w:rsid w:val="00E65699"/>
    <w:rsid w:val="00E70AB6"/>
    <w:rsid w:val="00E70C59"/>
    <w:rsid w:val="00E720B2"/>
    <w:rsid w:val="00E7299F"/>
    <w:rsid w:val="00E77082"/>
    <w:rsid w:val="00E8153F"/>
    <w:rsid w:val="00E82D30"/>
    <w:rsid w:val="00E83B62"/>
    <w:rsid w:val="00E85559"/>
    <w:rsid w:val="00E91E24"/>
    <w:rsid w:val="00E93B9F"/>
    <w:rsid w:val="00E95C81"/>
    <w:rsid w:val="00EB035E"/>
    <w:rsid w:val="00EB1D58"/>
    <w:rsid w:val="00EB31D4"/>
    <w:rsid w:val="00EB6E5C"/>
    <w:rsid w:val="00EC4B16"/>
    <w:rsid w:val="00ED38C3"/>
    <w:rsid w:val="00ED49FA"/>
    <w:rsid w:val="00ED4C26"/>
    <w:rsid w:val="00EE2A33"/>
    <w:rsid w:val="00EE2FF6"/>
    <w:rsid w:val="00EE324B"/>
    <w:rsid w:val="00EE40A6"/>
    <w:rsid w:val="00EE41F9"/>
    <w:rsid w:val="00EE688D"/>
    <w:rsid w:val="00EF71F8"/>
    <w:rsid w:val="00F0079A"/>
    <w:rsid w:val="00F04208"/>
    <w:rsid w:val="00F05627"/>
    <w:rsid w:val="00F0652C"/>
    <w:rsid w:val="00F1392A"/>
    <w:rsid w:val="00F14408"/>
    <w:rsid w:val="00F255E8"/>
    <w:rsid w:val="00F25901"/>
    <w:rsid w:val="00F25EE0"/>
    <w:rsid w:val="00F3196F"/>
    <w:rsid w:val="00F32024"/>
    <w:rsid w:val="00F35260"/>
    <w:rsid w:val="00F35AE7"/>
    <w:rsid w:val="00F40CE0"/>
    <w:rsid w:val="00F42B0A"/>
    <w:rsid w:val="00F44535"/>
    <w:rsid w:val="00F44631"/>
    <w:rsid w:val="00F453DE"/>
    <w:rsid w:val="00F54FA9"/>
    <w:rsid w:val="00F55DCC"/>
    <w:rsid w:val="00F64C0E"/>
    <w:rsid w:val="00F66C5F"/>
    <w:rsid w:val="00F67FEC"/>
    <w:rsid w:val="00F80B8F"/>
    <w:rsid w:val="00F810C7"/>
    <w:rsid w:val="00F81DE4"/>
    <w:rsid w:val="00F8310B"/>
    <w:rsid w:val="00F83A92"/>
    <w:rsid w:val="00F83D66"/>
    <w:rsid w:val="00F83F34"/>
    <w:rsid w:val="00F857CB"/>
    <w:rsid w:val="00F87451"/>
    <w:rsid w:val="00F90D60"/>
    <w:rsid w:val="00F91597"/>
    <w:rsid w:val="00F926FD"/>
    <w:rsid w:val="00F953C7"/>
    <w:rsid w:val="00FA1F9A"/>
    <w:rsid w:val="00FA27D3"/>
    <w:rsid w:val="00FA3A32"/>
    <w:rsid w:val="00FB66CD"/>
    <w:rsid w:val="00FC0BD3"/>
    <w:rsid w:val="00FC19B6"/>
    <w:rsid w:val="00FC422C"/>
    <w:rsid w:val="00FC479D"/>
    <w:rsid w:val="00FC5FE2"/>
    <w:rsid w:val="00FD1E61"/>
    <w:rsid w:val="00FD4B3A"/>
    <w:rsid w:val="00FD77D7"/>
    <w:rsid w:val="00FE0599"/>
    <w:rsid w:val="00FE1486"/>
    <w:rsid w:val="00FE2D3E"/>
    <w:rsid w:val="00FE3291"/>
    <w:rsid w:val="00FE7C47"/>
    <w:rsid w:val="00FF32F3"/>
    <w:rsid w:val="00FF341F"/>
    <w:rsid w:val="00FF4DAB"/>
    <w:rsid w:val="00FF546B"/>
    <w:rsid w:val="00FF75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2573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4"/>
        <w:szCs w:val="24"/>
        <w:lang w:val="de-AT" w:eastAsia="en-US" w:bidi="ar-SA"/>
      </w:rPr>
    </w:rPrDefault>
    <w:pPrDefault>
      <w:pPr>
        <w:ind w:left="357"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lsdException w:name="page number" w:uiPriority="0"/>
    <w:lsdException w:name="List" w:uiPriority="0"/>
    <w:lsdException w:name="List Number" w:qFormat="1"/>
    <w:lsdException w:name="Title" w:semiHidden="0" w:uiPriority="10" w:unhideWhenUsed="0"/>
    <w:lsdException w:name="Default Paragraph Font" w:uiPriority="1"/>
    <w:lsdException w:name="Body Text" w:uiPriority="0" w:qFormat="1"/>
    <w:lsdException w:name="Subtitle" w:semiHidden="0" w:uiPriority="11" w:unhideWhenUsed="0" w:qFormat="1"/>
    <w:lsdException w:name="Body Text First Indent" w:uiPriority="0"/>
    <w:lsdException w:name="FollowedHyperlink"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Standard">
    <w:name w:val="Normal"/>
    <w:qFormat/>
    <w:rsid w:val="00653D44"/>
    <w:pPr>
      <w:suppressAutoHyphens/>
      <w:spacing w:after="120"/>
      <w:ind w:left="0" w:firstLine="0"/>
    </w:pPr>
    <w:rPr>
      <w:rFonts w:asciiTheme="minorHAnsi" w:hAnsiTheme="minorHAnsi"/>
      <w:sz w:val="22"/>
      <w:lang w:val="en-GB"/>
    </w:rPr>
  </w:style>
  <w:style w:type="paragraph" w:styleId="berschrift1">
    <w:name w:val="heading 1"/>
    <w:basedOn w:val="Standard"/>
    <w:next w:val="Textkrper"/>
    <w:link w:val="berschrift1Zchn"/>
    <w:uiPriority w:val="9"/>
    <w:qFormat/>
    <w:rsid w:val="00653D44"/>
    <w:pPr>
      <w:keepNext/>
      <w:keepLines/>
      <w:pageBreakBefore/>
      <w:numPr>
        <w:numId w:val="12"/>
      </w:numPr>
      <w:spacing w:before="240" w:line="360" w:lineRule="auto"/>
      <w:outlineLvl w:val="0"/>
    </w:pPr>
    <w:rPr>
      <w:rFonts w:ascii="Calibri" w:hAnsi="Calibri" w:cs="Trebuchet MS"/>
      <w:b/>
      <w:bCs/>
      <w:kern w:val="1"/>
      <w:sz w:val="32"/>
      <w:szCs w:val="34"/>
    </w:rPr>
  </w:style>
  <w:style w:type="paragraph" w:styleId="berschrift2">
    <w:name w:val="heading 2"/>
    <w:basedOn w:val="Standard"/>
    <w:next w:val="Textkrper"/>
    <w:link w:val="berschrift2Zchn"/>
    <w:autoRedefine/>
    <w:qFormat/>
    <w:rsid w:val="00653D44"/>
    <w:pPr>
      <w:keepNext/>
      <w:numPr>
        <w:ilvl w:val="1"/>
        <w:numId w:val="12"/>
      </w:numPr>
      <w:spacing w:before="240" w:line="360" w:lineRule="auto"/>
      <w:outlineLvl w:val="1"/>
    </w:pPr>
    <w:rPr>
      <w:rFonts w:ascii="Calibri" w:hAnsi="Calibri" w:cs="Trebuchet MS"/>
      <w:b/>
      <w:bCs/>
      <w:sz w:val="28"/>
      <w:szCs w:val="30"/>
    </w:rPr>
  </w:style>
  <w:style w:type="paragraph" w:styleId="berschrift3">
    <w:name w:val="heading 3"/>
    <w:basedOn w:val="Standard"/>
    <w:next w:val="Textkrper"/>
    <w:link w:val="berschrift3Zchn"/>
    <w:autoRedefine/>
    <w:qFormat/>
    <w:rsid w:val="00653D44"/>
    <w:pPr>
      <w:keepNext/>
      <w:numPr>
        <w:ilvl w:val="2"/>
        <w:numId w:val="12"/>
      </w:numPr>
      <w:spacing w:before="240"/>
      <w:textAlignment w:val="baseline"/>
      <w:outlineLvl w:val="2"/>
    </w:pPr>
    <w:rPr>
      <w:rFonts w:ascii="Calibri" w:hAnsi="Calibri" w:cs="Trebuchet MS"/>
      <w:b/>
      <w:bCs/>
      <w:szCs w:val="26"/>
    </w:rPr>
  </w:style>
  <w:style w:type="paragraph" w:styleId="berschrift4">
    <w:name w:val="heading 4"/>
    <w:basedOn w:val="Standard"/>
    <w:next w:val="Textkrper"/>
    <w:link w:val="berschrift4Zchn"/>
    <w:qFormat/>
    <w:rsid w:val="00653D44"/>
    <w:pPr>
      <w:keepNext/>
      <w:numPr>
        <w:ilvl w:val="3"/>
        <w:numId w:val="1"/>
      </w:numPr>
      <w:spacing w:before="240" w:line="360" w:lineRule="auto"/>
      <w:outlineLvl w:val="3"/>
    </w:pPr>
    <w:rPr>
      <w:rFonts w:ascii="Calibri" w:hAnsi="Calibri"/>
      <w:iCs/>
      <w:sz w:val="24"/>
    </w:rPr>
  </w:style>
  <w:style w:type="paragraph" w:styleId="berschrift5">
    <w:name w:val="heading 5"/>
    <w:basedOn w:val="Standard"/>
    <w:next w:val="Standard"/>
    <w:link w:val="berschrift5Zchn"/>
    <w:rsid w:val="00A2296E"/>
    <w:pPr>
      <w:numPr>
        <w:ilvl w:val="4"/>
        <w:numId w:val="12"/>
      </w:numPr>
      <w:spacing w:before="240"/>
      <w:outlineLvl w:val="4"/>
    </w:pPr>
    <w:rPr>
      <w:b/>
      <w:bCs/>
      <w:iCs/>
    </w:rPr>
  </w:style>
  <w:style w:type="paragraph" w:styleId="berschrift6">
    <w:name w:val="heading 6"/>
    <w:basedOn w:val="Standard"/>
    <w:next w:val="Standard"/>
    <w:link w:val="berschrift6Zchn"/>
    <w:rsid w:val="00A2296E"/>
    <w:pPr>
      <w:numPr>
        <w:ilvl w:val="5"/>
        <w:numId w:val="12"/>
      </w:numPr>
      <w:spacing w:before="240"/>
      <w:outlineLvl w:val="5"/>
    </w:pPr>
    <w:rPr>
      <w:b/>
      <w:bCs/>
      <w:szCs w:val="22"/>
    </w:rPr>
  </w:style>
  <w:style w:type="paragraph" w:styleId="berschrift7">
    <w:name w:val="heading 7"/>
    <w:basedOn w:val="Standard"/>
    <w:next w:val="Standard"/>
    <w:link w:val="berschrift7Zchn"/>
    <w:rsid w:val="00A2296E"/>
    <w:pPr>
      <w:numPr>
        <w:ilvl w:val="6"/>
        <w:numId w:val="12"/>
      </w:numPr>
      <w:spacing w:before="240"/>
      <w:outlineLvl w:val="6"/>
    </w:pPr>
  </w:style>
  <w:style w:type="paragraph" w:styleId="berschrift8">
    <w:name w:val="heading 8"/>
    <w:basedOn w:val="Standard"/>
    <w:next w:val="Standard"/>
    <w:link w:val="berschrift8Zchn"/>
    <w:rsid w:val="00A2296E"/>
    <w:pPr>
      <w:numPr>
        <w:ilvl w:val="7"/>
        <w:numId w:val="12"/>
      </w:numPr>
      <w:spacing w:before="240"/>
      <w:outlineLvl w:val="7"/>
    </w:pPr>
    <w:rPr>
      <w:i/>
      <w:iCs/>
    </w:rPr>
  </w:style>
  <w:style w:type="paragraph" w:styleId="berschrift9">
    <w:name w:val="heading 9"/>
    <w:basedOn w:val="Standard"/>
    <w:next w:val="Standard"/>
    <w:link w:val="berschrift9Zchn"/>
    <w:rsid w:val="00A2296E"/>
    <w:pPr>
      <w:numPr>
        <w:ilvl w:val="8"/>
        <w:numId w:val="12"/>
      </w:numPr>
      <w:spacing w:before="24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qFormat/>
    <w:rsid w:val="00653D44"/>
    <w:pPr>
      <w:jc w:val="both"/>
    </w:pPr>
  </w:style>
  <w:style w:type="character" w:customStyle="1" w:styleId="TextkrperZchn">
    <w:name w:val="Textkörper Zchn"/>
    <w:basedOn w:val="Absatz-Standardschriftart"/>
    <w:link w:val="Textkrper"/>
    <w:rsid w:val="00653D44"/>
    <w:rPr>
      <w:rFonts w:asciiTheme="minorHAnsi" w:hAnsiTheme="minorHAnsi"/>
      <w:sz w:val="22"/>
      <w:lang w:val="en-GB"/>
    </w:rPr>
  </w:style>
  <w:style w:type="character" w:customStyle="1" w:styleId="berschrift1Zchn">
    <w:name w:val="Überschrift 1 Zchn"/>
    <w:basedOn w:val="Absatz-Standardschriftart"/>
    <w:link w:val="berschrift1"/>
    <w:uiPriority w:val="9"/>
    <w:rsid w:val="00653D44"/>
    <w:rPr>
      <w:rFonts w:ascii="Calibri" w:hAnsi="Calibri" w:cs="Trebuchet MS"/>
      <w:b/>
      <w:bCs/>
      <w:kern w:val="1"/>
      <w:sz w:val="32"/>
      <w:szCs w:val="34"/>
      <w:lang w:val="en-GB"/>
    </w:rPr>
  </w:style>
  <w:style w:type="character" w:customStyle="1" w:styleId="berschrift2Zchn">
    <w:name w:val="Überschrift 2 Zchn"/>
    <w:basedOn w:val="Absatz-Standardschriftart"/>
    <w:link w:val="berschrift2"/>
    <w:rsid w:val="00653D44"/>
    <w:rPr>
      <w:rFonts w:ascii="Calibri" w:hAnsi="Calibri" w:cs="Trebuchet MS"/>
      <w:b/>
      <w:bCs/>
      <w:sz w:val="28"/>
      <w:szCs w:val="30"/>
      <w:lang w:val="en-GB"/>
    </w:rPr>
  </w:style>
  <w:style w:type="character" w:customStyle="1" w:styleId="berschrift3Zchn">
    <w:name w:val="Überschrift 3 Zchn"/>
    <w:basedOn w:val="Absatz-Standardschriftart"/>
    <w:link w:val="berschrift3"/>
    <w:rsid w:val="00653D44"/>
    <w:rPr>
      <w:rFonts w:ascii="Calibri" w:hAnsi="Calibri" w:cs="Trebuchet MS"/>
      <w:b/>
      <w:bCs/>
      <w:sz w:val="22"/>
      <w:szCs w:val="26"/>
      <w:lang w:val="en-GB"/>
    </w:rPr>
  </w:style>
  <w:style w:type="character" w:customStyle="1" w:styleId="berschrift4Zchn">
    <w:name w:val="Überschrift 4 Zchn"/>
    <w:basedOn w:val="Absatz-Standardschriftart"/>
    <w:link w:val="berschrift4"/>
    <w:rsid w:val="00653D44"/>
    <w:rPr>
      <w:rFonts w:ascii="Calibri" w:hAnsi="Calibri"/>
      <w:iCs/>
      <w:lang w:val="en-GB"/>
    </w:rPr>
  </w:style>
  <w:style w:type="character" w:customStyle="1" w:styleId="berschrift5Zchn">
    <w:name w:val="Überschrift 5 Zchn"/>
    <w:basedOn w:val="Absatz-Standardschriftart"/>
    <w:link w:val="berschrift5"/>
    <w:rsid w:val="00A2296E"/>
    <w:rPr>
      <w:rFonts w:asciiTheme="minorHAnsi" w:hAnsiTheme="minorHAnsi"/>
      <w:b/>
      <w:bCs/>
      <w:iCs/>
      <w:sz w:val="22"/>
      <w:lang w:val="en-GB"/>
    </w:rPr>
  </w:style>
  <w:style w:type="character" w:customStyle="1" w:styleId="berschrift6Zchn">
    <w:name w:val="Überschrift 6 Zchn"/>
    <w:basedOn w:val="Absatz-Standardschriftart"/>
    <w:link w:val="berschrift6"/>
    <w:rsid w:val="00A2296E"/>
    <w:rPr>
      <w:rFonts w:asciiTheme="minorHAnsi" w:hAnsiTheme="minorHAnsi"/>
      <w:b/>
      <w:bCs/>
      <w:sz w:val="22"/>
      <w:szCs w:val="22"/>
      <w:lang w:val="en-GB"/>
    </w:rPr>
  </w:style>
  <w:style w:type="character" w:customStyle="1" w:styleId="berschrift7Zchn">
    <w:name w:val="Überschrift 7 Zchn"/>
    <w:basedOn w:val="Absatz-Standardschriftart"/>
    <w:link w:val="berschrift7"/>
    <w:rsid w:val="00A2296E"/>
    <w:rPr>
      <w:rFonts w:asciiTheme="minorHAnsi" w:hAnsiTheme="minorHAnsi"/>
      <w:sz w:val="22"/>
      <w:lang w:val="en-GB"/>
    </w:rPr>
  </w:style>
  <w:style w:type="character" w:customStyle="1" w:styleId="berschrift8Zchn">
    <w:name w:val="Überschrift 8 Zchn"/>
    <w:basedOn w:val="Absatz-Standardschriftart"/>
    <w:link w:val="berschrift8"/>
    <w:rsid w:val="00A2296E"/>
    <w:rPr>
      <w:rFonts w:asciiTheme="minorHAnsi" w:hAnsiTheme="minorHAnsi"/>
      <w:i/>
      <w:iCs/>
      <w:sz w:val="22"/>
      <w:lang w:val="en-GB"/>
    </w:rPr>
  </w:style>
  <w:style w:type="character" w:customStyle="1" w:styleId="berschrift9Zchn">
    <w:name w:val="Überschrift 9 Zchn"/>
    <w:basedOn w:val="Absatz-Standardschriftart"/>
    <w:link w:val="berschrift9"/>
    <w:rsid w:val="00A2296E"/>
    <w:rPr>
      <w:rFonts w:asciiTheme="minorHAnsi" w:hAnsiTheme="minorHAnsi" w:cs="Arial"/>
      <w:sz w:val="22"/>
      <w:szCs w:val="22"/>
      <w:lang w:val="en-GB"/>
    </w:rPr>
  </w:style>
  <w:style w:type="paragraph" w:styleId="Sprechblasentext">
    <w:name w:val="Balloon Text"/>
    <w:basedOn w:val="Standard"/>
    <w:link w:val="SprechblasentextZchn"/>
    <w:semiHidden/>
    <w:unhideWhenUsed/>
    <w:rsid w:val="00166F61"/>
    <w:rPr>
      <w:rFonts w:ascii="Tahoma" w:hAnsi="Tahoma" w:cs="Tahoma"/>
      <w:sz w:val="16"/>
      <w:szCs w:val="16"/>
    </w:rPr>
  </w:style>
  <w:style w:type="character" w:customStyle="1" w:styleId="SprechblasentextZchn">
    <w:name w:val="Sprechblasentext Zchn"/>
    <w:basedOn w:val="Absatz-Standardschriftart"/>
    <w:link w:val="Sprechblasentext"/>
    <w:semiHidden/>
    <w:rsid w:val="00166F61"/>
    <w:rPr>
      <w:rFonts w:ascii="Tahoma" w:hAnsi="Tahoma" w:cs="Tahoma"/>
      <w:sz w:val="16"/>
      <w:szCs w:val="16"/>
      <w:lang w:val="en-US"/>
    </w:rPr>
  </w:style>
  <w:style w:type="paragraph" w:styleId="Index1">
    <w:name w:val="index 1"/>
    <w:basedOn w:val="Standard"/>
    <w:next w:val="Standard"/>
    <w:autoRedefine/>
    <w:uiPriority w:val="99"/>
    <w:semiHidden/>
    <w:unhideWhenUsed/>
    <w:rsid w:val="00166F61"/>
    <w:pPr>
      <w:ind w:left="240" w:hanging="240"/>
    </w:pPr>
  </w:style>
  <w:style w:type="paragraph" w:styleId="Kommentartext">
    <w:name w:val="annotation text"/>
    <w:basedOn w:val="Standard"/>
    <w:link w:val="KommentartextZchn"/>
    <w:uiPriority w:val="99"/>
    <w:unhideWhenUsed/>
    <w:rsid w:val="00166F61"/>
    <w:rPr>
      <w:sz w:val="20"/>
      <w:szCs w:val="20"/>
    </w:rPr>
  </w:style>
  <w:style w:type="character" w:customStyle="1" w:styleId="KommentartextZchn">
    <w:name w:val="Kommentartext Zchn"/>
    <w:basedOn w:val="Absatz-Standardschriftart"/>
    <w:link w:val="Kommentartext"/>
    <w:uiPriority w:val="99"/>
    <w:rsid w:val="00166F61"/>
    <w:rPr>
      <w:sz w:val="20"/>
      <w:szCs w:val="20"/>
      <w:lang w:val="en-US"/>
    </w:rPr>
  </w:style>
  <w:style w:type="paragraph" w:styleId="Beschriftung">
    <w:name w:val="caption"/>
    <w:aliases w:val="ca"/>
    <w:basedOn w:val="Standard"/>
    <w:link w:val="BeschriftungZchn"/>
    <w:autoRedefine/>
    <w:rsid w:val="00830691"/>
    <w:pPr>
      <w:keepNext/>
      <w:suppressLineNumbers/>
      <w:jc w:val="center"/>
    </w:pPr>
    <w:rPr>
      <w:rFonts w:cs="Lohit Hindi"/>
      <w:iCs/>
    </w:rPr>
  </w:style>
  <w:style w:type="character" w:customStyle="1" w:styleId="BeschriftungZchn">
    <w:name w:val="Beschriftung Zchn"/>
    <w:aliases w:val="ca Zchn"/>
    <w:link w:val="Beschriftung"/>
    <w:rsid w:val="00830691"/>
    <w:rPr>
      <w:rFonts w:asciiTheme="minorHAnsi" w:hAnsiTheme="minorHAnsi" w:cs="Lohit Hindi"/>
      <w:iCs/>
      <w:sz w:val="22"/>
      <w:lang w:val="en-GB"/>
    </w:rPr>
  </w:style>
  <w:style w:type="paragraph" w:styleId="Verzeichnis1">
    <w:name w:val="toc 1"/>
    <w:basedOn w:val="Standard"/>
    <w:next w:val="Standard"/>
    <w:autoRedefine/>
    <w:uiPriority w:val="39"/>
    <w:rsid w:val="00920752"/>
    <w:pPr>
      <w:tabs>
        <w:tab w:val="left" w:pos="400"/>
        <w:tab w:val="right" w:leader="dot" w:pos="9628"/>
      </w:tabs>
    </w:pPr>
    <w:rPr>
      <w:rFonts w:ascii="Calibri" w:hAnsi="Calibri" w:cs="Arial"/>
      <w:noProof/>
    </w:rPr>
  </w:style>
  <w:style w:type="paragraph" w:styleId="Verzeichnis2">
    <w:name w:val="toc 2"/>
    <w:basedOn w:val="Standard"/>
    <w:next w:val="Standard"/>
    <w:autoRedefine/>
    <w:uiPriority w:val="39"/>
    <w:rsid w:val="00920752"/>
    <w:pPr>
      <w:tabs>
        <w:tab w:val="left" w:pos="960"/>
        <w:tab w:val="right" w:leader="dot" w:pos="9628"/>
      </w:tabs>
      <w:ind w:left="200"/>
    </w:pPr>
    <w:rPr>
      <w:rFonts w:ascii="Calibri" w:hAnsi="Calibri" w:cs="Arial"/>
      <w:noProof/>
      <w:sz w:val="20"/>
    </w:rPr>
  </w:style>
  <w:style w:type="paragraph" w:styleId="Verzeichnis3">
    <w:name w:val="toc 3"/>
    <w:basedOn w:val="Standard"/>
    <w:next w:val="Standard"/>
    <w:autoRedefine/>
    <w:uiPriority w:val="39"/>
    <w:rsid w:val="006C4E70"/>
    <w:pPr>
      <w:tabs>
        <w:tab w:val="left" w:pos="1200"/>
        <w:tab w:val="right" w:leader="dot" w:pos="9628"/>
      </w:tabs>
      <w:ind w:left="397"/>
    </w:pPr>
    <w:rPr>
      <w:rFonts w:ascii="Calibri" w:hAnsi="Calibri" w:cs="Arial"/>
      <w:noProof/>
      <w:sz w:val="20"/>
    </w:rPr>
  </w:style>
  <w:style w:type="paragraph" w:styleId="Kopfzeile">
    <w:name w:val="header"/>
    <w:basedOn w:val="Standard"/>
    <w:link w:val="KopfzeileZchn"/>
    <w:unhideWhenUsed/>
    <w:rsid w:val="005E21D9"/>
    <w:pPr>
      <w:suppressAutoHyphens w:val="0"/>
      <w:spacing w:before="60" w:after="60"/>
      <w:ind w:left="-108" w:right="-312"/>
      <w:jc w:val="both"/>
    </w:pPr>
    <w:rPr>
      <w:rFonts w:cs="Arial"/>
      <w:b/>
      <w:bCs/>
      <w:sz w:val="20"/>
      <w:szCs w:val="20"/>
    </w:rPr>
  </w:style>
  <w:style w:type="character" w:customStyle="1" w:styleId="KopfzeileZchn">
    <w:name w:val="Kopfzeile Zchn"/>
    <w:basedOn w:val="Absatz-Standardschriftart"/>
    <w:link w:val="Kopfzeile"/>
    <w:rsid w:val="005E21D9"/>
    <w:rPr>
      <w:rFonts w:cs="Arial"/>
      <w:b/>
      <w:bCs/>
      <w:sz w:val="20"/>
      <w:szCs w:val="20"/>
      <w:lang w:val="en-US"/>
    </w:rPr>
  </w:style>
  <w:style w:type="paragraph" w:styleId="Fuzeile">
    <w:name w:val="footer"/>
    <w:basedOn w:val="Standard"/>
    <w:link w:val="FuzeileZchn"/>
    <w:unhideWhenUsed/>
    <w:rsid w:val="005E21D9"/>
    <w:rPr>
      <w:rFonts w:cs="Arial"/>
      <w:snapToGrid w:val="0"/>
      <w:sz w:val="16"/>
      <w:szCs w:val="16"/>
    </w:rPr>
  </w:style>
  <w:style w:type="character" w:customStyle="1" w:styleId="FuzeileZchn">
    <w:name w:val="Fußzeile Zchn"/>
    <w:basedOn w:val="Absatz-Standardschriftart"/>
    <w:link w:val="Fuzeile"/>
    <w:rsid w:val="005E21D9"/>
    <w:rPr>
      <w:rFonts w:cs="Arial"/>
      <w:snapToGrid w:val="0"/>
      <w:sz w:val="16"/>
      <w:szCs w:val="16"/>
      <w:lang w:val="en-US"/>
    </w:rPr>
  </w:style>
  <w:style w:type="character" w:customStyle="1" w:styleId="SEmphasis">
    <w:name w:val="S Emphasis"/>
    <w:basedOn w:val="Absatz-Standardschriftart"/>
    <w:uiPriority w:val="1"/>
    <w:rsid w:val="00063626"/>
    <w:rPr>
      <w:i/>
    </w:rPr>
  </w:style>
  <w:style w:type="table" w:customStyle="1" w:styleId="Formatvorlage1">
    <w:name w:val="Formatvorlage1"/>
    <w:basedOn w:val="NormaleTabelle"/>
    <w:uiPriority w:val="99"/>
    <w:rsid w:val="00CE0238"/>
    <w:pPr>
      <w:ind w:left="0" w:firstLine="0"/>
    </w:pPr>
    <w:tblPr/>
    <w:tblStylePr w:type="firstRow">
      <w:rPr>
        <w:rFonts w:ascii="Arial" w:hAnsi="Arial"/>
        <w:b/>
        <w:sz w:val="24"/>
      </w:rPr>
      <w:tblPr/>
      <w:tcPr>
        <w:tcBorders>
          <w:top w:val="nil"/>
          <w:left w:val="nil"/>
          <w:bottom w:val="nil"/>
          <w:right w:val="nil"/>
          <w:insideH w:val="nil"/>
          <w:insideV w:val="nil"/>
          <w:tl2br w:val="nil"/>
          <w:tr2bl w:val="nil"/>
        </w:tcBorders>
        <w:shd w:val="clear" w:color="auto" w:fill="A6A6A6" w:themeFill="background1" w:themeFillShade="A6"/>
      </w:tcPr>
    </w:tblStylePr>
  </w:style>
  <w:style w:type="paragraph" w:customStyle="1" w:styleId="SCoverDocument-ID">
    <w:name w:val="S Cover Document-ID"/>
    <w:basedOn w:val="Standard"/>
    <w:rsid w:val="00904418"/>
    <w:pPr>
      <w:jc w:val="center"/>
    </w:pPr>
    <w:rPr>
      <w:rFonts w:cs="Arial"/>
      <w:b/>
      <w:sz w:val="36"/>
    </w:rPr>
  </w:style>
  <w:style w:type="paragraph" w:customStyle="1" w:styleId="SCoverWP-ID">
    <w:name w:val="S Cover WP-ID"/>
    <w:basedOn w:val="Standard"/>
    <w:next w:val="Textkrper"/>
    <w:rsid w:val="00904418"/>
    <w:pPr>
      <w:spacing w:before="240" w:after="240"/>
      <w:ind w:left="62" w:right="62"/>
      <w:jc w:val="center"/>
    </w:pPr>
    <w:rPr>
      <w:rFonts w:cs="Arial"/>
      <w:sz w:val="40"/>
    </w:rPr>
  </w:style>
  <w:style w:type="paragraph" w:customStyle="1" w:styleId="SCoverDeliverableData">
    <w:name w:val="S Cover Deliverable Data"/>
    <w:basedOn w:val="Standard"/>
    <w:rsid w:val="00904418"/>
    <w:pPr>
      <w:spacing w:before="120"/>
      <w:ind w:left="61" w:right="61"/>
      <w:jc w:val="center"/>
    </w:pPr>
    <w:rPr>
      <w:rFonts w:cs="Arial"/>
    </w:rPr>
  </w:style>
  <w:style w:type="paragraph" w:customStyle="1" w:styleId="STableCellDefault">
    <w:name w:val="S Table Cell Default"/>
    <w:basedOn w:val="Standard"/>
    <w:autoRedefine/>
    <w:rsid w:val="00CF6C2D"/>
    <w:pPr>
      <w:keepNext/>
      <w:keepLines/>
      <w:spacing w:before="120"/>
    </w:pPr>
    <w:rPr>
      <w:sz w:val="20"/>
      <w:szCs w:val="20"/>
    </w:rPr>
  </w:style>
  <w:style w:type="paragraph" w:customStyle="1" w:styleId="STableCellTitle">
    <w:name w:val="S Table Cell Title"/>
    <w:basedOn w:val="Standard"/>
    <w:autoRedefine/>
    <w:rsid w:val="00145DB8"/>
    <w:rPr>
      <w:rFonts w:cs="Trebuchet MS"/>
      <w:b/>
      <w:sz w:val="20"/>
    </w:rPr>
  </w:style>
  <w:style w:type="paragraph" w:customStyle="1" w:styleId="STableHeading">
    <w:name w:val="S Table Heading"/>
    <w:basedOn w:val="Standard"/>
    <w:autoRedefine/>
    <w:rsid w:val="00CF6C2D"/>
    <w:pPr>
      <w:keepNext/>
      <w:spacing w:before="120"/>
      <w:jc w:val="center"/>
    </w:pPr>
    <w:rPr>
      <w:b/>
      <w:sz w:val="20"/>
    </w:rPr>
  </w:style>
  <w:style w:type="character" w:styleId="Hyperlink">
    <w:name w:val="Hyperlink"/>
    <w:uiPriority w:val="99"/>
    <w:rsid w:val="008C493A"/>
    <w:rPr>
      <w:rFonts w:ascii="Arial" w:hAnsi="Arial" w:cs="Times New Roman"/>
      <w:color w:val="0000FF"/>
      <w:sz w:val="24"/>
      <w:u w:val="single"/>
    </w:rPr>
  </w:style>
  <w:style w:type="paragraph" w:styleId="Listenabsatz">
    <w:name w:val="List Paragraph"/>
    <w:basedOn w:val="Textkrper"/>
    <w:link w:val="ListenabsatzZchn"/>
    <w:uiPriority w:val="34"/>
    <w:qFormat/>
    <w:rsid w:val="00653D44"/>
    <w:pPr>
      <w:tabs>
        <w:tab w:val="left" w:pos="360"/>
      </w:tabs>
      <w:ind w:left="357" w:hanging="357"/>
      <w:contextualSpacing/>
      <w:jc w:val="left"/>
    </w:pPr>
  </w:style>
  <w:style w:type="character" w:customStyle="1" w:styleId="ListenabsatzZchn">
    <w:name w:val="Listenabsatz Zchn"/>
    <w:basedOn w:val="TextkrperZchn"/>
    <w:link w:val="Listenabsatz"/>
    <w:uiPriority w:val="34"/>
    <w:rsid w:val="00653D44"/>
    <w:rPr>
      <w:rFonts w:asciiTheme="minorHAnsi" w:hAnsiTheme="minorHAnsi"/>
      <w:sz w:val="22"/>
      <w:lang w:val="en-GB"/>
    </w:rPr>
  </w:style>
  <w:style w:type="paragraph" w:customStyle="1" w:styleId="SNon-Header">
    <w:name w:val="S Non-Header"/>
    <w:basedOn w:val="Standard"/>
    <w:next w:val="Textkrper"/>
    <w:link w:val="SNon-HeaderChar"/>
    <w:autoRedefine/>
    <w:rsid w:val="00B9417F"/>
    <w:pPr>
      <w:keepNext/>
      <w:keepLines/>
      <w:pageBreakBefore/>
      <w:spacing w:before="240" w:line="360" w:lineRule="auto"/>
    </w:pPr>
    <w:rPr>
      <w:rFonts w:ascii="Calibri" w:hAnsi="Calibri"/>
      <w:b/>
      <w:sz w:val="32"/>
    </w:rPr>
  </w:style>
  <w:style w:type="character" w:customStyle="1" w:styleId="SNon-HeaderChar">
    <w:name w:val="S Non-Header Char"/>
    <w:basedOn w:val="Absatz-Standardschriftart"/>
    <w:link w:val="SNon-Header"/>
    <w:rsid w:val="00B9417F"/>
    <w:rPr>
      <w:rFonts w:ascii="Calibri" w:hAnsi="Calibri"/>
      <w:b/>
      <w:sz w:val="32"/>
      <w:lang w:val="en-US"/>
    </w:rPr>
  </w:style>
  <w:style w:type="paragraph" w:customStyle="1" w:styleId="SImage">
    <w:name w:val="S Image"/>
    <w:basedOn w:val="Textkrper"/>
    <w:next w:val="Textkrper"/>
    <w:autoRedefine/>
    <w:rsid w:val="006A171A"/>
    <w:pPr>
      <w:keepNext/>
      <w:spacing w:before="120"/>
      <w:jc w:val="center"/>
    </w:pPr>
    <w:rPr>
      <w:szCs w:val="20"/>
    </w:rPr>
  </w:style>
  <w:style w:type="paragraph" w:styleId="Inhaltsverzeichnisberschrift">
    <w:name w:val="TOC Heading"/>
    <w:basedOn w:val="berschrift1"/>
    <w:next w:val="Standard"/>
    <w:uiPriority w:val="39"/>
    <w:unhideWhenUsed/>
    <w:rsid w:val="00016B0D"/>
    <w:pPr>
      <w:pageBreakBefore w:val="0"/>
      <w:numPr>
        <w:numId w:val="0"/>
      </w:numPr>
      <w:suppressAutoHyphens w:val="0"/>
      <w:spacing w:before="480" w:line="276" w:lineRule="auto"/>
      <w:outlineLvl w:val="9"/>
    </w:pPr>
    <w:rPr>
      <w:rFonts w:asciiTheme="majorHAnsi" w:eastAsiaTheme="majorEastAsia" w:hAnsiTheme="majorHAnsi" w:cstheme="majorBidi"/>
      <w:color w:val="365F91" w:themeColor="accent1" w:themeShade="BF"/>
      <w:kern w:val="0"/>
      <w:sz w:val="28"/>
      <w:szCs w:val="28"/>
    </w:rPr>
  </w:style>
  <w:style w:type="table" w:styleId="Tabellenraster">
    <w:name w:val="Table Grid"/>
    <w:basedOn w:val="NormaleTabelle"/>
    <w:uiPriority w:val="59"/>
    <w:rsid w:val="002C4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9z2">
    <w:name w:val="WW8Num19z2"/>
    <w:rsid w:val="001A43DA"/>
    <w:rPr>
      <w:rFonts w:ascii="Arial" w:hAnsi="Arial" w:cs="Times New Roman"/>
      <w:sz w:val="26"/>
      <w:szCs w:val="26"/>
    </w:rPr>
  </w:style>
  <w:style w:type="paragraph" w:customStyle="1" w:styleId="SNon-Header2">
    <w:name w:val="S Non-Header 2"/>
    <w:basedOn w:val="Standard"/>
    <w:next w:val="Textkrper"/>
    <w:autoRedefine/>
    <w:rsid w:val="00D45428"/>
    <w:pPr>
      <w:keepNext/>
      <w:spacing w:before="240" w:line="360" w:lineRule="auto"/>
    </w:pPr>
    <w:rPr>
      <w:b/>
      <w:sz w:val="30"/>
    </w:rPr>
  </w:style>
  <w:style w:type="character" w:styleId="Kommentarzeichen">
    <w:name w:val="annotation reference"/>
    <w:basedOn w:val="Absatz-Standardschriftart"/>
    <w:uiPriority w:val="99"/>
    <w:semiHidden/>
    <w:unhideWhenUsed/>
    <w:rsid w:val="008B17CB"/>
    <w:rPr>
      <w:sz w:val="16"/>
      <w:szCs w:val="16"/>
    </w:rPr>
  </w:style>
  <w:style w:type="paragraph" w:styleId="Kommentarthema">
    <w:name w:val="annotation subject"/>
    <w:basedOn w:val="Kommentartext"/>
    <w:next w:val="Kommentartext"/>
    <w:link w:val="KommentarthemaZchn"/>
    <w:uiPriority w:val="99"/>
    <w:semiHidden/>
    <w:unhideWhenUsed/>
    <w:rsid w:val="008B17CB"/>
    <w:rPr>
      <w:b/>
      <w:bCs/>
    </w:rPr>
  </w:style>
  <w:style w:type="character" w:customStyle="1" w:styleId="KommentarthemaZchn">
    <w:name w:val="Kommentarthema Zchn"/>
    <w:basedOn w:val="KommentartextZchn"/>
    <w:link w:val="Kommentarthema"/>
    <w:uiPriority w:val="99"/>
    <w:semiHidden/>
    <w:rsid w:val="008B17CB"/>
    <w:rPr>
      <w:b/>
      <w:bCs/>
      <w:sz w:val="20"/>
      <w:szCs w:val="20"/>
      <w:lang w:val="en-US"/>
    </w:rPr>
  </w:style>
  <w:style w:type="paragraph" w:customStyle="1" w:styleId="Annex">
    <w:name w:val="Annex"/>
    <w:basedOn w:val="SNon-Header"/>
    <w:next w:val="Textkrper"/>
    <w:link w:val="AnnexChar"/>
    <w:qFormat/>
    <w:rsid w:val="00653D44"/>
  </w:style>
  <w:style w:type="character" w:customStyle="1" w:styleId="AnnexChar">
    <w:name w:val="Annex Char"/>
    <w:basedOn w:val="SNon-HeaderChar"/>
    <w:link w:val="Annex"/>
    <w:rsid w:val="00653D44"/>
    <w:rPr>
      <w:rFonts w:ascii="Calibri" w:hAnsi="Calibri"/>
      <w:b/>
      <w:sz w:val="32"/>
      <w:lang w:val="en-GB"/>
    </w:rPr>
  </w:style>
  <w:style w:type="character" w:styleId="BesuchterHyperlink">
    <w:name w:val="FollowedHyperlink"/>
    <w:basedOn w:val="Absatz-Standardschriftart"/>
    <w:semiHidden/>
    <w:unhideWhenUsed/>
    <w:rsid w:val="0056431E"/>
    <w:rPr>
      <w:color w:val="800080" w:themeColor="followedHyperlink"/>
      <w:u w:val="single"/>
    </w:rPr>
  </w:style>
  <w:style w:type="paragraph" w:styleId="Funotentext">
    <w:name w:val="footnote text"/>
    <w:basedOn w:val="Standard"/>
    <w:link w:val="FunotentextZchn"/>
    <w:uiPriority w:val="99"/>
    <w:unhideWhenUsed/>
    <w:rsid w:val="005C5560"/>
    <w:rPr>
      <w:rFonts w:ascii="Calibri" w:hAnsi="Calibri"/>
      <w:sz w:val="20"/>
      <w:szCs w:val="20"/>
    </w:rPr>
  </w:style>
  <w:style w:type="character" w:customStyle="1" w:styleId="FunotentextZchn">
    <w:name w:val="Fußnotentext Zchn"/>
    <w:basedOn w:val="Absatz-Standardschriftart"/>
    <w:link w:val="Funotentext"/>
    <w:uiPriority w:val="99"/>
    <w:rsid w:val="005C5560"/>
    <w:rPr>
      <w:rFonts w:ascii="Calibri" w:hAnsi="Calibri"/>
      <w:sz w:val="20"/>
      <w:szCs w:val="20"/>
      <w:lang w:val="en-US"/>
    </w:rPr>
  </w:style>
  <w:style w:type="character" w:styleId="Funotenzeichen">
    <w:name w:val="footnote reference"/>
    <w:basedOn w:val="Absatz-Standardschriftart"/>
    <w:uiPriority w:val="99"/>
    <w:semiHidden/>
    <w:unhideWhenUsed/>
    <w:rsid w:val="00F55DCC"/>
    <w:rPr>
      <w:vertAlign w:val="superscript"/>
    </w:rPr>
  </w:style>
  <w:style w:type="paragraph" w:styleId="StandardWeb">
    <w:name w:val="Normal (Web)"/>
    <w:basedOn w:val="Standard"/>
    <w:uiPriority w:val="99"/>
    <w:unhideWhenUsed/>
    <w:rsid w:val="001E639E"/>
    <w:pPr>
      <w:suppressAutoHyphens w:val="0"/>
      <w:spacing w:before="100" w:beforeAutospacing="1" w:after="100" w:afterAutospacing="1"/>
    </w:pPr>
    <w:rPr>
      <w:rFonts w:ascii="Times New Roman" w:hAnsi="Times New Roman"/>
    </w:rPr>
  </w:style>
  <w:style w:type="paragraph" w:styleId="Verzeichnis4">
    <w:name w:val="toc 4"/>
    <w:basedOn w:val="Standard"/>
    <w:next w:val="Standard"/>
    <w:autoRedefine/>
    <w:uiPriority w:val="39"/>
    <w:unhideWhenUsed/>
    <w:rsid w:val="003A1C16"/>
    <w:pPr>
      <w:spacing w:after="100"/>
      <w:ind w:left="720"/>
    </w:pPr>
    <w:rPr>
      <w:sz w:val="20"/>
    </w:rPr>
  </w:style>
  <w:style w:type="paragraph" w:styleId="Textkrper-Erstzeileneinzug">
    <w:name w:val="Body Text First Indent"/>
    <w:basedOn w:val="Textkrper"/>
    <w:link w:val="Textkrper-ErstzeileneinzugZchn"/>
    <w:rsid w:val="00145DB8"/>
    <w:pPr>
      <w:widowControl w:val="0"/>
      <w:suppressAutoHyphens w:val="0"/>
      <w:spacing w:before="120"/>
      <w:ind w:left="454" w:firstLine="210"/>
    </w:pPr>
    <w:rPr>
      <w:rFonts w:ascii="Calibri" w:hAnsi="Calibri"/>
      <w:sz w:val="20"/>
      <w:szCs w:val="20"/>
    </w:rPr>
  </w:style>
  <w:style w:type="character" w:customStyle="1" w:styleId="Textkrper-ErstzeileneinzugZchn">
    <w:name w:val="Textkörper-Erstzeileneinzug Zchn"/>
    <w:basedOn w:val="TextkrperZchn"/>
    <w:link w:val="Textkrper-Erstzeileneinzug"/>
    <w:rsid w:val="00145DB8"/>
    <w:rPr>
      <w:rFonts w:ascii="Calibri" w:hAnsi="Calibri"/>
      <w:sz w:val="20"/>
      <w:szCs w:val="20"/>
      <w:lang w:val="en-GB"/>
    </w:rPr>
  </w:style>
  <w:style w:type="paragraph" w:styleId="Abbildungsverzeichnis">
    <w:name w:val="table of figures"/>
    <w:basedOn w:val="Standard"/>
    <w:next w:val="Standard"/>
    <w:uiPriority w:val="99"/>
    <w:unhideWhenUsed/>
    <w:rsid w:val="00920752"/>
    <w:rPr>
      <w:rFonts w:ascii="Calibri" w:hAnsi="Calibri"/>
    </w:rPr>
  </w:style>
  <w:style w:type="paragraph" w:styleId="Literaturverzeichnis">
    <w:name w:val="Bibliography"/>
    <w:basedOn w:val="Textkrper"/>
    <w:next w:val="Textkrper"/>
    <w:uiPriority w:val="37"/>
    <w:unhideWhenUsed/>
    <w:rsid w:val="00523873"/>
    <w:pPr>
      <w:jc w:val="left"/>
    </w:pPr>
  </w:style>
  <w:style w:type="character" w:customStyle="1" w:styleId="ListLabel259">
    <w:name w:val="ListLabel 259"/>
    <w:rsid w:val="00A97A88"/>
    <w:rPr>
      <w:rFonts w:cs="OpenSymbol"/>
    </w:rPr>
  </w:style>
  <w:style w:type="character" w:customStyle="1" w:styleId="st">
    <w:name w:val="st"/>
    <w:basedOn w:val="Absatz-Standardschriftart"/>
    <w:rsid w:val="006A4800"/>
  </w:style>
  <w:style w:type="character" w:styleId="Hervorhebung">
    <w:name w:val="Emphasis"/>
    <w:basedOn w:val="Absatz-Standardschriftart"/>
    <w:uiPriority w:val="20"/>
    <w:qFormat/>
    <w:rsid w:val="00653D44"/>
    <w:rPr>
      <w:i/>
      <w:iCs/>
    </w:rPr>
  </w:style>
  <w:style w:type="character" w:styleId="Fett">
    <w:name w:val="Strong"/>
    <w:basedOn w:val="Absatz-Standardschriftart"/>
    <w:uiPriority w:val="22"/>
    <w:qFormat/>
    <w:rsid w:val="00653D44"/>
    <w:rPr>
      <w:b/>
      <w:bCs/>
    </w:rPr>
  </w:style>
  <w:style w:type="paragraph" w:styleId="berarbeitung">
    <w:name w:val="Revision"/>
    <w:hidden/>
    <w:uiPriority w:val="99"/>
    <w:semiHidden/>
    <w:rsid w:val="000B5D00"/>
    <w:pPr>
      <w:ind w:left="0" w:firstLine="0"/>
    </w:pPr>
    <w:rPr>
      <w:rFonts w:asciiTheme="minorHAnsi" w:hAnsiTheme="minorHAnsi"/>
      <w:sz w:val="22"/>
      <w:lang w:val="en-GB"/>
    </w:rPr>
  </w:style>
  <w:style w:type="character" w:customStyle="1" w:styleId="Internetverknpfung">
    <w:name w:val="Internetverknüpfung"/>
    <w:rsid w:val="006C4C52"/>
    <w:rPr>
      <w:color w:val="000080"/>
      <w:u w:val="single"/>
    </w:rPr>
  </w:style>
  <w:style w:type="character" w:customStyle="1" w:styleId="Betont">
    <w:name w:val="Betont"/>
    <w:rsid w:val="006C4C52"/>
    <w:rPr>
      <w:i/>
      <w:iCs/>
    </w:rPr>
  </w:style>
  <w:style w:type="character" w:customStyle="1" w:styleId="Starkbetont">
    <w:name w:val="Stark betont"/>
    <w:rsid w:val="006C4C52"/>
    <w:rPr>
      <w:b/>
      <w:bCs/>
    </w:rPr>
  </w:style>
  <w:style w:type="character" w:customStyle="1" w:styleId="Nummerierungszeichen">
    <w:name w:val="Nummerierungszeichen"/>
    <w:rsid w:val="006C4C52"/>
  </w:style>
  <w:style w:type="character" w:customStyle="1" w:styleId="Aufzhlungszeichen1">
    <w:name w:val="Aufzählungszeichen1"/>
    <w:rsid w:val="006C4C52"/>
    <w:rPr>
      <w:rFonts w:ascii="OpenSymbol" w:eastAsia="OpenSymbol" w:hAnsi="OpenSymbol" w:cs="OpenSymbol"/>
    </w:rPr>
  </w:style>
  <w:style w:type="paragraph" w:customStyle="1" w:styleId="berschrift">
    <w:name w:val="Überschrift"/>
    <w:basedOn w:val="Standard"/>
    <w:next w:val="Textkrper"/>
    <w:rsid w:val="006C4C52"/>
    <w:pPr>
      <w:keepNext/>
      <w:spacing w:before="240"/>
    </w:pPr>
    <w:rPr>
      <w:rFonts w:ascii="Liberation Sans" w:eastAsia="Microsoft YaHei" w:hAnsi="Liberation Sans" w:cs="Lucida Sans"/>
      <w:sz w:val="28"/>
      <w:szCs w:val="28"/>
      <w:lang w:eastAsia="zh-CN" w:bidi="hi-IN"/>
    </w:rPr>
  </w:style>
  <w:style w:type="paragraph" w:styleId="Liste">
    <w:name w:val="List"/>
    <w:basedOn w:val="Textkrper"/>
    <w:rsid w:val="006C4C52"/>
    <w:rPr>
      <w:rFonts w:eastAsia="SimSun" w:cs="Lucida Sans"/>
      <w:lang w:eastAsia="zh-CN" w:bidi="hi-IN"/>
    </w:rPr>
  </w:style>
  <w:style w:type="paragraph" w:customStyle="1" w:styleId="Verzeichnis">
    <w:name w:val="Verzeichnis"/>
    <w:basedOn w:val="Standard"/>
    <w:rsid w:val="006C4C52"/>
    <w:pPr>
      <w:suppressLineNumbers/>
    </w:pPr>
    <w:rPr>
      <w:rFonts w:eastAsia="SimSun" w:cs="Lucida Sans"/>
      <w:lang w:eastAsia="zh-CN" w:bidi="hi-IN"/>
    </w:rPr>
  </w:style>
  <w:style w:type="paragraph" w:customStyle="1" w:styleId="berschrift2Annex">
    <w:name w:val="Überschrift 2 (Annex)"/>
    <w:basedOn w:val="berschrift2"/>
    <w:qFormat/>
    <w:rsid w:val="006C4C52"/>
    <w:pPr>
      <w:numPr>
        <w:ilvl w:val="0"/>
        <w:numId w:val="30"/>
      </w:numPr>
    </w:pPr>
    <w:rPr>
      <w:rFonts w:eastAsia="SimSun"/>
      <w:lang w:eastAsia="zh-CN" w:bidi="hi-IN"/>
    </w:rPr>
  </w:style>
  <w:style w:type="paragraph" w:customStyle="1" w:styleId="berschrift3Annex">
    <w:name w:val="Überschrift 3 (Annex)"/>
    <w:basedOn w:val="Textkrper"/>
    <w:qFormat/>
    <w:rsid w:val="00567D98"/>
    <w:rPr>
      <w:rFonts w:ascii="Calibri" w:eastAsia="SimSun" w:hAnsi="Calibri" w:cs="Trebuchet MS"/>
      <w:b/>
      <w:bCs/>
      <w:szCs w:val="26"/>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4"/>
        <w:szCs w:val="24"/>
        <w:lang w:val="de-AT" w:eastAsia="en-US" w:bidi="ar-SA"/>
      </w:rPr>
    </w:rPrDefault>
    <w:pPrDefault>
      <w:pPr>
        <w:ind w:left="357"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lsdException w:name="page number" w:uiPriority="0"/>
    <w:lsdException w:name="List" w:uiPriority="0"/>
    <w:lsdException w:name="List Number" w:qFormat="1"/>
    <w:lsdException w:name="Title" w:semiHidden="0" w:uiPriority="10" w:unhideWhenUsed="0"/>
    <w:lsdException w:name="Default Paragraph Font" w:uiPriority="1"/>
    <w:lsdException w:name="Body Text" w:uiPriority="0" w:qFormat="1"/>
    <w:lsdException w:name="Subtitle" w:semiHidden="0" w:uiPriority="11" w:unhideWhenUsed="0" w:qFormat="1"/>
    <w:lsdException w:name="Body Text First Indent" w:uiPriority="0"/>
    <w:lsdException w:name="FollowedHyperlink"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Standard">
    <w:name w:val="Normal"/>
    <w:qFormat/>
    <w:rsid w:val="00653D44"/>
    <w:pPr>
      <w:suppressAutoHyphens/>
      <w:spacing w:after="120"/>
      <w:ind w:left="0" w:firstLine="0"/>
    </w:pPr>
    <w:rPr>
      <w:rFonts w:asciiTheme="minorHAnsi" w:hAnsiTheme="minorHAnsi"/>
      <w:sz w:val="22"/>
      <w:lang w:val="en-GB"/>
    </w:rPr>
  </w:style>
  <w:style w:type="paragraph" w:styleId="berschrift1">
    <w:name w:val="heading 1"/>
    <w:basedOn w:val="Standard"/>
    <w:next w:val="Textkrper"/>
    <w:link w:val="berschrift1Zchn"/>
    <w:uiPriority w:val="9"/>
    <w:qFormat/>
    <w:rsid w:val="00653D44"/>
    <w:pPr>
      <w:keepNext/>
      <w:keepLines/>
      <w:pageBreakBefore/>
      <w:numPr>
        <w:numId w:val="12"/>
      </w:numPr>
      <w:spacing w:before="240" w:line="360" w:lineRule="auto"/>
      <w:outlineLvl w:val="0"/>
    </w:pPr>
    <w:rPr>
      <w:rFonts w:ascii="Calibri" w:hAnsi="Calibri" w:cs="Trebuchet MS"/>
      <w:b/>
      <w:bCs/>
      <w:kern w:val="1"/>
      <w:sz w:val="32"/>
      <w:szCs w:val="34"/>
    </w:rPr>
  </w:style>
  <w:style w:type="paragraph" w:styleId="berschrift2">
    <w:name w:val="heading 2"/>
    <w:basedOn w:val="Standard"/>
    <w:next w:val="Textkrper"/>
    <w:link w:val="berschrift2Zchn"/>
    <w:autoRedefine/>
    <w:qFormat/>
    <w:rsid w:val="00653D44"/>
    <w:pPr>
      <w:keepNext/>
      <w:numPr>
        <w:ilvl w:val="1"/>
        <w:numId w:val="12"/>
      </w:numPr>
      <w:spacing w:before="240" w:line="360" w:lineRule="auto"/>
      <w:outlineLvl w:val="1"/>
    </w:pPr>
    <w:rPr>
      <w:rFonts w:ascii="Calibri" w:hAnsi="Calibri" w:cs="Trebuchet MS"/>
      <w:b/>
      <w:bCs/>
      <w:sz w:val="28"/>
      <w:szCs w:val="30"/>
    </w:rPr>
  </w:style>
  <w:style w:type="paragraph" w:styleId="berschrift3">
    <w:name w:val="heading 3"/>
    <w:basedOn w:val="Standard"/>
    <w:next w:val="Textkrper"/>
    <w:link w:val="berschrift3Zchn"/>
    <w:autoRedefine/>
    <w:qFormat/>
    <w:rsid w:val="00653D44"/>
    <w:pPr>
      <w:keepNext/>
      <w:numPr>
        <w:ilvl w:val="2"/>
        <w:numId w:val="12"/>
      </w:numPr>
      <w:spacing w:before="240"/>
      <w:textAlignment w:val="baseline"/>
      <w:outlineLvl w:val="2"/>
    </w:pPr>
    <w:rPr>
      <w:rFonts w:ascii="Calibri" w:hAnsi="Calibri" w:cs="Trebuchet MS"/>
      <w:b/>
      <w:bCs/>
      <w:szCs w:val="26"/>
    </w:rPr>
  </w:style>
  <w:style w:type="paragraph" w:styleId="berschrift4">
    <w:name w:val="heading 4"/>
    <w:basedOn w:val="Standard"/>
    <w:next w:val="Textkrper"/>
    <w:link w:val="berschrift4Zchn"/>
    <w:qFormat/>
    <w:rsid w:val="00653D44"/>
    <w:pPr>
      <w:keepNext/>
      <w:numPr>
        <w:ilvl w:val="3"/>
        <w:numId w:val="1"/>
      </w:numPr>
      <w:spacing w:before="240" w:line="360" w:lineRule="auto"/>
      <w:outlineLvl w:val="3"/>
    </w:pPr>
    <w:rPr>
      <w:rFonts w:ascii="Calibri" w:hAnsi="Calibri"/>
      <w:iCs/>
      <w:sz w:val="24"/>
    </w:rPr>
  </w:style>
  <w:style w:type="paragraph" w:styleId="berschrift5">
    <w:name w:val="heading 5"/>
    <w:basedOn w:val="Standard"/>
    <w:next w:val="Standard"/>
    <w:link w:val="berschrift5Zchn"/>
    <w:rsid w:val="00A2296E"/>
    <w:pPr>
      <w:numPr>
        <w:ilvl w:val="4"/>
        <w:numId w:val="12"/>
      </w:numPr>
      <w:spacing w:before="240"/>
      <w:outlineLvl w:val="4"/>
    </w:pPr>
    <w:rPr>
      <w:b/>
      <w:bCs/>
      <w:iCs/>
    </w:rPr>
  </w:style>
  <w:style w:type="paragraph" w:styleId="berschrift6">
    <w:name w:val="heading 6"/>
    <w:basedOn w:val="Standard"/>
    <w:next w:val="Standard"/>
    <w:link w:val="berschrift6Zchn"/>
    <w:rsid w:val="00A2296E"/>
    <w:pPr>
      <w:numPr>
        <w:ilvl w:val="5"/>
        <w:numId w:val="12"/>
      </w:numPr>
      <w:spacing w:before="240"/>
      <w:outlineLvl w:val="5"/>
    </w:pPr>
    <w:rPr>
      <w:b/>
      <w:bCs/>
      <w:szCs w:val="22"/>
    </w:rPr>
  </w:style>
  <w:style w:type="paragraph" w:styleId="berschrift7">
    <w:name w:val="heading 7"/>
    <w:basedOn w:val="Standard"/>
    <w:next w:val="Standard"/>
    <w:link w:val="berschrift7Zchn"/>
    <w:rsid w:val="00A2296E"/>
    <w:pPr>
      <w:numPr>
        <w:ilvl w:val="6"/>
        <w:numId w:val="12"/>
      </w:numPr>
      <w:spacing w:before="240"/>
      <w:outlineLvl w:val="6"/>
    </w:pPr>
  </w:style>
  <w:style w:type="paragraph" w:styleId="berschrift8">
    <w:name w:val="heading 8"/>
    <w:basedOn w:val="Standard"/>
    <w:next w:val="Standard"/>
    <w:link w:val="berschrift8Zchn"/>
    <w:rsid w:val="00A2296E"/>
    <w:pPr>
      <w:numPr>
        <w:ilvl w:val="7"/>
        <w:numId w:val="12"/>
      </w:numPr>
      <w:spacing w:before="240"/>
      <w:outlineLvl w:val="7"/>
    </w:pPr>
    <w:rPr>
      <w:i/>
      <w:iCs/>
    </w:rPr>
  </w:style>
  <w:style w:type="paragraph" w:styleId="berschrift9">
    <w:name w:val="heading 9"/>
    <w:basedOn w:val="Standard"/>
    <w:next w:val="Standard"/>
    <w:link w:val="berschrift9Zchn"/>
    <w:rsid w:val="00A2296E"/>
    <w:pPr>
      <w:numPr>
        <w:ilvl w:val="8"/>
        <w:numId w:val="12"/>
      </w:numPr>
      <w:spacing w:before="24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qFormat/>
    <w:rsid w:val="00653D44"/>
    <w:pPr>
      <w:jc w:val="both"/>
    </w:pPr>
  </w:style>
  <w:style w:type="character" w:customStyle="1" w:styleId="TextkrperZchn">
    <w:name w:val="Textkörper Zchn"/>
    <w:basedOn w:val="Absatz-Standardschriftart"/>
    <w:link w:val="Textkrper"/>
    <w:rsid w:val="00653D44"/>
    <w:rPr>
      <w:rFonts w:asciiTheme="minorHAnsi" w:hAnsiTheme="minorHAnsi"/>
      <w:sz w:val="22"/>
      <w:lang w:val="en-GB"/>
    </w:rPr>
  </w:style>
  <w:style w:type="character" w:customStyle="1" w:styleId="berschrift1Zchn">
    <w:name w:val="Überschrift 1 Zchn"/>
    <w:basedOn w:val="Absatz-Standardschriftart"/>
    <w:link w:val="berschrift1"/>
    <w:uiPriority w:val="9"/>
    <w:rsid w:val="00653D44"/>
    <w:rPr>
      <w:rFonts w:ascii="Calibri" w:hAnsi="Calibri" w:cs="Trebuchet MS"/>
      <w:b/>
      <w:bCs/>
      <w:kern w:val="1"/>
      <w:sz w:val="32"/>
      <w:szCs w:val="34"/>
      <w:lang w:val="en-GB"/>
    </w:rPr>
  </w:style>
  <w:style w:type="character" w:customStyle="1" w:styleId="berschrift2Zchn">
    <w:name w:val="Überschrift 2 Zchn"/>
    <w:basedOn w:val="Absatz-Standardschriftart"/>
    <w:link w:val="berschrift2"/>
    <w:rsid w:val="00653D44"/>
    <w:rPr>
      <w:rFonts w:ascii="Calibri" w:hAnsi="Calibri" w:cs="Trebuchet MS"/>
      <w:b/>
      <w:bCs/>
      <w:sz w:val="28"/>
      <w:szCs w:val="30"/>
      <w:lang w:val="en-GB"/>
    </w:rPr>
  </w:style>
  <w:style w:type="character" w:customStyle="1" w:styleId="berschrift3Zchn">
    <w:name w:val="Überschrift 3 Zchn"/>
    <w:basedOn w:val="Absatz-Standardschriftart"/>
    <w:link w:val="berschrift3"/>
    <w:rsid w:val="00653D44"/>
    <w:rPr>
      <w:rFonts w:ascii="Calibri" w:hAnsi="Calibri" w:cs="Trebuchet MS"/>
      <w:b/>
      <w:bCs/>
      <w:sz w:val="22"/>
      <w:szCs w:val="26"/>
      <w:lang w:val="en-GB"/>
    </w:rPr>
  </w:style>
  <w:style w:type="character" w:customStyle="1" w:styleId="berschrift4Zchn">
    <w:name w:val="Überschrift 4 Zchn"/>
    <w:basedOn w:val="Absatz-Standardschriftart"/>
    <w:link w:val="berschrift4"/>
    <w:rsid w:val="00653D44"/>
    <w:rPr>
      <w:rFonts w:ascii="Calibri" w:hAnsi="Calibri"/>
      <w:iCs/>
      <w:lang w:val="en-GB"/>
    </w:rPr>
  </w:style>
  <w:style w:type="character" w:customStyle="1" w:styleId="berschrift5Zchn">
    <w:name w:val="Überschrift 5 Zchn"/>
    <w:basedOn w:val="Absatz-Standardschriftart"/>
    <w:link w:val="berschrift5"/>
    <w:rsid w:val="00A2296E"/>
    <w:rPr>
      <w:rFonts w:asciiTheme="minorHAnsi" w:hAnsiTheme="minorHAnsi"/>
      <w:b/>
      <w:bCs/>
      <w:iCs/>
      <w:sz w:val="22"/>
      <w:lang w:val="en-GB"/>
    </w:rPr>
  </w:style>
  <w:style w:type="character" w:customStyle="1" w:styleId="berschrift6Zchn">
    <w:name w:val="Überschrift 6 Zchn"/>
    <w:basedOn w:val="Absatz-Standardschriftart"/>
    <w:link w:val="berschrift6"/>
    <w:rsid w:val="00A2296E"/>
    <w:rPr>
      <w:rFonts w:asciiTheme="minorHAnsi" w:hAnsiTheme="minorHAnsi"/>
      <w:b/>
      <w:bCs/>
      <w:sz w:val="22"/>
      <w:szCs w:val="22"/>
      <w:lang w:val="en-GB"/>
    </w:rPr>
  </w:style>
  <w:style w:type="character" w:customStyle="1" w:styleId="berschrift7Zchn">
    <w:name w:val="Überschrift 7 Zchn"/>
    <w:basedOn w:val="Absatz-Standardschriftart"/>
    <w:link w:val="berschrift7"/>
    <w:rsid w:val="00A2296E"/>
    <w:rPr>
      <w:rFonts w:asciiTheme="minorHAnsi" w:hAnsiTheme="minorHAnsi"/>
      <w:sz w:val="22"/>
      <w:lang w:val="en-GB"/>
    </w:rPr>
  </w:style>
  <w:style w:type="character" w:customStyle="1" w:styleId="berschrift8Zchn">
    <w:name w:val="Überschrift 8 Zchn"/>
    <w:basedOn w:val="Absatz-Standardschriftart"/>
    <w:link w:val="berschrift8"/>
    <w:rsid w:val="00A2296E"/>
    <w:rPr>
      <w:rFonts w:asciiTheme="minorHAnsi" w:hAnsiTheme="minorHAnsi"/>
      <w:i/>
      <w:iCs/>
      <w:sz w:val="22"/>
      <w:lang w:val="en-GB"/>
    </w:rPr>
  </w:style>
  <w:style w:type="character" w:customStyle="1" w:styleId="berschrift9Zchn">
    <w:name w:val="Überschrift 9 Zchn"/>
    <w:basedOn w:val="Absatz-Standardschriftart"/>
    <w:link w:val="berschrift9"/>
    <w:rsid w:val="00A2296E"/>
    <w:rPr>
      <w:rFonts w:asciiTheme="minorHAnsi" w:hAnsiTheme="minorHAnsi" w:cs="Arial"/>
      <w:sz w:val="22"/>
      <w:szCs w:val="22"/>
      <w:lang w:val="en-GB"/>
    </w:rPr>
  </w:style>
  <w:style w:type="paragraph" w:styleId="Sprechblasentext">
    <w:name w:val="Balloon Text"/>
    <w:basedOn w:val="Standard"/>
    <w:link w:val="SprechblasentextZchn"/>
    <w:semiHidden/>
    <w:unhideWhenUsed/>
    <w:rsid w:val="00166F61"/>
    <w:rPr>
      <w:rFonts w:ascii="Tahoma" w:hAnsi="Tahoma" w:cs="Tahoma"/>
      <w:sz w:val="16"/>
      <w:szCs w:val="16"/>
    </w:rPr>
  </w:style>
  <w:style w:type="character" w:customStyle="1" w:styleId="SprechblasentextZchn">
    <w:name w:val="Sprechblasentext Zchn"/>
    <w:basedOn w:val="Absatz-Standardschriftart"/>
    <w:link w:val="Sprechblasentext"/>
    <w:semiHidden/>
    <w:rsid w:val="00166F61"/>
    <w:rPr>
      <w:rFonts w:ascii="Tahoma" w:hAnsi="Tahoma" w:cs="Tahoma"/>
      <w:sz w:val="16"/>
      <w:szCs w:val="16"/>
      <w:lang w:val="en-US"/>
    </w:rPr>
  </w:style>
  <w:style w:type="paragraph" w:styleId="Index1">
    <w:name w:val="index 1"/>
    <w:basedOn w:val="Standard"/>
    <w:next w:val="Standard"/>
    <w:autoRedefine/>
    <w:uiPriority w:val="99"/>
    <w:semiHidden/>
    <w:unhideWhenUsed/>
    <w:rsid w:val="00166F61"/>
    <w:pPr>
      <w:ind w:left="240" w:hanging="240"/>
    </w:pPr>
  </w:style>
  <w:style w:type="paragraph" w:styleId="Kommentartext">
    <w:name w:val="annotation text"/>
    <w:basedOn w:val="Standard"/>
    <w:link w:val="KommentartextZchn"/>
    <w:uiPriority w:val="99"/>
    <w:unhideWhenUsed/>
    <w:rsid w:val="00166F61"/>
    <w:rPr>
      <w:sz w:val="20"/>
      <w:szCs w:val="20"/>
    </w:rPr>
  </w:style>
  <w:style w:type="character" w:customStyle="1" w:styleId="KommentartextZchn">
    <w:name w:val="Kommentartext Zchn"/>
    <w:basedOn w:val="Absatz-Standardschriftart"/>
    <w:link w:val="Kommentartext"/>
    <w:uiPriority w:val="99"/>
    <w:rsid w:val="00166F61"/>
    <w:rPr>
      <w:sz w:val="20"/>
      <w:szCs w:val="20"/>
      <w:lang w:val="en-US"/>
    </w:rPr>
  </w:style>
  <w:style w:type="paragraph" w:styleId="Beschriftung">
    <w:name w:val="caption"/>
    <w:aliases w:val="ca"/>
    <w:basedOn w:val="Standard"/>
    <w:link w:val="BeschriftungZchn"/>
    <w:autoRedefine/>
    <w:rsid w:val="00830691"/>
    <w:pPr>
      <w:keepNext/>
      <w:suppressLineNumbers/>
      <w:jc w:val="center"/>
    </w:pPr>
    <w:rPr>
      <w:rFonts w:cs="Lohit Hindi"/>
      <w:iCs/>
    </w:rPr>
  </w:style>
  <w:style w:type="character" w:customStyle="1" w:styleId="BeschriftungZchn">
    <w:name w:val="Beschriftung Zchn"/>
    <w:aliases w:val="ca Zchn"/>
    <w:link w:val="Beschriftung"/>
    <w:rsid w:val="00830691"/>
    <w:rPr>
      <w:rFonts w:asciiTheme="minorHAnsi" w:hAnsiTheme="minorHAnsi" w:cs="Lohit Hindi"/>
      <w:iCs/>
      <w:sz w:val="22"/>
      <w:lang w:val="en-GB"/>
    </w:rPr>
  </w:style>
  <w:style w:type="paragraph" w:styleId="Verzeichnis1">
    <w:name w:val="toc 1"/>
    <w:basedOn w:val="Standard"/>
    <w:next w:val="Standard"/>
    <w:autoRedefine/>
    <w:uiPriority w:val="39"/>
    <w:rsid w:val="00920752"/>
    <w:pPr>
      <w:tabs>
        <w:tab w:val="left" w:pos="400"/>
        <w:tab w:val="right" w:leader="dot" w:pos="9628"/>
      </w:tabs>
    </w:pPr>
    <w:rPr>
      <w:rFonts w:ascii="Calibri" w:hAnsi="Calibri" w:cs="Arial"/>
      <w:noProof/>
    </w:rPr>
  </w:style>
  <w:style w:type="paragraph" w:styleId="Verzeichnis2">
    <w:name w:val="toc 2"/>
    <w:basedOn w:val="Standard"/>
    <w:next w:val="Standard"/>
    <w:autoRedefine/>
    <w:uiPriority w:val="39"/>
    <w:rsid w:val="00920752"/>
    <w:pPr>
      <w:tabs>
        <w:tab w:val="left" w:pos="960"/>
        <w:tab w:val="right" w:leader="dot" w:pos="9628"/>
      </w:tabs>
      <w:ind w:left="200"/>
    </w:pPr>
    <w:rPr>
      <w:rFonts w:ascii="Calibri" w:hAnsi="Calibri" w:cs="Arial"/>
      <w:noProof/>
      <w:sz w:val="20"/>
    </w:rPr>
  </w:style>
  <w:style w:type="paragraph" w:styleId="Verzeichnis3">
    <w:name w:val="toc 3"/>
    <w:basedOn w:val="Standard"/>
    <w:next w:val="Standard"/>
    <w:autoRedefine/>
    <w:uiPriority w:val="39"/>
    <w:rsid w:val="006C4E70"/>
    <w:pPr>
      <w:tabs>
        <w:tab w:val="left" w:pos="1200"/>
        <w:tab w:val="right" w:leader="dot" w:pos="9628"/>
      </w:tabs>
      <w:ind w:left="397"/>
    </w:pPr>
    <w:rPr>
      <w:rFonts w:ascii="Calibri" w:hAnsi="Calibri" w:cs="Arial"/>
      <w:noProof/>
      <w:sz w:val="20"/>
    </w:rPr>
  </w:style>
  <w:style w:type="paragraph" w:styleId="Kopfzeile">
    <w:name w:val="header"/>
    <w:basedOn w:val="Standard"/>
    <w:link w:val="KopfzeileZchn"/>
    <w:unhideWhenUsed/>
    <w:rsid w:val="005E21D9"/>
    <w:pPr>
      <w:suppressAutoHyphens w:val="0"/>
      <w:spacing w:before="60" w:after="60"/>
      <w:ind w:left="-108" w:right="-312"/>
      <w:jc w:val="both"/>
    </w:pPr>
    <w:rPr>
      <w:rFonts w:cs="Arial"/>
      <w:b/>
      <w:bCs/>
      <w:sz w:val="20"/>
      <w:szCs w:val="20"/>
    </w:rPr>
  </w:style>
  <w:style w:type="character" w:customStyle="1" w:styleId="KopfzeileZchn">
    <w:name w:val="Kopfzeile Zchn"/>
    <w:basedOn w:val="Absatz-Standardschriftart"/>
    <w:link w:val="Kopfzeile"/>
    <w:rsid w:val="005E21D9"/>
    <w:rPr>
      <w:rFonts w:cs="Arial"/>
      <w:b/>
      <w:bCs/>
      <w:sz w:val="20"/>
      <w:szCs w:val="20"/>
      <w:lang w:val="en-US"/>
    </w:rPr>
  </w:style>
  <w:style w:type="paragraph" w:styleId="Fuzeile">
    <w:name w:val="footer"/>
    <w:basedOn w:val="Standard"/>
    <w:link w:val="FuzeileZchn"/>
    <w:unhideWhenUsed/>
    <w:rsid w:val="005E21D9"/>
    <w:rPr>
      <w:rFonts w:cs="Arial"/>
      <w:snapToGrid w:val="0"/>
      <w:sz w:val="16"/>
      <w:szCs w:val="16"/>
    </w:rPr>
  </w:style>
  <w:style w:type="character" w:customStyle="1" w:styleId="FuzeileZchn">
    <w:name w:val="Fußzeile Zchn"/>
    <w:basedOn w:val="Absatz-Standardschriftart"/>
    <w:link w:val="Fuzeile"/>
    <w:rsid w:val="005E21D9"/>
    <w:rPr>
      <w:rFonts w:cs="Arial"/>
      <w:snapToGrid w:val="0"/>
      <w:sz w:val="16"/>
      <w:szCs w:val="16"/>
      <w:lang w:val="en-US"/>
    </w:rPr>
  </w:style>
  <w:style w:type="character" w:customStyle="1" w:styleId="SEmphasis">
    <w:name w:val="S Emphasis"/>
    <w:basedOn w:val="Absatz-Standardschriftart"/>
    <w:uiPriority w:val="1"/>
    <w:rsid w:val="00063626"/>
    <w:rPr>
      <w:i/>
    </w:rPr>
  </w:style>
  <w:style w:type="table" w:customStyle="1" w:styleId="Formatvorlage1">
    <w:name w:val="Formatvorlage1"/>
    <w:basedOn w:val="NormaleTabelle"/>
    <w:uiPriority w:val="99"/>
    <w:rsid w:val="00CE0238"/>
    <w:pPr>
      <w:ind w:left="0" w:firstLine="0"/>
    </w:pPr>
    <w:tblPr/>
    <w:tblStylePr w:type="firstRow">
      <w:rPr>
        <w:rFonts w:ascii="Arial" w:hAnsi="Arial"/>
        <w:b/>
        <w:sz w:val="24"/>
      </w:rPr>
      <w:tblPr/>
      <w:tcPr>
        <w:tcBorders>
          <w:top w:val="nil"/>
          <w:left w:val="nil"/>
          <w:bottom w:val="nil"/>
          <w:right w:val="nil"/>
          <w:insideH w:val="nil"/>
          <w:insideV w:val="nil"/>
          <w:tl2br w:val="nil"/>
          <w:tr2bl w:val="nil"/>
        </w:tcBorders>
        <w:shd w:val="clear" w:color="auto" w:fill="A6A6A6" w:themeFill="background1" w:themeFillShade="A6"/>
      </w:tcPr>
    </w:tblStylePr>
  </w:style>
  <w:style w:type="paragraph" w:customStyle="1" w:styleId="SCoverDocument-ID">
    <w:name w:val="S Cover Document-ID"/>
    <w:basedOn w:val="Standard"/>
    <w:rsid w:val="00904418"/>
    <w:pPr>
      <w:jc w:val="center"/>
    </w:pPr>
    <w:rPr>
      <w:rFonts w:cs="Arial"/>
      <w:b/>
      <w:sz w:val="36"/>
    </w:rPr>
  </w:style>
  <w:style w:type="paragraph" w:customStyle="1" w:styleId="SCoverWP-ID">
    <w:name w:val="S Cover WP-ID"/>
    <w:basedOn w:val="Standard"/>
    <w:next w:val="Textkrper"/>
    <w:rsid w:val="00904418"/>
    <w:pPr>
      <w:spacing w:before="240" w:after="240"/>
      <w:ind w:left="62" w:right="62"/>
      <w:jc w:val="center"/>
    </w:pPr>
    <w:rPr>
      <w:rFonts w:cs="Arial"/>
      <w:sz w:val="40"/>
    </w:rPr>
  </w:style>
  <w:style w:type="paragraph" w:customStyle="1" w:styleId="SCoverDeliverableData">
    <w:name w:val="S Cover Deliverable Data"/>
    <w:basedOn w:val="Standard"/>
    <w:rsid w:val="00904418"/>
    <w:pPr>
      <w:spacing w:before="120"/>
      <w:ind w:left="61" w:right="61"/>
      <w:jc w:val="center"/>
    </w:pPr>
    <w:rPr>
      <w:rFonts w:cs="Arial"/>
    </w:rPr>
  </w:style>
  <w:style w:type="paragraph" w:customStyle="1" w:styleId="STableCellDefault">
    <w:name w:val="S Table Cell Default"/>
    <w:basedOn w:val="Standard"/>
    <w:autoRedefine/>
    <w:rsid w:val="00CF6C2D"/>
    <w:pPr>
      <w:keepNext/>
      <w:keepLines/>
      <w:spacing w:before="120"/>
    </w:pPr>
    <w:rPr>
      <w:sz w:val="20"/>
      <w:szCs w:val="20"/>
    </w:rPr>
  </w:style>
  <w:style w:type="paragraph" w:customStyle="1" w:styleId="STableCellTitle">
    <w:name w:val="S Table Cell Title"/>
    <w:basedOn w:val="Standard"/>
    <w:autoRedefine/>
    <w:rsid w:val="00145DB8"/>
    <w:rPr>
      <w:rFonts w:cs="Trebuchet MS"/>
      <w:b/>
      <w:sz w:val="20"/>
    </w:rPr>
  </w:style>
  <w:style w:type="paragraph" w:customStyle="1" w:styleId="STableHeading">
    <w:name w:val="S Table Heading"/>
    <w:basedOn w:val="Standard"/>
    <w:autoRedefine/>
    <w:rsid w:val="00CF6C2D"/>
    <w:pPr>
      <w:keepNext/>
      <w:spacing w:before="120"/>
      <w:jc w:val="center"/>
    </w:pPr>
    <w:rPr>
      <w:b/>
      <w:sz w:val="20"/>
    </w:rPr>
  </w:style>
  <w:style w:type="character" w:styleId="Hyperlink">
    <w:name w:val="Hyperlink"/>
    <w:uiPriority w:val="99"/>
    <w:rsid w:val="008C493A"/>
    <w:rPr>
      <w:rFonts w:ascii="Arial" w:hAnsi="Arial" w:cs="Times New Roman"/>
      <w:color w:val="0000FF"/>
      <w:sz w:val="24"/>
      <w:u w:val="single"/>
    </w:rPr>
  </w:style>
  <w:style w:type="paragraph" w:styleId="Listenabsatz">
    <w:name w:val="List Paragraph"/>
    <w:basedOn w:val="Textkrper"/>
    <w:link w:val="ListenabsatzZchn"/>
    <w:uiPriority w:val="34"/>
    <w:qFormat/>
    <w:rsid w:val="00653D44"/>
    <w:pPr>
      <w:tabs>
        <w:tab w:val="left" w:pos="360"/>
      </w:tabs>
      <w:ind w:left="357" w:hanging="357"/>
      <w:contextualSpacing/>
      <w:jc w:val="left"/>
    </w:pPr>
  </w:style>
  <w:style w:type="character" w:customStyle="1" w:styleId="ListenabsatzZchn">
    <w:name w:val="Listenabsatz Zchn"/>
    <w:basedOn w:val="TextkrperZchn"/>
    <w:link w:val="Listenabsatz"/>
    <w:uiPriority w:val="34"/>
    <w:rsid w:val="00653D44"/>
    <w:rPr>
      <w:rFonts w:asciiTheme="minorHAnsi" w:hAnsiTheme="minorHAnsi"/>
      <w:sz w:val="22"/>
      <w:lang w:val="en-GB"/>
    </w:rPr>
  </w:style>
  <w:style w:type="paragraph" w:customStyle="1" w:styleId="SNon-Header">
    <w:name w:val="S Non-Header"/>
    <w:basedOn w:val="Standard"/>
    <w:next w:val="Textkrper"/>
    <w:link w:val="SNon-HeaderChar"/>
    <w:autoRedefine/>
    <w:rsid w:val="00B9417F"/>
    <w:pPr>
      <w:keepNext/>
      <w:keepLines/>
      <w:pageBreakBefore/>
      <w:spacing w:before="240" w:line="360" w:lineRule="auto"/>
    </w:pPr>
    <w:rPr>
      <w:rFonts w:ascii="Calibri" w:hAnsi="Calibri"/>
      <w:b/>
      <w:sz w:val="32"/>
    </w:rPr>
  </w:style>
  <w:style w:type="character" w:customStyle="1" w:styleId="SNon-HeaderChar">
    <w:name w:val="S Non-Header Char"/>
    <w:basedOn w:val="Absatz-Standardschriftart"/>
    <w:link w:val="SNon-Header"/>
    <w:rsid w:val="00B9417F"/>
    <w:rPr>
      <w:rFonts w:ascii="Calibri" w:hAnsi="Calibri"/>
      <w:b/>
      <w:sz w:val="32"/>
      <w:lang w:val="en-US"/>
    </w:rPr>
  </w:style>
  <w:style w:type="paragraph" w:customStyle="1" w:styleId="SImage">
    <w:name w:val="S Image"/>
    <w:basedOn w:val="Textkrper"/>
    <w:next w:val="Textkrper"/>
    <w:autoRedefine/>
    <w:rsid w:val="006A171A"/>
    <w:pPr>
      <w:keepNext/>
      <w:spacing w:before="120"/>
      <w:jc w:val="center"/>
    </w:pPr>
    <w:rPr>
      <w:szCs w:val="20"/>
    </w:rPr>
  </w:style>
  <w:style w:type="paragraph" w:styleId="Inhaltsverzeichnisberschrift">
    <w:name w:val="TOC Heading"/>
    <w:basedOn w:val="berschrift1"/>
    <w:next w:val="Standard"/>
    <w:uiPriority w:val="39"/>
    <w:unhideWhenUsed/>
    <w:rsid w:val="00016B0D"/>
    <w:pPr>
      <w:pageBreakBefore w:val="0"/>
      <w:numPr>
        <w:numId w:val="0"/>
      </w:numPr>
      <w:suppressAutoHyphens w:val="0"/>
      <w:spacing w:before="480" w:line="276" w:lineRule="auto"/>
      <w:outlineLvl w:val="9"/>
    </w:pPr>
    <w:rPr>
      <w:rFonts w:asciiTheme="majorHAnsi" w:eastAsiaTheme="majorEastAsia" w:hAnsiTheme="majorHAnsi" w:cstheme="majorBidi"/>
      <w:color w:val="365F91" w:themeColor="accent1" w:themeShade="BF"/>
      <w:kern w:val="0"/>
      <w:sz w:val="28"/>
      <w:szCs w:val="28"/>
    </w:rPr>
  </w:style>
  <w:style w:type="table" w:styleId="Tabellenraster">
    <w:name w:val="Table Grid"/>
    <w:basedOn w:val="NormaleTabelle"/>
    <w:uiPriority w:val="59"/>
    <w:rsid w:val="002C4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9z2">
    <w:name w:val="WW8Num19z2"/>
    <w:rsid w:val="001A43DA"/>
    <w:rPr>
      <w:rFonts w:ascii="Arial" w:hAnsi="Arial" w:cs="Times New Roman"/>
      <w:sz w:val="26"/>
      <w:szCs w:val="26"/>
    </w:rPr>
  </w:style>
  <w:style w:type="paragraph" w:customStyle="1" w:styleId="SNon-Header2">
    <w:name w:val="S Non-Header 2"/>
    <w:basedOn w:val="Standard"/>
    <w:next w:val="Textkrper"/>
    <w:autoRedefine/>
    <w:rsid w:val="00D45428"/>
    <w:pPr>
      <w:keepNext/>
      <w:spacing w:before="240" w:line="360" w:lineRule="auto"/>
    </w:pPr>
    <w:rPr>
      <w:b/>
      <w:sz w:val="30"/>
    </w:rPr>
  </w:style>
  <w:style w:type="character" w:styleId="Kommentarzeichen">
    <w:name w:val="annotation reference"/>
    <w:basedOn w:val="Absatz-Standardschriftart"/>
    <w:uiPriority w:val="99"/>
    <w:semiHidden/>
    <w:unhideWhenUsed/>
    <w:rsid w:val="008B17CB"/>
    <w:rPr>
      <w:sz w:val="16"/>
      <w:szCs w:val="16"/>
    </w:rPr>
  </w:style>
  <w:style w:type="paragraph" w:styleId="Kommentarthema">
    <w:name w:val="annotation subject"/>
    <w:basedOn w:val="Kommentartext"/>
    <w:next w:val="Kommentartext"/>
    <w:link w:val="KommentarthemaZchn"/>
    <w:uiPriority w:val="99"/>
    <w:semiHidden/>
    <w:unhideWhenUsed/>
    <w:rsid w:val="008B17CB"/>
    <w:rPr>
      <w:b/>
      <w:bCs/>
    </w:rPr>
  </w:style>
  <w:style w:type="character" w:customStyle="1" w:styleId="KommentarthemaZchn">
    <w:name w:val="Kommentarthema Zchn"/>
    <w:basedOn w:val="KommentartextZchn"/>
    <w:link w:val="Kommentarthema"/>
    <w:uiPriority w:val="99"/>
    <w:semiHidden/>
    <w:rsid w:val="008B17CB"/>
    <w:rPr>
      <w:b/>
      <w:bCs/>
      <w:sz w:val="20"/>
      <w:szCs w:val="20"/>
      <w:lang w:val="en-US"/>
    </w:rPr>
  </w:style>
  <w:style w:type="paragraph" w:customStyle="1" w:styleId="Annex">
    <w:name w:val="Annex"/>
    <w:basedOn w:val="SNon-Header"/>
    <w:next w:val="Textkrper"/>
    <w:link w:val="AnnexChar"/>
    <w:qFormat/>
    <w:rsid w:val="00653D44"/>
  </w:style>
  <w:style w:type="character" w:customStyle="1" w:styleId="AnnexChar">
    <w:name w:val="Annex Char"/>
    <w:basedOn w:val="SNon-HeaderChar"/>
    <w:link w:val="Annex"/>
    <w:rsid w:val="00653D44"/>
    <w:rPr>
      <w:rFonts w:ascii="Calibri" w:hAnsi="Calibri"/>
      <w:b/>
      <w:sz w:val="32"/>
      <w:lang w:val="en-GB"/>
    </w:rPr>
  </w:style>
  <w:style w:type="character" w:styleId="BesuchterHyperlink">
    <w:name w:val="FollowedHyperlink"/>
    <w:basedOn w:val="Absatz-Standardschriftart"/>
    <w:semiHidden/>
    <w:unhideWhenUsed/>
    <w:rsid w:val="0056431E"/>
    <w:rPr>
      <w:color w:val="800080" w:themeColor="followedHyperlink"/>
      <w:u w:val="single"/>
    </w:rPr>
  </w:style>
  <w:style w:type="paragraph" w:styleId="Funotentext">
    <w:name w:val="footnote text"/>
    <w:basedOn w:val="Standard"/>
    <w:link w:val="FunotentextZchn"/>
    <w:uiPriority w:val="99"/>
    <w:unhideWhenUsed/>
    <w:rsid w:val="005C5560"/>
    <w:rPr>
      <w:rFonts w:ascii="Calibri" w:hAnsi="Calibri"/>
      <w:sz w:val="20"/>
      <w:szCs w:val="20"/>
    </w:rPr>
  </w:style>
  <w:style w:type="character" w:customStyle="1" w:styleId="FunotentextZchn">
    <w:name w:val="Fußnotentext Zchn"/>
    <w:basedOn w:val="Absatz-Standardschriftart"/>
    <w:link w:val="Funotentext"/>
    <w:uiPriority w:val="99"/>
    <w:rsid w:val="005C5560"/>
    <w:rPr>
      <w:rFonts w:ascii="Calibri" w:hAnsi="Calibri"/>
      <w:sz w:val="20"/>
      <w:szCs w:val="20"/>
      <w:lang w:val="en-US"/>
    </w:rPr>
  </w:style>
  <w:style w:type="character" w:styleId="Funotenzeichen">
    <w:name w:val="footnote reference"/>
    <w:basedOn w:val="Absatz-Standardschriftart"/>
    <w:uiPriority w:val="99"/>
    <w:semiHidden/>
    <w:unhideWhenUsed/>
    <w:rsid w:val="00F55DCC"/>
    <w:rPr>
      <w:vertAlign w:val="superscript"/>
    </w:rPr>
  </w:style>
  <w:style w:type="paragraph" w:styleId="StandardWeb">
    <w:name w:val="Normal (Web)"/>
    <w:basedOn w:val="Standard"/>
    <w:uiPriority w:val="99"/>
    <w:unhideWhenUsed/>
    <w:rsid w:val="001E639E"/>
    <w:pPr>
      <w:suppressAutoHyphens w:val="0"/>
      <w:spacing w:before="100" w:beforeAutospacing="1" w:after="100" w:afterAutospacing="1"/>
    </w:pPr>
    <w:rPr>
      <w:rFonts w:ascii="Times New Roman" w:hAnsi="Times New Roman"/>
    </w:rPr>
  </w:style>
  <w:style w:type="paragraph" w:styleId="Verzeichnis4">
    <w:name w:val="toc 4"/>
    <w:basedOn w:val="Standard"/>
    <w:next w:val="Standard"/>
    <w:autoRedefine/>
    <w:uiPriority w:val="39"/>
    <w:unhideWhenUsed/>
    <w:rsid w:val="003A1C16"/>
    <w:pPr>
      <w:spacing w:after="100"/>
      <w:ind w:left="720"/>
    </w:pPr>
    <w:rPr>
      <w:sz w:val="20"/>
    </w:rPr>
  </w:style>
  <w:style w:type="paragraph" w:styleId="Textkrper-Erstzeileneinzug">
    <w:name w:val="Body Text First Indent"/>
    <w:basedOn w:val="Textkrper"/>
    <w:link w:val="Textkrper-ErstzeileneinzugZchn"/>
    <w:rsid w:val="00145DB8"/>
    <w:pPr>
      <w:widowControl w:val="0"/>
      <w:suppressAutoHyphens w:val="0"/>
      <w:spacing w:before="120"/>
      <w:ind w:left="454" w:firstLine="210"/>
    </w:pPr>
    <w:rPr>
      <w:rFonts w:ascii="Calibri" w:hAnsi="Calibri"/>
      <w:sz w:val="20"/>
      <w:szCs w:val="20"/>
    </w:rPr>
  </w:style>
  <w:style w:type="character" w:customStyle="1" w:styleId="Textkrper-ErstzeileneinzugZchn">
    <w:name w:val="Textkörper-Erstzeileneinzug Zchn"/>
    <w:basedOn w:val="TextkrperZchn"/>
    <w:link w:val="Textkrper-Erstzeileneinzug"/>
    <w:rsid w:val="00145DB8"/>
    <w:rPr>
      <w:rFonts w:ascii="Calibri" w:hAnsi="Calibri"/>
      <w:sz w:val="20"/>
      <w:szCs w:val="20"/>
      <w:lang w:val="en-GB"/>
    </w:rPr>
  </w:style>
  <w:style w:type="paragraph" w:styleId="Abbildungsverzeichnis">
    <w:name w:val="table of figures"/>
    <w:basedOn w:val="Standard"/>
    <w:next w:val="Standard"/>
    <w:uiPriority w:val="99"/>
    <w:unhideWhenUsed/>
    <w:rsid w:val="00920752"/>
    <w:rPr>
      <w:rFonts w:ascii="Calibri" w:hAnsi="Calibri"/>
    </w:rPr>
  </w:style>
  <w:style w:type="paragraph" w:styleId="Literaturverzeichnis">
    <w:name w:val="Bibliography"/>
    <w:basedOn w:val="Textkrper"/>
    <w:next w:val="Textkrper"/>
    <w:uiPriority w:val="37"/>
    <w:unhideWhenUsed/>
    <w:rsid w:val="00523873"/>
    <w:pPr>
      <w:jc w:val="left"/>
    </w:pPr>
  </w:style>
  <w:style w:type="character" w:customStyle="1" w:styleId="ListLabel259">
    <w:name w:val="ListLabel 259"/>
    <w:rsid w:val="00A97A88"/>
    <w:rPr>
      <w:rFonts w:cs="OpenSymbol"/>
    </w:rPr>
  </w:style>
  <w:style w:type="character" w:customStyle="1" w:styleId="st">
    <w:name w:val="st"/>
    <w:basedOn w:val="Absatz-Standardschriftart"/>
    <w:rsid w:val="006A4800"/>
  </w:style>
  <w:style w:type="character" w:styleId="Hervorhebung">
    <w:name w:val="Emphasis"/>
    <w:basedOn w:val="Absatz-Standardschriftart"/>
    <w:uiPriority w:val="20"/>
    <w:qFormat/>
    <w:rsid w:val="00653D44"/>
    <w:rPr>
      <w:i/>
      <w:iCs/>
    </w:rPr>
  </w:style>
  <w:style w:type="character" w:styleId="Fett">
    <w:name w:val="Strong"/>
    <w:basedOn w:val="Absatz-Standardschriftart"/>
    <w:uiPriority w:val="22"/>
    <w:qFormat/>
    <w:rsid w:val="00653D44"/>
    <w:rPr>
      <w:b/>
      <w:bCs/>
    </w:rPr>
  </w:style>
  <w:style w:type="paragraph" w:styleId="berarbeitung">
    <w:name w:val="Revision"/>
    <w:hidden/>
    <w:uiPriority w:val="99"/>
    <w:semiHidden/>
    <w:rsid w:val="000B5D00"/>
    <w:pPr>
      <w:ind w:left="0" w:firstLine="0"/>
    </w:pPr>
    <w:rPr>
      <w:rFonts w:asciiTheme="minorHAnsi" w:hAnsiTheme="minorHAnsi"/>
      <w:sz w:val="22"/>
      <w:lang w:val="en-GB"/>
    </w:rPr>
  </w:style>
  <w:style w:type="character" w:customStyle="1" w:styleId="Internetverknpfung">
    <w:name w:val="Internetverknüpfung"/>
    <w:rsid w:val="006C4C52"/>
    <w:rPr>
      <w:color w:val="000080"/>
      <w:u w:val="single"/>
    </w:rPr>
  </w:style>
  <w:style w:type="character" w:customStyle="1" w:styleId="Betont">
    <w:name w:val="Betont"/>
    <w:rsid w:val="006C4C52"/>
    <w:rPr>
      <w:i/>
      <w:iCs/>
    </w:rPr>
  </w:style>
  <w:style w:type="character" w:customStyle="1" w:styleId="Starkbetont">
    <w:name w:val="Stark betont"/>
    <w:rsid w:val="006C4C52"/>
    <w:rPr>
      <w:b/>
      <w:bCs/>
    </w:rPr>
  </w:style>
  <w:style w:type="character" w:customStyle="1" w:styleId="Nummerierungszeichen">
    <w:name w:val="Nummerierungszeichen"/>
    <w:rsid w:val="006C4C52"/>
  </w:style>
  <w:style w:type="character" w:customStyle="1" w:styleId="Aufzhlungszeichen1">
    <w:name w:val="Aufzählungszeichen1"/>
    <w:rsid w:val="006C4C52"/>
    <w:rPr>
      <w:rFonts w:ascii="OpenSymbol" w:eastAsia="OpenSymbol" w:hAnsi="OpenSymbol" w:cs="OpenSymbol"/>
    </w:rPr>
  </w:style>
  <w:style w:type="paragraph" w:customStyle="1" w:styleId="berschrift">
    <w:name w:val="Überschrift"/>
    <w:basedOn w:val="Standard"/>
    <w:next w:val="Textkrper"/>
    <w:rsid w:val="006C4C52"/>
    <w:pPr>
      <w:keepNext/>
      <w:spacing w:before="240"/>
    </w:pPr>
    <w:rPr>
      <w:rFonts w:ascii="Liberation Sans" w:eastAsia="Microsoft YaHei" w:hAnsi="Liberation Sans" w:cs="Lucida Sans"/>
      <w:sz w:val="28"/>
      <w:szCs w:val="28"/>
      <w:lang w:eastAsia="zh-CN" w:bidi="hi-IN"/>
    </w:rPr>
  </w:style>
  <w:style w:type="paragraph" w:styleId="Liste">
    <w:name w:val="List"/>
    <w:basedOn w:val="Textkrper"/>
    <w:rsid w:val="006C4C52"/>
    <w:rPr>
      <w:rFonts w:eastAsia="SimSun" w:cs="Lucida Sans"/>
      <w:lang w:eastAsia="zh-CN" w:bidi="hi-IN"/>
    </w:rPr>
  </w:style>
  <w:style w:type="paragraph" w:customStyle="1" w:styleId="Verzeichnis">
    <w:name w:val="Verzeichnis"/>
    <w:basedOn w:val="Standard"/>
    <w:rsid w:val="006C4C52"/>
    <w:pPr>
      <w:suppressLineNumbers/>
    </w:pPr>
    <w:rPr>
      <w:rFonts w:eastAsia="SimSun" w:cs="Lucida Sans"/>
      <w:lang w:eastAsia="zh-CN" w:bidi="hi-IN"/>
    </w:rPr>
  </w:style>
  <w:style w:type="paragraph" w:customStyle="1" w:styleId="berschrift2Annex">
    <w:name w:val="Überschrift 2 (Annex)"/>
    <w:basedOn w:val="berschrift2"/>
    <w:qFormat/>
    <w:rsid w:val="006C4C52"/>
    <w:pPr>
      <w:numPr>
        <w:ilvl w:val="0"/>
        <w:numId w:val="30"/>
      </w:numPr>
    </w:pPr>
    <w:rPr>
      <w:rFonts w:eastAsia="SimSun"/>
      <w:lang w:eastAsia="zh-CN" w:bidi="hi-IN"/>
    </w:rPr>
  </w:style>
  <w:style w:type="paragraph" w:customStyle="1" w:styleId="berschrift3Annex">
    <w:name w:val="Überschrift 3 (Annex)"/>
    <w:basedOn w:val="Textkrper"/>
    <w:qFormat/>
    <w:rsid w:val="00567D98"/>
    <w:rPr>
      <w:rFonts w:ascii="Calibri" w:eastAsia="SimSun" w:hAnsi="Calibri" w:cs="Trebuchet MS"/>
      <w:b/>
      <w:bCs/>
      <w:szCs w:val="2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9984">
      <w:bodyDiv w:val="1"/>
      <w:marLeft w:val="0"/>
      <w:marRight w:val="0"/>
      <w:marTop w:val="0"/>
      <w:marBottom w:val="0"/>
      <w:divBdr>
        <w:top w:val="none" w:sz="0" w:space="0" w:color="auto"/>
        <w:left w:val="none" w:sz="0" w:space="0" w:color="auto"/>
        <w:bottom w:val="none" w:sz="0" w:space="0" w:color="auto"/>
        <w:right w:val="none" w:sz="0" w:space="0" w:color="auto"/>
      </w:divBdr>
    </w:div>
    <w:div w:id="4790218">
      <w:bodyDiv w:val="1"/>
      <w:marLeft w:val="0"/>
      <w:marRight w:val="0"/>
      <w:marTop w:val="0"/>
      <w:marBottom w:val="0"/>
      <w:divBdr>
        <w:top w:val="none" w:sz="0" w:space="0" w:color="auto"/>
        <w:left w:val="none" w:sz="0" w:space="0" w:color="auto"/>
        <w:bottom w:val="none" w:sz="0" w:space="0" w:color="auto"/>
        <w:right w:val="none" w:sz="0" w:space="0" w:color="auto"/>
      </w:divBdr>
    </w:div>
    <w:div w:id="12809008">
      <w:bodyDiv w:val="1"/>
      <w:marLeft w:val="0"/>
      <w:marRight w:val="0"/>
      <w:marTop w:val="0"/>
      <w:marBottom w:val="0"/>
      <w:divBdr>
        <w:top w:val="none" w:sz="0" w:space="0" w:color="auto"/>
        <w:left w:val="none" w:sz="0" w:space="0" w:color="auto"/>
        <w:bottom w:val="none" w:sz="0" w:space="0" w:color="auto"/>
        <w:right w:val="none" w:sz="0" w:space="0" w:color="auto"/>
      </w:divBdr>
    </w:div>
    <w:div w:id="17128922">
      <w:bodyDiv w:val="1"/>
      <w:marLeft w:val="0"/>
      <w:marRight w:val="0"/>
      <w:marTop w:val="0"/>
      <w:marBottom w:val="0"/>
      <w:divBdr>
        <w:top w:val="none" w:sz="0" w:space="0" w:color="auto"/>
        <w:left w:val="none" w:sz="0" w:space="0" w:color="auto"/>
        <w:bottom w:val="none" w:sz="0" w:space="0" w:color="auto"/>
        <w:right w:val="none" w:sz="0" w:space="0" w:color="auto"/>
      </w:divBdr>
    </w:div>
    <w:div w:id="19087356">
      <w:bodyDiv w:val="1"/>
      <w:marLeft w:val="0"/>
      <w:marRight w:val="0"/>
      <w:marTop w:val="0"/>
      <w:marBottom w:val="0"/>
      <w:divBdr>
        <w:top w:val="none" w:sz="0" w:space="0" w:color="auto"/>
        <w:left w:val="none" w:sz="0" w:space="0" w:color="auto"/>
        <w:bottom w:val="none" w:sz="0" w:space="0" w:color="auto"/>
        <w:right w:val="none" w:sz="0" w:space="0" w:color="auto"/>
      </w:divBdr>
    </w:div>
    <w:div w:id="27532016">
      <w:bodyDiv w:val="1"/>
      <w:marLeft w:val="0"/>
      <w:marRight w:val="0"/>
      <w:marTop w:val="0"/>
      <w:marBottom w:val="0"/>
      <w:divBdr>
        <w:top w:val="none" w:sz="0" w:space="0" w:color="auto"/>
        <w:left w:val="none" w:sz="0" w:space="0" w:color="auto"/>
        <w:bottom w:val="none" w:sz="0" w:space="0" w:color="auto"/>
        <w:right w:val="none" w:sz="0" w:space="0" w:color="auto"/>
      </w:divBdr>
    </w:div>
    <w:div w:id="31197936">
      <w:bodyDiv w:val="1"/>
      <w:marLeft w:val="0"/>
      <w:marRight w:val="0"/>
      <w:marTop w:val="0"/>
      <w:marBottom w:val="0"/>
      <w:divBdr>
        <w:top w:val="none" w:sz="0" w:space="0" w:color="auto"/>
        <w:left w:val="none" w:sz="0" w:space="0" w:color="auto"/>
        <w:bottom w:val="none" w:sz="0" w:space="0" w:color="auto"/>
        <w:right w:val="none" w:sz="0" w:space="0" w:color="auto"/>
      </w:divBdr>
    </w:div>
    <w:div w:id="38285013">
      <w:bodyDiv w:val="1"/>
      <w:marLeft w:val="0"/>
      <w:marRight w:val="0"/>
      <w:marTop w:val="0"/>
      <w:marBottom w:val="0"/>
      <w:divBdr>
        <w:top w:val="none" w:sz="0" w:space="0" w:color="auto"/>
        <w:left w:val="none" w:sz="0" w:space="0" w:color="auto"/>
        <w:bottom w:val="none" w:sz="0" w:space="0" w:color="auto"/>
        <w:right w:val="none" w:sz="0" w:space="0" w:color="auto"/>
      </w:divBdr>
    </w:div>
    <w:div w:id="39938666">
      <w:bodyDiv w:val="1"/>
      <w:marLeft w:val="0"/>
      <w:marRight w:val="0"/>
      <w:marTop w:val="0"/>
      <w:marBottom w:val="0"/>
      <w:divBdr>
        <w:top w:val="none" w:sz="0" w:space="0" w:color="auto"/>
        <w:left w:val="none" w:sz="0" w:space="0" w:color="auto"/>
        <w:bottom w:val="none" w:sz="0" w:space="0" w:color="auto"/>
        <w:right w:val="none" w:sz="0" w:space="0" w:color="auto"/>
      </w:divBdr>
    </w:div>
    <w:div w:id="40372973">
      <w:bodyDiv w:val="1"/>
      <w:marLeft w:val="0"/>
      <w:marRight w:val="0"/>
      <w:marTop w:val="0"/>
      <w:marBottom w:val="0"/>
      <w:divBdr>
        <w:top w:val="none" w:sz="0" w:space="0" w:color="auto"/>
        <w:left w:val="none" w:sz="0" w:space="0" w:color="auto"/>
        <w:bottom w:val="none" w:sz="0" w:space="0" w:color="auto"/>
        <w:right w:val="none" w:sz="0" w:space="0" w:color="auto"/>
      </w:divBdr>
    </w:div>
    <w:div w:id="41443386">
      <w:bodyDiv w:val="1"/>
      <w:marLeft w:val="0"/>
      <w:marRight w:val="0"/>
      <w:marTop w:val="0"/>
      <w:marBottom w:val="0"/>
      <w:divBdr>
        <w:top w:val="none" w:sz="0" w:space="0" w:color="auto"/>
        <w:left w:val="none" w:sz="0" w:space="0" w:color="auto"/>
        <w:bottom w:val="none" w:sz="0" w:space="0" w:color="auto"/>
        <w:right w:val="none" w:sz="0" w:space="0" w:color="auto"/>
      </w:divBdr>
    </w:div>
    <w:div w:id="42994890">
      <w:bodyDiv w:val="1"/>
      <w:marLeft w:val="0"/>
      <w:marRight w:val="0"/>
      <w:marTop w:val="0"/>
      <w:marBottom w:val="0"/>
      <w:divBdr>
        <w:top w:val="none" w:sz="0" w:space="0" w:color="auto"/>
        <w:left w:val="none" w:sz="0" w:space="0" w:color="auto"/>
        <w:bottom w:val="none" w:sz="0" w:space="0" w:color="auto"/>
        <w:right w:val="none" w:sz="0" w:space="0" w:color="auto"/>
      </w:divBdr>
    </w:div>
    <w:div w:id="45764579">
      <w:bodyDiv w:val="1"/>
      <w:marLeft w:val="0"/>
      <w:marRight w:val="0"/>
      <w:marTop w:val="0"/>
      <w:marBottom w:val="0"/>
      <w:divBdr>
        <w:top w:val="none" w:sz="0" w:space="0" w:color="auto"/>
        <w:left w:val="none" w:sz="0" w:space="0" w:color="auto"/>
        <w:bottom w:val="none" w:sz="0" w:space="0" w:color="auto"/>
        <w:right w:val="none" w:sz="0" w:space="0" w:color="auto"/>
      </w:divBdr>
    </w:div>
    <w:div w:id="58678069">
      <w:bodyDiv w:val="1"/>
      <w:marLeft w:val="0"/>
      <w:marRight w:val="0"/>
      <w:marTop w:val="0"/>
      <w:marBottom w:val="0"/>
      <w:divBdr>
        <w:top w:val="none" w:sz="0" w:space="0" w:color="auto"/>
        <w:left w:val="none" w:sz="0" w:space="0" w:color="auto"/>
        <w:bottom w:val="none" w:sz="0" w:space="0" w:color="auto"/>
        <w:right w:val="none" w:sz="0" w:space="0" w:color="auto"/>
      </w:divBdr>
    </w:div>
    <w:div w:id="60103123">
      <w:bodyDiv w:val="1"/>
      <w:marLeft w:val="0"/>
      <w:marRight w:val="0"/>
      <w:marTop w:val="0"/>
      <w:marBottom w:val="0"/>
      <w:divBdr>
        <w:top w:val="none" w:sz="0" w:space="0" w:color="auto"/>
        <w:left w:val="none" w:sz="0" w:space="0" w:color="auto"/>
        <w:bottom w:val="none" w:sz="0" w:space="0" w:color="auto"/>
        <w:right w:val="none" w:sz="0" w:space="0" w:color="auto"/>
      </w:divBdr>
    </w:div>
    <w:div w:id="65147564">
      <w:bodyDiv w:val="1"/>
      <w:marLeft w:val="0"/>
      <w:marRight w:val="0"/>
      <w:marTop w:val="0"/>
      <w:marBottom w:val="0"/>
      <w:divBdr>
        <w:top w:val="none" w:sz="0" w:space="0" w:color="auto"/>
        <w:left w:val="none" w:sz="0" w:space="0" w:color="auto"/>
        <w:bottom w:val="none" w:sz="0" w:space="0" w:color="auto"/>
        <w:right w:val="none" w:sz="0" w:space="0" w:color="auto"/>
      </w:divBdr>
    </w:div>
    <w:div w:id="79375618">
      <w:bodyDiv w:val="1"/>
      <w:marLeft w:val="0"/>
      <w:marRight w:val="0"/>
      <w:marTop w:val="0"/>
      <w:marBottom w:val="0"/>
      <w:divBdr>
        <w:top w:val="none" w:sz="0" w:space="0" w:color="auto"/>
        <w:left w:val="none" w:sz="0" w:space="0" w:color="auto"/>
        <w:bottom w:val="none" w:sz="0" w:space="0" w:color="auto"/>
        <w:right w:val="none" w:sz="0" w:space="0" w:color="auto"/>
      </w:divBdr>
    </w:div>
    <w:div w:id="88549610">
      <w:bodyDiv w:val="1"/>
      <w:marLeft w:val="0"/>
      <w:marRight w:val="0"/>
      <w:marTop w:val="0"/>
      <w:marBottom w:val="0"/>
      <w:divBdr>
        <w:top w:val="none" w:sz="0" w:space="0" w:color="auto"/>
        <w:left w:val="none" w:sz="0" w:space="0" w:color="auto"/>
        <w:bottom w:val="none" w:sz="0" w:space="0" w:color="auto"/>
        <w:right w:val="none" w:sz="0" w:space="0" w:color="auto"/>
      </w:divBdr>
    </w:div>
    <w:div w:id="94903647">
      <w:bodyDiv w:val="1"/>
      <w:marLeft w:val="0"/>
      <w:marRight w:val="0"/>
      <w:marTop w:val="0"/>
      <w:marBottom w:val="0"/>
      <w:divBdr>
        <w:top w:val="none" w:sz="0" w:space="0" w:color="auto"/>
        <w:left w:val="none" w:sz="0" w:space="0" w:color="auto"/>
        <w:bottom w:val="none" w:sz="0" w:space="0" w:color="auto"/>
        <w:right w:val="none" w:sz="0" w:space="0" w:color="auto"/>
      </w:divBdr>
    </w:div>
    <w:div w:id="111873084">
      <w:bodyDiv w:val="1"/>
      <w:marLeft w:val="0"/>
      <w:marRight w:val="0"/>
      <w:marTop w:val="0"/>
      <w:marBottom w:val="0"/>
      <w:divBdr>
        <w:top w:val="none" w:sz="0" w:space="0" w:color="auto"/>
        <w:left w:val="none" w:sz="0" w:space="0" w:color="auto"/>
        <w:bottom w:val="none" w:sz="0" w:space="0" w:color="auto"/>
        <w:right w:val="none" w:sz="0" w:space="0" w:color="auto"/>
      </w:divBdr>
    </w:div>
    <w:div w:id="113335393">
      <w:bodyDiv w:val="1"/>
      <w:marLeft w:val="0"/>
      <w:marRight w:val="0"/>
      <w:marTop w:val="0"/>
      <w:marBottom w:val="0"/>
      <w:divBdr>
        <w:top w:val="none" w:sz="0" w:space="0" w:color="auto"/>
        <w:left w:val="none" w:sz="0" w:space="0" w:color="auto"/>
        <w:bottom w:val="none" w:sz="0" w:space="0" w:color="auto"/>
        <w:right w:val="none" w:sz="0" w:space="0" w:color="auto"/>
      </w:divBdr>
    </w:div>
    <w:div w:id="119108767">
      <w:bodyDiv w:val="1"/>
      <w:marLeft w:val="0"/>
      <w:marRight w:val="0"/>
      <w:marTop w:val="0"/>
      <w:marBottom w:val="0"/>
      <w:divBdr>
        <w:top w:val="none" w:sz="0" w:space="0" w:color="auto"/>
        <w:left w:val="none" w:sz="0" w:space="0" w:color="auto"/>
        <w:bottom w:val="none" w:sz="0" w:space="0" w:color="auto"/>
        <w:right w:val="none" w:sz="0" w:space="0" w:color="auto"/>
      </w:divBdr>
    </w:div>
    <w:div w:id="120199012">
      <w:bodyDiv w:val="1"/>
      <w:marLeft w:val="0"/>
      <w:marRight w:val="0"/>
      <w:marTop w:val="0"/>
      <w:marBottom w:val="0"/>
      <w:divBdr>
        <w:top w:val="none" w:sz="0" w:space="0" w:color="auto"/>
        <w:left w:val="none" w:sz="0" w:space="0" w:color="auto"/>
        <w:bottom w:val="none" w:sz="0" w:space="0" w:color="auto"/>
        <w:right w:val="none" w:sz="0" w:space="0" w:color="auto"/>
      </w:divBdr>
    </w:div>
    <w:div w:id="129323943">
      <w:bodyDiv w:val="1"/>
      <w:marLeft w:val="0"/>
      <w:marRight w:val="0"/>
      <w:marTop w:val="0"/>
      <w:marBottom w:val="0"/>
      <w:divBdr>
        <w:top w:val="none" w:sz="0" w:space="0" w:color="auto"/>
        <w:left w:val="none" w:sz="0" w:space="0" w:color="auto"/>
        <w:bottom w:val="none" w:sz="0" w:space="0" w:color="auto"/>
        <w:right w:val="none" w:sz="0" w:space="0" w:color="auto"/>
      </w:divBdr>
    </w:div>
    <w:div w:id="131798722">
      <w:bodyDiv w:val="1"/>
      <w:marLeft w:val="0"/>
      <w:marRight w:val="0"/>
      <w:marTop w:val="0"/>
      <w:marBottom w:val="0"/>
      <w:divBdr>
        <w:top w:val="none" w:sz="0" w:space="0" w:color="auto"/>
        <w:left w:val="none" w:sz="0" w:space="0" w:color="auto"/>
        <w:bottom w:val="none" w:sz="0" w:space="0" w:color="auto"/>
        <w:right w:val="none" w:sz="0" w:space="0" w:color="auto"/>
      </w:divBdr>
    </w:div>
    <w:div w:id="134682661">
      <w:bodyDiv w:val="1"/>
      <w:marLeft w:val="0"/>
      <w:marRight w:val="0"/>
      <w:marTop w:val="0"/>
      <w:marBottom w:val="0"/>
      <w:divBdr>
        <w:top w:val="none" w:sz="0" w:space="0" w:color="auto"/>
        <w:left w:val="none" w:sz="0" w:space="0" w:color="auto"/>
        <w:bottom w:val="none" w:sz="0" w:space="0" w:color="auto"/>
        <w:right w:val="none" w:sz="0" w:space="0" w:color="auto"/>
      </w:divBdr>
    </w:div>
    <w:div w:id="146558327">
      <w:bodyDiv w:val="1"/>
      <w:marLeft w:val="0"/>
      <w:marRight w:val="0"/>
      <w:marTop w:val="0"/>
      <w:marBottom w:val="0"/>
      <w:divBdr>
        <w:top w:val="none" w:sz="0" w:space="0" w:color="auto"/>
        <w:left w:val="none" w:sz="0" w:space="0" w:color="auto"/>
        <w:bottom w:val="none" w:sz="0" w:space="0" w:color="auto"/>
        <w:right w:val="none" w:sz="0" w:space="0" w:color="auto"/>
      </w:divBdr>
    </w:div>
    <w:div w:id="146824101">
      <w:bodyDiv w:val="1"/>
      <w:marLeft w:val="0"/>
      <w:marRight w:val="0"/>
      <w:marTop w:val="0"/>
      <w:marBottom w:val="0"/>
      <w:divBdr>
        <w:top w:val="none" w:sz="0" w:space="0" w:color="auto"/>
        <w:left w:val="none" w:sz="0" w:space="0" w:color="auto"/>
        <w:bottom w:val="none" w:sz="0" w:space="0" w:color="auto"/>
        <w:right w:val="none" w:sz="0" w:space="0" w:color="auto"/>
      </w:divBdr>
    </w:div>
    <w:div w:id="152795374">
      <w:bodyDiv w:val="1"/>
      <w:marLeft w:val="0"/>
      <w:marRight w:val="0"/>
      <w:marTop w:val="0"/>
      <w:marBottom w:val="0"/>
      <w:divBdr>
        <w:top w:val="none" w:sz="0" w:space="0" w:color="auto"/>
        <w:left w:val="none" w:sz="0" w:space="0" w:color="auto"/>
        <w:bottom w:val="none" w:sz="0" w:space="0" w:color="auto"/>
        <w:right w:val="none" w:sz="0" w:space="0" w:color="auto"/>
      </w:divBdr>
    </w:div>
    <w:div w:id="155612093">
      <w:bodyDiv w:val="1"/>
      <w:marLeft w:val="0"/>
      <w:marRight w:val="0"/>
      <w:marTop w:val="0"/>
      <w:marBottom w:val="0"/>
      <w:divBdr>
        <w:top w:val="none" w:sz="0" w:space="0" w:color="auto"/>
        <w:left w:val="none" w:sz="0" w:space="0" w:color="auto"/>
        <w:bottom w:val="none" w:sz="0" w:space="0" w:color="auto"/>
        <w:right w:val="none" w:sz="0" w:space="0" w:color="auto"/>
      </w:divBdr>
    </w:div>
    <w:div w:id="176502159">
      <w:bodyDiv w:val="1"/>
      <w:marLeft w:val="0"/>
      <w:marRight w:val="0"/>
      <w:marTop w:val="0"/>
      <w:marBottom w:val="0"/>
      <w:divBdr>
        <w:top w:val="none" w:sz="0" w:space="0" w:color="auto"/>
        <w:left w:val="none" w:sz="0" w:space="0" w:color="auto"/>
        <w:bottom w:val="none" w:sz="0" w:space="0" w:color="auto"/>
        <w:right w:val="none" w:sz="0" w:space="0" w:color="auto"/>
      </w:divBdr>
    </w:div>
    <w:div w:id="177890750">
      <w:bodyDiv w:val="1"/>
      <w:marLeft w:val="0"/>
      <w:marRight w:val="0"/>
      <w:marTop w:val="0"/>
      <w:marBottom w:val="0"/>
      <w:divBdr>
        <w:top w:val="none" w:sz="0" w:space="0" w:color="auto"/>
        <w:left w:val="none" w:sz="0" w:space="0" w:color="auto"/>
        <w:bottom w:val="none" w:sz="0" w:space="0" w:color="auto"/>
        <w:right w:val="none" w:sz="0" w:space="0" w:color="auto"/>
      </w:divBdr>
    </w:div>
    <w:div w:id="184372839">
      <w:bodyDiv w:val="1"/>
      <w:marLeft w:val="0"/>
      <w:marRight w:val="0"/>
      <w:marTop w:val="0"/>
      <w:marBottom w:val="0"/>
      <w:divBdr>
        <w:top w:val="none" w:sz="0" w:space="0" w:color="auto"/>
        <w:left w:val="none" w:sz="0" w:space="0" w:color="auto"/>
        <w:bottom w:val="none" w:sz="0" w:space="0" w:color="auto"/>
        <w:right w:val="none" w:sz="0" w:space="0" w:color="auto"/>
      </w:divBdr>
    </w:div>
    <w:div w:id="195434190">
      <w:bodyDiv w:val="1"/>
      <w:marLeft w:val="0"/>
      <w:marRight w:val="0"/>
      <w:marTop w:val="0"/>
      <w:marBottom w:val="0"/>
      <w:divBdr>
        <w:top w:val="none" w:sz="0" w:space="0" w:color="auto"/>
        <w:left w:val="none" w:sz="0" w:space="0" w:color="auto"/>
        <w:bottom w:val="none" w:sz="0" w:space="0" w:color="auto"/>
        <w:right w:val="none" w:sz="0" w:space="0" w:color="auto"/>
      </w:divBdr>
    </w:div>
    <w:div w:id="204954230">
      <w:bodyDiv w:val="1"/>
      <w:marLeft w:val="0"/>
      <w:marRight w:val="0"/>
      <w:marTop w:val="0"/>
      <w:marBottom w:val="0"/>
      <w:divBdr>
        <w:top w:val="none" w:sz="0" w:space="0" w:color="auto"/>
        <w:left w:val="none" w:sz="0" w:space="0" w:color="auto"/>
        <w:bottom w:val="none" w:sz="0" w:space="0" w:color="auto"/>
        <w:right w:val="none" w:sz="0" w:space="0" w:color="auto"/>
      </w:divBdr>
    </w:div>
    <w:div w:id="232860708">
      <w:bodyDiv w:val="1"/>
      <w:marLeft w:val="0"/>
      <w:marRight w:val="0"/>
      <w:marTop w:val="0"/>
      <w:marBottom w:val="0"/>
      <w:divBdr>
        <w:top w:val="none" w:sz="0" w:space="0" w:color="auto"/>
        <w:left w:val="none" w:sz="0" w:space="0" w:color="auto"/>
        <w:bottom w:val="none" w:sz="0" w:space="0" w:color="auto"/>
        <w:right w:val="none" w:sz="0" w:space="0" w:color="auto"/>
      </w:divBdr>
    </w:div>
    <w:div w:id="243415050">
      <w:bodyDiv w:val="1"/>
      <w:marLeft w:val="0"/>
      <w:marRight w:val="0"/>
      <w:marTop w:val="0"/>
      <w:marBottom w:val="0"/>
      <w:divBdr>
        <w:top w:val="none" w:sz="0" w:space="0" w:color="auto"/>
        <w:left w:val="none" w:sz="0" w:space="0" w:color="auto"/>
        <w:bottom w:val="none" w:sz="0" w:space="0" w:color="auto"/>
        <w:right w:val="none" w:sz="0" w:space="0" w:color="auto"/>
      </w:divBdr>
    </w:div>
    <w:div w:id="244994797">
      <w:bodyDiv w:val="1"/>
      <w:marLeft w:val="0"/>
      <w:marRight w:val="0"/>
      <w:marTop w:val="0"/>
      <w:marBottom w:val="0"/>
      <w:divBdr>
        <w:top w:val="none" w:sz="0" w:space="0" w:color="auto"/>
        <w:left w:val="none" w:sz="0" w:space="0" w:color="auto"/>
        <w:bottom w:val="none" w:sz="0" w:space="0" w:color="auto"/>
        <w:right w:val="none" w:sz="0" w:space="0" w:color="auto"/>
      </w:divBdr>
    </w:div>
    <w:div w:id="251479223">
      <w:bodyDiv w:val="1"/>
      <w:marLeft w:val="0"/>
      <w:marRight w:val="0"/>
      <w:marTop w:val="0"/>
      <w:marBottom w:val="0"/>
      <w:divBdr>
        <w:top w:val="none" w:sz="0" w:space="0" w:color="auto"/>
        <w:left w:val="none" w:sz="0" w:space="0" w:color="auto"/>
        <w:bottom w:val="none" w:sz="0" w:space="0" w:color="auto"/>
        <w:right w:val="none" w:sz="0" w:space="0" w:color="auto"/>
      </w:divBdr>
    </w:div>
    <w:div w:id="255864049">
      <w:bodyDiv w:val="1"/>
      <w:marLeft w:val="0"/>
      <w:marRight w:val="0"/>
      <w:marTop w:val="0"/>
      <w:marBottom w:val="0"/>
      <w:divBdr>
        <w:top w:val="none" w:sz="0" w:space="0" w:color="auto"/>
        <w:left w:val="none" w:sz="0" w:space="0" w:color="auto"/>
        <w:bottom w:val="none" w:sz="0" w:space="0" w:color="auto"/>
        <w:right w:val="none" w:sz="0" w:space="0" w:color="auto"/>
      </w:divBdr>
    </w:div>
    <w:div w:id="260795723">
      <w:bodyDiv w:val="1"/>
      <w:marLeft w:val="0"/>
      <w:marRight w:val="0"/>
      <w:marTop w:val="0"/>
      <w:marBottom w:val="0"/>
      <w:divBdr>
        <w:top w:val="none" w:sz="0" w:space="0" w:color="auto"/>
        <w:left w:val="none" w:sz="0" w:space="0" w:color="auto"/>
        <w:bottom w:val="none" w:sz="0" w:space="0" w:color="auto"/>
        <w:right w:val="none" w:sz="0" w:space="0" w:color="auto"/>
      </w:divBdr>
    </w:div>
    <w:div w:id="268704076">
      <w:bodyDiv w:val="1"/>
      <w:marLeft w:val="0"/>
      <w:marRight w:val="0"/>
      <w:marTop w:val="0"/>
      <w:marBottom w:val="0"/>
      <w:divBdr>
        <w:top w:val="none" w:sz="0" w:space="0" w:color="auto"/>
        <w:left w:val="none" w:sz="0" w:space="0" w:color="auto"/>
        <w:bottom w:val="none" w:sz="0" w:space="0" w:color="auto"/>
        <w:right w:val="none" w:sz="0" w:space="0" w:color="auto"/>
      </w:divBdr>
    </w:div>
    <w:div w:id="271403995">
      <w:bodyDiv w:val="1"/>
      <w:marLeft w:val="0"/>
      <w:marRight w:val="0"/>
      <w:marTop w:val="0"/>
      <w:marBottom w:val="0"/>
      <w:divBdr>
        <w:top w:val="none" w:sz="0" w:space="0" w:color="auto"/>
        <w:left w:val="none" w:sz="0" w:space="0" w:color="auto"/>
        <w:bottom w:val="none" w:sz="0" w:space="0" w:color="auto"/>
        <w:right w:val="none" w:sz="0" w:space="0" w:color="auto"/>
      </w:divBdr>
    </w:div>
    <w:div w:id="274561651">
      <w:bodyDiv w:val="1"/>
      <w:marLeft w:val="0"/>
      <w:marRight w:val="0"/>
      <w:marTop w:val="0"/>
      <w:marBottom w:val="0"/>
      <w:divBdr>
        <w:top w:val="none" w:sz="0" w:space="0" w:color="auto"/>
        <w:left w:val="none" w:sz="0" w:space="0" w:color="auto"/>
        <w:bottom w:val="none" w:sz="0" w:space="0" w:color="auto"/>
        <w:right w:val="none" w:sz="0" w:space="0" w:color="auto"/>
      </w:divBdr>
    </w:div>
    <w:div w:id="277832456">
      <w:bodyDiv w:val="1"/>
      <w:marLeft w:val="0"/>
      <w:marRight w:val="0"/>
      <w:marTop w:val="0"/>
      <w:marBottom w:val="0"/>
      <w:divBdr>
        <w:top w:val="none" w:sz="0" w:space="0" w:color="auto"/>
        <w:left w:val="none" w:sz="0" w:space="0" w:color="auto"/>
        <w:bottom w:val="none" w:sz="0" w:space="0" w:color="auto"/>
        <w:right w:val="none" w:sz="0" w:space="0" w:color="auto"/>
      </w:divBdr>
    </w:div>
    <w:div w:id="296112917">
      <w:bodyDiv w:val="1"/>
      <w:marLeft w:val="0"/>
      <w:marRight w:val="0"/>
      <w:marTop w:val="0"/>
      <w:marBottom w:val="0"/>
      <w:divBdr>
        <w:top w:val="none" w:sz="0" w:space="0" w:color="auto"/>
        <w:left w:val="none" w:sz="0" w:space="0" w:color="auto"/>
        <w:bottom w:val="none" w:sz="0" w:space="0" w:color="auto"/>
        <w:right w:val="none" w:sz="0" w:space="0" w:color="auto"/>
      </w:divBdr>
    </w:div>
    <w:div w:id="296838743">
      <w:bodyDiv w:val="1"/>
      <w:marLeft w:val="0"/>
      <w:marRight w:val="0"/>
      <w:marTop w:val="0"/>
      <w:marBottom w:val="0"/>
      <w:divBdr>
        <w:top w:val="none" w:sz="0" w:space="0" w:color="auto"/>
        <w:left w:val="none" w:sz="0" w:space="0" w:color="auto"/>
        <w:bottom w:val="none" w:sz="0" w:space="0" w:color="auto"/>
        <w:right w:val="none" w:sz="0" w:space="0" w:color="auto"/>
      </w:divBdr>
    </w:div>
    <w:div w:id="306788182">
      <w:bodyDiv w:val="1"/>
      <w:marLeft w:val="0"/>
      <w:marRight w:val="0"/>
      <w:marTop w:val="0"/>
      <w:marBottom w:val="0"/>
      <w:divBdr>
        <w:top w:val="none" w:sz="0" w:space="0" w:color="auto"/>
        <w:left w:val="none" w:sz="0" w:space="0" w:color="auto"/>
        <w:bottom w:val="none" w:sz="0" w:space="0" w:color="auto"/>
        <w:right w:val="none" w:sz="0" w:space="0" w:color="auto"/>
      </w:divBdr>
    </w:div>
    <w:div w:id="310909253">
      <w:bodyDiv w:val="1"/>
      <w:marLeft w:val="0"/>
      <w:marRight w:val="0"/>
      <w:marTop w:val="0"/>
      <w:marBottom w:val="0"/>
      <w:divBdr>
        <w:top w:val="none" w:sz="0" w:space="0" w:color="auto"/>
        <w:left w:val="none" w:sz="0" w:space="0" w:color="auto"/>
        <w:bottom w:val="none" w:sz="0" w:space="0" w:color="auto"/>
        <w:right w:val="none" w:sz="0" w:space="0" w:color="auto"/>
      </w:divBdr>
    </w:div>
    <w:div w:id="312028858">
      <w:bodyDiv w:val="1"/>
      <w:marLeft w:val="0"/>
      <w:marRight w:val="0"/>
      <w:marTop w:val="0"/>
      <w:marBottom w:val="0"/>
      <w:divBdr>
        <w:top w:val="none" w:sz="0" w:space="0" w:color="auto"/>
        <w:left w:val="none" w:sz="0" w:space="0" w:color="auto"/>
        <w:bottom w:val="none" w:sz="0" w:space="0" w:color="auto"/>
        <w:right w:val="none" w:sz="0" w:space="0" w:color="auto"/>
      </w:divBdr>
    </w:div>
    <w:div w:id="314988562">
      <w:bodyDiv w:val="1"/>
      <w:marLeft w:val="0"/>
      <w:marRight w:val="0"/>
      <w:marTop w:val="0"/>
      <w:marBottom w:val="0"/>
      <w:divBdr>
        <w:top w:val="none" w:sz="0" w:space="0" w:color="auto"/>
        <w:left w:val="none" w:sz="0" w:space="0" w:color="auto"/>
        <w:bottom w:val="none" w:sz="0" w:space="0" w:color="auto"/>
        <w:right w:val="none" w:sz="0" w:space="0" w:color="auto"/>
      </w:divBdr>
    </w:div>
    <w:div w:id="317226756">
      <w:bodyDiv w:val="1"/>
      <w:marLeft w:val="0"/>
      <w:marRight w:val="0"/>
      <w:marTop w:val="0"/>
      <w:marBottom w:val="0"/>
      <w:divBdr>
        <w:top w:val="none" w:sz="0" w:space="0" w:color="auto"/>
        <w:left w:val="none" w:sz="0" w:space="0" w:color="auto"/>
        <w:bottom w:val="none" w:sz="0" w:space="0" w:color="auto"/>
        <w:right w:val="none" w:sz="0" w:space="0" w:color="auto"/>
      </w:divBdr>
    </w:div>
    <w:div w:id="354623244">
      <w:bodyDiv w:val="1"/>
      <w:marLeft w:val="0"/>
      <w:marRight w:val="0"/>
      <w:marTop w:val="0"/>
      <w:marBottom w:val="0"/>
      <w:divBdr>
        <w:top w:val="none" w:sz="0" w:space="0" w:color="auto"/>
        <w:left w:val="none" w:sz="0" w:space="0" w:color="auto"/>
        <w:bottom w:val="none" w:sz="0" w:space="0" w:color="auto"/>
        <w:right w:val="none" w:sz="0" w:space="0" w:color="auto"/>
      </w:divBdr>
    </w:div>
    <w:div w:id="355280075">
      <w:bodyDiv w:val="1"/>
      <w:marLeft w:val="0"/>
      <w:marRight w:val="0"/>
      <w:marTop w:val="0"/>
      <w:marBottom w:val="0"/>
      <w:divBdr>
        <w:top w:val="none" w:sz="0" w:space="0" w:color="auto"/>
        <w:left w:val="none" w:sz="0" w:space="0" w:color="auto"/>
        <w:bottom w:val="none" w:sz="0" w:space="0" w:color="auto"/>
        <w:right w:val="none" w:sz="0" w:space="0" w:color="auto"/>
      </w:divBdr>
    </w:div>
    <w:div w:id="373697873">
      <w:bodyDiv w:val="1"/>
      <w:marLeft w:val="0"/>
      <w:marRight w:val="0"/>
      <w:marTop w:val="0"/>
      <w:marBottom w:val="0"/>
      <w:divBdr>
        <w:top w:val="none" w:sz="0" w:space="0" w:color="auto"/>
        <w:left w:val="none" w:sz="0" w:space="0" w:color="auto"/>
        <w:bottom w:val="none" w:sz="0" w:space="0" w:color="auto"/>
        <w:right w:val="none" w:sz="0" w:space="0" w:color="auto"/>
      </w:divBdr>
    </w:div>
    <w:div w:id="383136768">
      <w:bodyDiv w:val="1"/>
      <w:marLeft w:val="0"/>
      <w:marRight w:val="0"/>
      <w:marTop w:val="0"/>
      <w:marBottom w:val="0"/>
      <w:divBdr>
        <w:top w:val="none" w:sz="0" w:space="0" w:color="auto"/>
        <w:left w:val="none" w:sz="0" w:space="0" w:color="auto"/>
        <w:bottom w:val="none" w:sz="0" w:space="0" w:color="auto"/>
        <w:right w:val="none" w:sz="0" w:space="0" w:color="auto"/>
      </w:divBdr>
    </w:div>
    <w:div w:id="396244204">
      <w:bodyDiv w:val="1"/>
      <w:marLeft w:val="0"/>
      <w:marRight w:val="0"/>
      <w:marTop w:val="0"/>
      <w:marBottom w:val="0"/>
      <w:divBdr>
        <w:top w:val="none" w:sz="0" w:space="0" w:color="auto"/>
        <w:left w:val="none" w:sz="0" w:space="0" w:color="auto"/>
        <w:bottom w:val="none" w:sz="0" w:space="0" w:color="auto"/>
        <w:right w:val="none" w:sz="0" w:space="0" w:color="auto"/>
      </w:divBdr>
    </w:div>
    <w:div w:id="401605490">
      <w:bodyDiv w:val="1"/>
      <w:marLeft w:val="0"/>
      <w:marRight w:val="0"/>
      <w:marTop w:val="0"/>
      <w:marBottom w:val="0"/>
      <w:divBdr>
        <w:top w:val="none" w:sz="0" w:space="0" w:color="auto"/>
        <w:left w:val="none" w:sz="0" w:space="0" w:color="auto"/>
        <w:bottom w:val="none" w:sz="0" w:space="0" w:color="auto"/>
        <w:right w:val="none" w:sz="0" w:space="0" w:color="auto"/>
      </w:divBdr>
    </w:div>
    <w:div w:id="406806909">
      <w:bodyDiv w:val="1"/>
      <w:marLeft w:val="0"/>
      <w:marRight w:val="0"/>
      <w:marTop w:val="0"/>
      <w:marBottom w:val="0"/>
      <w:divBdr>
        <w:top w:val="none" w:sz="0" w:space="0" w:color="auto"/>
        <w:left w:val="none" w:sz="0" w:space="0" w:color="auto"/>
        <w:bottom w:val="none" w:sz="0" w:space="0" w:color="auto"/>
        <w:right w:val="none" w:sz="0" w:space="0" w:color="auto"/>
      </w:divBdr>
    </w:div>
    <w:div w:id="409082794">
      <w:bodyDiv w:val="1"/>
      <w:marLeft w:val="0"/>
      <w:marRight w:val="0"/>
      <w:marTop w:val="0"/>
      <w:marBottom w:val="0"/>
      <w:divBdr>
        <w:top w:val="none" w:sz="0" w:space="0" w:color="auto"/>
        <w:left w:val="none" w:sz="0" w:space="0" w:color="auto"/>
        <w:bottom w:val="none" w:sz="0" w:space="0" w:color="auto"/>
        <w:right w:val="none" w:sz="0" w:space="0" w:color="auto"/>
      </w:divBdr>
    </w:div>
    <w:div w:id="422799844">
      <w:bodyDiv w:val="1"/>
      <w:marLeft w:val="0"/>
      <w:marRight w:val="0"/>
      <w:marTop w:val="0"/>
      <w:marBottom w:val="0"/>
      <w:divBdr>
        <w:top w:val="none" w:sz="0" w:space="0" w:color="auto"/>
        <w:left w:val="none" w:sz="0" w:space="0" w:color="auto"/>
        <w:bottom w:val="none" w:sz="0" w:space="0" w:color="auto"/>
        <w:right w:val="none" w:sz="0" w:space="0" w:color="auto"/>
      </w:divBdr>
    </w:div>
    <w:div w:id="430704980">
      <w:bodyDiv w:val="1"/>
      <w:marLeft w:val="0"/>
      <w:marRight w:val="0"/>
      <w:marTop w:val="0"/>
      <w:marBottom w:val="0"/>
      <w:divBdr>
        <w:top w:val="none" w:sz="0" w:space="0" w:color="auto"/>
        <w:left w:val="none" w:sz="0" w:space="0" w:color="auto"/>
        <w:bottom w:val="none" w:sz="0" w:space="0" w:color="auto"/>
        <w:right w:val="none" w:sz="0" w:space="0" w:color="auto"/>
      </w:divBdr>
    </w:div>
    <w:div w:id="441262852">
      <w:bodyDiv w:val="1"/>
      <w:marLeft w:val="0"/>
      <w:marRight w:val="0"/>
      <w:marTop w:val="0"/>
      <w:marBottom w:val="0"/>
      <w:divBdr>
        <w:top w:val="none" w:sz="0" w:space="0" w:color="auto"/>
        <w:left w:val="none" w:sz="0" w:space="0" w:color="auto"/>
        <w:bottom w:val="none" w:sz="0" w:space="0" w:color="auto"/>
        <w:right w:val="none" w:sz="0" w:space="0" w:color="auto"/>
      </w:divBdr>
    </w:div>
    <w:div w:id="447507247">
      <w:bodyDiv w:val="1"/>
      <w:marLeft w:val="0"/>
      <w:marRight w:val="0"/>
      <w:marTop w:val="0"/>
      <w:marBottom w:val="0"/>
      <w:divBdr>
        <w:top w:val="none" w:sz="0" w:space="0" w:color="auto"/>
        <w:left w:val="none" w:sz="0" w:space="0" w:color="auto"/>
        <w:bottom w:val="none" w:sz="0" w:space="0" w:color="auto"/>
        <w:right w:val="none" w:sz="0" w:space="0" w:color="auto"/>
      </w:divBdr>
    </w:div>
    <w:div w:id="450637480">
      <w:bodyDiv w:val="1"/>
      <w:marLeft w:val="0"/>
      <w:marRight w:val="0"/>
      <w:marTop w:val="0"/>
      <w:marBottom w:val="0"/>
      <w:divBdr>
        <w:top w:val="none" w:sz="0" w:space="0" w:color="auto"/>
        <w:left w:val="none" w:sz="0" w:space="0" w:color="auto"/>
        <w:bottom w:val="none" w:sz="0" w:space="0" w:color="auto"/>
        <w:right w:val="none" w:sz="0" w:space="0" w:color="auto"/>
      </w:divBdr>
    </w:div>
    <w:div w:id="457846452">
      <w:bodyDiv w:val="1"/>
      <w:marLeft w:val="0"/>
      <w:marRight w:val="0"/>
      <w:marTop w:val="0"/>
      <w:marBottom w:val="0"/>
      <w:divBdr>
        <w:top w:val="none" w:sz="0" w:space="0" w:color="auto"/>
        <w:left w:val="none" w:sz="0" w:space="0" w:color="auto"/>
        <w:bottom w:val="none" w:sz="0" w:space="0" w:color="auto"/>
        <w:right w:val="none" w:sz="0" w:space="0" w:color="auto"/>
      </w:divBdr>
    </w:div>
    <w:div w:id="461194107">
      <w:bodyDiv w:val="1"/>
      <w:marLeft w:val="0"/>
      <w:marRight w:val="0"/>
      <w:marTop w:val="0"/>
      <w:marBottom w:val="0"/>
      <w:divBdr>
        <w:top w:val="none" w:sz="0" w:space="0" w:color="auto"/>
        <w:left w:val="none" w:sz="0" w:space="0" w:color="auto"/>
        <w:bottom w:val="none" w:sz="0" w:space="0" w:color="auto"/>
        <w:right w:val="none" w:sz="0" w:space="0" w:color="auto"/>
      </w:divBdr>
    </w:div>
    <w:div w:id="461921890">
      <w:bodyDiv w:val="1"/>
      <w:marLeft w:val="0"/>
      <w:marRight w:val="0"/>
      <w:marTop w:val="0"/>
      <w:marBottom w:val="0"/>
      <w:divBdr>
        <w:top w:val="none" w:sz="0" w:space="0" w:color="auto"/>
        <w:left w:val="none" w:sz="0" w:space="0" w:color="auto"/>
        <w:bottom w:val="none" w:sz="0" w:space="0" w:color="auto"/>
        <w:right w:val="none" w:sz="0" w:space="0" w:color="auto"/>
      </w:divBdr>
    </w:div>
    <w:div w:id="482083976">
      <w:bodyDiv w:val="1"/>
      <w:marLeft w:val="0"/>
      <w:marRight w:val="0"/>
      <w:marTop w:val="0"/>
      <w:marBottom w:val="0"/>
      <w:divBdr>
        <w:top w:val="none" w:sz="0" w:space="0" w:color="auto"/>
        <w:left w:val="none" w:sz="0" w:space="0" w:color="auto"/>
        <w:bottom w:val="none" w:sz="0" w:space="0" w:color="auto"/>
        <w:right w:val="none" w:sz="0" w:space="0" w:color="auto"/>
      </w:divBdr>
    </w:div>
    <w:div w:id="483393843">
      <w:bodyDiv w:val="1"/>
      <w:marLeft w:val="0"/>
      <w:marRight w:val="0"/>
      <w:marTop w:val="0"/>
      <w:marBottom w:val="0"/>
      <w:divBdr>
        <w:top w:val="none" w:sz="0" w:space="0" w:color="auto"/>
        <w:left w:val="none" w:sz="0" w:space="0" w:color="auto"/>
        <w:bottom w:val="none" w:sz="0" w:space="0" w:color="auto"/>
        <w:right w:val="none" w:sz="0" w:space="0" w:color="auto"/>
      </w:divBdr>
    </w:div>
    <w:div w:id="484589580">
      <w:bodyDiv w:val="1"/>
      <w:marLeft w:val="0"/>
      <w:marRight w:val="0"/>
      <w:marTop w:val="0"/>
      <w:marBottom w:val="0"/>
      <w:divBdr>
        <w:top w:val="none" w:sz="0" w:space="0" w:color="auto"/>
        <w:left w:val="none" w:sz="0" w:space="0" w:color="auto"/>
        <w:bottom w:val="none" w:sz="0" w:space="0" w:color="auto"/>
        <w:right w:val="none" w:sz="0" w:space="0" w:color="auto"/>
      </w:divBdr>
    </w:div>
    <w:div w:id="486557158">
      <w:bodyDiv w:val="1"/>
      <w:marLeft w:val="0"/>
      <w:marRight w:val="0"/>
      <w:marTop w:val="0"/>
      <w:marBottom w:val="0"/>
      <w:divBdr>
        <w:top w:val="none" w:sz="0" w:space="0" w:color="auto"/>
        <w:left w:val="none" w:sz="0" w:space="0" w:color="auto"/>
        <w:bottom w:val="none" w:sz="0" w:space="0" w:color="auto"/>
        <w:right w:val="none" w:sz="0" w:space="0" w:color="auto"/>
      </w:divBdr>
    </w:div>
    <w:div w:id="496924541">
      <w:bodyDiv w:val="1"/>
      <w:marLeft w:val="0"/>
      <w:marRight w:val="0"/>
      <w:marTop w:val="0"/>
      <w:marBottom w:val="0"/>
      <w:divBdr>
        <w:top w:val="none" w:sz="0" w:space="0" w:color="auto"/>
        <w:left w:val="none" w:sz="0" w:space="0" w:color="auto"/>
        <w:bottom w:val="none" w:sz="0" w:space="0" w:color="auto"/>
        <w:right w:val="none" w:sz="0" w:space="0" w:color="auto"/>
      </w:divBdr>
    </w:div>
    <w:div w:id="510918889">
      <w:bodyDiv w:val="1"/>
      <w:marLeft w:val="0"/>
      <w:marRight w:val="0"/>
      <w:marTop w:val="0"/>
      <w:marBottom w:val="0"/>
      <w:divBdr>
        <w:top w:val="none" w:sz="0" w:space="0" w:color="auto"/>
        <w:left w:val="none" w:sz="0" w:space="0" w:color="auto"/>
        <w:bottom w:val="none" w:sz="0" w:space="0" w:color="auto"/>
        <w:right w:val="none" w:sz="0" w:space="0" w:color="auto"/>
      </w:divBdr>
    </w:div>
    <w:div w:id="531916736">
      <w:bodyDiv w:val="1"/>
      <w:marLeft w:val="0"/>
      <w:marRight w:val="0"/>
      <w:marTop w:val="0"/>
      <w:marBottom w:val="0"/>
      <w:divBdr>
        <w:top w:val="none" w:sz="0" w:space="0" w:color="auto"/>
        <w:left w:val="none" w:sz="0" w:space="0" w:color="auto"/>
        <w:bottom w:val="none" w:sz="0" w:space="0" w:color="auto"/>
        <w:right w:val="none" w:sz="0" w:space="0" w:color="auto"/>
      </w:divBdr>
    </w:div>
    <w:div w:id="537284581">
      <w:bodyDiv w:val="1"/>
      <w:marLeft w:val="0"/>
      <w:marRight w:val="0"/>
      <w:marTop w:val="0"/>
      <w:marBottom w:val="0"/>
      <w:divBdr>
        <w:top w:val="none" w:sz="0" w:space="0" w:color="auto"/>
        <w:left w:val="none" w:sz="0" w:space="0" w:color="auto"/>
        <w:bottom w:val="none" w:sz="0" w:space="0" w:color="auto"/>
        <w:right w:val="none" w:sz="0" w:space="0" w:color="auto"/>
      </w:divBdr>
    </w:div>
    <w:div w:id="538469408">
      <w:bodyDiv w:val="1"/>
      <w:marLeft w:val="0"/>
      <w:marRight w:val="0"/>
      <w:marTop w:val="0"/>
      <w:marBottom w:val="0"/>
      <w:divBdr>
        <w:top w:val="none" w:sz="0" w:space="0" w:color="auto"/>
        <w:left w:val="none" w:sz="0" w:space="0" w:color="auto"/>
        <w:bottom w:val="none" w:sz="0" w:space="0" w:color="auto"/>
        <w:right w:val="none" w:sz="0" w:space="0" w:color="auto"/>
      </w:divBdr>
    </w:div>
    <w:div w:id="546642636">
      <w:bodyDiv w:val="1"/>
      <w:marLeft w:val="0"/>
      <w:marRight w:val="0"/>
      <w:marTop w:val="0"/>
      <w:marBottom w:val="0"/>
      <w:divBdr>
        <w:top w:val="none" w:sz="0" w:space="0" w:color="auto"/>
        <w:left w:val="none" w:sz="0" w:space="0" w:color="auto"/>
        <w:bottom w:val="none" w:sz="0" w:space="0" w:color="auto"/>
        <w:right w:val="none" w:sz="0" w:space="0" w:color="auto"/>
      </w:divBdr>
    </w:div>
    <w:div w:id="546836123">
      <w:bodyDiv w:val="1"/>
      <w:marLeft w:val="0"/>
      <w:marRight w:val="0"/>
      <w:marTop w:val="0"/>
      <w:marBottom w:val="0"/>
      <w:divBdr>
        <w:top w:val="none" w:sz="0" w:space="0" w:color="auto"/>
        <w:left w:val="none" w:sz="0" w:space="0" w:color="auto"/>
        <w:bottom w:val="none" w:sz="0" w:space="0" w:color="auto"/>
        <w:right w:val="none" w:sz="0" w:space="0" w:color="auto"/>
      </w:divBdr>
    </w:div>
    <w:div w:id="549265620">
      <w:bodyDiv w:val="1"/>
      <w:marLeft w:val="0"/>
      <w:marRight w:val="0"/>
      <w:marTop w:val="0"/>
      <w:marBottom w:val="0"/>
      <w:divBdr>
        <w:top w:val="none" w:sz="0" w:space="0" w:color="auto"/>
        <w:left w:val="none" w:sz="0" w:space="0" w:color="auto"/>
        <w:bottom w:val="none" w:sz="0" w:space="0" w:color="auto"/>
        <w:right w:val="none" w:sz="0" w:space="0" w:color="auto"/>
      </w:divBdr>
    </w:div>
    <w:div w:id="550458323">
      <w:bodyDiv w:val="1"/>
      <w:marLeft w:val="0"/>
      <w:marRight w:val="0"/>
      <w:marTop w:val="0"/>
      <w:marBottom w:val="0"/>
      <w:divBdr>
        <w:top w:val="none" w:sz="0" w:space="0" w:color="auto"/>
        <w:left w:val="none" w:sz="0" w:space="0" w:color="auto"/>
        <w:bottom w:val="none" w:sz="0" w:space="0" w:color="auto"/>
        <w:right w:val="none" w:sz="0" w:space="0" w:color="auto"/>
      </w:divBdr>
    </w:div>
    <w:div w:id="575867339">
      <w:bodyDiv w:val="1"/>
      <w:marLeft w:val="0"/>
      <w:marRight w:val="0"/>
      <w:marTop w:val="0"/>
      <w:marBottom w:val="0"/>
      <w:divBdr>
        <w:top w:val="none" w:sz="0" w:space="0" w:color="auto"/>
        <w:left w:val="none" w:sz="0" w:space="0" w:color="auto"/>
        <w:bottom w:val="none" w:sz="0" w:space="0" w:color="auto"/>
        <w:right w:val="none" w:sz="0" w:space="0" w:color="auto"/>
      </w:divBdr>
    </w:div>
    <w:div w:id="577372719">
      <w:bodyDiv w:val="1"/>
      <w:marLeft w:val="0"/>
      <w:marRight w:val="0"/>
      <w:marTop w:val="0"/>
      <w:marBottom w:val="0"/>
      <w:divBdr>
        <w:top w:val="none" w:sz="0" w:space="0" w:color="auto"/>
        <w:left w:val="none" w:sz="0" w:space="0" w:color="auto"/>
        <w:bottom w:val="none" w:sz="0" w:space="0" w:color="auto"/>
        <w:right w:val="none" w:sz="0" w:space="0" w:color="auto"/>
      </w:divBdr>
    </w:div>
    <w:div w:id="577708606">
      <w:bodyDiv w:val="1"/>
      <w:marLeft w:val="0"/>
      <w:marRight w:val="0"/>
      <w:marTop w:val="0"/>
      <w:marBottom w:val="0"/>
      <w:divBdr>
        <w:top w:val="none" w:sz="0" w:space="0" w:color="auto"/>
        <w:left w:val="none" w:sz="0" w:space="0" w:color="auto"/>
        <w:bottom w:val="none" w:sz="0" w:space="0" w:color="auto"/>
        <w:right w:val="none" w:sz="0" w:space="0" w:color="auto"/>
      </w:divBdr>
    </w:div>
    <w:div w:id="590966220">
      <w:bodyDiv w:val="1"/>
      <w:marLeft w:val="0"/>
      <w:marRight w:val="0"/>
      <w:marTop w:val="0"/>
      <w:marBottom w:val="0"/>
      <w:divBdr>
        <w:top w:val="none" w:sz="0" w:space="0" w:color="auto"/>
        <w:left w:val="none" w:sz="0" w:space="0" w:color="auto"/>
        <w:bottom w:val="none" w:sz="0" w:space="0" w:color="auto"/>
        <w:right w:val="none" w:sz="0" w:space="0" w:color="auto"/>
      </w:divBdr>
    </w:div>
    <w:div w:id="598879305">
      <w:bodyDiv w:val="1"/>
      <w:marLeft w:val="0"/>
      <w:marRight w:val="0"/>
      <w:marTop w:val="0"/>
      <w:marBottom w:val="0"/>
      <w:divBdr>
        <w:top w:val="none" w:sz="0" w:space="0" w:color="auto"/>
        <w:left w:val="none" w:sz="0" w:space="0" w:color="auto"/>
        <w:bottom w:val="none" w:sz="0" w:space="0" w:color="auto"/>
        <w:right w:val="none" w:sz="0" w:space="0" w:color="auto"/>
      </w:divBdr>
    </w:div>
    <w:div w:id="617372415">
      <w:bodyDiv w:val="1"/>
      <w:marLeft w:val="0"/>
      <w:marRight w:val="0"/>
      <w:marTop w:val="0"/>
      <w:marBottom w:val="0"/>
      <w:divBdr>
        <w:top w:val="none" w:sz="0" w:space="0" w:color="auto"/>
        <w:left w:val="none" w:sz="0" w:space="0" w:color="auto"/>
        <w:bottom w:val="none" w:sz="0" w:space="0" w:color="auto"/>
        <w:right w:val="none" w:sz="0" w:space="0" w:color="auto"/>
      </w:divBdr>
    </w:div>
    <w:div w:id="634258517">
      <w:bodyDiv w:val="1"/>
      <w:marLeft w:val="0"/>
      <w:marRight w:val="0"/>
      <w:marTop w:val="0"/>
      <w:marBottom w:val="0"/>
      <w:divBdr>
        <w:top w:val="none" w:sz="0" w:space="0" w:color="auto"/>
        <w:left w:val="none" w:sz="0" w:space="0" w:color="auto"/>
        <w:bottom w:val="none" w:sz="0" w:space="0" w:color="auto"/>
        <w:right w:val="none" w:sz="0" w:space="0" w:color="auto"/>
      </w:divBdr>
    </w:div>
    <w:div w:id="645204692">
      <w:bodyDiv w:val="1"/>
      <w:marLeft w:val="0"/>
      <w:marRight w:val="0"/>
      <w:marTop w:val="0"/>
      <w:marBottom w:val="0"/>
      <w:divBdr>
        <w:top w:val="none" w:sz="0" w:space="0" w:color="auto"/>
        <w:left w:val="none" w:sz="0" w:space="0" w:color="auto"/>
        <w:bottom w:val="none" w:sz="0" w:space="0" w:color="auto"/>
        <w:right w:val="none" w:sz="0" w:space="0" w:color="auto"/>
      </w:divBdr>
    </w:div>
    <w:div w:id="656570175">
      <w:bodyDiv w:val="1"/>
      <w:marLeft w:val="0"/>
      <w:marRight w:val="0"/>
      <w:marTop w:val="0"/>
      <w:marBottom w:val="0"/>
      <w:divBdr>
        <w:top w:val="none" w:sz="0" w:space="0" w:color="auto"/>
        <w:left w:val="none" w:sz="0" w:space="0" w:color="auto"/>
        <w:bottom w:val="none" w:sz="0" w:space="0" w:color="auto"/>
        <w:right w:val="none" w:sz="0" w:space="0" w:color="auto"/>
      </w:divBdr>
    </w:div>
    <w:div w:id="670763498">
      <w:bodyDiv w:val="1"/>
      <w:marLeft w:val="0"/>
      <w:marRight w:val="0"/>
      <w:marTop w:val="0"/>
      <w:marBottom w:val="0"/>
      <w:divBdr>
        <w:top w:val="none" w:sz="0" w:space="0" w:color="auto"/>
        <w:left w:val="none" w:sz="0" w:space="0" w:color="auto"/>
        <w:bottom w:val="none" w:sz="0" w:space="0" w:color="auto"/>
        <w:right w:val="none" w:sz="0" w:space="0" w:color="auto"/>
      </w:divBdr>
    </w:div>
    <w:div w:id="673260797">
      <w:bodyDiv w:val="1"/>
      <w:marLeft w:val="0"/>
      <w:marRight w:val="0"/>
      <w:marTop w:val="0"/>
      <w:marBottom w:val="0"/>
      <w:divBdr>
        <w:top w:val="none" w:sz="0" w:space="0" w:color="auto"/>
        <w:left w:val="none" w:sz="0" w:space="0" w:color="auto"/>
        <w:bottom w:val="none" w:sz="0" w:space="0" w:color="auto"/>
        <w:right w:val="none" w:sz="0" w:space="0" w:color="auto"/>
      </w:divBdr>
    </w:div>
    <w:div w:id="682240972">
      <w:bodyDiv w:val="1"/>
      <w:marLeft w:val="0"/>
      <w:marRight w:val="0"/>
      <w:marTop w:val="0"/>
      <w:marBottom w:val="0"/>
      <w:divBdr>
        <w:top w:val="none" w:sz="0" w:space="0" w:color="auto"/>
        <w:left w:val="none" w:sz="0" w:space="0" w:color="auto"/>
        <w:bottom w:val="none" w:sz="0" w:space="0" w:color="auto"/>
        <w:right w:val="none" w:sz="0" w:space="0" w:color="auto"/>
      </w:divBdr>
    </w:div>
    <w:div w:id="692803116">
      <w:bodyDiv w:val="1"/>
      <w:marLeft w:val="0"/>
      <w:marRight w:val="0"/>
      <w:marTop w:val="0"/>
      <w:marBottom w:val="0"/>
      <w:divBdr>
        <w:top w:val="none" w:sz="0" w:space="0" w:color="auto"/>
        <w:left w:val="none" w:sz="0" w:space="0" w:color="auto"/>
        <w:bottom w:val="none" w:sz="0" w:space="0" w:color="auto"/>
        <w:right w:val="none" w:sz="0" w:space="0" w:color="auto"/>
      </w:divBdr>
    </w:div>
    <w:div w:id="697897844">
      <w:bodyDiv w:val="1"/>
      <w:marLeft w:val="0"/>
      <w:marRight w:val="0"/>
      <w:marTop w:val="0"/>
      <w:marBottom w:val="0"/>
      <w:divBdr>
        <w:top w:val="none" w:sz="0" w:space="0" w:color="auto"/>
        <w:left w:val="none" w:sz="0" w:space="0" w:color="auto"/>
        <w:bottom w:val="none" w:sz="0" w:space="0" w:color="auto"/>
        <w:right w:val="none" w:sz="0" w:space="0" w:color="auto"/>
      </w:divBdr>
    </w:div>
    <w:div w:id="708840867">
      <w:bodyDiv w:val="1"/>
      <w:marLeft w:val="0"/>
      <w:marRight w:val="0"/>
      <w:marTop w:val="0"/>
      <w:marBottom w:val="0"/>
      <w:divBdr>
        <w:top w:val="none" w:sz="0" w:space="0" w:color="auto"/>
        <w:left w:val="none" w:sz="0" w:space="0" w:color="auto"/>
        <w:bottom w:val="none" w:sz="0" w:space="0" w:color="auto"/>
        <w:right w:val="none" w:sz="0" w:space="0" w:color="auto"/>
      </w:divBdr>
    </w:div>
    <w:div w:id="716129944">
      <w:bodyDiv w:val="1"/>
      <w:marLeft w:val="0"/>
      <w:marRight w:val="0"/>
      <w:marTop w:val="0"/>
      <w:marBottom w:val="0"/>
      <w:divBdr>
        <w:top w:val="none" w:sz="0" w:space="0" w:color="auto"/>
        <w:left w:val="none" w:sz="0" w:space="0" w:color="auto"/>
        <w:bottom w:val="none" w:sz="0" w:space="0" w:color="auto"/>
        <w:right w:val="none" w:sz="0" w:space="0" w:color="auto"/>
      </w:divBdr>
    </w:div>
    <w:div w:id="720519348">
      <w:bodyDiv w:val="1"/>
      <w:marLeft w:val="0"/>
      <w:marRight w:val="0"/>
      <w:marTop w:val="0"/>
      <w:marBottom w:val="0"/>
      <w:divBdr>
        <w:top w:val="none" w:sz="0" w:space="0" w:color="auto"/>
        <w:left w:val="none" w:sz="0" w:space="0" w:color="auto"/>
        <w:bottom w:val="none" w:sz="0" w:space="0" w:color="auto"/>
        <w:right w:val="none" w:sz="0" w:space="0" w:color="auto"/>
      </w:divBdr>
    </w:div>
    <w:div w:id="720713405">
      <w:bodyDiv w:val="1"/>
      <w:marLeft w:val="0"/>
      <w:marRight w:val="0"/>
      <w:marTop w:val="0"/>
      <w:marBottom w:val="0"/>
      <w:divBdr>
        <w:top w:val="none" w:sz="0" w:space="0" w:color="auto"/>
        <w:left w:val="none" w:sz="0" w:space="0" w:color="auto"/>
        <w:bottom w:val="none" w:sz="0" w:space="0" w:color="auto"/>
        <w:right w:val="none" w:sz="0" w:space="0" w:color="auto"/>
      </w:divBdr>
    </w:div>
    <w:div w:id="727722860">
      <w:bodyDiv w:val="1"/>
      <w:marLeft w:val="0"/>
      <w:marRight w:val="0"/>
      <w:marTop w:val="0"/>
      <w:marBottom w:val="0"/>
      <w:divBdr>
        <w:top w:val="none" w:sz="0" w:space="0" w:color="auto"/>
        <w:left w:val="none" w:sz="0" w:space="0" w:color="auto"/>
        <w:bottom w:val="none" w:sz="0" w:space="0" w:color="auto"/>
        <w:right w:val="none" w:sz="0" w:space="0" w:color="auto"/>
      </w:divBdr>
    </w:div>
    <w:div w:id="737442300">
      <w:bodyDiv w:val="1"/>
      <w:marLeft w:val="0"/>
      <w:marRight w:val="0"/>
      <w:marTop w:val="0"/>
      <w:marBottom w:val="0"/>
      <w:divBdr>
        <w:top w:val="none" w:sz="0" w:space="0" w:color="auto"/>
        <w:left w:val="none" w:sz="0" w:space="0" w:color="auto"/>
        <w:bottom w:val="none" w:sz="0" w:space="0" w:color="auto"/>
        <w:right w:val="none" w:sz="0" w:space="0" w:color="auto"/>
      </w:divBdr>
    </w:div>
    <w:div w:id="746195532">
      <w:bodyDiv w:val="1"/>
      <w:marLeft w:val="0"/>
      <w:marRight w:val="0"/>
      <w:marTop w:val="0"/>
      <w:marBottom w:val="0"/>
      <w:divBdr>
        <w:top w:val="none" w:sz="0" w:space="0" w:color="auto"/>
        <w:left w:val="none" w:sz="0" w:space="0" w:color="auto"/>
        <w:bottom w:val="none" w:sz="0" w:space="0" w:color="auto"/>
        <w:right w:val="none" w:sz="0" w:space="0" w:color="auto"/>
      </w:divBdr>
    </w:div>
    <w:div w:id="747001678">
      <w:bodyDiv w:val="1"/>
      <w:marLeft w:val="0"/>
      <w:marRight w:val="0"/>
      <w:marTop w:val="0"/>
      <w:marBottom w:val="0"/>
      <w:divBdr>
        <w:top w:val="none" w:sz="0" w:space="0" w:color="auto"/>
        <w:left w:val="none" w:sz="0" w:space="0" w:color="auto"/>
        <w:bottom w:val="none" w:sz="0" w:space="0" w:color="auto"/>
        <w:right w:val="none" w:sz="0" w:space="0" w:color="auto"/>
      </w:divBdr>
    </w:div>
    <w:div w:id="756436523">
      <w:bodyDiv w:val="1"/>
      <w:marLeft w:val="0"/>
      <w:marRight w:val="0"/>
      <w:marTop w:val="0"/>
      <w:marBottom w:val="0"/>
      <w:divBdr>
        <w:top w:val="none" w:sz="0" w:space="0" w:color="auto"/>
        <w:left w:val="none" w:sz="0" w:space="0" w:color="auto"/>
        <w:bottom w:val="none" w:sz="0" w:space="0" w:color="auto"/>
        <w:right w:val="none" w:sz="0" w:space="0" w:color="auto"/>
      </w:divBdr>
    </w:div>
    <w:div w:id="773355969">
      <w:bodyDiv w:val="1"/>
      <w:marLeft w:val="0"/>
      <w:marRight w:val="0"/>
      <w:marTop w:val="0"/>
      <w:marBottom w:val="0"/>
      <w:divBdr>
        <w:top w:val="none" w:sz="0" w:space="0" w:color="auto"/>
        <w:left w:val="none" w:sz="0" w:space="0" w:color="auto"/>
        <w:bottom w:val="none" w:sz="0" w:space="0" w:color="auto"/>
        <w:right w:val="none" w:sz="0" w:space="0" w:color="auto"/>
      </w:divBdr>
    </w:div>
    <w:div w:id="776406984">
      <w:bodyDiv w:val="1"/>
      <w:marLeft w:val="0"/>
      <w:marRight w:val="0"/>
      <w:marTop w:val="0"/>
      <w:marBottom w:val="0"/>
      <w:divBdr>
        <w:top w:val="none" w:sz="0" w:space="0" w:color="auto"/>
        <w:left w:val="none" w:sz="0" w:space="0" w:color="auto"/>
        <w:bottom w:val="none" w:sz="0" w:space="0" w:color="auto"/>
        <w:right w:val="none" w:sz="0" w:space="0" w:color="auto"/>
      </w:divBdr>
    </w:div>
    <w:div w:id="780345810">
      <w:bodyDiv w:val="1"/>
      <w:marLeft w:val="0"/>
      <w:marRight w:val="0"/>
      <w:marTop w:val="0"/>
      <w:marBottom w:val="0"/>
      <w:divBdr>
        <w:top w:val="none" w:sz="0" w:space="0" w:color="auto"/>
        <w:left w:val="none" w:sz="0" w:space="0" w:color="auto"/>
        <w:bottom w:val="none" w:sz="0" w:space="0" w:color="auto"/>
        <w:right w:val="none" w:sz="0" w:space="0" w:color="auto"/>
      </w:divBdr>
    </w:div>
    <w:div w:id="783233330">
      <w:bodyDiv w:val="1"/>
      <w:marLeft w:val="0"/>
      <w:marRight w:val="0"/>
      <w:marTop w:val="0"/>
      <w:marBottom w:val="0"/>
      <w:divBdr>
        <w:top w:val="none" w:sz="0" w:space="0" w:color="auto"/>
        <w:left w:val="none" w:sz="0" w:space="0" w:color="auto"/>
        <w:bottom w:val="none" w:sz="0" w:space="0" w:color="auto"/>
        <w:right w:val="none" w:sz="0" w:space="0" w:color="auto"/>
      </w:divBdr>
    </w:div>
    <w:div w:id="786238414">
      <w:bodyDiv w:val="1"/>
      <w:marLeft w:val="0"/>
      <w:marRight w:val="0"/>
      <w:marTop w:val="0"/>
      <w:marBottom w:val="0"/>
      <w:divBdr>
        <w:top w:val="none" w:sz="0" w:space="0" w:color="auto"/>
        <w:left w:val="none" w:sz="0" w:space="0" w:color="auto"/>
        <w:bottom w:val="none" w:sz="0" w:space="0" w:color="auto"/>
        <w:right w:val="none" w:sz="0" w:space="0" w:color="auto"/>
      </w:divBdr>
    </w:div>
    <w:div w:id="789326397">
      <w:bodyDiv w:val="1"/>
      <w:marLeft w:val="0"/>
      <w:marRight w:val="0"/>
      <w:marTop w:val="0"/>
      <w:marBottom w:val="0"/>
      <w:divBdr>
        <w:top w:val="none" w:sz="0" w:space="0" w:color="auto"/>
        <w:left w:val="none" w:sz="0" w:space="0" w:color="auto"/>
        <w:bottom w:val="none" w:sz="0" w:space="0" w:color="auto"/>
        <w:right w:val="none" w:sz="0" w:space="0" w:color="auto"/>
      </w:divBdr>
    </w:div>
    <w:div w:id="791096281">
      <w:bodyDiv w:val="1"/>
      <w:marLeft w:val="0"/>
      <w:marRight w:val="0"/>
      <w:marTop w:val="0"/>
      <w:marBottom w:val="0"/>
      <w:divBdr>
        <w:top w:val="none" w:sz="0" w:space="0" w:color="auto"/>
        <w:left w:val="none" w:sz="0" w:space="0" w:color="auto"/>
        <w:bottom w:val="none" w:sz="0" w:space="0" w:color="auto"/>
        <w:right w:val="none" w:sz="0" w:space="0" w:color="auto"/>
      </w:divBdr>
    </w:div>
    <w:div w:id="793912075">
      <w:bodyDiv w:val="1"/>
      <w:marLeft w:val="0"/>
      <w:marRight w:val="0"/>
      <w:marTop w:val="0"/>
      <w:marBottom w:val="0"/>
      <w:divBdr>
        <w:top w:val="none" w:sz="0" w:space="0" w:color="auto"/>
        <w:left w:val="none" w:sz="0" w:space="0" w:color="auto"/>
        <w:bottom w:val="none" w:sz="0" w:space="0" w:color="auto"/>
        <w:right w:val="none" w:sz="0" w:space="0" w:color="auto"/>
      </w:divBdr>
    </w:div>
    <w:div w:id="801193784">
      <w:bodyDiv w:val="1"/>
      <w:marLeft w:val="0"/>
      <w:marRight w:val="0"/>
      <w:marTop w:val="0"/>
      <w:marBottom w:val="0"/>
      <w:divBdr>
        <w:top w:val="none" w:sz="0" w:space="0" w:color="auto"/>
        <w:left w:val="none" w:sz="0" w:space="0" w:color="auto"/>
        <w:bottom w:val="none" w:sz="0" w:space="0" w:color="auto"/>
        <w:right w:val="none" w:sz="0" w:space="0" w:color="auto"/>
      </w:divBdr>
    </w:div>
    <w:div w:id="809008819">
      <w:bodyDiv w:val="1"/>
      <w:marLeft w:val="0"/>
      <w:marRight w:val="0"/>
      <w:marTop w:val="0"/>
      <w:marBottom w:val="0"/>
      <w:divBdr>
        <w:top w:val="none" w:sz="0" w:space="0" w:color="auto"/>
        <w:left w:val="none" w:sz="0" w:space="0" w:color="auto"/>
        <w:bottom w:val="none" w:sz="0" w:space="0" w:color="auto"/>
        <w:right w:val="none" w:sz="0" w:space="0" w:color="auto"/>
      </w:divBdr>
    </w:div>
    <w:div w:id="817838744">
      <w:bodyDiv w:val="1"/>
      <w:marLeft w:val="0"/>
      <w:marRight w:val="0"/>
      <w:marTop w:val="0"/>
      <w:marBottom w:val="0"/>
      <w:divBdr>
        <w:top w:val="none" w:sz="0" w:space="0" w:color="auto"/>
        <w:left w:val="none" w:sz="0" w:space="0" w:color="auto"/>
        <w:bottom w:val="none" w:sz="0" w:space="0" w:color="auto"/>
        <w:right w:val="none" w:sz="0" w:space="0" w:color="auto"/>
      </w:divBdr>
    </w:div>
    <w:div w:id="827670265">
      <w:bodyDiv w:val="1"/>
      <w:marLeft w:val="0"/>
      <w:marRight w:val="0"/>
      <w:marTop w:val="0"/>
      <w:marBottom w:val="0"/>
      <w:divBdr>
        <w:top w:val="none" w:sz="0" w:space="0" w:color="auto"/>
        <w:left w:val="none" w:sz="0" w:space="0" w:color="auto"/>
        <w:bottom w:val="none" w:sz="0" w:space="0" w:color="auto"/>
        <w:right w:val="none" w:sz="0" w:space="0" w:color="auto"/>
      </w:divBdr>
    </w:div>
    <w:div w:id="860512184">
      <w:bodyDiv w:val="1"/>
      <w:marLeft w:val="0"/>
      <w:marRight w:val="0"/>
      <w:marTop w:val="0"/>
      <w:marBottom w:val="0"/>
      <w:divBdr>
        <w:top w:val="none" w:sz="0" w:space="0" w:color="auto"/>
        <w:left w:val="none" w:sz="0" w:space="0" w:color="auto"/>
        <w:bottom w:val="none" w:sz="0" w:space="0" w:color="auto"/>
        <w:right w:val="none" w:sz="0" w:space="0" w:color="auto"/>
      </w:divBdr>
    </w:div>
    <w:div w:id="882523373">
      <w:bodyDiv w:val="1"/>
      <w:marLeft w:val="0"/>
      <w:marRight w:val="0"/>
      <w:marTop w:val="0"/>
      <w:marBottom w:val="0"/>
      <w:divBdr>
        <w:top w:val="none" w:sz="0" w:space="0" w:color="auto"/>
        <w:left w:val="none" w:sz="0" w:space="0" w:color="auto"/>
        <w:bottom w:val="none" w:sz="0" w:space="0" w:color="auto"/>
        <w:right w:val="none" w:sz="0" w:space="0" w:color="auto"/>
      </w:divBdr>
    </w:div>
    <w:div w:id="883636565">
      <w:bodyDiv w:val="1"/>
      <w:marLeft w:val="0"/>
      <w:marRight w:val="0"/>
      <w:marTop w:val="0"/>
      <w:marBottom w:val="0"/>
      <w:divBdr>
        <w:top w:val="none" w:sz="0" w:space="0" w:color="auto"/>
        <w:left w:val="none" w:sz="0" w:space="0" w:color="auto"/>
        <w:bottom w:val="none" w:sz="0" w:space="0" w:color="auto"/>
        <w:right w:val="none" w:sz="0" w:space="0" w:color="auto"/>
      </w:divBdr>
    </w:div>
    <w:div w:id="888298507">
      <w:bodyDiv w:val="1"/>
      <w:marLeft w:val="0"/>
      <w:marRight w:val="0"/>
      <w:marTop w:val="0"/>
      <w:marBottom w:val="0"/>
      <w:divBdr>
        <w:top w:val="none" w:sz="0" w:space="0" w:color="auto"/>
        <w:left w:val="none" w:sz="0" w:space="0" w:color="auto"/>
        <w:bottom w:val="none" w:sz="0" w:space="0" w:color="auto"/>
        <w:right w:val="none" w:sz="0" w:space="0" w:color="auto"/>
      </w:divBdr>
    </w:div>
    <w:div w:id="888686492">
      <w:bodyDiv w:val="1"/>
      <w:marLeft w:val="0"/>
      <w:marRight w:val="0"/>
      <w:marTop w:val="0"/>
      <w:marBottom w:val="0"/>
      <w:divBdr>
        <w:top w:val="none" w:sz="0" w:space="0" w:color="auto"/>
        <w:left w:val="none" w:sz="0" w:space="0" w:color="auto"/>
        <w:bottom w:val="none" w:sz="0" w:space="0" w:color="auto"/>
        <w:right w:val="none" w:sz="0" w:space="0" w:color="auto"/>
      </w:divBdr>
    </w:div>
    <w:div w:id="889077796">
      <w:bodyDiv w:val="1"/>
      <w:marLeft w:val="0"/>
      <w:marRight w:val="0"/>
      <w:marTop w:val="0"/>
      <w:marBottom w:val="0"/>
      <w:divBdr>
        <w:top w:val="none" w:sz="0" w:space="0" w:color="auto"/>
        <w:left w:val="none" w:sz="0" w:space="0" w:color="auto"/>
        <w:bottom w:val="none" w:sz="0" w:space="0" w:color="auto"/>
        <w:right w:val="none" w:sz="0" w:space="0" w:color="auto"/>
      </w:divBdr>
    </w:div>
    <w:div w:id="902375600">
      <w:bodyDiv w:val="1"/>
      <w:marLeft w:val="0"/>
      <w:marRight w:val="0"/>
      <w:marTop w:val="0"/>
      <w:marBottom w:val="0"/>
      <w:divBdr>
        <w:top w:val="none" w:sz="0" w:space="0" w:color="auto"/>
        <w:left w:val="none" w:sz="0" w:space="0" w:color="auto"/>
        <w:bottom w:val="none" w:sz="0" w:space="0" w:color="auto"/>
        <w:right w:val="none" w:sz="0" w:space="0" w:color="auto"/>
      </w:divBdr>
    </w:div>
    <w:div w:id="916549386">
      <w:bodyDiv w:val="1"/>
      <w:marLeft w:val="0"/>
      <w:marRight w:val="0"/>
      <w:marTop w:val="0"/>
      <w:marBottom w:val="0"/>
      <w:divBdr>
        <w:top w:val="none" w:sz="0" w:space="0" w:color="auto"/>
        <w:left w:val="none" w:sz="0" w:space="0" w:color="auto"/>
        <w:bottom w:val="none" w:sz="0" w:space="0" w:color="auto"/>
        <w:right w:val="none" w:sz="0" w:space="0" w:color="auto"/>
      </w:divBdr>
    </w:div>
    <w:div w:id="926841250">
      <w:bodyDiv w:val="1"/>
      <w:marLeft w:val="0"/>
      <w:marRight w:val="0"/>
      <w:marTop w:val="0"/>
      <w:marBottom w:val="0"/>
      <w:divBdr>
        <w:top w:val="none" w:sz="0" w:space="0" w:color="auto"/>
        <w:left w:val="none" w:sz="0" w:space="0" w:color="auto"/>
        <w:bottom w:val="none" w:sz="0" w:space="0" w:color="auto"/>
        <w:right w:val="none" w:sz="0" w:space="0" w:color="auto"/>
      </w:divBdr>
    </w:div>
    <w:div w:id="940718946">
      <w:bodyDiv w:val="1"/>
      <w:marLeft w:val="0"/>
      <w:marRight w:val="0"/>
      <w:marTop w:val="0"/>
      <w:marBottom w:val="0"/>
      <w:divBdr>
        <w:top w:val="none" w:sz="0" w:space="0" w:color="auto"/>
        <w:left w:val="none" w:sz="0" w:space="0" w:color="auto"/>
        <w:bottom w:val="none" w:sz="0" w:space="0" w:color="auto"/>
        <w:right w:val="none" w:sz="0" w:space="0" w:color="auto"/>
      </w:divBdr>
    </w:div>
    <w:div w:id="945044492">
      <w:bodyDiv w:val="1"/>
      <w:marLeft w:val="0"/>
      <w:marRight w:val="0"/>
      <w:marTop w:val="0"/>
      <w:marBottom w:val="0"/>
      <w:divBdr>
        <w:top w:val="none" w:sz="0" w:space="0" w:color="auto"/>
        <w:left w:val="none" w:sz="0" w:space="0" w:color="auto"/>
        <w:bottom w:val="none" w:sz="0" w:space="0" w:color="auto"/>
        <w:right w:val="none" w:sz="0" w:space="0" w:color="auto"/>
      </w:divBdr>
    </w:div>
    <w:div w:id="957762119">
      <w:bodyDiv w:val="1"/>
      <w:marLeft w:val="0"/>
      <w:marRight w:val="0"/>
      <w:marTop w:val="0"/>
      <w:marBottom w:val="0"/>
      <w:divBdr>
        <w:top w:val="none" w:sz="0" w:space="0" w:color="auto"/>
        <w:left w:val="none" w:sz="0" w:space="0" w:color="auto"/>
        <w:bottom w:val="none" w:sz="0" w:space="0" w:color="auto"/>
        <w:right w:val="none" w:sz="0" w:space="0" w:color="auto"/>
      </w:divBdr>
    </w:div>
    <w:div w:id="962662113">
      <w:bodyDiv w:val="1"/>
      <w:marLeft w:val="0"/>
      <w:marRight w:val="0"/>
      <w:marTop w:val="0"/>
      <w:marBottom w:val="0"/>
      <w:divBdr>
        <w:top w:val="none" w:sz="0" w:space="0" w:color="auto"/>
        <w:left w:val="none" w:sz="0" w:space="0" w:color="auto"/>
        <w:bottom w:val="none" w:sz="0" w:space="0" w:color="auto"/>
        <w:right w:val="none" w:sz="0" w:space="0" w:color="auto"/>
      </w:divBdr>
    </w:div>
    <w:div w:id="980772334">
      <w:bodyDiv w:val="1"/>
      <w:marLeft w:val="0"/>
      <w:marRight w:val="0"/>
      <w:marTop w:val="0"/>
      <w:marBottom w:val="0"/>
      <w:divBdr>
        <w:top w:val="none" w:sz="0" w:space="0" w:color="auto"/>
        <w:left w:val="none" w:sz="0" w:space="0" w:color="auto"/>
        <w:bottom w:val="none" w:sz="0" w:space="0" w:color="auto"/>
        <w:right w:val="none" w:sz="0" w:space="0" w:color="auto"/>
      </w:divBdr>
    </w:div>
    <w:div w:id="992829621">
      <w:bodyDiv w:val="1"/>
      <w:marLeft w:val="0"/>
      <w:marRight w:val="0"/>
      <w:marTop w:val="0"/>
      <w:marBottom w:val="0"/>
      <w:divBdr>
        <w:top w:val="none" w:sz="0" w:space="0" w:color="auto"/>
        <w:left w:val="none" w:sz="0" w:space="0" w:color="auto"/>
        <w:bottom w:val="none" w:sz="0" w:space="0" w:color="auto"/>
        <w:right w:val="none" w:sz="0" w:space="0" w:color="auto"/>
      </w:divBdr>
    </w:div>
    <w:div w:id="1001931724">
      <w:bodyDiv w:val="1"/>
      <w:marLeft w:val="0"/>
      <w:marRight w:val="0"/>
      <w:marTop w:val="0"/>
      <w:marBottom w:val="0"/>
      <w:divBdr>
        <w:top w:val="none" w:sz="0" w:space="0" w:color="auto"/>
        <w:left w:val="none" w:sz="0" w:space="0" w:color="auto"/>
        <w:bottom w:val="none" w:sz="0" w:space="0" w:color="auto"/>
        <w:right w:val="none" w:sz="0" w:space="0" w:color="auto"/>
      </w:divBdr>
    </w:div>
    <w:div w:id="1002973579">
      <w:bodyDiv w:val="1"/>
      <w:marLeft w:val="0"/>
      <w:marRight w:val="0"/>
      <w:marTop w:val="0"/>
      <w:marBottom w:val="0"/>
      <w:divBdr>
        <w:top w:val="none" w:sz="0" w:space="0" w:color="auto"/>
        <w:left w:val="none" w:sz="0" w:space="0" w:color="auto"/>
        <w:bottom w:val="none" w:sz="0" w:space="0" w:color="auto"/>
        <w:right w:val="none" w:sz="0" w:space="0" w:color="auto"/>
      </w:divBdr>
    </w:div>
    <w:div w:id="1013458612">
      <w:bodyDiv w:val="1"/>
      <w:marLeft w:val="0"/>
      <w:marRight w:val="0"/>
      <w:marTop w:val="0"/>
      <w:marBottom w:val="0"/>
      <w:divBdr>
        <w:top w:val="none" w:sz="0" w:space="0" w:color="auto"/>
        <w:left w:val="none" w:sz="0" w:space="0" w:color="auto"/>
        <w:bottom w:val="none" w:sz="0" w:space="0" w:color="auto"/>
        <w:right w:val="none" w:sz="0" w:space="0" w:color="auto"/>
      </w:divBdr>
    </w:div>
    <w:div w:id="1046946870">
      <w:bodyDiv w:val="1"/>
      <w:marLeft w:val="0"/>
      <w:marRight w:val="0"/>
      <w:marTop w:val="0"/>
      <w:marBottom w:val="0"/>
      <w:divBdr>
        <w:top w:val="none" w:sz="0" w:space="0" w:color="auto"/>
        <w:left w:val="none" w:sz="0" w:space="0" w:color="auto"/>
        <w:bottom w:val="none" w:sz="0" w:space="0" w:color="auto"/>
        <w:right w:val="none" w:sz="0" w:space="0" w:color="auto"/>
      </w:divBdr>
    </w:div>
    <w:div w:id="1062290423">
      <w:bodyDiv w:val="1"/>
      <w:marLeft w:val="0"/>
      <w:marRight w:val="0"/>
      <w:marTop w:val="0"/>
      <w:marBottom w:val="0"/>
      <w:divBdr>
        <w:top w:val="none" w:sz="0" w:space="0" w:color="auto"/>
        <w:left w:val="none" w:sz="0" w:space="0" w:color="auto"/>
        <w:bottom w:val="none" w:sz="0" w:space="0" w:color="auto"/>
        <w:right w:val="none" w:sz="0" w:space="0" w:color="auto"/>
      </w:divBdr>
    </w:div>
    <w:div w:id="1062674322">
      <w:bodyDiv w:val="1"/>
      <w:marLeft w:val="0"/>
      <w:marRight w:val="0"/>
      <w:marTop w:val="0"/>
      <w:marBottom w:val="0"/>
      <w:divBdr>
        <w:top w:val="none" w:sz="0" w:space="0" w:color="auto"/>
        <w:left w:val="none" w:sz="0" w:space="0" w:color="auto"/>
        <w:bottom w:val="none" w:sz="0" w:space="0" w:color="auto"/>
        <w:right w:val="none" w:sz="0" w:space="0" w:color="auto"/>
      </w:divBdr>
    </w:div>
    <w:div w:id="1085415214">
      <w:bodyDiv w:val="1"/>
      <w:marLeft w:val="0"/>
      <w:marRight w:val="0"/>
      <w:marTop w:val="0"/>
      <w:marBottom w:val="0"/>
      <w:divBdr>
        <w:top w:val="none" w:sz="0" w:space="0" w:color="auto"/>
        <w:left w:val="none" w:sz="0" w:space="0" w:color="auto"/>
        <w:bottom w:val="none" w:sz="0" w:space="0" w:color="auto"/>
        <w:right w:val="none" w:sz="0" w:space="0" w:color="auto"/>
      </w:divBdr>
    </w:div>
    <w:div w:id="1095978020">
      <w:bodyDiv w:val="1"/>
      <w:marLeft w:val="0"/>
      <w:marRight w:val="0"/>
      <w:marTop w:val="0"/>
      <w:marBottom w:val="0"/>
      <w:divBdr>
        <w:top w:val="none" w:sz="0" w:space="0" w:color="auto"/>
        <w:left w:val="none" w:sz="0" w:space="0" w:color="auto"/>
        <w:bottom w:val="none" w:sz="0" w:space="0" w:color="auto"/>
        <w:right w:val="none" w:sz="0" w:space="0" w:color="auto"/>
      </w:divBdr>
    </w:div>
    <w:div w:id="1120032381">
      <w:bodyDiv w:val="1"/>
      <w:marLeft w:val="0"/>
      <w:marRight w:val="0"/>
      <w:marTop w:val="0"/>
      <w:marBottom w:val="0"/>
      <w:divBdr>
        <w:top w:val="none" w:sz="0" w:space="0" w:color="auto"/>
        <w:left w:val="none" w:sz="0" w:space="0" w:color="auto"/>
        <w:bottom w:val="none" w:sz="0" w:space="0" w:color="auto"/>
        <w:right w:val="none" w:sz="0" w:space="0" w:color="auto"/>
      </w:divBdr>
    </w:div>
    <w:div w:id="1121146838">
      <w:bodyDiv w:val="1"/>
      <w:marLeft w:val="0"/>
      <w:marRight w:val="0"/>
      <w:marTop w:val="0"/>
      <w:marBottom w:val="0"/>
      <w:divBdr>
        <w:top w:val="none" w:sz="0" w:space="0" w:color="auto"/>
        <w:left w:val="none" w:sz="0" w:space="0" w:color="auto"/>
        <w:bottom w:val="none" w:sz="0" w:space="0" w:color="auto"/>
        <w:right w:val="none" w:sz="0" w:space="0" w:color="auto"/>
      </w:divBdr>
    </w:div>
    <w:div w:id="1126697640">
      <w:bodyDiv w:val="1"/>
      <w:marLeft w:val="0"/>
      <w:marRight w:val="0"/>
      <w:marTop w:val="0"/>
      <w:marBottom w:val="0"/>
      <w:divBdr>
        <w:top w:val="none" w:sz="0" w:space="0" w:color="auto"/>
        <w:left w:val="none" w:sz="0" w:space="0" w:color="auto"/>
        <w:bottom w:val="none" w:sz="0" w:space="0" w:color="auto"/>
        <w:right w:val="none" w:sz="0" w:space="0" w:color="auto"/>
      </w:divBdr>
    </w:div>
    <w:div w:id="1141770460">
      <w:bodyDiv w:val="1"/>
      <w:marLeft w:val="0"/>
      <w:marRight w:val="0"/>
      <w:marTop w:val="0"/>
      <w:marBottom w:val="0"/>
      <w:divBdr>
        <w:top w:val="none" w:sz="0" w:space="0" w:color="auto"/>
        <w:left w:val="none" w:sz="0" w:space="0" w:color="auto"/>
        <w:bottom w:val="none" w:sz="0" w:space="0" w:color="auto"/>
        <w:right w:val="none" w:sz="0" w:space="0" w:color="auto"/>
      </w:divBdr>
    </w:div>
    <w:div w:id="1154569026">
      <w:bodyDiv w:val="1"/>
      <w:marLeft w:val="0"/>
      <w:marRight w:val="0"/>
      <w:marTop w:val="0"/>
      <w:marBottom w:val="0"/>
      <w:divBdr>
        <w:top w:val="none" w:sz="0" w:space="0" w:color="auto"/>
        <w:left w:val="none" w:sz="0" w:space="0" w:color="auto"/>
        <w:bottom w:val="none" w:sz="0" w:space="0" w:color="auto"/>
        <w:right w:val="none" w:sz="0" w:space="0" w:color="auto"/>
      </w:divBdr>
    </w:div>
    <w:div w:id="1164273419">
      <w:bodyDiv w:val="1"/>
      <w:marLeft w:val="0"/>
      <w:marRight w:val="0"/>
      <w:marTop w:val="0"/>
      <w:marBottom w:val="0"/>
      <w:divBdr>
        <w:top w:val="none" w:sz="0" w:space="0" w:color="auto"/>
        <w:left w:val="none" w:sz="0" w:space="0" w:color="auto"/>
        <w:bottom w:val="none" w:sz="0" w:space="0" w:color="auto"/>
        <w:right w:val="none" w:sz="0" w:space="0" w:color="auto"/>
      </w:divBdr>
    </w:div>
    <w:div w:id="1172337475">
      <w:bodyDiv w:val="1"/>
      <w:marLeft w:val="0"/>
      <w:marRight w:val="0"/>
      <w:marTop w:val="0"/>
      <w:marBottom w:val="0"/>
      <w:divBdr>
        <w:top w:val="none" w:sz="0" w:space="0" w:color="auto"/>
        <w:left w:val="none" w:sz="0" w:space="0" w:color="auto"/>
        <w:bottom w:val="none" w:sz="0" w:space="0" w:color="auto"/>
        <w:right w:val="none" w:sz="0" w:space="0" w:color="auto"/>
      </w:divBdr>
    </w:div>
    <w:div w:id="1178420543">
      <w:bodyDiv w:val="1"/>
      <w:marLeft w:val="0"/>
      <w:marRight w:val="0"/>
      <w:marTop w:val="0"/>
      <w:marBottom w:val="0"/>
      <w:divBdr>
        <w:top w:val="none" w:sz="0" w:space="0" w:color="auto"/>
        <w:left w:val="none" w:sz="0" w:space="0" w:color="auto"/>
        <w:bottom w:val="none" w:sz="0" w:space="0" w:color="auto"/>
        <w:right w:val="none" w:sz="0" w:space="0" w:color="auto"/>
      </w:divBdr>
    </w:div>
    <w:div w:id="1178812150">
      <w:bodyDiv w:val="1"/>
      <w:marLeft w:val="0"/>
      <w:marRight w:val="0"/>
      <w:marTop w:val="0"/>
      <w:marBottom w:val="0"/>
      <w:divBdr>
        <w:top w:val="none" w:sz="0" w:space="0" w:color="auto"/>
        <w:left w:val="none" w:sz="0" w:space="0" w:color="auto"/>
        <w:bottom w:val="none" w:sz="0" w:space="0" w:color="auto"/>
        <w:right w:val="none" w:sz="0" w:space="0" w:color="auto"/>
      </w:divBdr>
    </w:div>
    <w:div w:id="1185707991">
      <w:bodyDiv w:val="1"/>
      <w:marLeft w:val="0"/>
      <w:marRight w:val="0"/>
      <w:marTop w:val="0"/>
      <w:marBottom w:val="0"/>
      <w:divBdr>
        <w:top w:val="none" w:sz="0" w:space="0" w:color="auto"/>
        <w:left w:val="none" w:sz="0" w:space="0" w:color="auto"/>
        <w:bottom w:val="none" w:sz="0" w:space="0" w:color="auto"/>
        <w:right w:val="none" w:sz="0" w:space="0" w:color="auto"/>
      </w:divBdr>
    </w:div>
    <w:div w:id="1189098809">
      <w:bodyDiv w:val="1"/>
      <w:marLeft w:val="0"/>
      <w:marRight w:val="0"/>
      <w:marTop w:val="0"/>
      <w:marBottom w:val="0"/>
      <w:divBdr>
        <w:top w:val="none" w:sz="0" w:space="0" w:color="auto"/>
        <w:left w:val="none" w:sz="0" w:space="0" w:color="auto"/>
        <w:bottom w:val="none" w:sz="0" w:space="0" w:color="auto"/>
        <w:right w:val="none" w:sz="0" w:space="0" w:color="auto"/>
      </w:divBdr>
    </w:div>
    <w:div w:id="1194151711">
      <w:bodyDiv w:val="1"/>
      <w:marLeft w:val="0"/>
      <w:marRight w:val="0"/>
      <w:marTop w:val="0"/>
      <w:marBottom w:val="0"/>
      <w:divBdr>
        <w:top w:val="none" w:sz="0" w:space="0" w:color="auto"/>
        <w:left w:val="none" w:sz="0" w:space="0" w:color="auto"/>
        <w:bottom w:val="none" w:sz="0" w:space="0" w:color="auto"/>
        <w:right w:val="none" w:sz="0" w:space="0" w:color="auto"/>
      </w:divBdr>
    </w:div>
    <w:div w:id="1211259632">
      <w:bodyDiv w:val="1"/>
      <w:marLeft w:val="0"/>
      <w:marRight w:val="0"/>
      <w:marTop w:val="0"/>
      <w:marBottom w:val="0"/>
      <w:divBdr>
        <w:top w:val="none" w:sz="0" w:space="0" w:color="auto"/>
        <w:left w:val="none" w:sz="0" w:space="0" w:color="auto"/>
        <w:bottom w:val="none" w:sz="0" w:space="0" w:color="auto"/>
        <w:right w:val="none" w:sz="0" w:space="0" w:color="auto"/>
      </w:divBdr>
    </w:div>
    <w:div w:id="1218277122">
      <w:bodyDiv w:val="1"/>
      <w:marLeft w:val="0"/>
      <w:marRight w:val="0"/>
      <w:marTop w:val="0"/>
      <w:marBottom w:val="0"/>
      <w:divBdr>
        <w:top w:val="none" w:sz="0" w:space="0" w:color="auto"/>
        <w:left w:val="none" w:sz="0" w:space="0" w:color="auto"/>
        <w:bottom w:val="none" w:sz="0" w:space="0" w:color="auto"/>
        <w:right w:val="none" w:sz="0" w:space="0" w:color="auto"/>
      </w:divBdr>
    </w:div>
    <w:div w:id="1228417552">
      <w:bodyDiv w:val="1"/>
      <w:marLeft w:val="0"/>
      <w:marRight w:val="0"/>
      <w:marTop w:val="0"/>
      <w:marBottom w:val="0"/>
      <w:divBdr>
        <w:top w:val="none" w:sz="0" w:space="0" w:color="auto"/>
        <w:left w:val="none" w:sz="0" w:space="0" w:color="auto"/>
        <w:bottom w:val="none" w:sz="0" w:space="0" w:color="auto"/>
        <w:right w:val="none" w:sz="0" w:space="0" w:color="auto"/>
      </w:divBdr>
    </w:div>
    <w:div w:id="1233273986">
      <w:bodyDiv w:val="1"/>
      <w:marLeft w:val="0"/>
      <w:marRight w:val="0"/>
      <w:marTop w:val="0"/>
      <w:marBottom w:val="0"/>
      <w:divBdr>
        <w:top w:val="none" w:sz="0" w:space="0" w:color="auto"/>
        <w:left w:val="none" w:sz="0" w:space="0" w:color="auto"/>
        <w:bottom w:val="none" w:sz="0" w:space="0" w:color="auto"/>
        <w:right w:val="none" w:sz="0" w:space="0" w:color="auto"/>
      </w:divBdr>
    </w:div>
    <w:div w:id="1240670599">
      <w:bodyDiv w:val="1"/>
      <w:marLeft w:val="0"/>
      <w:marRight w:val="0"/>
      <w:marTop w:val="0"/>
      <w:marBottom w:val="0"/>
      <w:divBdr>
        <w:top w:val="none" w:sz="0" w:space="0" w:color="auto"/>
        <w:left w:val="none" w:sz="0" w:space="0" w:color="auto"/>
        <w:bottom w:val="none" w:sz="0" w:space="0" w:color="auto"/>
        <w:right w:val="none" w:sz="0" w:space="0" w:color="auto"/>
      </w:divBdr>
    </w:div>
    <w:div w:id="1243029458">
      <w:bodyDiv w:val="1"/>
      <w:marLeft w:val="0"/>
      <w:marRight w:val="0"/>
      <w:marTop w:val="0"/>
      <w:marBottom w:val="0"/>
      <w:divBdr>
        <w:top w:val="none" w:sz="0" w:space="0" w:color="auto"/>
        <w:left w:val="none" w:sz="0" w:space="0" w:color="auto"/>
        <w:bottom w:val="none" w:sz="0" w:space="0" w:color="auto"/>
        <w:right w:val="none" w:sz="0" w:space="0" w:color="auto"/>
      </w:divBdr>
    </w:div>
    <w:div w:id="1246888562">
      <w:bodyDiv w:val="1"/>
      <w:marLeft w:val="0"/>
      <w:marRight w:val="0"/>
      <w:marTop w:val="0"/>
      <w:marBottom w:val="0"/>
      <w:divBdr>
        <w:top w:val="none" w:sz="0" w:space="0" w:color="auto"/>
        <w:left w:val="none" w:sz="0" w:space="0" w:color="auto"/>
        <w:bottom w:val="none" w:sz="0" w:space="0" w:color="auto"/>
        <w:right w:val="none" w:sz="0" w:space="0" w:color="auto"/>
      </w:divBdr>
      <w:divsChild>
        <w:div w:id="749932050">
          <w:marLeft w:val="0"/>
          <w:marRight w:val="0"/>
          <w:marTop w:val="0"/>
          <w:marBottom w:val="0"/>
          <w:divBdr>
            <w:top w:val="none" w:sz="0" w:space="0" w:color="auto"/>
            <w:left w:val="none" w:sz="0" w:space="0" w:color="auto"/>
            <w:bottom w:val="none" w:sz="0" w:space="0" w:color="auto"/>
            <w:right w:val="none" w:sz="0" w:space="0" w:color="auto"/>
          </w:divBdr>
        </w:div>
      </w:divsChild>
    </w:div>
    <w:div w:id="1252590890">
      <w:bodyDiv w:val="1"/>
      <w:marLeft w:val="0"/>
      <w:marRight w:val="0"/>
      <w:marTop w:val="0"/>
      <w:marBottom w:val="0"/>
      <w:divBdr>
        <w:top w:val="none" w:sz="0" w:space="0" w:color="auto"/>
        <w:left w:val="none" w:sz="0" w:space="0" w:color="auto"/>
        <w:bottom w:val="none" w:sz="0" w:space="0" w:color="auto"/>
        <w:right w:val="none" w:sz="0" w:space="0" w:color="auto"/>
      </w:divBdr>
    </w:div>
    <w:div w:id="1260214731">
      <w:bodyDiv w:val="1"/>
      <w:marLeft w:val="0"/>
      <w:marRight w:val="0"/>
      <w:marTop w:val="0"/>
      <w:marBottom w:val="0"/>
      <w:divBdr>
        <w:top w:val="none" w:sz="0" w:space="0" w:color="auto"/>
        <w:left w:val="none" w:sz="0" w:space="0" w:color="auto"/>
        <w:bottom w:val="none" w:sz="0" w:space="0" w:color="auto"/>
        <w:right w:val="none" w:sz="0" w:space="0" w:color="auto"/>
      </w:divBdr>
    </w:div>
    <w:div w:id="1269891583">
      <w:bodyDiv w:val="1"/>
      <w:marLeft w:val="0"/>
      <w:marRight w:val="0"/>
      <w:marTop w:val="0"/>
      <w:marBottom w:val="0"/>
      <w:divBdr>
        <w:top w:val="none" w:sz="0" w:space="0" w:color="auto"/>
        <w:left w:val="none" w:sz="0" w:space="0" w:color="auto"/>
        <w:bottom w:val="none" w:sz="0" w:space="0" w:color="auto"/>
        <w:right w:val="none" w:sz="0" w:space="0" w:color="auto"/>
      </w:divBdr>
    </w:div>
    <w:div w:id="1287538780">
      <w:bodyDiv w:val="1"/>
      <w:marLeft w:val="0"/>
      <w:marRight w:val="0"/>
      <w:marTop w:val="0"/>
      <w:marBottom w:val="0"/>
      <w:divBdr>
        <w:top w:val="none" w:sz="0" w:space="0" w:color="auto"/>
        <w:left w:val="none" w:sz="0" w:space="0" w:color="auto"/>
        <w:bottom w:val="none" w:sz="0" w:space="0" w:color="auto"/>
        <w:right w:val="none" w:sz="0" w:space="0" w:color="auto"/>
      </w:divBdr>
    </w:div>
    <w:div w:id="1292398414">
      <w:bodyDiv w:val="1"/>
      <w:marLeft w:val="0"/>
      <w:marRight w:val="0"/>
      <w:marTop w:val="0"/>
      <w:marBottom w:val="0"/>
      <w:divBdr>
        <w:top w:val="none" w:sz="0" w:space="0" w:color="auto"/>
        <w:left w:val="none" w:sz="0" w:space="0" w:color="auto"/>
        <w:bottom w:val="none" w:sz="0" w:space="0" w:color="auto"/>
        <w:right w:val="none" w:sz="0" w:space="0" w:color="auto"/>
      </w:divBdr>
    </w:div>
    <w:div w:id="1297297615">
      <w:bodyDiv w:val="1"/>
      <w:marLeft w:val="0"/>
      <w:marRight w:val="0"/>
      <w:marTop w:val="0"/>
      <w:marBottom w:val="0"/>
      <w:divBdr>
        <w:top w:val="none" w:sz="0" w:space="0" w:color="auto"/>
        <w:left w:val="none" w:sz="0" w:space="0" w:color="auto"/>
        <w:bottom w:val="none" w:sz="0" w:space="0" w:color="auto"/>
        <w:right w:val="none" w:sz="0" w:space="0" w:color="auto"/>
      </w:divBdr>
    </w:div>
    <w:div w:id="1298150504">
      <w:bodyDiv w:val="1"/>
      <w:marLeft w:val="0"/>
      <w:marRight w:val="0"/>
      <w:marTop w:val="0"/>
      <w:marBottom w:val="0"/>
      <w:divBdr>
        <w:top w:val="none" w:sz="0" w:space="0" w:color="auto"/>
        <w:left w:val="none" w:sz="0" w:space="0" w:color="auto"/>
        <w:bottom w:val="none" w:sz="0" w:space="0" w:color="auto"/>
        <w:right w:val="none" w:sz="0" w:space="0" w:color="auto"/>
      </w:divBdr>
    </w:div>
    <w:div w:id="1299991679">
      <w:bodyDiv w:val="1"/>
      <w:marLeft w:val="0"/>
      <w:marRight w:val="0"/>
      <w:marTop w:val="0"/>
      <w:marBottom w:val="0"/>
      <w:divBdr>
        <w:top w:val="none" w:sz="0" w:space="0" w:color="auto"/>
        <w:left w:val="none" w:sz="0" w:space="0" w:color="auto"/>
        <w:bottom w:val="none" w:sz="0" w:space="0" w:color="auto"/>
        <w:right w:val="none" w:sz="0" w:space="0" w:color="auto"/>
      </w:divBdr>
    </w:div>
    <w:div w:id="1300111958">
      <w:bodyDiv w:val="1"/>
      <w:marLeft w:val="0"/>
      <w:marRight w:val="0"/>
      <w:marTop w:val="0"/>
      <w:marBottom w:val="0"/>
      <w:divBdr>
        <w:top w:val="none" w:sz="0" w:space="0" w:color="auto"/>
        <w:left w:val="none" w:sz="0" w:space="0" w:color="auto"/>
        <w:bottom w:val="none" w:sz="0" w:space="0" w:color="auto"/>
        <w:right w:val="none" w:sz="0" w:space="0" w:color="auto"/>
      </w:divBdr>
    </w:div>
    <w:div w:id="1313366846">
      <w:bodyDiv w:val="1"/>
      <w:marLeft w:val="0"/>
      <w:marRight w:val="0"/>
      <w:marTop w:val="0"/>
      <w:marBottom w:val="0"/>
      <w:divBdr>
        <w:top w:val="none" w:sz="0" w:space="0" w:color="auto"/>
        <w:left w:val="none" w:sz="0" w:space="0" w:color="auto"/>
        <w:bottom w:val="none" w:sz="0" w:space="0" w:color="auto"/>
        <w:right w:val="none" w:sz="0" w:space="0" w:color="auto"/>
      </w:divBdr>
    </w:div>
    <w:div w:id="1325469914">
      <w:bodyDiv w:val="1"/>
      <w:marLeft w:val="0"/>
      <w:marRight w:val="0"/>
      <w:marTop w:val="0"/>
      <w:marBottom w:val="0"/>
      <w:divBdr>
        <w:top w:val="none" w:sz="0" w:space="0" w:color="auto"/>
        <w:left w:val="none" w:sz="0" w:space="0" w:color="auto"/>
        <w:bottom w:val="none" w:sz="0" w:space="0" w:color="auto"/>
        <w:right w:val="none" w:sz="0" w:space="0" w:color="auto"/>
      </w:divBdr>
    </w:div>
    <w:div w:id="1325815708">
      <w:bodyDiv w:val="1"/>
      <w:marLeft w:val="0"/>
      <w:marRight w:val="0"/>
      <w:marTop w:val="0"/>
      <w:marBottom w:val="0"/>
      <w:divBdr>
        <w:top w:val="none" w:sz="0" w:space="0" w:color="auto"/>
        <w:left w:val="none" w:sz="0" w:space="0" w:color="auto"/>
        <w:bottom w:val="none" w:sz="0" w:space="0" w:color="auto"/>
        <w:right w:val="none" w:sz="0" w:space="0" w:color="auto"/>
      </w:divBdr>
    </w:div>
    <w:div w:id="1330135762">
      <w:bodyDiv w:val="1"/>
      <w:marLeft w:val="0"/>
      <w:marRight w:val="0"/>
      <w:marTop w:val="0"/>
      <w:marBottom w:val="0"/>
      <w:divBdr>
        <w:top w:val="none" w:sz="0" w:space="0" w:color="auto"/>
        <w:left w:val="none" w:sz="0" w:space="0" w:color="auto"/>
        <w:bottom w:val="none" w:sz="0" w:space="0" w:color="auto"/>
        <w:right w:val="none" w:sz="0" w:space="0" w:color="auto"/>
      </w:divBdr>
    </w:div>
    <w:div w:id="1330869694">
      <w:bodyDiv w:val="1"/>
      <w:marLeft w:val="0"/>
      <w:marRight w:val="0"/>
      <w:marTop w:val="0"/>
      <w:marBottom w:val="0"/>
      <w:divBdr>
        <w:top w:val="none" w:sz="0" w:space="0" w:color="auto"/>
        <w:left w:val="none" w:sz="0" w:space="0" w:color="auto"/>
        <w:bottom w:val="none" w:sz="0" w:space="0" w:color="auto"/>
        <w:right w:val="none" w:sz="0" w:space="0" w:color="auto"/>
      </w:divBdr>
    </w:div>
    <w:div w:id="1334651372">
      <w:bodyDiv w:val="1"/>
      <w:marLeft w:val="0"/>
      <w:marRight w:val="0"/>
      <w:marTop w:val="0"/>
      <w:marBottom w:val="0"/>
      <w:divBdr>
        <w:top w:val="none" w:sz="0" w:space="0" w:color="auto"/>
        <w:left w:val="none" w:sz="0" w:space="0" w:color="auto"/>
        <w:bottom w:val="none" w:sz="0" w:space="0" w:color="auto"/>
        <w:right w:val="none" w:sz="0" w:space="0" w:color="auto"/>
      </w:divBdr>
    </w:div>
    <w:div w:id="1344892420">
      <w:bodyDiv w:val="1"/>
      <w:marLeft w:val="0"/>
      <w:marRight w:val="0"/>
      <w:marTop w:val="0"/>
      <w:marBottom w:val="0"/>
      <w:divBdr>
        <w:top w:val="none" w:sz="0" w:space="0" w:color="auto"/>
        <w:left w:val="none" w:sz="0" w:space="0" w:color="auto"/>
        <w:bottom w:val="none" w:sz="0" w:space="0" w:color="auto"/>
        <w:right w:val="none" w:sz="0" w:space="0" w:color="auto"/>
      </w:divBdr>
    </w:div>
    <w:div w:id="1356881976">
      <w:bodyDiv w:val="1"/>
      <w:marLeft w:val="0"/>
      <w:marRight w:val="0"/>
      <w:marTop w:val="0"/>
      <w:marBottom w:val="0"/>
      <w:divBdr>
        <w:top w:val="none" w:sz="0" w:space="0" w:color="auto"/>
        <w:left w:val="none" w:sz="0" w:space="0" w:color="auto"/>
        <w:bottom w:val="none" w:sz="0" w:space="0" w:color="auto"/>
        <w:right w:val="none" w:sz="0" w:space="0" w:color="auto"/>
      </w:divBdr>
    </w:div>
    <w:div w:id="1362393093">
      <w:bodyDiv w:val="1"/>
      <w:marLeft w:val="0"/>
      <w:marRight w:val="0"/>
      <w:marTop w:val="0"/>
      <w:marBottom w:val="0"/>
      <w:divBdr>
        <w:top w:val="none" w:sz="0" w:space="0" w:color="auto"/>
        <w:left w:val="none" w:sz="0" w:space="0" w:color="auto"/>
        <w:bottom w:val="none" w:sz="0" w:space="0" w:color="auto"/>
        <w:right w:val="none" w:sz="0" w:space="0" w:color="auto"/>
      </w:divBdr>
    </w:div>
    <w:div w:id="1363168965">
      <w:bodyDiv w:val="1"/>
      <w:marLeft w:val="0"/>
      <w:marRight w:val="0"/>
      <w:marTop w:val="0"/>
      <w:marBottom w:val="0"/>
      <w:divBdr>
        <w:top w:val="none" w:sz="0" w:space="0" w:color="auto"/>
        <w:left w:val="none" w:sz="0" w:space="0" w:color="auto"/>
        <w:bottom w:val="none" w:sz="0" w:space="0" w:color="auto"/>
        <w:right w:val="none" w:sz="0" w:space="0" w:color="auto"/>
      </w:divBdr>
    </w:div>
    <w:div w:id="1367218443">
      <w:bodyDiv w:val="1"/>
      <w:marLeft w:val="0"/>
      <w:marRight w:val="0"/>
      <w:marTop w:val="0"/>
      <w:marBottom w:val="0"/>
      <w:divBdr>
        <w:top w:val="none" w:sz="0" w:space="0" w:color="auto"/>
        <w:left w:val="none" w:sz="0" w:space="0" w:color="auto"/>
        <w:bottom w:val="none" w:sz="0" w:space="0" w:color="auto"/>
        <w:right w:val="none" w:sz="0" w:space="0" w:color="auto"/>
      </w:divBdr>
    </w:div>
    <w:div w:id="1369526595">
      <w:bodyDiv w:val="1"/>
      <w:marLeft w:val="0"/>
      <w:marRight w:val="0"/>
      <w:marTop w:val="0"/>
      <w:marBottom w:val="0"/>
      <w:divBdr>
        <w:top w:val="none" w:sz="0" w:space="0" w:color="auto"/>
        <w:left w:val="none" w:sz="0" w:space="0" w:color="auto"/>
        <w:bottom w:val="none" w:sz="0" w:space="0" w:color="auto"/>
        <w:right w:val="none" w:sz="0" w:space="0" w:color="auto"/>
      </w:divBdr>
    </w:div>
    <w:div w:id="1375616172">
      <w:bodyDiv w:val="1"/>
      <w:marLeft w:val="0"/>
      <w:marRight w:val="0"/>
      <w:marTop w:val="0"/>
      <w:marBottom w:val="0"/>
      <w:divBdr>
        <w:top w:val="none" w:sz="0" w:space="0" w:color="auto"/>
        <w:left w:val="none" w:sz="0" w:space="0" w:color="auto"/>
        <w:bottom w:val="none" w:sz="0" w:space="0" w:color="auto"/>
        <w:right w:val="none" w:sz="0" w:space="0" w:color="auto"/>
      </w:divBdr>
    </w:div>
    <w:div w:id="1391032271">
      <w:bodyDiv w:val="1"/>
      <w:marLeft w:val="0"/>
      <w:marRight w:val="0"/>
      <w:marTop w:val="0"/>
      <w:marBottom w:val="0"/>
      <w:divBdr>
        <w:top w:val="none" w:sz="0" w:space="0" w:color="auto"/>
        <w:left w:val="none" w:sz="0" w:space="0" w:color="auto"/>
        <w:bottom w:val="none" w:sz="0" w:space="0" w:color="auto"/>
        <w:right w:val="none" w:sz="0" w:space="0" w:color="auto"/>
      </w:divBdr>
    </w:div>
    <w:div w:id="1427337746">
      <w:bodyDiv w:val="1"/>
      <w:marLeft w:val="0"/>
      <w:marRight w:val="0"/>
      <w:marTop w:val="0"/>
      <w:marBottom w:val="0"/>
      <w:divBdr>
        <w:top w:val="none" w:sz="0" w:space="0" w:color="auto"/>
        <w:left w:val="none" w:sz="0" w:space="0" w:color="auto"/>
        <w:bottom w:val="none" w:sz="0" w:space="0" w:color="auto"/>
        <w:right w:val="none" w:sz="0" w:space="0" w:color="auto"/>
      </w:divBdr>
    </w:div>
    <w:div w:id="1428578873">
      <w:bodyDiv w:val="1"/>
      <w:marLeft w:val="0"/>
      <w:marRight w:val="0"/>
      <w:marTop w:val="0"/>
      <w:marBottom w:val="0"/>
      <w:divBdr>
        <w:top w:val="none" w:sz="0" w:space="0" w:color="auto"/>
        <w:left w:val="none" w:sz="0" w:space="0" w:color="auto"/>
        <w:bottom w:val="none" w:sz="0" w:space="0" w:color="auto"/>
        <w:right w:val="none" w:sz="0" w:space="0" w:color="auto"/>
      </w:divBdr>
    </w:div>
    <w:div w:id="1429039021">
      <w:bodyDiv w:val="1"/>
      <w:marLeft w:val="0"/>
      <w:marRight w:val="0"/>
      <w:marTop w:val="0"/>
      <w:marBottom w:val="0"/>
      <w:divBdr>
        <w:top w:val="none" w:sz="0" w:space="0" w:color="auto"/>
        <w:left w:val="none" w:sz="0" w:space="0" w:color="auto"/>
        <w:bottom w:val="none" w:sz="0" w:space="0" w:color="auto"/>
        <w:right w:val="none" w:sz="0" w:space="0" w:color="auto"/>
      </w:divBdr>
    </w:div>
    <w:div w:id="1431580887">
      <w:bodyDiv w:val="1"/>
      <w:marLeft w:val="0"/>
      <w:marRight w:val="0"/>
      <w:marTop w:val="0"/>
      <w:marBottom w:val="0"/>
      <w:divBdr>
        <w:top w:val="none" w:sz="0" w:space="0" w:color="auto"/>
        <w:left w:val="none" w:sz="0" w:space="0" w:color="auto"/>
        <w:bottom w:val="none" w:sz="0" w:space="0" w:color="auto"/>
        <w:right w:val="none" w:sz="0" w:space="0" w:color="auto"/>
      </w:divBdr>
    </w:div>
    <w:div w:id="1435855861">
      <w:bodyDiv w:val="1"/>
      <w:marLeft w:val="0"/>
      <w:marRight w:val="0"/>
      <w:marTop w:val="0"/>
      <w:marBottom w:val="0"/>
      <w:divBdr>
        <w:top w:val="none" w:sz="0" w:space="0" w:color="auto"/>
        <w:left w:val="none" w:sz="0" w:space="0" w:color="auto"/>
        <w:bottom w:val="none" w:sz="0" w:space="0" w:color="auto"/>
        <w:right w:val="none" w:sz="0" w:space="0" w:color="auto"/>
      </w:divBdr>
    </w:div>
    <w:div w:id="1464694044">
      <w:bodyDiv w:val="1"/>
      <w:marLeft w:val="0"/>
      <w:marRight w:val="0"/>
      <w:marTop w:val="0"/>
      <w:marBottom w:val="0"/>
      <w:divBdr>
        <w:top w:val="none" w:sz="0" w:space="0" w:color="auto"/>
        <w:left w:val="none" w:sz="0" w:space="0" w:color="auto"/>
        <w:bottom w:val="none" w:sz="0" w:space="0" w:color="auto"/>
        <w:right w:val="none" w:sz="0" w:space="0" w:color="auto"/>
      </w:divBdr>
    </w:div>
    <w:div w:id="1473794391">
      <w:bodyDiv w:val="1"/>
      <w:marLeft w:val="0"/>
      <w:marRight w:val="0"/>
      <w:marTop w:val="0"/>
      <w:marBottom w:val="0"/>
      <w:divBdr>
        <w:top w:val="none" w:sz="0" w:space="0" w:color="auto"/>
        <w:left w:val="none" w:sz="0" w:space="0" w:color="auto"/>
        <w:bottom w:val="none" w:sz="0" w:space="0" w:color="auto"/>
        <w:right w:val="none" w:sz="0" w:space="0" w:color="auto"/>
      </w:divBdr>
    </w:div>
    <w:div w:id="1476334259">
      <w:bodyDiv w:val="1"/>
      <w:marLeft w:val="0"/>
      <w:marRight w:val="0"/>
      <w:marTop w:val="0"/>
      <w:marBottom w:val="0"/>
      <w:divBdr>
        <w:top w:val="none" w:sz="0" w:space="0" w:color="auto"/>
        <w:left w:val="none" w:sz="0" w:space="0" w:color="auto"/>
        <w:bottom w:val="none" w:sz="0" w:space="0" w:color="auto"/>
        <w:right w:val="none" w:sz="0" w:space="0" w:color="auto"/>
      </w:divBdr>
    </w:div>
    <w:div w:id="1476532584">
      <w:bodyDiv w:val="1"/>
      <w:marLeft w:val="0"/>
      <w:marRight w:val="0"/>
      <w:marTop w:val="0"/>
      <w:marBottom w:val="0"/>
      <w:divBdr>
        <w:top w:val="none" w:sz="0" w:space="0" w:color="auto"/>
        <w:left w:val="none" w:sz="0" w:space="0" w:color="auto"/>
        <w:bottom w:val="none" w:sz="0" w:space="0" w:color="auto"/>
        <w:right w:val="none" w:sz="0" w:space="0" w:color="auto"/>
      </w:divBdr>
    </w:div>
    <w:div w:id="1483427155">
      <w:bodyDiv w:val="1"/>
      <w:marLeft w:val="0"/>
      <w:marRight w:val="0"/>
      <w:marTop w:val="0"/>
      <w:marBottom w:val="0"/>
      <w:divBdr>
        <w:top w:val="none" w:sz="0" w:space="0" w:color="auto"/>
        <w:left w:val="none" w:sz="0" w:space="0" w:color="auto"/>
        <w:bottom w:val="none" w:sz="0" w:space="0" w:color="auto"/>
        <w:right w:val="none" w:sz="0" w:space="0" w:color="auto"/>
      </w:divBdr>
    </w:div>
    <w:div w:id="1491557238">
      <w:bodyDiv w:val="1"/>
      <w:marLeft w:val="0"/>
      <w:marRight w:val="0"/>
      <w:marTop w:val="0"/>
      <w:marBottom w:val="0"/>
      <w:divBdr>
        <w:top w:val="none" w:sz="0" w:space="0" w:color="auto"/>
        <w:left w:val="none" w:sz="0" w:space="0" w:color="auto"/>
        <w:bottom w:val="none" w:sz="0" w:space="0" w:color="auto"/>
        <w:right w:val="none" w:sz="0" w:space="0" w:color="auto"/>
      </w:divBdr>
    </w:div>
    <w:div w:id="1503737341">
      <w:bodyDiv w:val="1"/>
      <w:marLeft w:val="0"/>
      <w:marRight w:val="0"/>
      <w:marTop w:val="0"/>
      <w:marBottom w:val="0"/>
      <w:divBdr>
        <w:top w:val="none" w:sz="0" w:space="0" w:color="auto"/>
        <w:left w:val="none" w:sz="0" w:space="0" w:color="auto"/>
        <w:bottom w:val="none" w:sz="0" w:space="0" w:color="auto"/>
        <w:right w:val="none" w:sz="0" w:space="0" w:color="auto"/>
      </w:divBdr>
    </w:div>
    <w:div w:id="1517959817">
      <w:bodyDiv w:val="1"/>
      <w:marLeft w:val="0"/>
      <w:marRight w:val="0"/>
      <w:marTop w:val="0"/>
      <w:marBottom w:val="0"/>
      <w:divBdr>
        <w:top w:val="none" w:sz="0" w:space="0" w:color="auto"/>
        <w:left w:val="none" w:sz="0" w:space="0" w:color="auto"/>
        <w:bottom w:val="none" w:sz="0" w:space="0" w:color="auto"/>
        <w:right w:val="none" w:sz="0" w:space="0" w:color="auto"/>
      </w:divBdr>
    </w:div>
    <w:div w:id="1520657014">
      <w:bodyDiv w:val="1"/>
      <w:marLeft w:val="0"/>
      <w:marRight w:val="0"/>
      <w:marTop w:val="0"/>
      <w:marBottom w:val="0"/>
      <w:divBdr>
        <w:top w:val="none" w:sz="0" w:space="0" w:color="auto"/>
        <w:left w:val="none" w:sz="0" w:space="0" w:color="auto"/>
        <w:bottom w:val="none" w:sz="0" w:space="0" w:color="auto"/>
        <w:right w:val="none" w:sz="0" w:space="0" w:color="auto"/>
      </w:divBdr>
    </w:div>
    <w:div w:id="1525897122">
      <w:bodyDiv w:val="1"/>
      <w:marLeft w:val="0"/>
      <w:marRight w:val="0"/>
      <w:marTop w:val="0"/>
      <w:marBottom w:val="0"/>
      <w:divBdr>
        <w:top w:val="none" w:sz="0" w:space="0" w:color="auto"/>
        <w:left w:val="none" w:sz="0" w:space="0" w:color="auto"/>
        <w:bottom w:val="none" w:sz="0" w:space="0" w:color="auto"/>
        <w:right w:val="none" w:sz="0" w:space="0" w:color="auto"/>
      </w:divBdr>
    </w:div>
    <w:div w:id="1530530248">
      <w:bodyDiv w:val="1"/>
      <w:marLeft w:val="0"/>
      <w:marRight w:val="0"/>
      <w:marTop w:val="0"/>
      <w:marBottom w:val="0"/>
      <w:divBdr>
        <w:top w:val="none" w:sz="0" w:space="0" w:color="auto"/>
        <w:left w:val="none" w:sz="0" w:space="0" w:color="auto"/>
        <w:bottom w:val="none" w:sz="0" w:space="0" w:color="auto"/>
        <w:right w:val="none" w:sz="0" w:space="0" w:color="auto"/>
      </w:divBdr>
    </w:div>
    <w:div w:id="1536696915">
      <w:bodyDiv w:val="1"/>
      <w:marLeft w:val="0"/>
      <w:marRight w:val="0"/>
      <w:marTop w:val="0"/>
      <w:marBottom w:val="0"/>
      <w:divBdr>
        <w:top w:val="none" w:sz="0" w:space="0" w:color="auto"/>
        <w:left w:val="none" w:sz="0" w:space="0" w:color="auto"/>
        <w:bottom w:val="none" w:sz="0" w:space="0" w:color="auto"/>
        <w:right w:val="none" w:sz="0" w:space="0" w:color="auto"/>
      </w:divBdr>
    </w:div>
    <w:div w:id="1545488318">
      <w:bodyDiv w:val="1"/>
      <w:marLeft w:val="0"/>
      <w:marRight w:val="0"/>
      <w:marTop w:val="0"/>
      <w:marBottom w:val="0"/>
      <w:divBdr>
        <w:top w:val="none" w:sz="0" w:space="0" w:color="auto"/>
        <w:left w:val="none" w:sz="0" w:space="0" w:color="auto"/>
        <w:bottom w:val="none" w:sz="0" w:space="0" w:color="auto"/>
        <w:right w:val="none" w:sz="0" w:space="0" w:color="auto"/>
      </w:divBdr>
    </w:div>
    <w:div w:id="1549757830">
      <w:bodyDiv w:val="1"/>
      <w:marLeft w:val="0"/>
      <w:marRight w:val="0"/>
      <w:marTop w:val="0"/>
      <w:marBottom w:val="0"/>
      <w:divBdr>
        <w:top w:val="none" w:sz="0" w:space="0" w:color="auto"/>
        <w:left w:val="none" w:sz="0" w:space="0" w:color="auto"/>
        <w:bottom w:val="none" w:sz="0" w:space="0" w:color="auto"/>
        <w:right w:val="none" w:sz="0" w:space="0" w:color="auto"/>
      </w:divBdr>
    </w:div>
    <w:div w:id="1555581805">
      <w:bodyDiv w:val="1"/>
      <w:marLeft w:val="0"/>
      <w:marRight w:val="0"/>
      <w:marTop w:val="0"/>
      <w:marBottom w:val="0"/>
      <w:divBdr>
        <w:top w:val="none" w:sz="0" w:space="0" w:color="auto"/>
        <w:left w:val="none" w:sz="0" w:space="0" w:color="auto"/>
        <w:bottom w:val="none" w:sz="0" w:space="0" w:color="auto"/>
        <w:right w:val="none" w:sz="0" w:space="0" w:color="auto"/>
      </w:divBdr>
    </w:div>
    <w:div w:id="1565990083">
      <w:bodyDiv w:val="1"/>
      <w:marLeft w:val="0"/>
      <w:marRight w:val="0"/>
      <w:marTop w:val="0"/>
      <w:marBottom w:val="0"/>
      <w:divBdr>
        <w:top w:val="none" w:sz="0" w:space="0" w:color="auto"/>
        <w:left w:val="none" w:sz="0" w:space="0" w:color="auto"/>
        <w:bottom w:val="none" w:sz="0" w:space="0" w:color="auto"/>
        <w:right w:val="none" w:sz="0" w:space="0" w:color="auto"/>
      </w:divBdr>
    </w:div>
    <w:div w:id="1579291057">
      <w:bodyDiv w:val="1"/>
      <w:marLeft w:val="0"/>
      <w:marRight w:val="0"/>
      <w:marTop w:val="0"/>
      <w:marBottom w:val="0"/>
      <w:divBdr>
        <w:top w:val="none" w:sz="0" w:space="0" w:color="auto"/>
        <w:left w:val="none" w:sz="0" w:space="0" w:color="auto"/>
        <w:bottom w:val="none" w:sz="0" w:space="0" w:color="auto"/>
        <w:right w:val="none" w:sz="0" w:space="0" w:color="auto"/>
      </w:divBdr>
    </w:div>
    <w:div w:id="1581139124">
      <w:bodyDiv w:val="1"/>
      <w:marLeft w:val="0"/>
      <w:marRight w:val="0"/>
      <w:marTop w:val="0"/>
      <w:marBottom w:val="0"/>
      <w:divBdr>
        <w:top w:val="none" w:sz="0" w:space="0" w:color="auto"/>
        <w:left w:val="none" w:sz="0" w:space="0" w:color="auto"/>
        <w:bottom w:val="none" w:sz="0" w:space="0" w:color="auto"/>
        <w:right w:val="none" w:sz="0" w:space="0" w:color="auto"/>
      </w:divBdr>
    </w:div>
    <w:div w:id="1604458871">
      <w:bodyDiv w:val="1"/>
      <w:marLeft w:val="0"/>
      <w:marRight w:val="0"/>
      <w:marTop w:val="0"/>
      <w:marBottom w:val="0"/>
      <w:divBdr>
        <w:top w:val="none" w:sz="0" w:space="0" w:color="auto"/>
        <w:left w:val="none" w:sz="0" w:space="0" w:color="auto"/>
        <w:bottom w:val="none" w:sz="0" w:space="0" w:color="auto"/>
        <w:right w:val="none" w:sz="0" w:space="0" w:color="auto"/>
      </w:divBdr>
    </w:div>
    <w:div w:id="1616865049">
      <w:bodyDiv w:val="1"/>
      <w:marLeft w:val="0"/>
      <w:marRight w:val="0"/>
      <w:marTop w:val="0"/>
      <w:marBottom w:val="0"/>
      <w:divBdr>
        <w:top w:val="none" w:sz="0" w:space="0" w:color="auto"/>
        <w:left w:val="none" w:sz="0" w:space="0" w:color="auto"/>
        <w:bottom w:val="none" w:sz="0" w:space="0" w:color="auto"/>
        <w:right w:val="none" w:sz="0" w:space="0" w:color="auto"/>
      </w:divBdr>
    </w:div>
    <w:div w:id="1620913913">
      <w:bodyDiv w:val="1"/>
      <w:marLeft w:val="0"/>
      <w:marRight w:val="0"/>
      <w:marTop w:val="0"/>
      <w:marBottom w:val="0"/>
      <w:divBdr>
        <w:top w:val="none" w:sz="0" w:space="0" w:color="auto"/>
        <w:left w:val="none" w:sz="0" w:space="0" w:color="auto"/>
        <w:bottom w:val="none" w:sz="0" w:space="0" w:color="auto"/>
        <w:right w:val="none" w:sz="0" w:space="0" w:color="auto"/>
      </w:divBdr>
    </w:div>
    <w:div w:id="1630672081">
      <w:bodyDiv w:val="1"/>
      <w:marLeft w:val="0"/>
      <w:marRight w:val="0"/>
      <w:marTop w:val="0"/>
      <w:marBottom w:val="0"/>
      <w:divBdr>
        <w:top w:val="none" w:sz="0" w:space="0" w:color="auto"/>
        <w:left w:val="none" w:sz="0" w:space="0" w:color="auto"/>
        <w:bottom w:val="none" w:sz="0" w:space="0" w:color="auto"/>
        <w:right w:val="none" w:sz="0" w:space="0" w:color="auto"/>
      </w:divBdr>
    </w:div>
    <w:div w:id="1634679906">
      <w:bodyDiv w:val="1"/>
      <w:marLeft w:val="0"/>
      <w:marRight w:val="0"/>
      <w:marTop w:val="0"/>
      <w:marBottom w:val="0"/>
      <w:divBdr>
        <w:top w:val="none" w:sz="0" w:space="0" w:color="auto"/>
        <w:left w:val="none" w:sz="0" w:space="0" w:color="auto"/>
        <w:bottom w:val="none" w:sz="0" w:space="0" w:color="auto"/>
        <w:right w:val="none" w:sz="0" w:space="0" w:color="auto"/>
      </w:divBdr>
    </w:div>
    <w:div w:id="1638142752">
      <w:bodyDiv w:val="1"/>
      <w:marLeft w:val="0"/>
      <w:marRight w:val="0"/>
      <w:marTop w:val="0"/>
      <w:marBottom w:val="0"/>
      <w:divBdr>
        <w:top w:val="none" w:sz="0" w:space="0" w:color="auto"/>
        <w:left w:val="none" w:sz="0" w:space="0" w:color="auto"/>
        <w:bottom w:val="none" w:sz="0" w:space="0" w:color="auto"/>
        <w:right w:val="none" w:sz="0" w:space="0" w:color="auto"/>
      </w:divBdr>
    </w:div>
    <w:div w:id="1675064901">
      <w:bodyDiv w:val="1"/>
      <w:marLeft w:val="0"/>
      <w:marRight w:val="0"/>
      <w:marTop w:val="0"/>
      <w:marBottom w:val="0"/>
      <w:divBdr>
        <w:top w:val="none" w:sz="0" w:space="0" w:color="auto"/>
        <w:left w:val="none" w:sz="0" w:space="0" w:color="auto"/>
        <w:bottom w:val="none" w:sz="0" w:space="0" w:color="auto"/>
        <w:right w:val="none" w:sz="0" w:space="0" w:color="auto"/>
      </w:divBdr>
    </w:div>
    <w:div w:id="1675184749">
      <w:bodyDiv w:val="1"/>
      <w:marLeft w:val="0"/>
      <w:marRight w:val="0"/>
      <w:marTop w:val="0"/>
      <w:marBottom w:val="0"/>
      <w:divBdr>
        <w:top w:val="none" w:sz="0" w:space="0" w:color="auto"/>
        <w:left w:val="none" w:sz="0" w:space="0" w:color="auto"/>
        <w:bottom w:val="none" w:sz="0" w:space="0" w:color="auto"/>
        <w:right w:val="none" w:sz="0" w:space="0" w:color="auto"/>
      </w:divBdr>
    </w:div>
    <w:div w:id="1686901483">
      <w:bodyDiv w:val="1"/>
      <w:marLeft w:val="0"/>
      <w:marRight w:val="0"/>
      <w:marTop w:val="0"/>
      <w:marBottom w:val="0"/>
      <w:divBdr>
        <w:top w:val="none" w:sz="0" w:space="0" w:color="auto"/>
        <w:left w:val="none" w:sz="0" w:space="0" w:color="auto"/>
        <w:bottom w:val="none" w:sz="0" w:space="0" w:color="auto"/>
        <w:right w:val="none" w:sz="0" w:space="0" w:color="auto"/>
      </w:divBdr>
    </w:div>
    <w:div w:id="1697387789">
      <w:bodyDiv w:val="1"/>
      <w:marLeft w:val="0"/>
      <w:marRight w:val="0"/>
      <w:marTop w:val="0"/>
      <w:marBottom w:val="0"/>
      <w:divBdr>
        <w:top w:val="none" w:sz="0" w:space="0" w:color="auto"/>
        <w:left w:val="none" w:sz="0" w:space="0" w:color="auto"/>
        <w:bottom w:val="none" w:sz="0" w:space="0" w:color="auto"/>
        <w:right w:val="none" w:sz="0" w:space="0" w:color="auto"/>
      </w:divBdr>
    </w:div>
    <w:div w:id="1700230272">
      <w:bodyDiv w:val="1"/>
      <w:marLeft w:val="0"/>
      <w:marRight w:val="0"/>
      <w:marTop w:val="0"/>
      <w:marBottom w:val="0"/>
      <w:divBdr>
        <w:top w:val="none" w:sz="0" w:space="0" w:color="auto"/>
        <w:left w:val="none" w:sz="0" w:space="0" w:color="auto"/>
        <w:bottom w:val="none" w:sz="0" w:space="0" w:color="auto"/>
        <w:right w:val="none" w:sz="0" w:space="0" w:color="auto"/>
      </w:divBdr>
    </w:div>
    <w:div w:id="1710296211">
      <w:bodyDiv w:val="1"/>
      <w:marLeft w:val="0"/>
      <w:marRight w:val="0"/>
      <w:marTop w:val="0"/>
      <w:marBottom w:val="0"/>
      <w:divBdr>
        <w:top w:val="none" w:sz="0" w:space="0" w:color="auto"/>
        <w:left w:val="none" w:sz="0" w:space="0" w:color="auto"/>
        <w:bottom w:val="none" w:sz="0" w:space="0" w:color="auto"/>
        <w:right w:val="none" w:sz="0" w:space="0" w:color="auto"/>
      </w:divBdr>
    </w:div>
    <w:div w:id="1721515191">
      <w:bodyDiv w:val="1"/>
      <w:marLeft w:val="0"/>
      <w:marRight w:val="0"/>
      <w:marTop w:val="0"/>
      <w:marBottom w:val="0"/>
      <w:divBdr>
        <w:top w:val="none" w:sz="0" w:space="0" w:color="auto"/>
        <w:left w:val="none" w:sz="0" w:space="0" w:color="auto"/>
        <w:bottom w:val="none" w:sz="0" w:space="0" w:color="auto"/>
        <w:right w:val="none" w:sz="0" w:space="0" w:color="auto"/>
      </w:divBdr>
    </w:div>
    <w:div w:id="1733845062">
      <w:bodyDiv w:val="1"/>
      <w:marLeft w:val="0"/>
      <w:marRight w:val="0"/>
      <w:marTop w:val="0"/>
      <w:marBottom w:val="0"/>
      <w:divBdr>
        <w:top w:val="none" w:sz="0" w:space="0" w:color="auto"/>
        <w:left w:val="none" w:sz="0" w:space="0" w:color="auto"/>
        <w:bottom w:val="none" w:sz="0" w:space="0" w:color="auto"/>
        <w:right w:val="none" w:sz="0" w:space="0" w:color="auto"/>
      </w:divBdr>
    </w:div>
    <w:div w:id="1738359038">
      <w:bodyDiv w:val="1"/>
      <w:marLeft w:val="0"/>
      <w:marRight w:val="0"/>
      <w:marTop w:val="0"/>
      <w:marBottom w:val="0"/>
      <w:divBdr>
        <w:top w:val="none" w:sz="0" w:space="0" w:color="auto"/>
        <w:left w:val="none" w:sz="0" w:space="0" w:color="auto"/>
        <w:bottom w:val="none" w:sz="0" w:space="0" w:color="auto"/>
        <w:right w:val="none" w:sz="0" w:space="0" w:color="auto"/>
      </w:divBdr>
    </w:div>
    <w:div w:id="1755011104">
      <w:bodyDiv w:val="1"/>
      <w:marLeft w:val="0"/>
      <w:marRight w:val="0"/>
      <w:marTop w:val="0"/>
      <w:marBottom w:val="0"/>
      <w:divBdr>
        <w:top w:val="none" w:sz="0" w:space="0" w:color="auto"/>
        <w:left w:val="none" w:sz="0" w:space="0" w:color="auto"/>
        <w:bottom w:val="none" w:sz="0" w:space="0" w:color="auto"/>
        <w:right w:val="none" w:sz="0" w:space="0" w:color="auto"/>
      </w:divBdr>
    </w:div>
    <w:div w:id="1755082849">
      <w:bodyDiv w:val="1"/>
      <w:marLeft w:val="0"/>
      <w:marRight w:val="0"/>
      <w:marTop w:val="0"/>
      <w:marBottom w:val="0"/>
      <w:divBdr>
        <w:top w:val="none" w:sz="0" w:space="0" w:color="auto"/>
        <w:left w:val="none" w:sz="0" w:space="0" w:color="auto"/>
        <w:bottom w:val="none" w:sz="0" w:space="0" w:color="auto"/>
        <w:right w:val="none" w:sz="0" w:space="0" w:color="auto"/>
      </w:divBdr>
    </w:div>
    <w:div w:id="1761171108">
      <w:bodyDiv w:val="1"/>
      <w:marLeft w:val="0"/>
      <w:marRight w:val="0"/>
      <w:marTop w:val="0"/>
      <w:marBottom w:val="0"/>
      <w:divBdr>
        <w:top w:val="none" w:sz="0" w:space="0" w:color="auto"/>
        <w:left w:val="none" w:sz="0" w:space="0" w:color="auto"/>
        <w:bottom w:val="none" w:sz="0" w:space="0" w:color="auto"/>
        <w:right w:val="none" w:sz="0" w:space="0" w:color="auto"/>
      </w:divBdr>
    </w:div>
    <w:div w:id="1783645907">
      <w:bodyDiv w:val="1"/>
      <w:marLeft w:val="0"/>
      <w:marRight w:val="0"/>
      <w:marTop w:val="0"/>
      <w:marBottom w:val="0"/>
      <w:divBdr>
        <w:top w:val="none" w:sz="0" w:space="0" w:color="auto"/>
        <w:left w:val="none" w:sz="0" w:space="0" w:color="auto"/>
        <w:bottom w:val="none" w:sz="0" w:space="0" w:color="auto"/>
        <w:right w:val="none" w:sz="0" w:space="0" w:color="auto"/>
      </w:divBdr>
    </w:div>
    <w:div w:id="1787388306">
      <w:bodyDiv w:val="1"/>
      <w:marLeft w:val="0"/>
      <w:marRight w:val="0"/>
      <w:marTop w:val="0"/>
      <w:marBottom w:val="0"/>
      <w:divBdr>
        <w:top w:val="none" w:sz="0" w:space="0" w:color="auto"/>
        <w:left w:val="none" w:sz="0" w:space="0" w:color="auto"/>
        <w:bottom w:val="none" w:sz="0" w:space="0" w:color="auto"/>
        <w:right w:val="none" w:sz="0" w:space="0" w:color="auto"/>
      </w:divBdr>
    </w:div>
    <w:div w:id="1795825728">
      <w:bodyDiv w:val="1"/>
      <w:marLeft w:val="0"/>
      <w:marRight w:val="0"/>
      <w:marTop w:val="0"/>
      <w:marBottom w:val="0"/>
      <w:divBdr>
        <w:top w:val="none" w:sz="0" w:space="0" w:color="auto"/>
        <w:left w:val="none" w:sz="0" w:space="0" w:color="auto"/>
        <w:bottom w:val="none" w:sz="0" w:space="0" w:color="auto"/>
        <w:right w:val="none" w:sz="0" w:space="0" w:color="auto"/>
      </w:divBdr>
    </w:div>
    <w:div w:id="1798135148">
      <w:bodyDiv w:val="1"/>
      <w:marLeft w:val="0"/>
      <w:marRight w:val="0"/>
      <w:marTop w:val="0"/>
      <w:marBottom w:val="0"/>
      <w:divBdr>
        <w:top w:val="none" w:sz="0" w:space="0" w:color="auto"/>
        <w:left w:val="none" w:sz="0" w:space="0" w:color="auto"/>
        <w:bottom w:val="none" w:sz="0" w:space="0" w:color="auto"/>
        <w:right w:val="none" w:sz="0" w:space="0" w:color="auto"/>
      </w:divBdr>
    </w:div>
    <w:div w:id="1800878763">
      <w:bodyDiv w:val="1"/>
      <w:marLeft w:val="0"/>
      <w:marRight w:val="0"/>
      <w:marTop w:val="0"/>
      <w:marBottom w:val="0"/>
      <w:divBdr>
        <w:top w:val="none" w:sz="0" w:space="0" w:color="auto"/>
        <w:left w:val="none" w:sz="0" w:space="0" w:color="auto"/>
        <w:bottom w:val="none" w:sz="0" w:space="0" w:color="auto"/>
        <w:right w:val="none" w:sz="0" w:space="0" w:color="auto"/>
      </w:divBdr>
    </w:div>
    <w:div w:id="1831826465">
      <w:bodyDiv w:val="1"/>
      <w:marLeft w:val="0"/>
      <w:marRight w:val="0"/>
      <w:marTop w:val="0"/>
      <w:marBottom w:val="0"/>
      <w:divBdr>
        <w:top w:val="none" w:sz="0" w:space="0" w:color="auto"/>
        <w:left w:val="none" w:sz="0" w:space="0" w:color="auto"/>
        <w:bottom w:val="none" w:sz="0" w:space="0" w:color="auto"/>
        <w:right w:val="none" w:sz="0" w:space="0" w:color="auto"/>
      </w:divBdr>
    </w:div>
    <w:div w:id="1842961250">
      <w:bodyDiv w:val="1"/>
      <w:marLeft w:val="0"/>
      <w:marRight w:val="0"/>
      <w:marTop w:val="0"/>
      <w:marBottom w:val="0"/>
      <w:divBdr>
        <w:top w:val="none" w:sz="0" w:space="0" w:color="auto"/>
        <w:left w:val="none" w:sz="0" w:space="0" w:color="auto"/>
        <w:bottom w:val="none" w:sz="0" w:space="0" w:color="auto"/>
        <w:right w:val="none" w:sz="0" w:space="0" w:color="auto"/>
      </w:divBdr>
    </w:div>
    <w:div w:id="1851603892">
      <w:bodyDiv w:val="1"/>
      <w:marLeft w:val="0"/>
      <w:marRight w:val="0"/>
      <w:marTop w:val="0"/>
      <w:marBottom w:val="0"/>
      <w:divBdr>
        <w:top w:val="none" w:sz="0" w:space="0" w:color="auto"/>
        <w:left w:val="none" w:sz="0" w:space="0" w:color="auto"/>
        <w:bottom w:val="none" w:sz="0" w:space="0" w:color="auto"/>
        <w:right w:val="none" w:sz="0" w:space="0" w:color="auto"/>
      </w:divBdr>
    </w:div>
    <w:div w:id="1868326508">
      <w:bodyDiv w:val="1"/>
      <w:marLeft w:val="0"/>
      <w:marRight w:val="0"/>
      <w:marTop w:val="0"/>
      <w:marBottom w:val="0"/>
      <w:divBdr>
        <w:top w:val="none" w:sz="0" w:space="0" w:color="auto"/>
        <w:left w:val="none" w:sz="0" w:space="0" w:color="auto"/>
        <w:bottom w:val="none" w:sz="0" w:space="0" w:color="auto"/>
        <w:right w:val="none" w:sz="0" w:space="0" w:color="auto"/>
      </w:divBdr>
    </w:div>
    <w:div w:id="1869679335">
      <w:bodyDiv w:val="1"/>
      <w:marLeft w:val="0"/>
      <w:marRight w:val="0"/>
      <w:marTop w:val="0"/>
      <w:marBottom w:val="0"/>
      <w:divBdr>
        <w:top w:val="none" w:sz="0" w:space="0" w:color="auto"/>
        <w:left w:val="none" w:sz="0" w:space="0" w:color="auto"/>
        <w:bottom w:val="none" w:sz="0" w:space="0" w:color="auto"/>
        <w:right w:val="none" w:sz="0" w:space="0" w:color="auto"/>
      </w:divBdr>
    </w:div>
    <w:div w:id="1872262335">
      <w:bodyDiv w:val="1"/>
      <w:marLeft w:val="0"/>
      <w:marRight w:val="0"/>
      <w:marTop w:val="0"/>
      <w:marBottom w:val="0"/>
      <w:divBdr>
        <w:top w:val="none" w:sz="0" w:space="0" w:color="auto"/>
        <w:left w:val="none" w:sz="0" w:space="0" w:color="auto"/>
        <w:bottom w:val="none" w:sz="0" w:space="0" w:color="auto"/>
        <w:right w:val="none" w:sz="0" w:space="0" w:color="auto"/>
      </w:divBdr>
    </w:div>
    <w:div w:id="1875534698">
      <w:bodyDiv w:val="1"/>
      <w:marLeft w:val="0"/>
      <w:marRight w:val="0"/>
      <w:marTop w:val="0"/>
      <w:marBottom w:val="0"/>
      <w:divBdr>
        <w:top w:val="none" w:sz="0" w:space="0" w:color="auto"/>
        <w:left w:val="none" w:sz="0" w:space="0" w:color="auto"/>
        <w:bottom w:val="none" w:sz="0" w:space="0" w:color="auto"/>
        <w:right w:val="none" w:sz="0" w:space="0" w:color="auto"/>
      </w:divBdr>
    </w:div>
    <w:div w:id="1875924051">
      <w:bodyDiv w:val="1"/>
      <w:marLeft w:val="0"/>
      <w:marRight w:val="0"/>
      <w:marTop w:val="0"/>
      <w:marBottom w:val="0"/>
      <w:divBdr>
        <w:top w:val="none" w:sz="0" w:space="0" w:color="auto"/>
        <w:left w:val="none" w:sz="0" w:space="0" w:color="auto"/>
        <w:bottom w:val="none" w:sz="0" w:space="0" w:color="auto"/>
        <w:right w:val="none" w:sz="0" w:space="0" w:color="auto"/>
      </w:divBdr>
    </w:div>
    <w:div w:id="1910269408">
      <w:bodyDiv w:val="1"/>
      <w:marLeft w:val="0"/>
      <w:marRight w:val="0"/>
      <w:marTop w:val="0"/>
      <w:marBottom w:val="0"/>
      <w:divBdr>
        <w:top w:val="none" w:sz="0" w:space="0" w:color="auto"/>
        <w:left w:val="none" w:sz="0" w:space="0" w:color="auto"/>
        <w:bottom w:val="none" w:sz="0" w:space="0" w:color="auto"/>
        <w:right w:val="none" w:sz="0" w:space="0" w:color="auto"/>
      </w:divBdr>
    </w:div>
    <w:div w:id="1913465758">
      <w:bodyDiv w:val="1"/>
      <w:marLeft w:val="0"/>
      <w:marRight w:val="0"/>
      <w:marTop w:val="0"/>
      <w:marBottom w:val="0"/>
      <w:divBdr>
        <w:top w:val="none" w:sz="0" w:space="0" w:color="auto"/>
        <w:left w:val="none" w:sz="0" w:space="0" w:color="auto"/>
        <w:bottom w:val="none" w:sz="0" w:space="0" w:color="auto"/>
        <w:right w:val="none" w:sz="0" w:space="0" w:color="auto"/>
      </w:divBdr>
    </w:div>
    <w:div w:id="1917469653">
      <w:bodyDiv w:val="1"/>
      <w:marLeft w:val="0"/>
      <w:marRight w:val="0"/>
      <w:marTop w:val="0"/>
      <w:marBottom w:val="0"/>
      <w:divBdr>
        <w:top w:val="none" w:sz="0" w:space="0" w:color="auto"/>
        <w:left w:val="none" w:sz="0" w:space="0" w:color="auto"/>
        <w:bottom w:val="none" w:sz="0" w:space="0" w:color="auto"/>
        <w:right w:val="none" w:sz="0" w:space="0" w:color="auto"/>
      </w:divBdr>
    </w:div>
    <w:div w:id="1920165378">
      <w:bodyDiv w:val="1"/>
      <w:marLeft w:val="0"/>
      <w:marRight w:val="0"/>
      <w:marTop w:val="0"/>
      <w:marBottom w:val="0"/>
      <w:divBdr>
        <w:top w:val="none" w:sz="0" w:space="0" w:color="auto"/>
        <w:left w:val="none" w:sz="0" w:space="0" w:color="auto"/>
        <w:bottom w:val="none" w:sz="0" w:space="0" w:color="auto"/>
        <w:right w:val="none" w:sz="0" w:space="0" w:color="auto"/>
      </w:divBdr>
    </w:div>
    <w:div w:id="1927956856">
      <w:bodyDiv w:val="1"/>
      <w:marLeft w:val="0"/>
      <w:marRight w:val="0"/>
      <w:marTop w:val="0"/>
      <w:marBottom w:val="0"/>
      <w:divBdr>
        <w:top w:val="none" w:sz="0" w:space="0" w:color="auto"/>
        <w:left w:val="none" w:sz="0" w:space="0" w:color="auto"/>
        <w:bottom w:val="none" w:sz="0" w:space="0" w:color="auto"/>
        <w:right w:val="none" w:sz="0" w:space="0" w:color="auto"/>
      </w:divBdr>
    </w:div>
    <w:div w:id="1935550682">
      <w:bodyDiv w:val="1"/>
      <w:marLeft w:val="0"/>
      <w:marRight w:val="0"/>
      <w:marTop w:val="0"/>
      <w:marBottom w:val="0"/>
      <w:divBdr>
        <w:top w:val="none" w:sz="0" w:space="0" w:color="auto"/>
        <w:left w:val="none" w:sz="0" w:space="0" w:color="auto"/>
        <w:bottom w:val="none" w:sz="0" w:space="0" w:color="auto"/>
        <w:right w:val="none" w:sz="0" w:space="0" w:color="auto"/>
      </w:divBdr>
    </w:div>
    <w:div w:id="1948271509">
      <w:bodyDiv w:val="1"/>
      <w:marLeft w:val="0"/>
      <w:marRight w:val="0"/>
      <w:marTop w:val="0"/>
      <w:marBottom w:val="0"/>
      <w:divBdr>
        <w:top w:val="none" w:sz="0" w:space="0" w:color="auto"/>
        <w:left w:val="none" w:sz="0" w:space="0" w:color="auto"/>
        <w:bottom w:val="none" w:sz="0" w:space="0" w:color="auto"/>
        <w:right w:val="none" w:sz="0" w:space="0" w:color="auto"/>
      </w:divBdr>
    </w:div>
    <w:div w:id="1952321463">
      <w:bodyDiv w:val="1"/>
      <w:marLeft w:val="0"/>
      <w:marRight w:val="0"/>
      <w:marTop w:val="0"/>
      <w:marBottom w:val="0"/>
      <w:divBdr>
        <w:top w:val="none" w:sz="0" w:space="0" w:color="auto"/>
        <w:left w:val="none" w:sz="0" w:space="0" w:color="auto"/>
        <w:bottom w:val="none" w:sz="0" w:space="0" w:color="auto"/>
        <w:right w:val="none" w:sz="0" w:space="0" w:color="auto"/>
      </w:divBdr>
    </w:div>
    <w:div w:id="1964647594">
      <w:bodyDiv w:val="1"/>
      <w:marLeft w:val="0"/>
      <w:marRight w:val="0"/>
      <w:marTop w:val="0"/>
      <w:marBottom w:val="0"/>
      <w:divBdr>
        <w:top w:val="none" w:sz="0" w:space="0" w:color="auto"/>
        <w:left w:val="none" w:sz="0" w:space="0" w:color="auto"/>
        <w:bottom w:val="none" w:sz="0" w:space="0" w:color="auto"/>
        <w:right w:val="none" w:sz="0" w:space="0" w:color="auto"/>
      </w:divBdr>
    </w:div>
    <w:div w:id="1965119101">
      <w:bodyDiv w:val="1"/>
      <w:marLeft w:val="0"/>
      <w:marRight w:val="0"/>
      <w:marTop w:val="0"/>
      <w:marBottom w:val="0"/>
      <w:divBdr>
        <w:top w:val="none" w:sz="0" w:space="0" w:color="auto"/>
        <w:left w:val="none" w:sz="0" w:space="0" w:color="auto"/>
        <w:bottom w:val="none" w:sz="0" w:space="0" w:color="auto"/>
        <w:right w:val="none" w:sz="0" w:space="0" w:color="auto"/>
      </w:divBdr>
    </w:div>
    <w:div w:id="1966039107">
      <w:bodyDiv w:val="1"/>
      <w:marLeft w:val="0"/>
      <w:marRight w:val="0"/>
      <w:marTop w:val="0"/>
      <w:marBottom w:val="0"/>
      <w:divBdr>
        <w:top w:val="none" w:sz="0" w:space="0" w:color="auto"/>
        <w:left w:val="none" w:sz="0" w:space="0" w:color="auto"/>
        <w:bottom w:val="none" w:sz="0" w:space="0" w:color="auto"/>
        <w:right w:val="none" w:sz="0" w:space="0" w:color="auto"/>
      </w:divBdr>
    </w:div>
    <w:div w:id="1972975541">
      <w:bodyDiv w:val="1"/>
      <w:marLeft w:val="0"/>
      <w:marRight w:val="0"/>
      <w:marTop w:val="0"/>
      <w:marBottom w:val="0"/>
      <w:divBdr>
        <w:top w:val="none" w:sz="0" w:space="0" w:color="auto"/>
        <w:left w:val="none" w:sz="0" w:space="0" w:color="auto"/>
        <w:bottom w:val="none" w:sz="0" w:space="0" w:color="auto"/>
        <w:right w:val="none" w:sz="0" w:space="0" w:color="auto"/>
      </w:divBdr>
    </w:div>
    <w:div w:id="1976518468">
      <w:bodyDiv w:val="1"/>
      <w:marLeft w:val="0"/>
      <w:marRight w:val="0"/>
      <w:marTop w:val="0"/>
      <w:marBottom w:val="0"/>
      <w:divBdr>
        <w:top w:val="none" w:sz="0" w:space="0" w:color="auto"/>
        <w:left w:val="none" w:sz="0" w:space="0" w:color="auto"/>
        <w:bottom w:val="none" w:sz="0" w:space="0" w:color="auto"/>
        <w:right w:val="none" w:sz="0" w:space="0" w:color="auto"/>
      </w:divBdr>
    </w:div>
    <w:div w:id="1979258973">
      <w:bodyDiv w:val="1"/>
      <w:marLeft w:val="0"/>
      <w:marRight w:val="0"/>
      <w:marTop w:val="0"/>
      <w:marBottom w:val="0"/>
      <w:divBdr>
        <w:top w:val="none" w:sz="0" w:space="0" w:color="auto"/>
        <w:left w:val="none" w:sz="0" w:space="0" w:color="auto"/>
        <w:bottom w:val="none" w:sz="0" w:space="0" w:color="auto"/>
        <w:right w:val="none" w:sz="0" w:space="0" w:color="auto"/>
      </w:divBdr>
    </w:div>
    <w:div w:id="1987273684">
      <w:bodyDiv w:val="1"/>
      <w:marLeft w:val="0"/>
      <w:marRight w:val="0"/>
      <w:marTop w:val="0"/>
      <w:marBottom w:val="0"/>
      <w:divBdr>
        <w:top w:val="none" w:sz="0" w:space="0" w:color="auto"/>
        <w:left w:val="none" w:sz="0" w:space="0" w:color="auto"/>
        <w:bottom w:val="none" w:sz="0" w:space="0" w:color="auto"/>
        <w:right w:val="none" w:sz="0" w:space="0" w:color="auto"/>
      </w:divBdr>
    </w:div>
    <w:div w:id="1988321249">
      <w:bodyDiv w:val="1"/>
      <w:marLeft w:val="0"/>
      <w:marRight w:val="0"/>
      <w:marTop w:val="0"/>
      <w:marBottom w:val="0"/>
      <w:divBdr>
        <w:top w:val="none" w:sz="0" w:space="0" w:color="auto"/>
        <w:left w:val="none" w:sz="0" w:space="0" w:color="auto"/>
        <w:bottom w:val="none" w:sz="0" w:space="0" w:color="auto"/>
        <w:right w:val="none" w:sz="0" w:space="0" w:color="auto"/>
      </w:divBdr>
    </w:div>
    <w:div w:id="1989360951">
      <w:bodyDiv w:val="1"/>
      <w:marLeft w:val="0"/>
      <w:marRight w:val="0"/>
      <w:marTop w:val="0"/>
      <w:marBottom w:val="0"/>
      <w:divBdr>
        <w:top w:val="none" w:sz="0" w:space="0" w:color="auto"/>
        <w:left w:val="none" w:sz="0" w:space="0" w:color="auto"/>
        <w:bottom w:val="none" w:sz="0" w:space="0" w:color="auto"/>
        <w:right w:val="none" w:sz="0" w:space="0" w:color="auto"/>
      </w:divBdr>
    </w:div>
    <w:div w:id="1994672858">
      <w:bodyDiv w:val="1"/>
      <w:marLeft w:val="0"/>
      <w:marRight w:val="0"/>
      <w:marTop w:val="0"/>
      <w:marBottom w:val="0"/>
      <w:divBdr>
        <w:top w:val="none" w:sz="0" w:space="0" w:color="auto"/>
        <w:left w:val="none" w:sz="0" w:space="0" w:color="auto"/>
        <w:bottom w:val="none" w:sz="0" w:space="0" w:color="auto"/>
        <w:right w:val="none" w:sz="0" w:space="0" w:color="auto"/>
      </w:divBdr>
    </w:div>
    <w:div w:id="1997689402">
      <w:bodyDiv w:val="1"/>
      <w:marLeft w:val="0"/>
      <w:marRight w:val="0"/>
      <w:marTop w:val="0"/>
      <w:marBottom w:val="0"/>
      <w:divBdr>
        <w:top w:val="none" w:sz="0" w:space="0" w:color="auto"/>
        <w:left w:val="none" w:sz="0" w:space="0" w:color="auto"/>
        <w:bottom w:val="none" w:sz="0" w:space="0" w:color="auto"/>
        <w:right w:val="none" w:sz="0" w:space="0" w:color="auto"/>
      </w:divBdr>
    </w:div>
    <w:div w:id="2003391140">
      <w:bodyDiv w:val="1"/>
      <w:marLeft w:val="0"/>
      <w:marRight w:val="0"/>
      <w:marTop w:val="0"/>
      <w:marBottom w:val="0"/>
      <w:divBdr>
        <w:top w:val="none" w:sz="0" w:space="0" w:color="auto"/>
        <w:left w:val="none" w:sz="0" w:space="0" w:color="auto"/>
        <w:bottom w:val="none" w:sz="0" w:space="0" w:color="auto"/>
        <w:right w:val="none" w:sz="0" w:space="0" w:color="auto"/>
      </w:divBdr>
    </w:div>
    <w:div w:id="2008317334">
      <w:bodyDiv w:val="1"/>
      <w:marLeft w:val="0"/>
      <w:marRight w:val="0"/>
      <w:marTop w:val="0"/>
      <w:marBottom w:val="0"/>
      <w:divBdr>
        <w:top w:val="none" w:sz="0" w:space="0" w:color="auto"/>
        <w:left w:val="none" w:sz="0" w:space="0" w:color="auto"/>
        <w:bottom w:val="none" w:sz="0" w:space="0" w:color="auto"/>
        <w:right w:val="none" w:sz="0" w:space="0" w:color="auto"/>
      </w:divBdr>
    </w:div>
    <w:div w:id="2022118670">
      <w:bodyDiv w:val="1"/>
      <w:marLeft w:val="0"/>
      <w:marRight w:val="0"/>
      <w:marTop w:val="0"/>
      <w:marBottom w:val="0"/>
      <w:divBdr>
        <w:top w:val="none" w:sz="0" w:space="0" w:color="auto"/>
        <w:left w:val="none" w:sz="0" w:space="0" w:color="auto"/>
        <w:bottom w:val="none" w:sz="0" w:space="0" w:color="auto"/>
        <w:right w:val="none" w:sz="0" w:space="0" w:color="auto"/>
      </w:divBdr>
    </w:div>
    <w:div w:id="2028632298">
      <w:bodyDiv w:val="1"/>
      <w:marLeft w:val="0"/>
      <w:marRight w:val="0"/>
      <w:marTop w:val="0"/>
      <w:marBottom w:val="0"/>
      <w:divBdr>
        <w:top w:val="none" w:sz="0" w:space="0" w:color="auto"/>
        <w:left w:val="none" w:sz="0" w:space="0" w:color="auto"/>
        <w:bottom w:val="none" w:sz="0" w:space="0" w:color="auto"/>
        <w:right w:val="none" w:sz="0" w:space="0" w:color="auto"/>
      </w:divBdr>
    </w:div>
    <w:div w:id="2029480596">
      <w:bodyDiv w:val="1"/>
      <w:marLeft w:val="0"/>
      <w:marRight w:val="0"/>
      <w:marTop w:val="0"/>
      <w:marBottom w:val="0"/>
      <w:divBdr>
        <w:top w:val="none" w:sz="0" w:space="0" w:color="auto"/>
        <w:left w:val="none" w:sz="0" w:space="0" w:color="auto"/>
        <w:bottom w:val="none" w:sz="0" w:space="0" w:color="auto"/>
        <w:right w:val="none" w:sz="0" w:space="0" w:color="auto"/>
      </w:divBdr>
    </w:div>
    <w:div w:id="2047168916">
      <w:bodyDiv w:val="1"/>
      <w:marLeft w:val="0"/>
      <w:marRight w:val="0"/>
      <w:marTop w:val="0"/>
      <w:marBottom w:val="0"/>
      <w:divBdr>
        <w:top w:val="none" w:sz="0" w:space="0" w:color="auto"/>
        <w:left w:val="none" w:sz="0" w:space="0" w:color="auto"/>
        <w:bottom w:val="none" w:sz="0" w:space="0" w:color="auto"/>
        <w:right w:val="none" w:sz="0" w:space="0" w:color="auto"/>
      </w:divBdr>
    </w:div>
    <w:div w:id="2063358594">
      <w:bodyDiv w:val="1"/>
      <w:marLeft w:val="0"/>
      <w:marRight w:val="0"/>
      <w:marTop w:val="0"/>
      <w:marBottom w:val="0"/>
      <w:divBdr>
        <w:top w:val="none" w:sz="0" w:space="0" w:color="auto"/>
        <w:left w:val="none" w:sz="0" w:space="0" w:color="auto"/>
        <w:bottom w:val="none" w:sz="0" w:space="0" w:color="auto"/>
        <w:right w:val="none" w:sz="0" w:space="0" w:color="auto"/>
      </w:divBdr>
    </w:div>
    <w:div w:id="2065983820">
      <w:bodyDiv w:val="1"/>
      <w:marLeft w:val="0"/>
      <w:marRight w:val="0"/>
      <w:marTop w:val="0"/>
      <w:marBottom w:val="0"/>
      <w:divBdr>
        <w:top w:val="none" w:sz="0" w:space="0" w:color="auto"/>
        <w:left w:val="none" w:sz="0" w:space="0" w:color="auto"/>
        <w:bottom w:val="none" w:sz="0" w:space="0" w:color="auto"/>
        <w:right w:val="none" w:sz="0" w:space="0" w:color="auto"/>
      </w:divBdr>
    </w:div>
    <w:div w:id="2068064737">
      <w:bodyDiv w:val="1"/>
      <w:marLeft w:val="0"/>
      <w:marRight w:val="0"/>
      <w:marTop w:val="0"/>
      <w:marBottom w:val="0"/>
      <w:divBdr>
        <w:top w:val="none" w:sz="0" w:space="0" w:color="auto"/>
        <w:left w:val="none" w:sz="0" w:space="0" w:color="auto"/>
        <w:bottom w:val="none" w:sz="0" w:space="0" w:color="auto"/>
        <w:right w:val="none" w:sz="0" w:space="0" w:color="auto"/>
      </w:divBdr>
    </w:div>
    <w:div w:id="2068796375">
      <w:bodyDiv w:val="1"/>
      <w:marLeft w:val="0"/>
      <w:marRight w:val="0"/>
      <w:marTop w:val="0"/>
      <w:marBottom w:val="0"/>
      <w:divBdr>
        <w:top w:val="none" w:sz="0" w:space="0" w:color="auto"/>
        <w:left w:val="none" w:sz="0" w:space="0" w:color="auto"/>
        <w:bottom w:val="none" w:sz="0" w:space="0" w:color="auto"/>
        <w:right w:val="none" w:sz="0" w:space="0" w:color="auto"/>
      </w:divBdr>
    </w:div>
    <w:div w:id="2076780075">
      <w:bodyDiv w:val="1"/>
      <w:marLeft w:val="0"/>
      <w:marRight w:val="0"/>
      <w:marTop w:val="0"/>
      <w:marBottom w:val="0"/>
      <w:divBdr>
        <w:top w:val="none" w:sz="0" w:space="0" w:color="auto"/>
        <w:left w:val="none" w:sz="0" w:space="0" w:color="auto"/>
        <w:bottom w:val="none" w:sz="0" w:space="0" w:color="auto"/>
        <w:right w:val="none" w:sz="0" w:space="0" w:color="auto"/>
      </w:divBdr>
    </w:div>
    <w:div w:id="2092119502">
      <w:bodyDiv w:val="1"/>
      <w:marLeft w:val="0"/>
      <w:marRight w:val="0"/>
      <w:marTop w:val="0"/>
      <w:marBottom w:val="0"/>
      <w:divBdr>
        <w:top w:val="none" w:sz="0" w:space="0" w:color="auto"/>
        <w:left w:val="none" w:sz="0" w:space="0" w:color="auto"/>
        <w:bottom w:val="none" w:sz="0" w:space="0" w:color="auto"/>
        <w:right w:val="none" w:sz="0" w:space="0" w:color="auto"/>
      </w:divBdr>
    </w:div>
    <w:div w:id="2094278787">
      <w:bodyDiv w:val="1"/>
      <w:marLeft w:val="0"/>
      <w:marRight w:val="0"/>
      <w:marTop w:val="0"/>
      <w:marBottom w:val="0"/>
      <w:divBdr>
        <w:top w:val="none" w:sz="0" w:space="0" w:color="auto"/>
        <w:left w:val="none" w:sz="0" w:space="0" w:color="auto"/>
        <w:bottom w:val="none" w:sz="0" w:space="0" w:color="auto"/>
        <w:right w:val="none" w:sz="0" w:space="0" w:color="auto"/>
      </w:divBdr>
    </w:div>
    <w:div w:id="2095929299">
      <w:bodyDiv w:val="1"/>
      <w:marLeft w:val="0"/>
      <w:marRight w:val="0"/>
      <w:marTop w:val="0"/>
      <w:marBottom w:val="0"/>
      <w:divBdr>
        <w:top w:val="none" w:sz="0" w:space="0" w:color="auto"/>
        <w:left w:val="none" w:sz="0" w:space="0" w:color="auto"/>
        <w:bottom w:val="none" w:sz="0" w:space="0" w:color="auto"/>
        <w:right w:val="none" w:sz="0" w:space="0" w:color="auto"/>
      </w:divBdr>
    </w:div>
    <w:div w:id="2102749362">
      <w:bodyDiv w:val="1"/>
      <w:marLeft w:val="0"/>
      <w:marRight w:val="0"/>
      <w:marTop w:val="0"/>
      <w:marBottom w:val="0"/>
      <w:divBdr>
        <w:top w:val="none" w:sz="0" w:space="0" w:color="auto"/>
        <w:left w:val="none" w:sz="0" w:space="0" w:color="auto"/>
        <w:bottom w:val="none" w:sz="0" w:space="0" w:color="auto"/>
        <w:right w:val="none" w:sz="0" w:space="0" w:color="auto"/>
      </w:divBdr>
    </w:div>
    <w:div w:id="2104377848">
      <w:bodyDiv w:val="1"/>
      <w:marLeft w:val="0"/>
      <w:marRight w:val="0"/>
      <w:marTop w:val="0"/>
      <w:marBottom w:val="0"/>
      <w:divBdr>
        <w:top w:val="none" w:sz="0" w:space="0" w:color="auto"/>
        <w:left w:val="none" w:sz="0" w:space="0" w:color="auto"/>
        <w:bottom w:val="none" w:sz="0" w:space="0" w:color="auto"/>
        <w:right w:val="none" w:sz="0" w:space="0" w:color="auto"/>
      </w:divBdr>
    </w:div>
    <w:div w:id="2105490223">
      <w:bodyDiv w:val="1"/>
      <w:marLeft w:val="0"/>
      <w:marRight w:val="0"/>
      <w:marTop w:val="0"/>
      <w:marBottom w:val="0"/>
      <w:divBdr>
        <w:top w:val="none" w:sz="0" w:space="0" w:color="auto"/>
        <w:left w:val="none" w:sz="0" w:space="0" w:color="auto"/>
        <w:bottom w:val="none" w:sz="0" w:space="0" w:color="auto"/>
        <w:right w:val="none" w:sz="0" w:space="0" w:color="auto"/>
      </w:divBdr>
    </w:div>
    <w:div w:id="2107915596">
      <w:bodyDiv w:val="1"/>
      <w:marLeft w:val="0"/>
      <w:marRight w:val="0"/>
      <w:marTop w:val="0"/>
      <w:marBottom w:val="0"/>
      <w:divBdr>
        <w:top w:val="none" w:sz="0" w:space="0" w:color="auto"/>
        <w:left w:val="none" w:sz="0" w:space="0" w:color="auto"/>
        <w:bottom w:val="none" w:sz="0" w:space="0" w:color="auto"/>
        <w:right w:val="none" w:sz="0" w:space="0" w:color="auto"/>
      </w:divBdr>
    </w:div>
    <w:div w:id="2108190721">
      <w:bodyDiv w:val="1"/>
      <w:marLeft w:val="0"/>
      <w:marRight w:val="0"/>
      <w:marTop w:val="0"/>
      <w:marBottom w:val="0"/>
      <w:divBdr>
        <w:top w:val="none" w:sz="0" w:space="0" w:color="auto"/>
        <w:left w:val="none" w:sz="0" w:space="0" w:color="auto"/>
        <w:bottom w:val="none" w:sz="0" w:space="0" w:color="auto"/>
        <w:right w:val="none" w:sz="0" w:space="0" w:color="auto"/>
      </w:divBdr>
    </w:div>
    <w:div w:id="2122071458">
      <w:bodyDiv w:val="1"/>
      <w:marLeft w:val="0"/>
      <w:marRight w:val="0"/>
      <w:marTop w:val="0"/>
      <w:marBottom w:val="0"/>
      <w:divBdr>
        <w:top w:val="none" w:sz="0" w:space="0" w:color="auto"/>
        <w:left w:val="none" w:sz="0" w:space="0" w:color="auto"/>
        <w:bottom w:val="none" w:sz="0" w:space="0" w:color="auto"/>
        <w:right w:val="none" w:sz="0" w:space="0" w:color="auto"/>
      </w:divBdr>
    </w:div>
    <w:div w:id="2123303066">
      <w:bodyDiv w:val="1"/>
      <w:marLeft w:val="0"/>
      <w:marRight w:val="0"/>
      <w:marTop w:val="0"/>
      <w:marBottom w:val="0"/>
      <w:divBdr>
        <w:top w:val="none" w:sz="0" w:space="0" w:color="auto"/>
        <w:left w:val="none" w:sz="0" w:space="0" w:color="auto"/>
        <w:bottom w:val="none" w:sz="0" w:space="0" w:color="auto"/>
        <w:right w:val="none" w:sz="0" w:space="0" w:color="auto"/>
      </w:divBdr>
    </w:div>
    <w:div w:id="2124616106">
      <w:bodyDiv w:val="1"/>
      <w:marLeft w:val="0"/>
      <w:marRight w:val="0"/>
      <w:marTop w:val="0"/>
      <w:marBottom w:val="0"/>
      <w:divBdr>
        <w:top w:val="none" w:sz="0" w:space="0" w:color="auto"/>
        <w:left w:val="none" w:sz="0" w:space="0" w:color="auto"/>
        <w:bottom w:val="none" w:sz="0" w:space="0" w:color="auto"/>
        <w:right w:val="none" w:sz="0" w:space="0" w:color="auto"/>
      </w:divBdr>
    </w:div>
    <w:div w:id="2146971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oi.org/doi_handbook/8_Registration_Agencies.html" TargetMode="External"/><Relationship Id="rId18" Type="http://schemas.openxmlformats.org/officeDocument/2006/relationships/hyperlink" Target="http://developers.Zenodo.org/" TargetMode="External"/><Relationship Id="rId26" Type="http://schemas.openxmlformats.org/officeDocument/2006/relationships/hyperlink" Target="http://api.OpenAIRE.eu/" TargetMode="External"/><Relationship Id="rId39" Type="http://schemas.openxmlformats.org/officeDocument/2006/relationships/hyperlink" Target="https://www.OpenAIRE.eu/search/organization?organizationId=dedup_wf_001::745e00fd93e980bf964e10bcd9bfa04a" TargetMode="External"/><Relationship Id="rId21" Type="http://schemas.openxmlformats.org/officeDocument/2006/relationships/hyperlink" Target="https://www.OpenAIRE.eu/search/project?projectId=corda__h2020::42171f776c336559bebf4a4ec817d79a" TargetMode="External"/><Relationship Id="rId34" Type="http://schemas.openxmlformats.org/officeDocument/2006/relationships/hyperlink" Target="https://www.openaire.eu/participate/claim" TargetMode="External"/><Relationship Id="rId42" Type="http://schemas.openxmlformats.org/officeDocument/2006/relationships/hyperlink" Target="https://zenodo.org/communities/clarity/" TargetMode="External"/><Relationship Id="rId47" Type="http://schemas.openxmlformats.org/officeDocument/2006/relationships/hyperlink" Target="https://www.crossref.org/services/funder-registry/" TargetMode="External"/><Relationship Id="rId50" Type="http://schemas.openxmlformats.org/officeDocument/2006/relationships/hyperlink" Target="http://opendefinition.org/licenses/cc-by/" TargetMode="External"/><Relationship Id="rId55" Type="http://schemas.openxmlformats.org/officeDocument/2006/relationships/hyperlink" Target="http://about.zenodo.org/infrastructure/" TargetMode="External"/><Relationship Id="rId63" Type="http://schemas.openxmlformats.org/officeDocument/2006/relationships/footer" Target="footer2.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emver.org" TargetMode="External"/><Relationship Id="rId29" Type="http://schemas.openxmlformats.org/officeDocument/2006/relationships/hyperlink" Target="http://docs.ckan.org/en/latest/extensions/adding-custom-fields.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hyperlink" Target="https://www.openarchives.org/pmh/" TargetMode="External"/><Relationship Id="rId32" Type="http://schemas.openxmlformats.org/officeDocument/2006/relationships/hyperlink" Target="https://ec.europa.eu/research/participants" TargetMode="External"/><Relationship Id="rId37" Type="http://schemas.openxmlformats.org/officeDocument/2006/relationships/hyperlink" Target="https://www.OpenAIRE.eu/search/organization?" TargetMode="External"/><Relationship Id="rId40" Type="http://schemas.openxmlformats.org/officeDocument/2006/relationships/hyperlink" Target="https://data.ccca.ac.at/organization/zamg" TargetMode="External"/><Relationship Id="rId45" Type="http://schemas.openxmlformats.org/officeDocument/2006/relationships/hyperlink" Target="http://opendefinition.org/licenses/" TargetMode="External"/><Relationship Id="rId53" Type="http://schemas.openxmlformats.org/officeDocument/2006/relationships/hyperlink" Target="https://www.OpenAIRE.eu/participate/claim" TargetMode="External"/><Relationship Id="rId58" Type="http://schemas.openxmlformats.org/officeDocument/2006/relationships/hyperlink" Target="http://siis.cse.psu.edu/provenance.html" TargetMode="External"/><Relationship Id="rId66"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https://cf-trac.llnl.gov/trac" TargetMode="External"/><Relationship Id="rId23" Type="http://schemas.openxmlformats.org/officeDocument/2006/relationships/hyperlink" Target="http://dublincore.org/" TargetMode="External"/><Relationship Id="rId28" Type="http://schemas.openxmlformats.org/officeDocument/2006/relationships/hyperlink" Target="http://docs.ckan.org/en/ckan-1.7.4/domain-model.html" TargetMode="External"/><Relationship Id="rId36" Type="http://schemas.openxmlformats.org/officeDocument/2006/relationships/hyperlink" Target="https://guides.github.com/activities/citable-code/" TargetMode="External"/><Relationship Id="rId49" Type="http://schemas.openxmlformats.org/officeDocument/2006/relationships/hyperlink" Target="http://hiscentral.cuahsi.org/" TargetMode="External"/><Relationship Id="rId57" Type="http://schemas.openxmlformats.org/officeDocument/2006/relationships/hyperlink" Target="http://cat.clarity-h2020.eu/" TargetMode="External"/><Relationship Id="rId61"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hyperlink" Target="https://schema.datacite.org/" TargetMode="External"/><Relationship Id="rId31" Type="http://schemas.openxmlformats.org/officeDocument/2006/relationships/hyperlink" Target="https://www.OpenAIRE.eu/" TargetMode="External"/><Relationship Id="rId44" Type="http://schemas.openxmlformats.org/officeDocument/2006/relationships/hyperlink" Target="https://doaj.org/" TargetMode="External"/><Relationship Id="rId52" Type="http://schemas.openxmlformats.org/officeDocument/2006/relationships/hyperlink" Target="https://www.OpenAIRE.eu/participate/claim" TargetMode="External"/><Relationship Id="rId60" Type="http://schemas.openxmlformats.org/officeDocument/2006/relationships/hyperlink" Target="http://urbansis.climate.copernicus.eu/urban-sis-climate-indicators/" TargetMode="External"/><Relationship Id="rId65"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help.zenodo.org/features/" TargetMode="External"/><Relationship Id="rId22" Type="http://schemas.openxmlformats.org/officeDocument/2006/relationships/hyperlink" Target="http://cordis.europa.eu/project/rcn/210518_en.html" TargetMode="External"/><Relationship Id="rId27" Type="http://schemas.openxmlformats.org/officeDocument/2006/relationships/hyperlink" Target="https://zenodo.org/schemas/records/record-v1.0.0.json" TargetMode="External"/><Relationship Id="rId30" Type="http://schemas.openxmlformats.org/officeDocument/2006/relationships/hyperlink" Target="http://www.clarity-h2020.eu/" TargetMode="External"/><Relationship Id="rId35" Type="http://schemas.openxmlformats.org/officeDocument/2006/relationships/hyperlink" Target="https://github.com/clarity-h2020" TargetMode="External"/><Relationship Id="rId43" Type="http://schemas.openxmlformats.org/officeDocument/2006/relationships/hyperlink" Target="http://sherpa.ac.uk/romeo" TargetMode="External"/><Relationship Id="rId48" Type="http://schemas.openxmlformats.org/officeDocument/2006/relationships/hyperlink" Target="http://api.OpenAIRE.eu/" TargetMode="External"/><Relationship Id="rId56" Type="http://schemas.openxmlformats.org/officeDocument/2006/relationships/hyperlink" Target="https://www.datasealofapproval.org/" TargetMode="External"/><Relationship Id="rId64"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about.zenodo.org/policies/" TargetMode="External"/><Relationship Id="rId3" Type="http://schemas.openxmlformats.org/officeDocument/2006/relationships/styles" Target="styles.xml"/><Relationship Id="rId12" Type="http://schemas.openxmlformats.org/officeDocument/2006/relationships/hyperlink" Target="http://clarity-h2020.eu/" TargetMode="External"/><Relationship Id="rId17" Type="http://schemas.openxmlformats.org/officeDocument/2006/relationships/hyperlink" Target="https://blogs.OpenAIRE.eu/?p=2010" TargetMode="External"/><Relationship Id="rId25" Type="http://schemas.openxmlformats.org/officeDocument/2006/relationships/hyperlink" Target="https://ckan.org/portfolio/federate/" TargetMode="External"/><Relationship Id="rId33" Type="http://schemas.openxmlformats.org/officeDocument/2006/relationships/hyperlink" Target="https://www.researchgate.net/" TargetMode="External"/><Relationship Id="rId38" Type="http://schemas.openxmlformats.org/officeDocument/2006/relationships/hyperlink" Target="https://www.openaire.eu/search/organization?organizationId=dedup_wf_001::745e00fd93e980bf964e10bcd9bfa04a" TargetMode="External"/><Relationship Id="rId46" Type="http://schemas.openxmlformats.org/officeDocument/2006/relationships/hyperlink" Target="http://opendefinition.org/" TargetMode="External"/><Relationship Id="rId59" Type="http://schemas.openxmlformats.org/officeDocument/2006/relationships/hyperlink" Target="http://urbansis.climate.copernicus.eu/" TargetMode="External"/><Relationship Id="rId67" Type="http://schemas.microsoft.com/office/2011/relationships/people" Target="people.xml"/><Relationship Id="rId20" Type="http://schemas.openxmlformats.org/officeDocument/2006/relationships/hyperlink" Target="https://zenodo.org/communities/clarity/" TargetMode="External"/><Relationship Id="rId41" Type="http://schemas.openxmlformats.org/officeDocument/2006/relationships/hyperlink" Target="http://www.zenodo.org" TargetMode="External"/><Relationship Id="rId54" Type="http://schemas.openxmlformats.org/officeDocument/2006/relationships/hyperlink" Target="http://eos.web.cern.ch/content/about-eos" TargetMode="External"/><Relationship Id="rId6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kte\%5bCLARITY%5d%20(OwnCloud)\WP6%20Dissemination%20and%20Community%20Building\T6.1%20Project%20Branding%20and%20Communication\Templates\Deliverables\DX.x%20Deliverable-name%20v0.00%20%5bDeliverable-Template_v1.01%5d.doc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Dir16</b:Tag>
    <b:SourceType>InternetSite</b:SourceType>
    <b:Guid>{ECDA011E-B1D0-4246-982D-FAD4019710A2}</b:Guid>
    <b:Title>Guidelines on FAIR Data Management in Horizon 2020, Version 3.0</b:Title>
    <b:Year>2016</b:Year>
    <b:Publisher>Directorate-General for Research &amp; Innovation</b:Publisher>
    <b:LCID>en-GB</b:LCID>
    <b:URL>http://ec.europa.eu/research/participants/data/ref/h2020/grants_manual/hi/oa_pilot/h2020-hi-oa-data-mgt_en.pdf</b:URL>
    <b:Author>
      <b:Author>
        <b:Corporate>Directorate-General for Research &amp; Innovation</b:Corporate>
      </b:Author>
    </b:Author>
    <b:Comments>http://ec.europa.eu/research/participants/data/ref/h2020/grants_manual/hi/oa_pilot/h2020-hi-oa-data-mgt_en.pdf</b:Comments>
    <b:ProductionCompany>EUROPEAN COMMISSION</b:ProductionCompany>
    <b:YearAccessed>2017</b:YearAccessed>
    <b:MonthAccessed>October</b:MonthAccessed>
    <b:DayAccessed>28</b:DayAccessed>
    <b:Month>July</b:Month>
    <b:Day>26</b:Day>
    <b:RefOrder>2</b:RefOrder>
  </b:Source>
  <b:Source>
    <b:Tag>Ram</b:Tag>
    <b:SourceType>DocumentFromInternetSite</b:SourceType>
    <b:Guid>{D8718D55-4918-4D70-A2FC-C707E378E853}</b:Guid>
    <b:Title>TEMPLATE HORIZON 2020 DATA MANAGEMENT PLAN (DMP)</b:Title>
    <b:Author>
      <b:Author>
        <b:NameList>
          <b:Person>
            <b:Last>Ramjoue</b:Last>
            <b:First>Celina</b:First>
          </b:Person>
          <b:Person>
            <b:Last>Marganne</b:Last>
            <b:First>Olivier</b:First>
          </b:Person>
        </b:NameList>
      </b:Author>
      <b:Editor>
        <b:NameList>
          <b:Person>
            <b:Last>Comission</b:Last>
            <b:First>European</b:First>
          </b:Person>
        </b:NameList>
      </b:Editor>
    </b:Author>
    <b:Year>2016</b:Year>
    <b:Month>October</b:Month>
    <b:Day>13</b:Day>
    <b:YearAccessed>2017</b:YearAccessed>
    <b:MonthAccessed>November</b:MonthAccessed>
    <b:DayAccessed>3</b:DayAccessed>
    <b:URL>http://ec.europa.eu/research/participants/data/ref/h2020/gm/reporting/h2020-tpl-oa-data-mgt-plan_en.docx</b:URL>
    <b:RefOrder>1</b:RefOrder>
  </b:Source>
  <b:Source>
    <b:Tag>Sch17</b:Tag>
    <b:SourceType>Report</b:SourceType>
    <b:Guid>{7D554810-395B-424D-866A-1EB353A3231D}</b:Guid>
    <b:Author>
      <b:Author>
        <b:NameList>
          <b:Person>
            <b:Last>Schimak</b:Last>
            <b:First>Gerald</b:First>
          </b:Person>
          <b:Person>
            <b:Last>Havlik</b:Last>
            <b:First>Denis</b:First>
          </b:Person>
          <b:Person>
            <b:Last>Lorenzo</b:Last>
            <b:First>Jose</b:First>
          </b:Person>
          <b:Person>
            <b:Last>Esbrí</b:Last>
            <b:First>Miguel</b:First>
            <b:Middle>Ángel</b:Middle>
          </b:Person>
          <b:Person>
            <b:Last>Dihé</b:Last>
            <b:First>Pascal</b:First>
          </b:Person>
          <b:Person>
            <b:Last>Geyer-Scholz</b:Last>
            <b:First>Andrea</b:First>
          </b:Person>
        </b:NameList>
      </b:Author>
    </b:Author>
    <b:Title>D7.7 Quality and Ethics Plan</b:Title>
    <b:Year>2017</b:Year>
    <b:Publisher>CLARITY Consortium</b:Publisher>
    <b:RefOrder>8</b:RefOrder>
  </b:Source>
  <b:Source>
    <b:Tag>EUR13</b:Tag>
    <b:SourceType>InternetSite</b:SourceType>
    <b:Guid>{63CE3BFD-359C-4095-8EEC-BF3FF96C3E4E}</b:Guid>
    <b:Title>Non-paper Guidelines for Project Managers: Making vulnerable investments climate resilient</b:Title>
    <b:Year>2013</b:Year>
    <b:Month>April</b:Month>
    <b:Day>16</b:Day>
    <b:YearAccessed>2017</b:YearAccessed>
    <b:MonthAccessed>November</b:MonthAccessed>
    <b:DayAccessed>6</b:DayAccessed>
    <b:URL>http://climate-adapt.eea.europa.eu/metadata/guidances/non-paper-guidelines-for-project-managers-making-vulnerable-investments-climate-resilient/guidelines-for-project-managers.pdf</b:URL>
    <b:Author>
      <b:Author>
        <b:Corporate>Directorate-General Climate Action</b:Corporate>
      </b:Author>
    </b:Author>
    <b:ProductionCompany>European Comission</b:ProductionCompany>
    <b:RefOrder>3</b:RefOrder>
  </b:Source>
  <b:Source>
    <b:Tag>Gro16</b:Tag>
    <b:SourceType>InternetSite</b:SourceType>
    <b:Guid>{92D3F9D4-101C-4A2C-833C-B127398CFD2F}</b:Guid>
    <b:Author>
      <b:Author>
        <b:NameList>
          <b:Person>
            <b:Last>Grootveld</b:Last>
            <b:First>Marjan</b:First>
          </b:Person>
          <b:Person>
            <b:Last>Nowak</b:Last>
            <b:First>Krzysztof</b:First>
          </b:Person>
        </b:NameList>
      </b:Author>
    </b:Author>
    <b:Title>Q&amp;A session from the OpenAIRE webinar Open Research Data in H2020 and Zenodo repository</b:Title>
    <b:Year>2016</b:Year>
    <b:Month>October</b:Month>
    <b:Day>26</b:Day>
    <b:URL>https://www.openaire.eu/q-a-session-from-the-openaire-webinar-open-research-data-in-h2020-and-zenodo-repository-26-october-2016</b:URL>
    <b:ProductionCompany>European Comission</b:ProductionCompany>
    <b:YearAccessed>2017</b:YearAccessed>
    <b:MonthAccessed>November</b:MonthAccessed>
    <b:DayAccessed>6</b:DayAccessed>
    <b:RefOrder>7</b:RefOrder>
  </b:Source>
  <b:Source>
    <b:Tag>Tay10</b:Tag>
    <b:SourceType>InternetSite</b:SourceType>
    <b:Guid>{A6E3E983-3C9E-465C-8EA5-CD63A68C5570}</b:Guid>
    <b:Author>
      <b:Author>
        <b:NameList>
          <b:Person>
            <b:Last>Taylor</b:Last>
            <b:First>Karl</b:First>
            <b:Middle>E.</b:Middle>
          </b:Person>
          <b:Person>
            <b:Last>Charles</b:Last>
            <b:First>Doutriaux</b:First>
          </b:Person>
        </b:NameList>
      </b:Author>
    </b:Author>
    <b:Title>CMIP5 Model Output Requirements: File Contents and Format, Data Structure and Metadata</b:Title>
    <b:Year>2010</b:Year>
    <b:Month>January</b:Month>
    <b:Day>7</b:Day>
    <b:YearAccessed>2017</b:YearAccessed>
    <b:MonthAccessed>November</b:MonthAccessed>
    <b:DayAccessed>6</b:DayAccessed>
    <b:URL>https://cmip.llnl.gov/cmip5/docs/CMIP5_output_metadata_requirements.pdf</b:URL>
    <b:RefOrder>6</b:RefOrder>
  </b:Source>
  <b:Source>
    <b:Tag>Dir21</b:Tag>
    <b:SourceType>InternetSite</b:SourceType>
    <b:Guid>{0E13EA96-0409-4DEB-B71C-5CC93B3ACE3A}</b:Guid>
    <b:Author>
      <b:Author>
        <b:Corporate>Directorate-General for Research &amp; Innovation</b:Corporate>
      </b:Author>
    </b:Author>
    <b:Title>Guidelines to the Rules on Open Access to Scientific Publications and Open Access to Research Data in Horizon 2020, Version 3.2</b:Title>
    <b:ProductionCompany>European Comission</b:ProductionCompany>
    <b:Year>21</b:Year>
    <b:Month>March </b:Month>
    <b:Day>2017</b:Day>
    <b:YearAccessed>2017</b:YearAccessed>
    <b:MonthAccessed>November</b:MonthAccessed>
    <b:DayAccessed>7</b:DayAccessed>
    <b:URL>http://ec.europa.eu/research/participants/data/ref/h2020/grants_manual/hi/oa_pilot/h2020-hi-oa-pilot-guide_en.pdf</b:URL>
    <b:RefOrder>4</b:RefOrder>
  </b:Source>
  <b:Source>
    <b:Tag>Eur17</b:Tag>
    <b:SourceType>InternetSite</b:SourceType>
    <b:Guid>{042A1DC5-A937-463F-860A-12FABAB02B9F}</b:Guid>
    <b:Title>Guidelines on the Implementation of Open Access to Scientific Publications and Research Data in projects supported by the European Research Council under Horizon 2020, Version 1.1</b:Title>
    <b:Year>2017</b:Year>
    <b:Author>
      <b:Author>
        <b:Corporate>European Research Council</b:Corporate>
      </b:Author>
    </b:Author>
    <b:Month>April</b:Month>
    <b:Day>7</b:Day>
    <b:YearAccessed>2017</b:YearAccessed>
    <b:MonthAccessed>November</b:MonthAccessed>
    <b:DayAccessed>13</b:DayAccessed>
    <b:URL>https://erc.europa.eu/sites/default/files/document/file/ERC%20Open%20Access%20guidelines-Version%201.1._10.04.2017.pdf</b:URL>
    <b:RefOrder>5</b:RefOrder>
  </b:Source>
</b:Sources>
</file>

<file path=customXml/itemProps1.xml><?xml version="1.0" encoding="utf-8"?>
<ds:datastoreItem xmlns:ds="http://schemas.openxmlformats.org/officeDocument/2006/customXml" ds:itemID="{9330A912-A7B7-4898-AA4F-CCBB4B419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DX.x Deliverable-name v0.00 [Deliverable-Template_v1.01]</Template>
  <TotalTime>0</TotalTime>
  <Pages>58</Pages>
  <Words>18574</Words>
  <Characters>117022</Characters>
  <Application>Microsoft Office Word</Application>
  <DocSecurity>0</DocSecurity>
  <Lines>975</Lines>
  <Paragraphs>270</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D7.8 Data Management Plan v1</vt:lpstr>
      <vt:lpstr>D7.8 Data Management Plan v1</vt:lpstr>
    </vt:vector>
  </TitlesOfParts>
  <Company>cismet GmbH</Company>
  <LinksUpToDate>false</LinksUpToDate>
  <CharactersWithSpaces>135326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D7.8 Data Management Plan v1</dc:title>
  <dc:creator>Pascal Dihé</dc:creator>
  <cp:keywords>H2020</cp:keywords>
  <cp:lastModifiedBy>Denis Havlik</cp:lastModifiedBy>
  <cp:revision>3</cp:revision>
  <cp:lastPrinted>2017-11-10T10:56:00Z</cp:lastPrinted>
  <dcterms:created xsi:type="dcterms:W3CDTF">2017-11-27T09:08:00Z</dcterms:created>
  <dcterms:modified xsi:type="dcterms:W3CDTF">2017-11-27T09:16:00Z</dcterms:modified>
</cp:coreProperties>
</file>