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Default="00D922A4" w:rsidP="00CE44F7">
      <w:r>
        <w:rPr>
          <w:rFonts w:ascii="Arial" w:hAnsi="Arial" w:cs="Arial"/>
          <w:sz w:val="22"/>
          <w:szCs w:val="22"/>
        </w:rPr>
        <w:t xml:space="preserve">Arbeitsblatt: </w:t>
      </w:r>
      <w:r w:rsidRPr="00D922A4">
        <w:rPr>
          <w:rFonts w:ascii="Arial" w:hAnsi="Arial" w:cs="Arial"/>
          <w:sz w:val="22"/>
          <w:szCs w:val="22"/>
        </w:rPr>
        <w:t>Softwaremanagementplan</w:t>
      </w:r>
      <w:r w:rsidR="00444824">
        <w:rPr>
          <w:rFonts w:ascii="Arial" w:hAnsi="Arial" w:cs="Arial"/>
          <w:sz w:val="22"/>
          <w:szCs w:val="22"/>
        </w:rPr>
        <w:t xml:space="preserve"> </w:t>
      </w:r>
    </w:p>
    <w:p w:rsidR="00093B05" w:rsidRDefault="00093B05" w:rsidP="00093B05"/>
    <w:p w:rsidR="00D922A4" w:rsidRPr="00093B05" w:rsidRDefault="00D922A4" w:rsidP="00093B05"/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Projektname: ………………………………………………………………………………………………….......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Forschungsförderer: ……………………………………………………………………………………………...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Förderprogramm: 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Primärforscher*in/Wissenschaftler*in/Projektleiter*in: …………………………………………………………………………………………........……………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ID Primärforscher*in/Wissenschaftler*in/Projektleiter*in: 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Projektbeschreibung, inkl. Zeitplan: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Benötigte Hardware und Entwicklungsumgebung: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Erstellungsdatum SMP: 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Änderungsdatum SMP: 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Softwarebeschreibung: …………………………………………………………………………………………………………………....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Arial" w:hAnsi="Arial" w:cs="Arial"/>
          <w:color w:val="000000"/>
          <w:sz w:val="20"/>
        </w:rPr>
        <w:t>Dokumentation, Qualität, Sicherheitsverfahren</w:t>
      </w:r>
      <w:r w:rsidRPr="00D922A4">
        <w:rPr>
          <w:rFonts w:ascii="Arial" w:eastAsia="Calibri" w:hAnsi="Arial" w:cs="Arial"/>
          <w:sz w:val="20"/>
          <w:szCs w:val="20"/>
        </w:rPr>
        <w:t>: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lastRenderedPageBreak/>
        <w:t>Auffindbarkeit der Software (</w:t>
      </w:r>
      <w:proofErr w:type="spellStart"/>
      <w:r w:rsidRPr="00D922A4">
        <w:rPr>
          <w:rFonts w:ascii="Arial" w:eastAsia="Calibri" w:hAnsi="Arial" w:cs="Arial"/>
          <w:sz w:val="20"/>
          <w:szCs w:val="20"/>
        </w:rPr>
        <w:t>Findable</w:t>
      </w:r>
      <w:proofErr w:type="spellEnd"/>
      <w:r w:rsidRPr="00D922A4">
        <w:rPr>
          <w:rFonts w:ascii="Arial" w:eastAsia="Calibri" w:hAnsi="Arial" w:cs="Arial"/>
          <w:sz w:val="20"/>
          <w:szCs w:val="20"/>
        </w:rPr>
        <w:t>):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Software… (</w:t>
      </w:r>
      <w:proofErr w:type="spellStart"/>
      <w:r w:rsidRPr="00D922A4">
        <w:rPr>
          <w:rFonts w:ascii="Arial" w:eastAsia="Calibri" w:hAnsi="Arial" w:cs="Arial"/>
          <w:sz w:val="20"/>
          <w:szCs w:val="20"/>
        </w:rPr>
        <w:t>Accessible</w:t>
      </w:r>
      <w:proofErr w:type="spellEnd"/>
      <w:r w:rsidRPr="00D922A4">
        <w:rPr>
          <w:rFonts w:ascii="Arial" w:eastAsia="Calibri" w:hAnsi="Arial" w:cs="Arial"/>
          <w:sz w:val="20"/>
          <w:szCs w:val="20"/>
        </w:rPr>
        <w:t>):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Interoperabilität der Software (Interoperable):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Nachnutzung der Software (Re-</w:t>
      </w:r>
      <w:proofErr w:type="spellStart"/>
      <w:r w:rsidRPr="00D922A4">
        <w:rPr>
          <w:rFonts w:ascii="Arial" w:eastAsia="Calibri" w:hAnsi="Arial" w:cs="Arial"/>
          <w:sz w:val="20"/>
          <w:szCs w:val="20"/>
        </w:rPr>
        <w:t>Use</w:t>
      </w:r>
      <w:proofErr w:type="spellEnd"/>
      <w:r w:rsidRPr="00D922A4">
        <w:rPr>
          <w:rFonts w:ascii="Arial" w:eastAsia="Calibri" w:hAnsi="Arial" w:cs="Arial"/>
          <w:sz w:val="20"/>
          <w:szCs w:val="20"/>
        </w:rPr>
        <w:t>):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Verantwortlichkeiten und Kosten: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</w:p>
    <w:p w:rsidR="00D922A4" w:rsidRPr="00D922A4" w:rsidRDefault="00D922A4" w:rsidP="00D922A4">
      <w:pPr>
        <w:rPr>
          <w:rFonts w:ascii="Arial" w:eastAsia="Calibri" w:hAnsi="Arial" w:cs="Arial"/>
          <w:sz w:val="20"/>
          <w:szCs w:val="20"/>
        </w:rPr>
      </w:pPr>
      <w:r w:rsidRPr="00D922A4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93B05" w:rsidRPr="00093B05" w:rsidRDefault="00093B05" w:rsidP="00093B05">
      <w:bookmarkStart w:id="0" w:name="_GoBack"/>
      <w:bookmarkEnd w:id="0"/>
    </w:p>
    <w:p w:rsidR="00093B05" w:rsidRPr="00093B05" w:rsidRDefault="00093B05" w:rsidP="00093B05"/>
    <w:p w:rsidR="00093B05" w:rsidRPr="00093B05" w:rsidRDefault="00093B05" w:rsidP="00093B05"/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F26" w:rsidRDefault="00903F26" w:rsidP="001721A0">
      <w:r>
        <w:separator/>
      </w:r>
    </w:p>
  </w:endnote>
  <w:endnote w:type="continuationSeparator" w:id="0">
    <w:p w:rsidR="00903F26" w:rsidRDefault="00903F26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7AD49F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2AA741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F26" w:rsidRDefault="00903F26" w:rsidP="001721A0">
      <w:r>
        <w:separator/>
      </w:r>
    </w:p>
  </w:footnote>
  <w:footnote w:type="continuationSeparator" w:id="0">
    <w:p w:rsidR="00903F26" w:rsidRDefault="00903F26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E4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04AE1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3F26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922A4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46E4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8EA8B"/>
  <w15:chartTrackingRefBased/>
  <w15:docId w15:val="{8C4B393F-0884-4B5B-A435-364B3AD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umannj\AppData\Local\Microsoft\Windows\INetCache\Content.Outlook\DS95O6T9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81040-8FF9-4D22-87F8-BC3D2C557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2</Pages>
  <Words>356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2</cp:revision>
  <cp:lastPrinted>2018-04-12T19:58:00Z</cp:lastPrinted>
  <dcterms:created xsi:type="dcterms:W3CDTF">2023-12-04T14:32:00Z</dcterms:created>
  <dcterms:modified xsi:type="dcterms:W3CDTF">2023-12-04T14:32:00Z</dcterms:modified>
</cp:coreProperties>
</file>