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936" w:rsidRDefault="00A33936" w:rsidP="00A33936">
      <w:pPr>
        <w:rPr>
          <w:rFonts w:ascii="Arial" w:hAnsi="Arial" w:cs="Arial"/>
          <w:b/>
          <w:sz w:val="22"/>
          <w:szCs w:val="22"/>
        </w:rPr>
      </w:pPr>
      <w:r w:rsidRPr="00A33936">
        <w:rPr>
          <w:rFonts w:ascii="Arial" w:hAnsi="Arial" w:cs="Arial"/>
          <w:b/>
          <w:sz w:val="22"/>
          <w:szCs w:val="22"/>
        </w:rPr>
        <w:t>Vorlage: Teilnahmebescheinigung</w:t>
      </w:r>
    </w:p>
    <w:p w:rsidR="00A33936" w:rsidRDefault="00A33936" w:rsidP="00A33936">
      <w:pPr>
        <w:rPr>
          <w:rFonts w:ascii="Arial" w:hAnsi="Arial" w:cs="Arial"/>
          <w:b/>
          <w:sz w:val="22"/>
          <w:szCs w:val="22"/>
        </w:rPr>
      </w:pPr>
    </w:p>
    <w:p w:rsidR="00A33936" w:rsidRDefault="00A33936" w:rsidP="00A33936">
      <w:pPr>
        <w:rPr>
          <w:rFonts w:ascii="Arial" w:hAnsi="Arial" w:cs="Arial"/>
          <w:b/>
          <w:sz w:val="22"/>
          <w:szCs w:val="22"/>
        </w:rPr>
      </w:pPr>
    </w:p>
    <w:p w:rsidR="00A33936" w:rsidRDefault="00A33936" w:rsidP="00A33936">
      <w:pPr>
        <w:rPr>
          <w:rFonts w:ascii="Arial" w:hAnsi="Arial" w:cs="Arial"/>
          <w:b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A33936">
        <w:rPr>
          <w:rFonts w:ascii="Arial" w:hAnsi="Arial" w:cs="Arial"/>
          <w:b/>
          <w:sz w:val="32"/>
          <w:szCs w:val="32"/>
        </w:rPr>
        <w:t>Teilnahmebescheinigung</w:t>
      </w:r>
    </w:p>
    <w:p w:rsidR="00A33936" w:rsidRPr="00A33936" w:rsidRDefault="00A33936" w:rsidP="00A33936">
      <w:pPr>
        <w:rPr>
          <w:rFonts w:ascii="Arial" w:hAnsi="Arial" w:cs="Arial"/>
        </w:rPr>
      </w:pPr>
    </w:p>
    <w:p w:rsidR="00A33936" w:rsidRPr="00A33936" w:rsidRDefault="00A33936" w:rsidP="00A33936">
      <w:pPr>
        <w:rPr>
          <w:rFonts w:ascii="Arial" w:hAnsi="Arial" w:cs="Arial"/>
        </w:rPr>
      </w:pPr>
    </w:p>
    <w:p w:rsidR="00A33936" w:rsidRPr="00A33936" w:rsidRDefault="00A33936" w:rsidP="00A33936">
      <w:pPr>
        <w:rPr>
          <w:rFonts w:ascii="Arial" w:hAnsi="Arial" w:cs="Arial"/>
        </w:rPr>
      </w:pPr>
    </w:p>
    <w:p w:rsidR="00A33936" w:rsidRPr="00A33936" w:rsidRDefault="00A33936" w:rsidP="00A33936">
      <w:pPr>
        <w:rPr>
          <w:rFonts w:ascii="Arial" w:hAnsi="Arial" w:cs="Arial"/>
          <w:sz w:val="32"/>
          <w:szCs w:val="32"/>
        </w:rPr>
      </w:pPr>
      <w:r w:rsidRPr="00A33936">
        <w:rPr>
          <w:rFonts w:ascii="Arial" w:hAnsi="Arial" w:cs="Arial"/>
          <w:sz w:val="32"/>
          <w:szCs w:val="32"/>
        </w:rPr>
        <w:t xml:space="preserve">Frau / Herr .... </w:t>
      </w: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  <w:r w:rsidRPr="00A33936">
        <w:rPr>
          <w:rFonts w:ascii="Arial" w:hAnsi="Arial" w:cs="Arial"/>
          <w:sz w:val="22"/>
          <w:szCs w:val="22"/>
        </w:rPr>
        <w:t>hat am [TT.MM.JJJJ] und [TT.MM.JJJJ] erfolgreich am Workshop</w:t>
      </w:r>
    </w:p>
    <w:p w:rsidR="00A33936" w:rsidRPr="00A33936" w:rsidRDefault="00A33936" w:rsidP="00A33936">
      <w:pPr>
        <w:rPr>
          <w:rFonts w:ascii="Arial" w:hAnsi="Arial" w:cs="Arial"/>
        </w:rPr>
      </w:pPr>
    </w:p>
    <w:p w:rsidR="00A33936" w:rsidRPr="00A33936" w:rsidRDefault="00A33936" w:rsidP="00A33936">
      <w:pPr>
        <w:rPr>
          <w:rFonts w:ascii="Arial" w:hAnsi="Arial" w:cs="Arial"/>
          <w:b/>
        </w:rPr>
      </w:pPr>
      <w:r w:rsidRPr="00A33936">
        <w:rPr>
          <w:rFonts w:ascii="Arial" w:hAnsi="Arial" w:cs="Arial"/>
          <w:b/>
        </w:rPr>
        <w:t>Train-</w:t>
      </w:r>
      <w:proofErr w:type="spellStart"/>
      <w:r w:rsidRPr="00A33936">
        <w:rPr>
          <w:rFonts w:ascii="Arial" w:hAnsi="Arial" w:cs="Arial"/>
          <w:b/>
        </w:rPr>
        <w:t>the</w:t>
      </w:r>
      <w:proofErr w:type="spellEnd"/>
      <w:r w:rsidRPr="00A33936">
        <w:rPr>
          <w:rFonts w:ascii="Arial" w:hAnsi="Arial" w:cs="Arial"/>
          <w:b/>
        </w:rPr>
        <w:t>-Trainer zum Thema Forschungsdatenmanagement</w:t>
      </w:r>
    </w:p>
    <w:p w:rsidR="00A33936" w:rsidRPr="00A33936" w:rsidRDefault="00A33936" w:rsidP="00A33936">
      <w:pPr>
        <w:rPr>
          <w:rFonts w:ascii="Arial" w:hAnsi="Arial" w:cs="Arial"/>
          <w:b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  <w:r w:rsidRPr="00A33936">
        <w:rPr>
          <w:rFonts w:ascii="Arial" w:hAnsi="Arial" w:cs="Arial"/>
          <w:sz w:val="22"/>
          <w:szCs w:val="22"/>
        </w:rPr>
        <w:t>teilgenommen. Der Workshop umfasste insgesamt 16 Unterrichtsstunden.</w:t>
      </w: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  <w:r w:rsidRPr="00A33936">
        <w:rPr>
          <w:rFonts w:ascii="Arial" w:hAnsi="Arial" w:cs="Arial"/>
          <w:sz w:val="22"/>
          <w:szCs w:val="22"/>
        </w:rPr>
        <w:t>Inhalte:</w:t>
      </w:r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didaktisches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Vorgehen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A33936">
        <w:rPr>
          <w:rFonts w:ascii="Arial" w:hAnsi="Arial" w:cs="Arial"/>
          <w:sz w:val="20"/>
          <w:szCs w:val="20"/>
        </w:rPr>
        <w:t>digitale Forschungsdaten</w:t>
      </w:r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Forschungsdaten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>-Policies</w:t>
      </w:r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Datenmanagementplan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Ordnung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 xml:space="preserve"> und </w:t>
      </w: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Struktur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Dokumentation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 xml:space="preserve"> und </w:t>
      </w: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Metadaten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Speicherung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 xml:space="preserve"> und Backup</w:t>
      </w:r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Langzeitarchivierung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Zugriffssicherheit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Formaler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 xml:space="preserve"> Rahmen</w:t>
      </w:r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Publikation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 xml:space="preserve"> von </w:t>
      </w: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Forschungsdaten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Nachnutzung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 xml:space="preserve"> von </w:t>
      </w: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Forschungsdaten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</w:rPr>
      </w:pPr>
      <w:r w:rsidRPr="00A33936">
        <w:rPr>
          <w:rFonts w:ascii="Arial" w:hAnsi="Arial" w:cs="Arial"/>
          <w:sz w:val="20"/>
          <w:szCs w:val="20"/>
        </w:rPr>
        <w:t>rechtliche Aspekte</w:t>
      </w:r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institutionelle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Infrastruktur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Konzeptentwicklung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Didaktische</w:t>
      </w:r>
      <w:proofErr w:type="spellEnd"/>
      <w:r w:rsidRPr="00A33936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Methoden</w:t>
      </w:r>
      <w:proofErr w:type="spellEnd"/>
    </w:p>
    <w:p w:rsidR="00A33936" w:rsidRPr="00A33936" w:rsidRDefault="00A33936" w:rsidP="00A33936">
      <w:pPr>
        <w:numPr>
          <w:ilvl w:val="0"/>
          <w:numId w:val="5"/>
        </w:numPr>
        <w:spacing w:line="276" w:lineRule="auto"/>
        <w:ind w:left="851" w:hanging="425"/>
        <w:rPr>
          <w:rFonts w:ascii="Arial" w:hAnsi="Arial" w:cs="Arial"/>
          <w:sz w:val="20"/>
          <w:szCs w:val="20"/>
          <w:lang w:val="en"/>
        </w:rPr>
      </w:pPr>
      <w:r w:rsidRPr="00A33936">
        <w:rPr>
          <w:rFonts w:ascii="Arial" w:hAnsi="Arial" w:cs="Arial"/>
          <w:sz w:val="20"/>
          <w:szCs w:val="20"/>
          <w:lang w:val="en"/>
        </w:rPr>
        <w:t xml:space="preserve">Feedback und </w:t>
      </w:r>
      <w:proofErr w:type="spellStart"/>
      <w:r w:rsidRPr="00A33936">
        <w:rPr>
          <w:rFonts w:ascii="Arial" w:hAnsi="Arial" w:cs="Arial"/>
          <w:sz w:val="20"/>
          <w:szCs w:val="20"/>
          <w:lang w:val="en"/>
        </w:rPr>
        <w:t>Qualitätssicherung</w:t>
      </w:r>
      <w:proofErr w:type="spellEnd"/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  <w:r w:rsidRPr="00A33936">
        <w:rPr>
          <w:rFonts w:ascii="Arial" w:hAnsi="Arial" w:cs="Arial"/>
          <w:sz w:val="22"/>
          <w:szCs w:val="22"/>
        </w:rPr>
        <w:t xml:space="preserve">Der Kurs entstand im Rahmen des BMBF-geförderten Projekts </w:t>
      </w:r>
      <w:proofErr w:type="spellStart"/>
      <w:r w:rsidRPr="00A33936">
        <w:rPr>
          <w:rFonts w:ascii="Arial" w:hAnsi="Arial" w:cs="Arial"/>
          <w:sz w:val="22"/>
          <w:szCs w:val="22"/>
        </w:rPr>
        <w:t>FDMentor</w:t>
      </w:r>
      <w:proofErr w:type="spellEnd"/>
      <w:r w:rsidRPr="00A33936">
        <w:rPr>
          <w:rFonts w:ascii="Arial" w:hAnsi="Arial" w:cs="Arial"/>
          <w:sz w:val="22"/>
          <w:szCs w:val="22"/>
        </w:rPr>
        <w:t xml:space="preserve"> (Fördernummer 16FDM010 und 16FDM011).</w:t>
      </w: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  <w:r w:rsidRPr="00A33936">
        <w:rPr>
          <w:rFonts w:ascii="Arial" w:hAnsi="Arial" w:cs="Arial"/>
          <w:sz w:val="22"/>
          <w:szCs w:val="22"/>
        </w:rPr>
        <w:t>Berlin, den [TT.MM.JJJJ]</w:t>
      </w: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</w:p>
    <w:p w:rsidR="00A33936" w:rsidRPr="00A33936" w:rsidRDefault="00A33936" w:rsidP="00A33936">
      <w:pPr>
        <w:rPr>
          <w:rFonts w:ascii="Arial" w:hAnsi="Arial" w:cs="Arial"/>
          <w:sz w:val="22"/>
          <w:szCs w:val="22"/>
        </w:rPr>
      </w:pPr>
      <w:r w:rsidRPr="00A33936">
        <w:rPr>
          <w:rFonts w:ascii="Arial" w:hAnsi="Arial" w:cs="Arial"/>
          <w:sz w:val="22"/>
          <w:szCs w:val="22"/>
        </w:rPr>
        <w:t>[Unterschrift]</w:t>
      </w:r>
    </w:p>
    <w:p w:rsidR="00CE44F7" w:rsidRPr="00093B05" w:rsidRDefault="00093B05" w:rsidP="00093B05">
      <w:pPr>
        <w:tabs>
          <w:tab w:val="left" w:pos="7665"/>
        </w:tabs>
      </w:pPr>
      <w:r>
        <w:tab/>
      </w:r>
    </w:p>
    <w:sectPr w:rsidR="00CE44F7" w:rsidRPr="00093B05" w:rsidSect="00736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201" w:rsidRDefault="00151201" w:rsidP="001721A0">
      <w:r>
        <w:separator/>
      </w:r>
    </w:p>
  </w:endnote>
  <w:endnote w:type="continuationSeparator" w:id="0">
    <w:p w:rsidR="00151201" w:rsidRDefault="00151201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42D" w:rsidRDefault="00A5642D" w:rsidP="00A5642D">
    <w:pPr>
      <w:pStyle w:val="Fuzeile"/>
      <w:ind w:left="-567"/>
      <w:rPr>
        <w:rFonts w:ascii="Arial" w:hAnsi="Arial" w:cs="Arial"/>
        <w:sz w:val="16"/>
        <w:szCs w:val="16"/>
      </w:rPr>
    </w:pPr>
  </w:p>
  <w:p w:rsidR="00A5642D" w:rsidRDefault="001820E4" w:rsidP="00A5642D">
    <w:pPr>
      <w:pStyle w:val="Fuzeile"/>
      <w:ind w:left="-56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1905</wp:posOffset>
              </wp:positionV>
              <wp:extent cx="934720" cy="163195"/>
              <wp:effectExtent l="0" t="0" r="0" b="825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0" cy="163195"/>
                        <a:chOff x="0" y="0"/>
                        <a:chExt cx="935085" cy="163195"/>
                      </a:xfrm>
                    </wpg:grpSpPr>
                    <pic:pic xmlns:pic="http://schemas.openxmlformats.org/drawingml/2006/picture">
                      <pic:nvPicPr>
                        <pic:cNvPr id="19" name="Grafik 22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291830" y="25940"/>
                          <a:ext cx="643255" cy="120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670" cy="1631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122D2B6" id="Gruppieren 6" o:spid="_x0000_s1026" style="position:absolute;margin-left:0;margin-top:.15pt;width:73.6pt;height:12.85pt;z-index:251663360;mso-position-horizontal:left;mso-position-horizontal-relative:margin" coordsize="9350,1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25" o:spid="_x0000_s1027" type="#_x0000_t75" style="position:absolute;left:2918;top:259;width:6432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">
                <v:imagedata r:id="rId3" o:title=""/>
                <v:path arrowok="t"/>
              </v:shape>
              <v:shape id="Grafik 5" o:spid="_x0000_s1028" type="#_x0000_t75" style="position:absolute;width:2806;height:1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A5642D">
      <w:rPr>
        <w:rFonts w:ascii="Arial" w:hAnsi="Arial" w:cs="Arial"/>
        <w:sz w:val="16"/>
        <w:szCs w:val="16"/>
      </w:rPr>
      <w:tab/>
    </w:r>
  </w:p>
  <w:p w:rsidR="00A5642D" w:rsidRPr="00A5642D" w:rsidRDefault="00A5642D" w:rsidP="00A5642D">
    <w:pPr>
      <w:pStyle w:val="Fuzeile"/>
      <w:rPr>
        <w:rFonts w:ascii="Arial" w:hAnsi="Arial" w:cs="Arial"/>
        <w:sz w:val="12"/>
        <w:szCs w:val="16"/>
      </w:rPr>
    </w:pPr>
  </w:p>
  <w:p w:rsidR="00BC5713" w:rsidRPr="00C300A8" w:rsidRDefault="0014759C" w:rsidP="00093B05">
    <w:pPr>
      <w:pStyle w:val="Fuzeile"/>
      <w:tabs>
        <w:tab w:val="clear" w:pos="9072"/>
        <w:tab w:val="right" w:pos="8931"/>
      </w:tabs>
      <w:spacing w:after="60"/>
      <w:ind w:right="-7"/>
      <w:jc w:val="both"/>
      <w:rPr>
        <w:rFonts w:ascii="Arial" w:hAnsi="Arial" w:cs="Arial"/>
        <w:sz w:val="12"/>
        <w:szCs w:val="16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g">
          <w:drawing>
            <wp:anchor distT="0" distB="0" distL="36195" distR="114300" simplePos="0" relativeHeight="251661312" behindDoc="0" locked="0" layoutInCell="1" allowOverlap="1">
              <wp:simplePos x="0" y="0"/>
              <wp:positionH relativeFrom="column">
                <wp:posOffset>6021070</wp:posOffset>
              </wp:positionH>
              <wp:positionV relativeFrom="paragraph">
                <wp:posOffset>89535</wp:posOffset>
              </wp:positionV>
              <wp:extent cx="190800" cy="97200"/>
              <wp:effectExtent l="0" t="0" r="0" b="0"/>
              <wp:wrapTight wrapText="bothSides">
                <wp:wrapPolygon edited="0">
                  <wp:start x="0" y="0"/>
                  <wp:lineTo x="0" y="16941"/>
                  <wp:lineTo x="19440" y="16941"/>
                  <wp:lineTo x="19440" y="0"/>
                  <wp:lineTo x="0" y="0"/>
                </wp:wrapPolygon>
              </wp:wrapTight>
              <wp:docPr id="1" name="Gruppier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90800" cy="97200"/>
                        <a:chOff x="0" y="0"/>
                        <a:chExt cx="776605" cy="395605"/>
                      </a:xfrm>
                    </wpg:grpSpPr>
                    <pic:pic xmlns:pic="http://schemas.openxmlformats.org/drawingml/2006/picture">
                      <pic:nvPicPr>
                        <pic:cNvPr id="22" name="Bild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38100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" name="Bild 5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395605" cy="3956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C9084EF" id="Gruppieren 1" o:spid="_x0000_s1026" style="position:absolute;margin-left:474.1pt;margin-top:7.05pt;width:15pt;height:7.65pt;z-index:251661312;mso-wrap-distance-left:2.85pt;mso-width-relative:margin;mso-height-relative:margin" coordsize="7766,3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">
              <o:lock v:ext="edit" aspectratio="t"/>
              <v:shape id="Bild 6" o:spid="_x0000_s1027" type="#_x0000_t75" style="position:absolute;left:381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">
                <v:imagedata r:id="rId7" o:title=""/>
                <v:path arrowok="t"/>
              </v:shape>
              <v:shape id="Bild 5" o:spid="_x0000_s1028" type="#_x0000_t75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">
                <v:imagedata r:id="rId8" o:title=""/>
                <v:path arrowok="t"/>
              </v:shape>
              <w10:wrap type="tight"/>
            </v:group>
          </w:pict>
        </mc:Fallback>
      </mc:AlternateContent>
    </w:r>
    <w:r w:rsidR="00444824">
      <w:rPr>
        <w:rFonts w:ascii="Arial" w:hAnsi="Arial" w:cs="Arial"/>
        <w:sz w:val="12"/>
        <w:szCs w:val="16"/>
      </w:rPr>
      <w:t>Dieses A</w:t>
    </w:r>
    <w:r w:rsidR="0008099B">
      <w:rPr>
        <w:rFonts w:ascii="Arial" w:hAnsi="Arial" w:cs="Arial"/>
        <w:sz w:val="12"/>
        <w:szCs w:val="16"/>
      </w:rPr>
      <w:t xml:space="preserve">rbeitsblatt ist </w:t>
    </w:r>
    <w:r w:rsidR="0008099B" w:rsidRPr="0008099B">
      <w:rPr>
        <w:rFonts w:ascii="Arial" w:hAnsi="Arial" w:cs="Arial"/>
        <w:sz w:val="12"/>
        <w:szCs w:val="16"/>
      </w:rPr>
      <w:t>Teil des Train-</w:t>
    </w:r>
    <w:proofErr w:type="spellStart"/>
    <w:r w:rsidR="0008099B" w:rsidRPr="0008099B">
      <w:rPr>
        <w:rFonts w:ascii="Arial" w:hAnsi="Arial" w:cs="Arial"/>
        <w:sz w:val="12"/>
        <w:szCs w:val="16"/>
      </w:rPr>
      <w:t>the</w:t>
    </w:r>
    <w:proofErr w:type="spellEnd"/>
    <w:r w:rsidR="0008099B" w:rsidRPr="0008099B">
      <w:rPr>
        <w:rFonts w:ascii="Arial" w:hAnsi="Arial" w:cs="Arial"/>
        <w:sz w:val="12"/>
        <w:szCs w:val="16"/>
      </w:rPr>
      <w:t>-Trainer-Konzepts zum Thema Forschungsdatenmanagement Version 5.0 der UAG Schulungen/Fortbildungen der</w:t>
    </w:r>
    <w:r w:rsidR="0008099B">
      <w:rPr>
        <w:rFonts w:ascii="Arial" w:hAnsi="Arial" w:cs="Arial"/>
        <w:sz w:val="12"/>
        <w:szCs w:val="16"/>
      </w:rPr>
      <w:t xml:space="preserve"> DINI/nestor-AG Forschungs</w:t>
    </w:r>
    <w:r>
      <w:rPr>
        <w:rFonts w:ascii="Arial" w:hAnsi="Arial" w:cs="Arial"/>
        <w:sz w:val="12"/>
        <w:szCs w:val="16"/>
      </w:rPr>
      <w:t>-</w:t>
    </w:r>
    <w:r w:rsidR="0008099B">
      <w:rPr>
        <w:rFonts w:ascii="Arial" w:hAnsi="Arial" w:cs="Arial"/>
        <w:sz w:val="12"/>
        <w:szCs w:val="16"/>
      </w:rPr>
      <w:t>daten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 Biernacka, K. et al.</w:t>
    </w:r>
    <w:r>
      <w:rPr>
        <w:rFonts w:ascii="Arial" w:hAnsi="Arial" w:cs="Arial"/>
        <w:noProof/>
        <w:sz w:val="12"/>
        <w:szCs w:val="12"/>
        <w:lang w:eastAsia="de-DE"/>
      </w:rPr>
      <w:t xml:space="preserve"> (2023)</w:t>
    </w:r>
    <w:r w:rsidR="0008099B">
      <w:rPr>
        <w:rFonts w:ascii="Arial" w:hAnsi="Arial" w:cs="Arial"/>
        <w:noProof/>
        <w:sz w:val="12"/>
        <w:szCs w:val="12"/>
        <w:lang w:eastAsia="de-DE"/>
      </w:rPr>
      <w:t xml:space="preserve">, </w:t>
    </w:r>
    <w:proofErr w:type="spellStart"/>
    <w:r w:rsidR="00C300A8">
      <w:rPr>
        <w:rFonts w:ascii="Arial" w:hAnsi="Arial" w:cs="Arial"/>
        <w:sz w:val="12"/>
        <w:szCs w:val="16"/>
      </w:rPr>
      <w:t>Zenodo</w:t>
    </w:r>
    <w:proofErr w:type="spellEnd"/>
    <w:r w:rsidR="00BC5713" w:rsidRPr="00BC5713">
      <w:rPr>
        <w:rFonts w:ascii="Arial" w:hAnsi="Arial" w:cs="Arial"/>
        <w:sz w:val="12"/>
        <w:szCs w:val="16"/>
      </w:rPr>
      <w:t xml:space="preserve">. </w:t>
    </w:r>
    <w:hyperlink r:id="rId9" w:history="1">
      <w:r w:rsidRPr="008A6F34">
        <w:rPr>
          <w:rStyle w:val="Hyperlink"/>
          <w:rFonts w:ascii="Arial" w:hAnsi="Arial" w:cs="Arial"/>
          <w:sz w:val="12"/>
          <w:szCs w:val="16"/>
        </w:rPr>
        <w:t>https://doi.org/10.5281/zenodo.10122153</w:t>
      </w:r>
    </w:hyperlink>
    <w:r w:rsidR="00BC5713">
      <w:rPr>
        <w:rFonts w:ascii="Arial" w:hAnsi="Arial" w:cs="Arial"/>
        <w:sz w:val="12"/>
        <w:szCs w:val="16"/>
      </w:rPr>
      <w:t xml:space="preserve">. </w:t>
    </w:r>
    <w:r w:rsidR="00BC5713" w:rsidRPr="00C300A8">
      <w:rPr>
        <w:rFonts w:ascii="Arial" w:hAnsi="Arial" w:cs="Arial"/>
        <w:sz w:val="12"/>
        <w:szCs w:val="16"/>
      </w:rPr>
      <w:t xml:space="preserve">Das Werk </w:t>
    </w:r>
    <w:r w:rsidR="00C300A8" w:rsidRPr="00C300A8">
      <w:rPr>
        <w:rFonts w:ascii="Arial" w:hAnsi="Arial" w:cs="Arial"/>
        <w:sz w:val="12"/>
        <w:szCs w:val="16"/>
      </w:rPr>
      <w:t xml:space="preserve">ist </w:t>
    </w:r>
    <w:r w:rsidR="00BC5713" w:rsidRPr="00C300A8">
      <w:rPr>
        <w:rFonts w:ascii="Arial" w:hAnsi="Arial" w:cs="Arial"/>
        <w:sz w:val="12"/>
        <w:szCs w:val="16"/>
      </w:rPr>
      <w:t xml:space="preserve">unter der Creative </w:t>
    </w:r>
    <w:proofErr w:type="spellStart"/>
    <w:r w:rsidR="00BC5713" w:rsidRPr="00C300A8">
      <w:rPr>
        <w:rFonts w:ascii="Arial" w:hAnsi="Arial" w:cs="Arial"/>
        <w:sz w:val="12"/>
        <w:szCs w:val="16"/>
      </w:rPr>
      <w:t>Commons</w:t>
    </w:r>
    <w:proofErr w:type="spellEnd"/>
    <w:r w:rsidR="00BC5713" w:rsidRPr="00C300A8">
      <w:rPr>
        <w:rFonts w:ascii="Arial" w:hAnsi="Arial" w:cs="Arial"/>
        <w:sz w:val="12"/>
        <w:szCs w:val="16"/>
      </w:rPr>
      <w:t xml:space="preserve"> Attribution 4.0 International (</w:t>
    </w:r>
    <w:hyperlink r:id="rId10" w:history="1">
      <w:r w:rsidR="00BC5713" w:rsidRPr="00C300A8">
        <w:rPr>
          <w:rStyle w:val="Hyperlink"/>
          <w:rFonts w:ascii="Arial" w:hAnsi="Arial" w:cs="Arial"/>
          <w:sz w:val="12"/>
          <w:szCs w:val="16"/>
        </w:rPr>
        <w:t>CC BY 4.0</w:t>
      </w:r>
    </w:hyperlink>
    <w:r w:rsidR="00BC5713" w:rsidRPr="00C300A8">
      <w:rPr>
        <w:rFonts w:ascii="Arial" w:hAnsi="Arial" w:cs="Arial"/>
        <w:sz w:val="12"/>
        <w:szCs w:val="16"/>
      </w:rPr>
      <w:t>) lizenziert.</w:t>
    </w:r>
  </w:p>
  <w:p w:rsidR="00DA3BA4" w:rsidRPr="00A5642D" w:rsidRDefault="00A5642D" w:rsidP="0008099B">
    <w:pPr>
      <w:pStyle w:val="Fuzeile"/>
      <w:jc w:val="both"/>
      <w:rPr>
        <w:rFonts w:ascii="Arial" w:hAnsi="Arial" w:cs="Arial"/>
        <w:sz w:val="12"/>
        <w:szCs w:val="16"/>
      </w:rPr>
    </w:pPr>
    <w:r w:rsidRPr="00A5642D">
      <w:rPr>
        <w:rFonts w:ascii="Arial" w:hAnsi="Arial" w:cs="Arial"/>
        <w:sz w:val="12"/>
        <w:szCs w:val="16"/>
      </w:rPr>
      <w:t xml:space="preserve">Quelle: </w:t>
    </w:r>
    <w:r w:rsidR="0008099B" w:rsidRPr="0008099B">
      <w:rPr>
        <w:rFonts w:ascii="Arial" w:hAnsi="Arial" w:cs="Arial"/>
        <w:sz w:val="12"/>
        <w:szCs w:val="16"/>
      </w:rPr>
      <w:t>Biernacka, K</w:t>
    </w:r>
    <w:r w:rsidR="0014759C">
      <w:rPr>
        <w:rFonts w:ascii="Arial" w:hAnsi="Arial" w:cs="Arial"/>
        <w:sz w:val="12"/>
        <w:szCs w:val="16"/>
      </w:rPr>
      <w:t>. et al.</w:t>
    </w:r>
    <w:r w:rsidR="0008099B" w:rsidRPr="0008099B">
      <w:rPr>
        <w:rFonts w:ascii="Arial" w:hAnsi="Arial" w:cs="Arial"/>
        <w:sz w:val="12"/>
        <w:szCs w:val="16"/>
      </w:rPr>
      <w:t xml:space="preserve"> </w:t>
    </w:r>
    <w:r w:rsidR="0008099B">
      <w:rPr>
        <w:rFonts w:ascii="Arial" w:hAnsi="Arial" w:cs="Arial"/>
        <w:sz w:val="12"/>
        <w:szCs w:val="16"/>
      </w:rPr>
      <w:t>(2021)</w:t>
    </w:r>
    <w:r w:rsidR="00D11B94">
      <w:rPr>
        <w:rFonts w:ascii="Arial" w:hAnsi="Arial" w:cs="Arial"/>
        <w:sz w:val="12"/>
        <w:szCs w:val="16"/>
      </w:rPr>
      <w:t>:</w:t>
    </w:r>
    <w:r w:rsidR="0008099B">
      <w:rPr>
        <w:rFonts w:ascii="Arial" w:hAnsi="Arial" w:cs="Arial"/>
        <w:sz w:val="12"/>
        <w:szCs w:val="16"/>
      </w:rPr>
      <w:t xml:space="preserve"> </w:t>
    </w:r>
    <w:r w:rsidR="00D11B94">
      <w:rPr>
        <w:rFonts w:ascii="Arial" w:hAnsi="Arial" w:cs="Arial"/>
        <w:sz w:val="12"/>
        <w:szCs w:val="16"/>
      </w:rPr>
      <w:t>Train-</w:t>
    </w:r>
    <w:proofErr w:type="spellStart"/>
    <w:r w:rsidR="00D11B94">
      <w:rPr>
        <w:rFonts w:ascii="Arial" w:hAnsi="Arial" w:cs="Arial"/>
        <w:sz w:val="12"/>
        <w:szCs w:val="16"/>
      </w:rPr>
      <w:t>t</w:t>
    </w:r>
    <w:r w:rsidRPr="00A5642D">
      <w:rPr>
        <w:rFonts w:ascii="Arial" w:hAnsi="Arial" w:cs="Arial"/>
        <w:sz w:val="12"/>
        <w:szCs w:val="16"/>
      </w:rPr>
      <w:t>he</w:t>
    </w:r>
    <w:proofErr w:type="spellEnd"/>
    <w:r w:rsidRPr="00A5642D">
      <w:rPr>
        <w:rFonts w:ascii="Arial" w:hAnsi="Arial" w:cs="Arial"/>
        <w:sz w:val="12"/>
        <w:szCs w:val="16"/>
      </w:rPr>
      <w:t>-Trainer-Konzept zum Thema F</w:t>
    </w:r>
    <w:r w:rsidR="00DA3BA4" w:rsidRPr="00A5642D">
      <w:rPr>
        <w:rFonts w:ascii="Arial" w:hAnsi="Arial" w:cs="Arial"/>
        <w:sz w:val="12"/>
        <w:szCs w:val="16"/>
      </w:rPr>
      <w:t>orschungsdaten</w:t>
    </w:r>
    <w:r w:rsidR="0008099B">
      <w:rPr>
        <w:rFonts w:ascii="Arial" w:hAnsi="Arial" w:cs="Arial"/>
        <w:sz w:val="12"/>
        <w:szCs w:val="16"/>
      </w:rPr>
      <w:t xml:space="preserve">management (Version 4). </w:t>
    </w:r>
    <w:proofErr w:type="spellStart"/>
    <w:r w:rsidR="0008099B">
      <w:rPr>
        <w:rFonts w:ascii="Arial" w:hAnsi="Arial" w:cs="Arial"/>
        <w:sz w:val="12"/>
        <w:szCs w:val="16"/>
      </w:rPr>
      <w:t>Zenodo</w:t>
    </w:r>
    <w:proofErr w:type="spellEnd"/>
    <w:r w:rsidR="00DA3BA4" w:rsidRPr="00A5642D">
      <w:rPr>
        <w:rFonts w:ascii="Arial" w:hAnsi="Arial" w:cs="Arial"/>
        <w:sz w:val="12"/>
        <w:szCs w:val="16"/>
      </w:rPr>
      <w:t xml:space="preserve">. </w:t>
    </w:r>
    <w:hyperlink r:id="rId11" w:history="1">
      <w:r w:rsidR="0008099B" w:rsidRPr="00BD4818">
        <w:rPr>
          <w:rStyle w:val="Hyperlink"/>
          <w:rFonts w:ascii="Arial" w:hAnsi="Arial" w:cs="Arial"/>
          <w:sz w:val="12"/>
          <w:szCs w:val="16"/>
        </w:rPr>
        <w:t>https://doi.org/10.5281/zenodo.5773203</w:t>
      </w:r>
    </w:hyperlink>
    <w:r w:rsidR="0008099B">
      <w:rPr>
        <w:rFonts w:ascii="Arial" w:hAnsi="Arial" w:cs="Arial"/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201" w:rsidRDefault="00151201" w:rsidP="001721A0">
      <w:r>
        <w:separator/>
      </w:r>
    </w:p>
  </w:footnote>
  <w:footnote w:type="continuationSeparator" w:id="0">
    <w:p w:rsidR="00151201" w:rsidRDefault="00151201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 w:rsidP="00A5642D">
    <w:pPr>
      <w:tabs>
        <w:tab w:val="center" w:pos="4536"/>
        <w:tab w:val="right" w:pos="9072"/>
      </w:tabs>
      <w:rPr>
        <w:rFonts w:ascii="Arial" w:eastAsia="Calibri" w:hAnsi="Arial" w:cs="Calibri"/>
        <w:color w:val="2F4899"/>
        <w:sz w:val="18"/>
      </w:rPr>
    </w:pPr>
    <w:r w:rsidRPr="00DA3BA4">
      <w:rPr>
        <w:rFonts w:ascii="Arial" w:eastAsia="Calibri" w:hAnsi="Arial" w:cs="Calibri"/>
        <w:color w:val="2F4899"/>
        <w:sz w:val="18"/>
      </w:rPr>
      <w:t>TRAIN-THE-TRAINER-KONZEPT ZUM THEMA FORSCHUNGSDATENMANAGEMENT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BA4" w:rsidRDefault="00DA3B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36"/>
    <w:rsid w:val="00003D46"/>
    <w:rsid w:val="00004C70"/>
    <w:rsid w:val="0008099B"/>
    <w:rsid w:val="00093B05"/>
    <w:rsid w:val="000A49F9"/>
    <w:rsid w:val="000E3D54"/>
    <w:rsid w:val="00104D50"/>
    <w:rsid w:val="00115ABB"/>
    <w:rsid w:val="0014759C"/>
    <w:rsid w:val="00151201"/>
    <w:rsid w:val="001721A0"/>
    <w:rsid w:val="001820E4"/>
    <w:rsid w:val="00184D2B"/>
    <w:rsid w:val="001A53F6"/>
    <w:rsid w:val="001B561F"/>
    <w:rsid w:val="001D7947"/>
    <w:rsid w:val="0021760A"/>
    <w:rsid w:val="00230FBB"/>
    <w:rsid w:val="00256CB9"/>
    <w:rsid w:val="00261047"/>
    <w:rsid w:val="00261E78"/>
    <w:rsid w:val="00275C6A"/>
    <w:rsid w:val="002858D7"/>
    <w:rsid w:val="002940E4"/>
    <w:rsid w:val="002A413B"/>
    <w:rsid w:val="002B5F40"/>
    <w:rsid w:val="002B721E"/>
    <w:rsid w:val="002D7B0A"/>
    <w:rsid w:val="00333D56"/>
    <w:rsid w:val="00334706"/>
    <w:rsid w:val="0034314C"/>
    <w:rsid w:val="003541C0"/>
    <w:rsid w:val="0039757B"/>
    <w:rsid w:val="003D39F2"/>
    <w:rsid w:val="003D6072"/>
    <w:rsid w:val="003D62EB"/>
    <w:rsid w:val="003F2B21"/>
    <w:rsid w:val="004241AB"/>
    <w:rsid w:val="00426E9C"/>
    <w:rsid w:val="00427535"/>
    <w:rsid w:val="004341C7"/>
    <w:rsid w:val="00444824"/>
    <w:rsid w:val="00472BA6"/>
    <w:rsid w:val="004A63F7"/>
    <w:rsid w:val="004B066A"/>
    <w:rsid w:val="005208E8"/>
    <w:rsid w:val="005457D5"/>
    <w:rsid w:val="00595633"/>
    <w:rsid w:val="005C1E75"/>
    <w:rsid w:val="005F060D"/>
    <w:rsid w:val="00626BAD"/>
    <w:rsid w:val="006352E4"/>
    <w:rsid w:val="006913BF"/>
    <w:rsid w:val="006C11CF"/>
    <w:rsid w:val="006E03CE"/>
    <w:rsid w:val="007258D9"/>
    <w:rsid w:val="00732162"/>
    <w:rsid w:val="00736C04"/>
    <w:rsid w:val="00736E35"/>
    <w:rsid w:val="008363FD"/>
    <w:rsid w:val="00865EC4"/>
    <w:rsid w:val="008856FD"/>
    <w:rsid w:val="00897B31"/>
    <w:rsid w:val="008A5A50"/>
    <w:rsid w:val="008F583D"/>
    <w:rsid w:val="0090133B"/>
    <w:rsid w:val="0090403F"/>
    <w:rsid w:val="009128D1"/>
    <w:rsid w:val="009141D3"/>
    <w:rsid w:val="00923D4C"/>
    <w:rsid w:val="00926186"/>
    <w:rsid w:val="0093020A"/>
    <w:rsid w:val="009A4FA0"/>
    <w:rsid w:val="009D44B9"/>
    <w:rsid w:val="00A33936"/>
    <w:rsid w:val="00A53526"/>
    <w:rsid w:val="00A554C6"/>
    <w:rsid w:val="00A5642D"/>
    <w:rsid w:val="00A73EA6"/>
    <w:rsid w:val="00AD3B65"/>
    <w:rsid w:val="00AD6B40"/>
    <w:rsid w:val="00AF0A75"/>
    <w:rsid w:val="00B12CD3"/>
    <w:rsid w:val="00B224AB"/>
    <w:rsid w:val="00B253FC"/>
    <w:rsid w:val="00B72C11"/>
    <w:rsid w:val="00B86F5E"/>
    <w:rsid w:val="00BC5713"/>
    <w:rsid w:val="00C23842"/>
    <w:rsid w:val="00C300A8"/>
    <w:rsid w:val="00C74ECA"/>
    <w:rsid w:val="00C7750C"/>
    <w:rsid w:val="00C8797F"/>
    <w:rsid w:val="00C9436C"/>
    <w:rsid w:val="00CC6F48"/>
    <w:rsid w:val="00CD554B"/>
    <w:rsid w:val="00CE44F7"/>
    <w:rsid w:val="00CF24F7"/>
    <w:rsid w:val="00CF649D"/>
    <w:rsid w:val="00D11B94"/>
    <w:rsid w:val="00D12D8A"/>
    <w:rsid w:val="00D3646B"/>
    <w:rsid w:val="00D66700"/>
    <w:rsid w:val="00D702D9"/>
    <w:rsid w:val="00D804B2"/>
    <w:rsid w:val="00DA3959"/>
    <w:rsid w:val="00DA3BA4"/>
    <w:rsid w:val="00DA79A4"/>
    <w:rsid w:val="00DB1884"/>
    <w:rsid w:val="00DF7F5B"/>
    <w:rsid w:val="00E02662"/>
    <w:rsid w:val="00E04620"/>
    <w:rsid w:val="00E10C6A"/>
    <w:rsid w:val="00E96780"/>
    <w:rsid w:val="00ED122C"/>
    <w:rsid w:val="00F44327"/>
    <w:rsid w:val="00F45071"/>
    <w:rsid w:val="00F64636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FB0AB"/>
  <w15:chartTrackingRefBased/>
  <w15:docId w15:val="{5EFABCC6-6D9D-4B03-BDD7-B699438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paragraph" w:customStyle="1" w:styleId="TtT-Flietext">
    <w:name w:val="TtT-Fließtext"/>
    <w:basedOn w:val="Standard"/>
    <w:link w:val="TtT-FlietextZchn"/>
    <w:qFormat/>
    <w:rsid w:val="00DA3BA4"/>
    <w:pPr>
      <w:spacing w:before="40" w:after="120" w:line="276" w:lineRule="auto"/>
      <w:jc w:val="both"/>
    </w:pPr>
    <w:rPr>
      <w:rFonts w:ascii="Arial" w:eastAsia="Calibri" w:hAnsi="Arial" w:cs="Arial"/>
      <w:sz w:val="20"/>
    </w:rPr>
  </w:style>
  <w:style w:type="character" w:customStyle="1" w:styleId="TtT-FlietextZchn">
    <w:name w:val="TtT-Fließtext Zchn"/>
    <w:basedOn w:val="Absatz-Standardschriftart"/>
    <w:link w:val="TtT-Flietext"/>
    <w:rsid w:val="00DA3BA4"/>
    <w:rPr>
      <w:rFonts w:ascii="Arial" w:eastAsia="Calibri" w:hAnsi="Arial" w:cs="Arial"/>
      <w:sz w:val="20"/>
    </w:rPr>
  </w:style>
  <w:style w:type="character" w:styleId="Hyperlink">
    <w:name w:val="Hyperlink"/>
    <w:basedOn w:val="Absatz-Standardschriftart"/>
    <w:uiPriority w:val="99"/>
    <w:unhideWhenUsed/>
    <w:rsid w:val="00C30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hyperlink" Target="https://doi.org/10.5281/zenodo.5773203" TargetMode="External"/><Relationship Id="rId5" Type="http://schemas.openxmlformats.org/officeDocument/2006/relationships/image" Target="media/image5.png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image" Target="media/image4.png"/><Relationship Id="rId9" Type="http://schemas.openxmlformats.org/officeDocument/2006/relationships/hyperlink" Target="https://doi.org/10.5281/zenodo.101221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le\Desktop\Vorlage_Begleitmateriali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98DA1-E4A6-4561-812E-7B170984E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Vorlage_Begleitmaterialien</Template>
  <TotalTime>0</TotalTime>
  <Pages>1</Pages>
  <Words>114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</dc:creator>
  <cp:keywords/>
  <dc:description/>
  <cp:lastModifiedBy>Britta</cp:lastModifiedBy>
  <cp:revision>1</cp:revision>
  <cp:lastPrinted>2018-04-12T19:58:00Z</cp:lastPrinted>
  <dcterms:created xsi:type="dcterms:W3CDTF">2023-12-02T12:38:00Z</dcterms:created>
  <dcterms:modified xsi:type="dcterms:W3CDTF">2023-12-02T12:40:00Z</dcterms:modified>
</cp:coreProperties>
</file>